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B9D220" w14:textId="4FB987D1" w:rsidR="00B66043" w:rsidRDefault="00B66043" w:rsidP="00B66043">
      <w:pPr>
        <w:widowControl w:val="0"/>
        <w:jc w:val="center"/>
        <w:rPr>
          <w:rFonts w:eastAsia="SimSun" w:cs="Times New Roman"/>
          <w:sz w:val="24"/>
          <w:lang w:val="sr-Cyrl-CS" w:eastAsia="zh-CN"/>
        </w:rPr>
      </w:pPr>
      <w:bookmarkStart w:id="0" w:name="_GoBack"/>
      <w:bookmarkEnd w:id="0"/>
      <w:r>
        <w:rPr>
          <w:rFonts w:eastAsia="SimSun" w:cs="Times New Roman"/>
          <w:sz w:val="24"/>
          <w:szCs w:val="24"/>
          <w:lang w:val="sr-Cyrl-CS" w:eastAsia="zh-CN"/>
        </w:rPr>
        <w:t>ПРЕДЛОГ</w:t>
      </w:r>
      <w:r w:rsidR="0082173C" w:rsidRPr="00450144">
        <w:rPr>
          <w:rFonts w:eastAsia="SimSun" w:cs="Times New Roman"/>
          <w:sz w:val="24"/>
          <w:lang w:val="sr-Cyrl-CS" w:eastAsia="zh-CN"/>
        </w:rPr>
        <w:t xml:space="preserve"> ЗАКОНА</w:t>
      </w:r>
    </w:p>
    <w:p w14:paraId="1B9C441B" w14:textId="77777777" w:rsidR="00B66043" w:rsidRDefault="00B66043" w:rsidP="00B66043">
      <w:pPr>
        <w:widowControl w:val="0"/>
        <w:jc w:val="center"/>
        <w:rPr>
          <w:rFonts w:eastAsia="SimSun" w:cs="Times New Roman"/>
          <w:sz w:val="24"/>
          <w:lang w:val="sr-Cyrl-CS" w:eastAsia="zh-CN"/>
        </w:rPr>
      </w:pPr>
    </w:p>
    <w:p w14:paraId="02470B70" w14:textId="3C573A38" w:rsidR="0082173C" w:rsidRDefault="0082173C" w:rsidP="00B66043">
      <w:pPr>
        <w:widowControl w:val="0"/>
        <w:jc w:val="center"/>
        <w:rPr>
          <w:rFonts w:eastAsia="SimSun" w:cs="Times New Roman"/>
          <w:sz w:val="24"/>
          <w:lang w:val="sr-Cyrl-CS" w:eastAsia="zh-CN"/>
        </w:rPr>
      </w:pPr>
      <w:r w:rsidRPr="00450144">
        <w:rPr>
          <w:rFonts w:eastAsia="SimSun" w:cs="Times New Roman"/>
          <w:sz w:val="24"/>
          <w:lang w:val="sr-Cyrl-CS" w:eastAsia="zh-CN"/>
        </w:rPr>
        <w:t>О</w:t>
      </w:r>
      <w:r w:rsidR="00B66043">
        <w:rPr>
          <w:rFonts w:eastAsia="SimSun" w:cs="Times New Roman"/>
          <w:sz w:val="24"/>
          <w:lang w:val="sr-Cyrl-CS" w:eastAsia="zh-CN"/>
        </w:rPr>
        <w:t xml:space="preserve"> </w:t>
      </w:r>
      <w:r w:rsidRPr="00450144">
        <w:rPr>
          <w:rFonts w:eastAsia="SimSun" w:cs="Times New Roman"/>
          <w:sz w:val="24"/>
          <w:lang w:val="sr-Cyrl-CS" w:eastAsia="zh-CN"/>
        </w:rPr>
        <w:t xml:space="preserve">ПОТВРЂИВАЊУ </w:t>
      </w:r>
      <w:r w:rsidRPr="0082173C">
        <w:rPr>
          <w:rFonts w:eastAsia="SimSun" w:cs="Times New Roman"/>
          <w:sz w:val="24"/>
          <w:lang w:val="sr-Cyrl-CS" w:eastAsia="zh-CN"/>
        </w:rPr>
        <w:t>УГОВОРA О КРЕДИТУ ИЗМЕЂУ РЕПУБЛИКЕ СРБИЈЕ (КАО КОРИСНИКА КРЕДИТА) И T.C. ZIRAAT BANKASI A.Ş. И DENIZB</w:t>
      </w:r>
      <w:r>
        <w:rPr>
          <w:rFonts w:eastAsia="SimSun" w:cs="Times New Roman"/>
          <w:sz w:val="24"/>
          <w:lang w:val="sr-Cyrl-CS" w:eastAsia="zh-CN"/>
        </w:rPr>
        <w:t>ANK A.Ş. (КАО ДАВАЛАЦА КРЕДИТА)</w:t>
      </w:r>
    </w:p>
    <w:p w14:paraId="79615BDE" w14:textId="77777777" w:rsidR="00B66043" w:rsidRPr="0082173C" w:rsidRDefault="00B66043" w:rsidP="00B66043">
      <w:pPr>
        <w:widowControl w:val="0"/>
        <w:jc w:val="center"/>
        <w:rPr>
          <w:rFonts w:eastAsia="SimSun" w:cs="Times New Roman"/>
          <w:sz w:val="24"/>
          <w:lang w:val="sr-Cyrl-CS" w:eastAsia="zh-CN"/>
        </w:rPr>
      </w:pPr>
    </w:p>
    <w:p w14:paraId="7A8E802E" w14:textId="77777777" w:rsidR="0082173C" w:rsidRPr="00450144" w:rsidRDefault="0082173C" w:rsidP="0082173C">
      <w:pPr>
        <w:widowControl w:val="0"/>
        <w:ind w:left="-360"/>
        <w:jc w:val="right"/>
        <w:rPr>
          <w:rFonts w:eastAsia="SimSun" w:cs="Times New Roman"/>
          <w:sz w:val="24"/>
          <w:lang w:val="sr-Cyrl-CS" w:eastAsia="zh-CN"/>
        </w:rPr>
      </w:pPr>
    </w:p>
    <w:p w14:paraId="53651087" w14:textId="46D3B115" w:rsidR="0082173C" w:rsidRPr="00450144" w:rsidRDefault="0082173C" w:rsidP="00B66043">
      <w:pPr>
        <w:widowControl w:val="0"/>
        <w:ind w:left="-360"/>
        <w:jc w:val="center"/>
        <w:rPr>
          <w:rFonts w:eastAsia="SimSun" w:cs="Times New Roman"/>
          <w:sz w:val="24"/>
          <w:lang w:val="sr-Cyrl-CS" w:eastAsia="zh-CN"/>
        </w:rPr>
      </w:pPr>
      <w:r w:rsidRPr="00450144">
        <w:rPr>
          <w:rFonts w:eastAsia="SimSun" w:cs="Times New Roman"/>
          <w:sz w:val="24"/>
          <w:lang w:val="sr-Cyrl-CS" w:eastAsia="zh-CN"/>
        </w:rPr>
        <w:t xml:space="preserve">Члан </w:t>
      </w:r>
      <w:r w:rsidRPr="00450144">
        <w:rPr>
          <w:rFonts w:eastAsia="SimSun" w:cs="Times New Roman"/>
          <w:sz w:val="24"/>
          <w:szCs w:val="24"/>
          <w:lang w:val="sr-Cyrl-CS" w:eastAsia="zh-CN"/>
        </w:rPr>
        <w:t>1.</w:t>
      </w:r>
    </w:p>
    <w:p w14:paraId="6737E94D" w14:textId="6CB32EC1" w:rsidR="0082173C" w:rsidRPr="00450144" w:rsidRDefault="0082173C" w:rsidP="0082173C">
      <w:pPr>
        <w:widowControl w:val="0"/>
        <w:ind w:left="-360" w:right="482"/>
        <w:rPr>
          <w:rFonts w:eastAsia="SimSun" w:cs="Times New Roman"/>
          <w:sz w:val="24"/>
          <w:lang w:val="sr-Cyrl-CS" w:eastAsia="zh-CN"/>
        </w:rPr>
      </w:pPr>
      <w:r w:rsidRPr="00450144">
        <w:rPr>
          <w:rFonts w:eastAsia="SimSun" w:cs="Times New Roman"/>
          <w:sz w:val="24"/>
          <w:lang w:val="sr-Cyrl-CS" w:eastAsia="zh-CN"/>
        </w:rPr>
        <w:tab/>
      </w:r>
      <w:r w:rsidRPr="00450144">
        <w:rPr>
          <w:rFonts w:eastAsia="SimSun" w:cs="Times New Roman"/>
          <w:sz w:val="24"/>
          <w:lang w:val="sr-Cyrl-CS" w:eastAsia="zh-CN"/>
        </w:rPr>
        <w:tab/>
        <w:t xml:space="preserve">Потврђује се </w:t>
      </w:r>
      <w:r w:rsidRPr="0082173C">
        <w:rPr>
          <w:rFonts w:eastAsia="SimSun" w:cs="Times New Roman"/>
          <w:sz w:val="24"/>
          <w:lang w:val="sr-Cyrl-RS" w:eastAsia="zh-CN"/>
        </w:rPr>
        <w:t xml:space="preserve">Уговор о кредиту између Републике Србије (као Корисника кредита) и T.C. Ziraat Bankasi A.Ş. и Denizbank A.Ş. (као Давалаца кредита), који је потписан </w:t>
      </w:r>
      <w:r w:rsidRPr="00450144">
        <w:rPr>
          <w:rFonts w:eastAsia="SimSun" w:cs="Times New Roman"/>
          <w:sz w:val="24"/>
          <w:lang w:val="sr-Cyrl-RS" w:eastAsia="zh-CN"/>
        </w:rPr>
        <w:t>у Београду</w:t>
      </w:r>
      <w:r w:rsidRPr="0082173C">
        <w:rPr>
          <w:rFonts w:eastAsia="SimSun" w:cs="Times New Roman"/>
          <w:sz w:val="24"/>
          <w:lang w:val="sr-Cyrl-RS" w:eastAsia="zh-CN"/>
        </w:rPr>
        <w:t xml:space="preserve"> 25. децембра 2019. године</w:t>
      </w:r>
      <w:r w:rsidRPr="00450144">
        <w:rPr>
          <w:rFonts w:eastAsia="SimSun" w:cs="Times New Roman"/>
          <w:sz w:val="24"/>
          <w:lang w:val="sr-Cyrl-CS" w:eastAsia="zh-CN"/>
        </w:rPr>
        <w:t xml:space="preserve">, </w:t>
      </w:r>
      <w:r w:rsidRPr="00BF6220">
        <w:rPr>
          <w:rFonts w:eastAsia="SimSun" w:cs="Times New Roman"/>
          <w:sz w:val="24"/>
          <w:lang w:val="sr-Cyrl-CS" w:eastAsia="zh-CN"/>
        </w:rPr>
        <w:t>у оригиналу</w:t>
      </w:r>
      <w:r w:rsidRPr="00450144">
        <w:rPr>
          <w:rFonts w:eastAsia="SimSun" w:cs="Times New Roman"/>
          <w:sz w:val="24"/>
          <w:lang w:val="sr-Cyrl-CS" w:eastAsia="zh-CN"/>
        </w:rPr>
        <w:t xml:space="preserve"> на енглеском језику.</w:t>
      </w:r>
    </w:p>
    <w:p w14:paraId="66FE1C24" w14:textId="77777777" w:rsidR="0082173C" w:rsidRPr="00450144" w:rsidRDefault="0082173C" w:rsidP="0082173C">
      <w:pPr>
        <w:widowControl w:val="0"/>
        <w:ind w:left="-360"/>
        <w:rPr>
          <w:rFonts w:eastAsia="SimSun" w:cs="Times New Roman"/>
          <w:sz w:val="24"/>
          <w:lang w:val="sr-Cyrl-CS" w:eastAsia="zh-CN"/>
        </w:rPr>
      </w:pPr>
    </w:p>
    <w:p w14:paraId="05F1BFFB" w14:textId="772ADE86" w:rsidR="0082173C" w:rsidRPr="00B66043" w:rsidRDefault="0082173C" w:rsidP="00B66043">
      <w:pPr>
        <w:widowControl w:val="0"/>
        <w:ind w:left="-360"/>
        <w:jc w:val="center"/>
        <w:rPr>
          <w:rFonts w:eastAsia="SimSun" w:cs="Times New Roman"/>
          <w:sz w:val="24"/>
          <w:szCs w:val="24"/>
          <w:lang w:val="sr-Cyrl-CS" w:eastAsia="zh-CN"/>
        </w:rPr>
      </w:pPr>
      <w:r w:rsidRPr="00450144">
        <w:rPr>
          <w:rFonts w:eastAsia="SimSun" w:cs="Times New Roman"/>
          <w:sz w:val="24"/>
          <w:lang w:val="sr-Cyrl-CS" w:eastAsia="zh-CN"/>
        </w:rPr>
        <w:t xml:space="preserve">Члан </w:t>
      </w:r>
      <w:r w:rsidRPr="00450144">
        <w:rPr>
          <w:rFonts w:eastAsia="SimSun" w:cs="Times New Roman"/>
          <w:sz w:val="24"/>
          <w:szCs w:val="24"/>
          <w:lang w:val="sr-Cyrl-CS" w:eastAsia="zh-CN"/>
        </w:rPr>
        <w:t>2.</w:t>
      </w:r>
    </w:p>
    <w:p w14:paraId="265EBBFA" w14:textId="6C71B6FB" w:rsidR="0082173C" w:rsidRPr="00450144" w:rsidRDefault="0082173C" w:rsidP="0082173C">
      <w:pPr>
        <w:widowControl w:val="0"/>
        <w:ind w:left="-360" w:right="361"/>
        <w:rPr>
          <w:rFonts w:cs="Times New Roman"/>
          <w:kern w:val="20"/>
          <w:lang w:val="sr-Cyrl-RS"/>
        </w:rPr>
      </w:pPr>
      <w:r w:rsidRPr="00450144">
        <w:rPr>
          <w:rFonts w:eastAsia="SimSun" w:cs="Times New Roman"/>
          <w:sz w:val="24"/>
          <w:lang w:val="sr-Cyrl-CS" w:eastAsia="zh-CN"/>
        </w:rPr>
        <w:tab/>
      </w:r>
      <w:r w:rsidRPr="00450144">
        <w:rPr>
          <w:rFonts w:eastAsia="SimSun" w:cs="Times New Roman"/>
          <w:sz w:val="24"/>
          <w:lang w:val="sr-Cyrl-CS" w:eastAsia="zh-CN"/>
        </w:rPr>
        <w:tab/>
        <w:t xml:space="preserve">Текст </w:t>
      </w:r>
      <w:r w:rsidRPr="0082173C">
        <w:rPr>
          <w:rFonts w:eastAsia="SimSun" w:cs="Times New Roman"/>
          <w:sz w:val="24"/>
          <w:lang w:val="sr-Cyrl-RS" w:eastAsia="zh-CN"/>
        </w:rPr>
        <w:t>Уговор</w:t>
      </w:r>
      <w:r>
        <w:rPr>
          <w:rFonts w:eastAsia="SimSun" w:cs="Times New Roman"/>
          <w:sz w:val="24"/>
          <w:lang w:val="sr-Latn-RS" w:eastAsia="zh-CN"/>
        </w:rPr>
        <w:t>a</w:t>
      </w:r>
      <w:r w:rsidRPr="0082173C">
        <w:rPr>
          <w:rFonts w:eastAsia="SimSun" w:cs="Times New Roman"/>
          <w:sz w:val="24"/>
          <w:lang w:val="sr-Cyrl-RS" w:eastAsia="zh-CN"/>
        </w:rPr>
        <w:t xml:space="preserve"> о кредиту између Републике Србије (као Корисника кредита) и T.C. Ziraat Bankasi A.Ş. и Denizbank A.Ş. (као Давалаца кредита)</w:t>
      </w:r>
      <w:r w:rsidRPr="00450144">
        <w:rPr>
          <w:rFonts w:eastAsia="SimSun" w:cs="Times New Roman"/>
          <w:sz w:val="24"/>
          <w:lang w:val="sr-Cyrl-CS" w:eastAsia="zh-CN"/>
        </w:rPr>
        <w:t>, у оригиналу на енглеском језику и у преводу на српски језик гласи:</w:t>
      </w:r>
    </w:p>
    <w:p w14:paraId="1B5E3DB7" w14:textId="77777777" w:rsidR="0082173C" w:rsidRDefault="0082173C" w:rsidP="0082173C">
      <w:pPr>
        <w:tabs>
          <w:tab w:val="left" w:pos="1620"/>
        </w:tabs>
        <w:rPr>
          <w:lang w:val="en-US"/>
        </w:rPr>
      </w:pPr>
    </w:p>
    <w:p w14:paraId="05B23E79" w14:textId="77777777" w:rsidR="0082173C" w:rsidRDefault="0082173C" w:rsidP="0082173C">
      <w:pPr>
        <w:jc w:val="left"/>
      </w:pPr>
    </w:p>
    <w:p w14:paraId="5DB58B54" w14:textId="77777777" w:rsidR="0082173C" w:rsidRDefault="0082173C">
      <w:r>
        <w:br w:type="page"/>
      </w:r>
    </w:p>
    <w:p w14:paraId="0ADB0DBA" w14:textId="22136926" w:rsidR="00657368" w:rsidRPr="007C4C20" w:rsidRDefault="00157460" w:rsidP="00E93868">
      <w:pPr>
        <w:jc w:val="center"/>
      </w:pPr>
      <w:sdt>
        <w:sdtPr>
          <w:alias w:val="Outline Region"/>
          <w:tag w:val="04B79EFCC032467DADC44FC44F8F8E6D"/>
          <w:id w:val="1013882598"/>
          <w:placeholder>
            <w:docPart w:val="9C322BA22AEF4A50AA981920C39FFAFC"/>
          </w:placeholder>
          <w:showingPlcHdr/>
        </w:sdtPr>
        <w:sdtEndPr/>
        <w:sdtContent/>
      </w:sdt>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819"/>
        <w:gridCol w:w="2267"/>
      </w:tblGrid>
      <w:sdt>
        <w:sdtPr>
          <w:rPr>
            <w:rFonts w:eastAsiaTheme="minorHAnsi" w:cstheme="minorBidi"/>
            <w:szCs w:val="22"/>
          </w:rPr>
          <w:alias w:val="To edit this field – rerun the Wizard in CMS CMcK toolbar"/>
          <w:tag w:val="10C3DACE677B469AA7A02C79C53D1D28"/>
          <w:id w:val="-1349405281"/>
          <w:placeholder>
            <w:docPart w:val="99ACF4CB8B804928AA68B01CA448E3FF"/>
          </w:placeholder>
        </w:sdtPr>
        <w:sdtEndPr/>
        <w:sdtContent>
          <w:tr w:rsidR="00657368" w:rsidRPr="007C4C20" w14:paraId="7039F9C5" w14:textId="77777777" w:rsidTr="00257EBA">
            <w:trPr>
              <w:trHeight w:hRule="exact" w:val="1701"/>
            </w:trPr>
            <w:tc>
              <w:tcPr>
                <w:tcW w:w="5000" w:type="pct"/>
                <w:gridSpan w:val="3"/>
                <w:tcBorders>
                  <w:bottom w:val="single" w:sz="4" w:space="0" w:color="auto"/>
                </w:tcBorders>
                <w:vAlign w:val="center"/>
              </w:tcPr>
              <w:p w14:paraId="10AA4C33" w14:textId="77777777" w:rsidR="00657368" w:rsidRPr="007C4C20" w:rsidRDefault="003A7F50" w:rsidP="00791B17">
                <w:pPr>
                  <w:pStyle w:val="CMSANCoverDate"/>
                </w:pPr>
                <w:r w:rsidRPr="007C4C20">
                  <w:t>DATE:</w:t>
                </w:r>
                <w:r w:rsidR="004A079A">
                  <w:t xml:space="preserve"> 25 DECEMBER</w:t>
                </w:r>
                <w:r w:rsidRPr="007C4C20">
                  <w:t xml:space="preserve"> 2019</w:t>
                </w:r>
              </w:p>
            </w:tc>
          </w:tr>
        </w:sdtContent>
      </w:sdt>
      <w:tr w:rsidR="00657368" w:rsidRPr="007C4C20" w14:paraId="7966B850" w14:textId="77777777" w:rsidTr="00257EBA">
        <w:trPr>
          <w:trHeight w:val="1559"/>
        </w:trPr>
        <w:tc>
          <w:tcPr>
            <w:tcW w:w="5000" w:type="pct"/>
            <w:gridSpan w:val="3"/>
            <w:tcBorders>
              <w:top w:val="single" w:sz="4" w:space="0" w:color="auto"/>
              <w:bottom w:val="single" w:sz="4" w:space="0" w:color="auto"/>
            </w:tcBorders>
          </w:tcPr>
          <w:sdt>
            <w:sdtPr>
              <w:alias w:val="To edit this field – rerun the Wizard in CMS CMcK toolbar"/>
              <w:tag w:val="9EDED21D1C3B46BFB538C44DED2E0AEF"/>
              <w:id w:val="458607817"/>
              <w:placeholder>
                <w:docPart w:val="CB1E85C8234D40DDA061601EBB11CB02"/>
              </w:placeholder>
              <w:text w:multiLine="1"/>
            </w:sdtPr>
            <w:sdtEndPr/>
            <w:sdtContent>
              <w:p w14:paraId="7B2FF213" w14:textId="77777777" w:rsidR="00657368" w:rsidRPr="007C4C20" w:rsidRDefault="008C0E2B" w:rsidP="005C0125">
                <w:pPr>
                  <w:pStyle w:val="CMSANCoverTitle"/>
                </w:pPr>
                <w:r w:rsidRPr="007C4C20">
                  <w:t>LOAN</w:t>
                </w:r>
                <w:r w:rsidRPr="007C4C20">
                  <w:br/>
                  <w:t>AGREEMENT</w:t>
                </w:r>
              </w:p>
            </w:sdtContent>
          </w:sdt>
        </w:tc>
      </w:tr>
      <w:tr w:rsidR="00657368" w:rsidRPr="007C4C20" w14:paraId="161AFBC4" w14:textId="77777777" w:rsidTr="00257EBA">
        <w:tc>
          <w:tcPr>
            <w:tcW w:w="5000" w:type="pct"/>
            <w:gridSpan w:val="3"/>
            <w:tcBorders>
              <w:top w:val="single" w:sz="4" w:space="0" w:color="auto"/>
            </w:tcBorders>
          </w:tcPr>
          <w:p w14:paraId="74B9C72D" w14:textId="77777777" w:rsidR="00657368" w:rsidRPr="007C4C20" w:rsidRDefault="00657368" w:rsidP="0048336F">
            <w:pPr>
              <w:pStyle w:val="CMSANCoverCentred"/>
            </w:pPr>
          </w:p>
        </w:tc>
      </w:tr>
      <w:tr w:rsidR="00657368" w:rsidRPr="007C4C20" w14:paraId="0ED02CD7" w14:textId="77777777" w:rsidTr="00657368">
        <w:trPr>
          <w:trHeight w:hRule="exact" w:val="5980"/>
        </w:trPr>
        <w:tc>
          <w:tcPr>
            <w:tcW w:w="5000" w:type="pct"/>
            <w:gridSpan w:val="3"/>
            <w:tcBorders>
              <w:bottom w:val="single" w:sz="4" w:space="0" w:color="auto"/>
            </w:tcBorders>
          </w:tcPr>
          <w:sdt>
            <w:sdtPr>
              <w:rPr>
                <w:b/>
                <w:caps/>
              </w:rPr>
              <w:alias w:val="Use Wizard to edit"/>
              <w:tag w:val="29E43D54BF32496EA759731D0A1543EB"/>
              <w:id w:val="1136377452"/>
              <w:placeholder>
                <w:docPart w:val="4D50712B4D854CCABCA6215E33AF81CA"/>
              </w:placeholder>
            </w:sdtPr>
            <w:sdtEndPr>
              <w:rPr>
                <w:b w:val="0"/>
                <w:caps w:val="0"/>
              </w:rPr>
            </w:sdtEndPr>
            <w:sdtContent>
              <w:p w14:paraId="24394FC4" w14:textId="77777777" w:rsidR="003A7F50" w:rsidRPr="007C4C20" w:rsidRDefault="003A7F50" w:rsidP="00247EB1">
                <w:pPr>
                  <w:pStyle w:val="CMSANCoverCentred"/>
                </w:pPr>
                <w:r w:rsidRPr="007C4C20">
                  <w:t>Between</w:t>
                </w:r>
              </w:p>
              <w:p w14:paraId="45B5E992" w14:textId="77777777" w:rsidR="003A7F50" w:rsidRPr="007C4C20" w:rsidRDefault="00157460" w:rsidP="000F70BD">
                <w:pPr>
                  <w:pStyle w:val="CMSANCoverParties"/>
                </w:pPr>
                <w:sdt>
                  <w:sdtPr>
                    <w:alias w:val="Use Wizard to edit"/>
                    <w:tag w:val="BE4347F97443448DB7ABF0EAD29A715B"/>
                    <w:id w:val="-531572259"/>
                    <w:placeholder>
                      <w:docPart w:val="DA4214BB80B2481F9E9D3AEDEC1921D4"/>
                    </w:placeholder>
                  </w:sdtPr>
                  <w:sdtEndPr/>
                  <w:sdtContent>
                    <w:r w:rsidR="003A7F50" w:rsidRPr="007C4C20">
                      <w:t>THE REPUBLIC OF SERBIA</w:t>
                    </w:r>
                  </w:sdtContent>
                </w:sdt>
              </w:p>
              <w:sdt>
                <w:sdtPr>
                  <w:alias w:val="Use Wizard to edit"/>
                  <w:tag w:val="0F3CEB8E901B4420A16D6A549556EA82"/>
                  <w:id w:val="1350602389"/>
                  <w:placeholder>
                    <w:docPart w:val="AAC12DB22BF447B5A4F851557B914C38"/>
                  </w:placeholder>
                </w:sdtPr>
                <w:sdtEndPr/>
                <w:sdtContent>
                  <w:p w14:paraId="6ECE57EF" w14:textId="77777777" w:rsidR="003A7F50" w:rsidRPr="007C4C20" w:rsidRDefault="003A7F50" w:rsidP="00AA1991">
                    <w:pPr>
                      <w:pStyle w:val="CMSANCoverPartyType"/>
                    </w:pPr>
                    <w:r w:rsidRPr="007C4C20">
                      <w:t>(as Borrower)</w:t>
                    </w:r>
                  </w:p>
                  <w:p w14:paraId="7D105A1E" w14:textId="77777777" w:rsidR="00576DA6" w:rsidRPr="007C4C20" w:rsidRDefault="00576DA6" w:rsidP="00AA1991">
                    <w:pPr>
                      <w:pStyle w:val="CMSANCoverPartyType"/>
                    </w:pPr>
                  </w:p>
                  <w:p w14:paraId="775E191F" w14:textId="77777777" w:rsidR="0061071E" w:rsidRPr="007C4C20" w:rsidRDefault="0061071E" w:rsidP="00AA1991">
                    <w:pPr>
                      <w:pStyle w:val="CMSANCoverPartyType"/>
                    </w:pPr>
                    <w:r w:rsidRPr="007C4C20">
                      <w:t>and</w:t>
                    </w:r>
                  </w:p>
                  <w:p w14:paraId="6FF6AD93" w14:textId="77777777" w:rsidR="003A7F50" w:rsidRPr="007C4C20" w:rsidRDefault="00157460" w:rsidP="00AA1991">
                    <w:pPr>
                      <w:pStyle w:val="CMSANCoverPartyType"/>
                    </w:pPr>
                  </w:p>
                </w:sdtContent>
              </w:sdt>
              <w:sdt>
                <w:sdtPr>
                  <w:alias w:val="Use Wizard to edit"/>
                  <w:tag w:val="7D37A97EA7D94E4A91D0AC32CA8D9F57"/>
                  <w:id w:val="969556719"/>
                  <w:placeholder>
                    <w:docPart w:val="D87843BE37184B1EBADEB63873D1EFD8"/>
                  </w:placeholder>
                </w:sdtPr>
                <w:sdtEndPr/>
                <w:sdtContent>
                  <w:p w14:paraId="656DCF38" w14:textId="77777777" w:rsidR="005C0125" w:rsidRPr="007C4C20" w:rsidRDefault="00157460" w:rsidP="005C0125">
                    <w:pPr>
                      <w:pStyle w:val="CMSANCoverParties"/>
                    </w:pPr>
                    <w:sdt>
                      <w:sdtPr>
                        <w:alias w:val="Use Wizard to edit"/>
                        <w:tag w:val="EF9D85C59D454852AFF166C5175998CF"/>
                        <w:id w:val="-535433749"/>
                        <w:placeholder>
                          <w:docPart w:val="C819D4E0CFA946608BAE00EE37842C4B"/>
                        </w:placeholder>
                      </w:sdtPr>
                      <w:sdtEndPr/>
                      <w:sdtContent>
                        <w:r w:rsidR="005C0125" w:rsidRPr="007C4C20">
                          <w:t>T.C. ZİRAAT BANKASI A.Ş.</w:t>
                        </w:r>
                      </w:sdtContent>
                    </w:sdt>
                  </w:p>
                  <w:sdt>
                    <w:sdtPr>
                      <w:alias w:val="Use Wizard to edit"/>
                      <w:tag w:val="095A4DB7579744A5882C4EB3FF35479A"/>
                      <w:id w:val="310459797"/>
                      <w:placeholder>
                        <w:docPart w:val="F0FEE2E8608046489BE7C359431B4009"/>
                      </w:placeholder>
                    </w:sdtPr>
                    <w:sdtEndPr/>
                    <w:sdtContent>
                      <w:p w14:paraId="40B38A0F" w14:textId="77777777" w:rsidR="005C0125" w:rsidRPr="007C4C20" w:rsidRDefault="005C0125" w:rsidP="005C0125">
                        <w:pPr>
                          <w:pStyle w:val="CMSANCoverPartyType"/>
                          <w:rPr>
                            <w:rFonts w:eastAsiaTheme="minorHAnsi" w:cstheme="minorBidi"/>
                            <w:szCs w:val="22"/>
                          </w:rPr>
                        </w:pPr>
                        <w:r w:rsidRPr="007C4C20">
                          <w:t>and</w:t>
                        </w:r>
                      </w:p>
                    </w:sdtContent>
                  </w:sdt>
                  <w:p w14:paraId="42C43ECF" w14:textId="77777777" w:rsidR="003A7F50" w:rsidRPr="007C4C20" w:rsidRDefault="003A7F50" w:rsidP="000F70BD">
                    <w:pPr>
                      <w:pStyle w:val="CMSANCoverParties"/>
                    </w:pPr>
                    <w:r w:rsidRPr="007C4C20">
                      <w:t>DEN</w:t>
                    </w:r>
                    <w:r w:rsidR="0062057D" w:rsidRPr="007C4C20">
                      <w:t>İ</w:t>
                    </w:r>
                    <w:r w:rsidRPr="007C4C20">
                      <w:t xml:space="preserve">ZBANK </w:t>
                    </w:r>
                    <w:r w:rsidR="00AD4BD8" w:rsidRPr="007C4C20">
                      <w:t>A.Ş.</w:t>
                    </w:r>
                  </w:p>
                </w:sdtContent>
              </w:sdt>
              <w:sdt>
                <w:sdtPr>
                  <w:alias w:val="Use Wizard to edit"/>
                  <w:tag w:val="B2A0E154DDA24600A827112359C389AD"/>
                  <w:id w:val="-1176881660"/>
                  <w:placeholder>
                    <w:docPart w:val="6770D42255E24ABEA39B7ADC231B8232"/>
                  </w:placeholder>
                </w:sdtPr>
                <w:sdtEndPr/>
                <w:sdtContent>
                  <w:p w14:paraId="7DAA7179" w14:textId="77777777" w:rsidR="00657368" w:rsidRPr="007C4C20" w:rsidRDefault="003A7F50" w:rsidP="001143C6">
                    <w:pPr>
                      <w:pStyle w:val="CMSANCoverPartyType"/>
                    </w:pPr>
                    <w:r w:rsidRPr="007C4C20">
                      <w:t xml:space="preserve">(as </w:t>
                    </w:r>
                    <w:r w:rsidR="0094310A" w:rsidRPr="007C4C20">
                      <w:t>Lenders</w:t>
                    </w:r>
                    <w:r w:rsidRPr="007C4C20">
                      <w:t>)</w:t>
                    </w:r>
                  </w:p>
                </w:sdtContent>
              </w:sdt>
            </w:sdtContent>
          </w:sdt>
        </w:tc>
      </w:tr>
      <w:tr w:rsidR="00657368" w:rsidRPr="007C4C20" w14:paraId="7F6A39BA" w14:textId="77777777" w:rsidTr="00064F60">
        <w:trPr>
          <w:trHeight w:val="1701"/>
        </w:trPr>
        <w:tc>
          <w:tcPr>
            <w:tcW w:w="1212" w:type="pct"/>
            <w:tcBorders>
              <w:top w:val="single" w:sz="4" w:space="0" w:color="auto"/>
              <w:bottom w:val="single" w:sz="4" w:space="0" w:color="auto"/>
            </w:tcBorders>
            <w:vAlign w:val="bottom"/>
          </w:tcPr>
          <w:p w14:paraId="6354ED93" w14:textId="77777777" w:rsidR="00657368" w:rsidRPr="007C4C20" w:rsidRDefault="00657368" w:rsidP="00257EBA">
            <w:pPr>
              <w:pStyle w:val="CMSANCoverAddress"/>
            </w:pPr>
          </w:p>
        </w:tc>
        <w:tc>
          <w:tcPr>
            <w:tcW w:w="2576" w:type="pct"/>
            <w:tcBorders>
              <w:top w:val="single" w:sz="4" w:space="0" w:color="auto"/>
              <w:bottom w:val="single" w:sz="4" w:space="0" w:color="auto"/>
            </w:tcBorders>
            <w:vAlign w:val="bottom"/>
          </w:tcPr>
          <w:p w14:paraId="4C2B0674" w14:textId="77777777" w:rsidR="00657368" w:rsidRPr="007C4C20" w:rsidRDefault="00657368" w:rsidP="00257EBA">
            <w:pPr>
              <w:pStyle w:val="CMSANCoverAddress"/>
            </w:pPr>
          </w:p>
        </w:tc>
        <w:sdt>
          <w:sdtPr>
            <w:alias w:val="Outline Content"/>
            <w:tag w:val="3C0260602FC74B0FA85C9571A5DBCEFF"/>
            <w:id w:val="271676705"/>
            <w:placeholder>
              <w:docPart w:val="A0CC4F0D51B54B5581586CA497BC44FA"/>
            </w:placeholder>
            <w:showingPlcHdr/>
          </w:sdtPr>
          <w:sdtEndPr/>
          <w:sdtContent>
            <w:tc>
              <w:tcPr>
                <w:tcW w:w="1211" w:type="pct"/>
                <w:tcBorders>
                  <w:top w:val="single" w:sz="4" w:space="0" w:color="auto"/>
                  <w:bottom w:val="single" w:sz="4" w:space="0" w:color="auto"/>
                </w:tcBorders>
                <w:vAlign w:val="bottom"/>
              </w:tcPr>
              <w:p w14:paraId="29A3791E" w14:textId="77777777" w:rsidR="00657368" w:rsidRPr="007C4C20" w:rsidRDefault="00657368" w:rsidP="00257EBA">
                <w:pPr>
                  <w:pStyle w:val="CMSANCoverAddress"/>
                </w:pPr>
              </w:p>
            </w:tc>
          </w:sdtContent>
        </w:sdt>
      </w:tr>
    </w:tbl>
    <w:p w14:paraId="29359FDD" w14:textId="77777777" w:rsidR="00657368" w:rsidRPr="007C4C20" w:rsidRDefault="00657368" w:rsidP="0048336F"/>
    <w:p w14:paraId="0942AE8A" w14:textId="77777777" w:rsidR="00657368" w:rsidRPr="007C4C20" w:rsidRDefault="00657368" w:rsidP="00537AA3">
      <w:pPr>
        <w:sectPr w:rsidR="00657368" w:rsidRPr="007C4C20" w:rsidSect="002A661B">
          <w:headerReference w:type="default" r:id="rId9"/>
          <w:footerReference w:type="default" r:id="rId10"/>
          <w:headerReference w:type="first" r:id="rId11"/>
          <w:pgSz w:w="11906" w:h="16838" w:code="9"/>
          <w:pgMar w:top="2835" w:right="1134" w:bottom="1134" w:left="1418" w:header="709" w:footer="709" w:gutter="0"/>
          <w:cols w:space="708"/>
          <w:docGrid w:linePitch="360"/>
        </w:sectPr>
      </w:pPr>
    </w:p>
    <w:p w14:paraId="5E2EA206" w14:textId="77777777" w:rsidR="00657368" w:rsidRPr="007C4C20" w:rsidRDefault="00157460" w:rsidP="001124E1">
      <w:pPr>
        <w:pStyle w:val="CMSANTOCHeading"/>
      </w:pPr>
      <w:sdt>
        <w:sdtPr>
          <w:alias w:val="Use Wizard to edit"/>
          <w:tag w:val="615EC3D144D34F718E2ECFE2AA0EF199"/>
          <w:id w:val="1822458288"/>
          <w:placeholder>
            <w:docPart w:val="5C6C0949BEC643FC86E825927FF01C36"/>
          </w:placeholder>
          <w:text w:multiLine="1"/>
        </w:sdtPr>
        <w:sdtEndPr/>
        <w:sdtContent>
          <w:r w:rsidR="003A7F50" w:rsidRPr="007C4C20">
            <w:t>Table of Contents</w:t>
          </w:r>
        </w:sdtContent>
      </w:sdt>
    </w:p>
    <w:p w14:paraId="3E0A9B5E" w14:textId="572C5236" w:rsidR="004A079A" w:rsidRDefault="00657368">
      <w:pPr>
        <w:pStyle w:val="TOC1"/>
        <w:rPr>
          <w:rFonts w:asciiTheme="minorHAnsi" w:eastAsiaTheme="minorEastAsia" w:hAnsiTheme="minorHAnsi"/>
          <w:noProof/>
          <w:color w:val="auto"/>
          <w:lang w:eastAsia="en-GB"/>
        </w:rPr>
      </w:pPr>
      <w:r w:rsidRPr="007C4C20">
        <w:fldChar w:fldCharType="begin"/>
      </w:r>
      <w:r w:rsidRPr="007C4C20">
        <w:instrText xml:space="preserve"> TOC \h \z \t "CMS AN Heading 1,1,CMS AN Main Heading,1,CMS AN Unnumbered,2,CMS AN Schedule 1,3,CMS AN Schedule 2,2,CMS AN ALT Schedule 1,3,CMS AN ALT Schedule 2,2,CMS AN Sch 1 XRef,3,CMS AN Sch 2 XRef,2,CMS ALT Sch 1 XRef,3,CMS ALT Sch 2 XRef,2,CMS AN Section,1,CMS AN Schedule,1" </w:instrText>
      </w:r>
      <w:r w:rsidRPr="007C4C20">
        <w:fldChar w:fldCharType="separate"/>
      </w:r>
      <w:hyperlink w:anchor="_Toc28094891" w:history="1">
        <w:r w:rsidR="004A079A" w:rsidRPr="00573811">
          <w:rPr>
            <w:rStyle w:val="Hyperlink"/>
            <w:noProof/>
          </w:rPr>
          <w:t>1.</w:t>
        </w:r>
        <w:r w:rsidR="004A079A">
          <w:rPr>
            <w:rFonts w:asciiTheme="minorHAnsi" w:eastAsiaTheme="minorEastAsia" w:hAnsiTheme="minorHAnsi"/>
            <w:noProof/>
            <w:color w:val="auto"/>
            <w:lang w:eastAsia="en-GB"/>
          </w:rPr>
          <w:tab/>
        </w:r>
        <w:r w:rsidR="004A079A" w:rsidRPr="00573811">
          <w:rPr>
            <w:rStyle w:val="Hyperlink"/>
            <w:noProof/>
          </w:rPr>
          <w:t>Definitions and Interpretation</w:t>
        </w:r>
        <w:r w:rsidR="004A079A">
          <w:rPr>
            <w:noProof/>
            <w:webHidden/>
          </w:rPr>
          <w:tab/>
        </w:r>
        <w:r w:rsidR="004A079A">
          <w:rPr>
            <w:noProof/>
            <w:webHidden/>
          </w:rPr>
          <w:fldChar w:fldCharType="begin"/>
        </w:r>
        <w:r w:rsidR="004A079A">
          <w:rPr>
            <w:noProof/>
            <w:webHidden/>
          </w:rPr>
          <w:instrText xml:space="preserve"> PAGEREF _Toc28094891 \h </w:instrText>
        </w:r>
        <w:r w:rsidR="004A079A">
          <w:rPr>
            <w:noProof/>
            <w:webHidden/>
          </w:rPr>
        </w:r>
        <w:r w:rsidR="004A079A">
          <w:rPr>
            <w:noProof/>
            <w:webHidden/>
          </w:rPr>
          <w:fldChar w:fldCharType="separate"/>
        </w:r>
        <w:r w:rsidR="00B66043">
          <w:rPr>
            <w:noProof/>
            <w:webHidden/>
          </w:rPr>
          <w:t>2</w:t>
        </w:r>
        <w:r w:rsidR="004A079A">
          <w:rPr>
            <w:noProof/>
            <w:webHidden/>
          </w:rPr>
          <w:fldChar w:fldCharType="end"/>
        </w:r>
      </w:hyperlink>
    </w:p>
    <w:p w14:paraId="37F74129" w14:textId="7C28CE52" w:rsidR="004A079A" w:rsidRDefault="00157460">
      <w:pPr>
        <w:pStyle w:val="TOC1"/>
        <w:rPr>
          <w:rFonts w:asciiTheme="minorHAnsi" w:eastAsiaTheme="minorEastAsia" w:hAnsiTheme="minorHAnsi"/>
          <w:noProof/>
          <w:color w:val="auto"/>
          <w:lang w:eastAsia="en-GB"/>
        </w:rPr>
      </w:pPr>
      <w:hyperlink w:anchor="_Toc28094892" w:history="1">
        <w:r w:rsidR="004A079A" w:rsidRPr="00573811">
          <w:rPr>
            <w:rStyle w:val="Hyperlink"/>
            <w:noProof/>
          </w:rPr>
          <w:t>2.</w:t>
        </w:r>
        <w:r w:rsidR="004A079A">
          <w:rPr>
            <w:rFonts w:asciiTheme="minorHAnsi" w:eastAsiaTheme="minorEastAsia" w:hAnsiTheme="minorHAnsi"/>
            <w:noProof/>
            <w:color w:val="auto"/>
            <w:lang w:eastAsia="en-GB"/>
          </w:rPr>
          <w:tab/>
        </w:r>
        <w:r w:rsidR="004A079A" w:rsidRPr="00573811">
          <w:rPr>
            <w:rStyle w:val="Hyperlink"/>
            <w:noProof/>
          </w:rPr>
          <w:t>The Loan Facilities</w:t>
        </w:r>
        <w:r w:rsidR="004A079A">
          <w:rPr>
            <w:noProof/>
            <w:webHidden/>
          </w:rPr>
          <w:tab/>
        </w:r>
        <w:r w:rsidR="004A079A">
          <w:rPr>
            <w:noProof/>
            <w:webHidden/>
          </w:rPr>
          <w:fldChar w:fldCharType="begin"/>
        </w:r>
        <w:r w:rsidR="004A079A">
          <w:rPr>
            <w:noProof/>
            <w:webHidden/>
          </w:rPr>
          <w:instrText xml:space="preserve"> PAGEREF _Toc28094892 \h </w:instrText>
        </w:r>
        <w:r w:rsidR="004A079A">
          <w:rPr>
            <w:noProof/>
            <w:webHidden/>
          </w:rPr>
        </w:r>
        <w:r w:rsidR="004A079A">
          <w:rPr>
            <w:noProof/>
            <w:webHidden/>
          </w:rPr>
          <w:fldChar w:fldCharType="separate"/>
        </w:r>
        <w:r w:rsidR="00B66043">
          <w:rPr>
            <w:noProof/>
            <w:webHidden/>
          </w:rPr>
          <w:t>2</w:t>
        </w:r>
        <w:r w:rsidR="004A079A">
          <w:rPr>
            <w:noProof/>
            <w:webHidden/>
          </w:rPr>
          <w:fldChar w:fldCharType="end"/>
        </w:r>
      </w:hyperlink>
    </w:p>
    <w:p w14:paraId="238B9DD5" w14:textId="01ABACC9" w:rsidR="004A079A" w:rsidRDefault="00157460">
      <w:pPr>
        <w:pStyle w:val="TOC1"/>
        <w:rPr>
          <w:rFonts w:asciiTheme="minorHAnsi" w:eastAsiaTheme="minorEastAsia" w:hAnsiTheme="minorHAnsi"/>
          <w:noProof/>
          <w:color w:val="auto"/>
          <w:lang w:eastAsia="en-GB"/>
        </w:rPr>
      </w:pPr>
      <w:hyperlink w:anchor="_Toc28094893" w:history="1">
        <w:r w:rsidR="004A079A" w:rsidRPr="00573811">
          <w:rPr>
            <w:rStyle w:val="Hyperlink"/>
            <w:noProof/>
          </w:rPr>
          <w:t>3.</w:t>
        </w:r>
        <w:r w:rsidR="004A079A">
          <w:rPr>
            <w:rFonts w:asciiTheme="minorHAnsi" w:eastAsiaTheme="minorEastAsia" w:hAnsiTheme="minorHAnsi"/>
            <w:noProof/>
            <w:color w:val="auto"/>
            <w:lang w:eastAsia="en-GB"/>
          </w:rPr>
          <w:tab/>
        </w:r>
        <w:r w:rsidR="004A079A" w:rsidRPr="00573811">
          <w:rPr>
            <w:rStyle w:val="Hyperlink"/>
            <w:noProof/>
          </w:rPr>
          <w:t>Purpose</w:t>
        </w:r>
        <w:r w:rsidR="004A079A">
          <w:rPr>
            <w:noProof/>
            <w:webHidden/>
          </w:rPr>
          <w:tab/>
        </w:r>
        <w:r w:rsidR="004A079A">
          <w:rPr>
            <w:noProof/>
            <w:webHidden/>
          </w:rPr>
          <w:fldChar w:fldCharType="begin"/>
        </w:r>
        <w:r w:rsidR="004A079A">
          <w:rPr>
            <w:noProof/>
            <w:webHidden/>
          </w:rPr>
          <w:instrText xml:space="preserve"> PAGEREF _Toc28094893 \h </w:instrText>
        </w:r>
        <w:r w:rsidR="004A079A">
          <w:rPr>
            <w:noProof/>
            <w:webHidden/>
          </w:rPr>
        </w:r>
        <w:r w:rsidR="004A079A">
          <w:rPr>
            <w:noProof/>
            <w:webHidden/>
          </w:rPr>
          <w:fldChar w:fldCharType="separate"/>
        </w:r>
        <w:r w:rsidR="00B66043">
          <w:rPr>
            <w:noProof/>
            <w:webHidden/>
          </w:rPr>
          <w:t>2</w:t>
        </w:r>
        <w:r w:rsidR="004A079A">
          <w:rPr>
            <w:noProof/>
            <w:webHidden/>
          </w:rPr>
          <w:fldChar w:fldCharType="end"/>
        </w:r>
      </w:hyperlink>
    </w:p>
    <w:p w14:paraId="3E32C959" w14:textId="3469E94A" w:rsidR="004A079A" w:rsidRDefault="00157460">
      <w:pPr>
        <w:pStyle w:val="TOC1"/>
        <w:rPr>
          <w:rFonts w:asciiTheme="minorHAnsi" w:eastAsiaTheme="minorEastAsia" w:hAnsiTheme="minorHAnsi"/>
          <w:noProof/>
          <w:color w:val="auto"/>
          <w:lang w:eastAsia="en-GB"/>
        </w:rPr>
      </w:pPr>
      <w:hyperlink w:anchor="_Toc28094894" w:history="1">
        <w:r w:rsidR="004A079A" w:rsidRPr="00573811">
          <w:rPr>
            <w:rStyle w:val="Hyperlink"/>
            <w:noProof/>
          </w:rPr>
          <w:t>4.</w:t>
        </w:r>
        <w:r w:rsidR="004A079A">
          <w:rPr>
            <w:rFonts w:asciiTheme="minorHAnsi" w:eastAsiaTheme="minorEastAsia" w:hAnsiTheme="minorHAnsi"/>
            <w:noProof/>
            <w:color w:val="auto"/>
            <w:lang w:eastAsia="en-GB"/>
          </w:rPr>
          <w:tab/>
        </w:r>
        <w:r w:rsidR="004A079A" w:rsidRPr="00573811">
          <w:rPr>
            <w:rStyle w:val="Hyperlink"/>
            <w:noProof/>
          </w:rPr>
          <w:t>Conditions of Utilisation</w:t>
        </w:r>
        <w:r w:rsidR="004A079A">
          <w:rPr>
            <w:noProof/>
            <w:webHidden/>
          </w:rPr>
          <w:tab/>
        </w:r>
        <w:r w:rsidR="004A079A">
          <w:rPr>
            <w:noProof/>
            <w:webHidden/>
          </w:rPr>
          <w:fldChar w:fldCharType="begin"/>
        </w:r>
        <w:r w:rsidR="004A079A">
          <w:rPr>
            <w:noProof/>
            <w:webHidden/>
          </w:rPr>
          <w:instrText xml:space="preserve"> PAGEREF _Toc28094894 \h </w:instrText>
        </w:r>
        <w:r w:rsidR="004A079A">
          <w:rPr>
            <w:noProof/>
            <w:webHidden/>
          </w:rPr>
        </w:r>
        <w:r w:rsidR="004A079A">
          <w:rPr>
            <w:noProof/>
            <w:webHidden/>
          </w:rPr>
          <w:fldChar w:fldCharType="separate"/>
        </w:r>
        <w:r w:rsidR="00B66043">
          <w:rPr>
            <w:noProof/>
            <w:webHidden/>
          </w:rPr>
          <w:t>3</w:t>
        </w:r>
        <w:r w:rsidR="004A079A">
          <w:rPr>
            <w:noProof/>
            <w:webHidden/>
          </w:rPr>
          <w:fldChar w:fldCharType="end"/>
        </w:r>
      </w:hyperlink>
    </w:p>
    <w:p w14:paraId="3D63346C" w14:textId="2E37BC6F" w:rsidR="004A079A" w:rsidRDefault="00157460">
      <w:pPr>
        <w:pStyle w:val="TOC1"/>
        <w:rPr>
          <w:rFonts w:asciiTheme="minorHAnsi" w:eastAsiaTheme="minorEastAsia" w:hAnsiTheme="minorHAnsi"/>
          <w:noProof/>
          <w:color w:val="auto"/>
          <w:lang w:eastAsia="en-GB"/>
        </w:rPr>
      </w:pPr>
      <w:hyperlink w:anchor="_Toc28094895" w:history="1">
        <w:r w:rsidR="004A079A" w:rsidRPr="00573811">
          <w:rPr>
            <w:rStyle w:val="Hyperlink"/>
            <w:noProof/>
          </w:rPr>
          <w:t>5.</w:t>
        </w:r>
        <w:r w:rsidR="004A079A">
          <w:rPr>
            <w:rFonts w:asciiTheme="minorHAnsi" w:eastAsiaTheme="minorEastAsia" w:hAnsiTheme="minorHAnsi"/>
            <w:noProof/>
            <w:color w:val="auto"/>
            <w:lang w:eastAsia="en-GB"/>
          </w:rPr>
          <w:tab/>
        </w:r>
        <w:r w:rsidR="004A079A" w:rsidRPr="00573811">
          <w:rPr>
            <w:rStyle w:val="Hyperlink"/>
            <w:noProof/>
          </w:rPr>
          <w:t>Utilisation</w:t>
        </w:r>
        <w:r w:rsidR="004A079A">
          <w:rPr>
            <w:noProof/>
            <w:webHidden/>
          </w:rPr>
          <w:tab/>
        </w:r>
        <w:r w:rsidR="004A079A">
          <w:rPr>
            <w:noProof/>
            <w:webHidden/>
          </w:rPr>
          <w:fldChar w:fldCharType="begin"/>
        </w:r>
        <w:r w:rsidR="004A079A">
          <w:rPr>
            <w:noProof/>
            <w:webHidden/>
          </w:rPr>
          <w:instrText xml:space="preserve"> PAGEREF _Toc28094895 \h </w:instrText>
        </w:r>
        <w:r w:rsidR="004A079A">
          <w:rPr>
            <w:noProof/>
            <w:webHidden/>
          </w:rPr>
        </w:r>
        <w:r w:rsidR="004A079A">
          <w:rPr>
            <w:noProof/>
            <w:webHidden/>
          </w:rPr>
          <w:fldChar w:fldCharType="separate"/>
        </w:r>
        <w:r w:rsidR="00B66043">
          <w:rPr>
            <w:noProof/>
            <w:webHidden/>
          </w:rPr>
          <w:t>3</w:t>
        </w:r>
        <w:r w:rsidR="004A079A">
          <w:rPr>
            <w:noProof/>
            <w:webHidden/>
          </w:rPr>
          <w:fldChar w:fldCharType="end"/>
        </w:r>
      </w:hyperlink>
    </w:p>
    <w:p w14:paraId="21DEEBF4" w14:textId="073E9643" w:rsidR="004A079A" w:rsidRDefault="00157460">
      <w:pPr>
        <w:pStyle w:val="TOC1"/>
        <w:rPr>
          <w:rFonts w:asciiTheme="minorHAnsi" w:eastAsiaTheme="minorEastAsia" w:hAnsiTheme="minorHAnsi"/>
          <w:noProof/>
          <w:color w:val="auto"/>
          <w:lang w:eastAsia="en-GB"/>
        </w:rPr>
      </w:pPr>
      <w:hyperlink w:anchor="_Toc28094896" w:history="1">
        <w:r w:rsidR="004A079A" w:rsidRPr="00573811">
          <w:rPr>
            <w:rStyle w:val="Hyperlink"/>
            <w:noProof/>
          </w:rPr>
          <w:t>6.</w:t>
        </w:r>
        <w:r w:rsidR="004A079A">
          <w:rPr>
            <w:rFonts w:asciiTheme="minorHAnsi" w:eastAsiaTheme="minorEastAsia" w:hAnsiTheme="minorHAnsi"/>
            <w:noProof/>
            <w:color w:val="auto"/>
            <w:lang w:eastAsia="en-GB"/>
          </w:rPr>
          <w:tab/>
        </w:r>
        <w:r w:rsidR="004A079A" w:rsidRPr="00573811">
          <w:rPr>
            <w:rStyle w:val="Hyperlink"/>
            <w:noProof/>
          </w:rPr>
          <w:t>Repayment</w:t>
        </w:r>
        <w:r w:rsidR="004A079A">
          <w:rPr>
            <w:noProof/>
            <w:webHidden/>
          </w:rPr>
          <w:tab/>
        </w:r>
        <w:r w:rsidR="004A079A">
          <w:rPr>
            <w:noProof/>
            <w:webHidden/>
          </w:rPr>
          <w:fldChar w:fldCharType="begin"/>
        </w:r>
        <w:r w:rsidR="004A079A">
          <w:rPr>
            <w:noProof/>
            <w:webHidden/>
          </w:rPr>
          <w:instrText xml:space="preserve"> PAGEREF _Toc28094896 \h </w:instrText>
        </w:r>
        <w:r w:rsidR="004A079A">
          <w:rPr>
            <w:noProof/>
            <w:webHidden/>
          </w:rPr>
        </w:r>
        <w:r w:rsidR="004A079A">
          <w:rPr>
            <w:noProof/>
            <w:webHidden/>
          </w:rPr>
          <w:fldChar w:fldCharType="separate"/>
        </w:r>
        <w:r w:rsidR="00B66043">
          <w:rPr>
            <w:noProof/>
            <w:webHidden/>
          </w:rPr>
          <w:t>5</w:t>
        </w:r>
        <w:r w:rsidR="004A079A">
          <w:rPr>
            <w:noProof/>
            <w:webHidden/>
          </w:rPr>
          <w:fldChar w:fldCharType="end"/>
        </w:r>
      </w:hyperlink>
    </w:p>
    <w:p w14:paraId="000EA585" w14:textId="2391F940" w:rsidR="004A079A" w:rsidRDefault="00157460">
      <w:pPr>
        <w:pStyle w:val="TOC1"/>
        <w:rPr>
          <w:rFonts w:asciiTheme="minorHAnsi" w:eastAsiaTheme="minorEastAsia" w:hAnsiTheme="minorHAnsi"/>
          <w:noProof/>
          <w:color w:val="auto"/>
          <w:lang w:eastAsia="en-GB"/>
        </w:rPr>
      </w:pPr>
      <w:hyperlink w:anchor="_Toc28094897" w:history="1">
        <w:r w:rsidR="004A079A" w:rsidRPr="00573811">
          <w:rPr>
            <w:rStyle w:val="Hyperlink"/>
            <w:noProof/>
          </w:rPr>
          <w:t>7.</w:t>
        </w:r>
        <w:r w:rsidR="004A079A">
          <w:rPr>
            <w:rFonts w:asciiTheme="minorHAnsi" w:eastAsiaTheme="minorEastAsia" w:hAnsiTheme="minorHAnsi"/>
            <w:noProof/>
            <w:color w:val="auto"/>
            <w:lang w:eastAsia="en-GB"/>
          </w:rPr>
          <w:tab/>
        </w:r>
        <w:r w:rsidR="004A079A" w:rsidRPr="00573811">
          <w:rPr>
            <w:rStyle w:val="Hyperlink"/>
            <w:noProof/>
          </w:rPr>
          <w:t>Prepayment</w:t>
        </w:r>
        <w:r w:rsidR="004A079A">
          <w:rPr>
            <w:noProof/>
            <w:webHidden/>
          </w:rPr>
          <w:tab/>
        </w:r>
        <w:r w:rsidR="004A079A">
          <w:rPr>
            <w:noProof/>
            <w:webHidden/>
          </w:rPr>
          <w:fldChar w:fldCharType="begin"/>
        </w:r>
        <w:r w:rsidR="004A079A">
          <w:rPr>
            <w:noProof/>
            <w:webHidden/>
          </w:rPr>
          <w:instrText xml:space="preserve"> PAGEREF _Toc28094897 \h </w:instrText>
        </w:r>
        <w:r w:rsidR="004A079A">
          <w:rPr>
            <w:noProof/>
            <w:webHidden/>
          </w:rPr>
        </w:r>
        <w:r w:rsidR="004A079A">
          <w:rPr>
            <w:noProof/>
            <w:webHidden/>
          </w:rPr>
          <w:fldChar w:fldCharType="separate"/>
        </w:r>
        <w:r w:rsidR="00B66043">
          <w:rPr>
            <w:noProof/>
            <w:webHidden/>
          </w:rPr>
          <w:t>10</w:t>
        </w:r>
        <w:r w:rsidR="004A079A">
          <w:rPr>
            <w:noProof/>
            <w:webHidden/>
          </w:rPr>
          <w:fldChar w:fldCharType="end"/>
        </w:r>
      </w:hyperlink>
    </w:p>
    <w:p w14:paraId="4CF0836E" w14:textId="400D166D" w:rsidR="004A079A" w:rsidRDefault="00157460">
      <w:pPr>
        <w:pStyle w:val="TOC1"/>
        <w:rPr>
          <w:rFonts w:asciiTheme="minorHAnsi" w:eastAsiaTheme="minorEastAsia" w:hAnsiTheme="minorHAnsi"/>
          <w:noProof/>
          <w:color w:val="auto"/>
          <w:lang w:eastAsia="en-GB"/>
        </w:rPr>
      </w:pPr>
      <w:hyperlink w:anchor="_Toc28094898" w:history="1">
        <w:r w:rsidR="004A079A" w:rsidRPr="00573811">
          <w:rPr>
            <w:rStyle w:val="Hyperlink"/>
            <w:noProof/>
          </w:rPr>
          <w:t>8.</w:t>
        </w:r>
        <w:r w:rsidR="004A079A">
          <w:rPr>
            <w:rFonts w:asciiTheme="minorHAnsi" w:eastAsiaTheme="minorEastAsia" w:hAnsiTheme="minorHAnsi"/>
            <w:noProof/>
            <w:color w:val="auto"/>
            <w:lang w:eastAsia="en-GB"/>
          </w:rPr>
          <w:tab/>
        </w:r>
        <w:r w:rsidR="004A079A" w:rsidRPr="00573811">
          <w:rPr>
            <w:rStyle w:val="Hyperlink"/>
            <w:noProof/>
          </w:rPr>
          <w:t>Interest</w:t>
        </w:r>
        <w:r w:rsidR="004A079A">
          <w:rPr>
            <w:noProof/>
            <w:webHidden/>
          </w:rPr>
          <w:tab/>
        </w:r>
        <w:r w:rsidR="004A079A">
          <w:rPr>
            <w:noProof/>
            <w:webHidden/>
          </w:rPr>
          <w:fldChar w:fldCharType="begin"/>
        </w:r>
        <w:r w:rsidR="004A079A">
          <w:rPr>
            <w:noProof/>
            <w:webHidden/>
          </w:rPr>
          <w:instrText xml:space="preserve"> PAGEREF _Toc28094898 \h </w:instrText>
        </w:r>
        <w:r w:rsidR="004A079A">
          <w:rPr>
            <w:noProof/>
            <w:webHidden/>
          </w:rPr>
        </w:r>
        <w:r w:rsidR="004A079A">
          <w:rPr>
            <w:noProof/>
            <w:webHidden/>
          </w:rPr>
          <w:fldChar w:fldCharType="separate"/>
        </w:r>
        <w:r w:rsidR="00B66043">
          <w:rPr>
            <w:noProof/>
            <w:webHidden/>
          </w:rPr>
          <w:t>11</w:t>
        </w:r>
        <w:r w:rsidR="004A079A">
          <w:rPr>
            <w:noProof/>
            <w:webHidden/>
          </w:rPr>
          <w:fldChar w:fldCharType="end"/>
        </w:r>
      </w:hyperlink>
    </w:p>
    <w:p w14:paraId="41EF01EE" w14:textId="25250B28" w:rsidR="004A079A" w:rsidRDefault="00157460">
      <w:pPr>
        <w:pStyle w:val="TOC1"/>
        <w:rPr>
          <w:rFonts w:asciiTheme="minorHAnsi" w:eastAsiaTheme="minorEastAsia" w:hAnsiTheme="minorHAnsi"/>
          <w:noProof/>
          <w:color w:val="auto"/>
          <w:lang w:eastAsia="en-GB"/>
        </w:rPr>
      </w:pPr>
      <w:hyperlink w:anchor="_Toc28094899" w:history="1">
        <w:r w:rsidR="004A079A" w:rsidRPr="00573811">
          <w:rPr>
            <w:rStyle w:val="Hyperlink"/>
            <w:noProof/>
          </w:rPr>
          <w:t>9.</w:t>
        </w:r>
        <w:r w:rsidR="004A079A">
          <w:rPr>
            <w:rFonts w:asciiTheme="minorHAnsi" w:eastAsiaTheme="minorEastAsia" w:hAnsiTheme="minorHAnsi"/>
            <w:noProof/>
            <w:color w:val="auto"/>
            <w:lang w:eastAsia="en-GB"/>
          </w:rPr>
          <w:tab/>
        </w:r>
        <w:r w:rsidR="004A079A" w:rsidRPr="00573811">
          <w:rPr>
            <w:rStyle w:val="Hyperlink"/>
            <w:noProof/>
          </w:rPr>
          <w:t>Interest Periods</w:t>
        </w:r>
        <w:r w:rsidR="004A079A">
          <w:rPr>
            <w:noProof/>
            <w:webHidden/>
          </w:rPr>
          <w:tab/>
        </w:r>
        <w:r w:rsidR="004A079A">
          <w:rPr>
            <w:noProof/>
            <w:webHidden/>
          </w:rPr>
          <w:fldChar w:fldCharType="begin"/>
        </w:r>
        <w:r w:rsidR="004A079A">
          <w:rPr>
            <w:noProof/>
            <w:webHidden/>
          </w:rPr>
          <w:instrText xml:space="preserve"> PAGEREF _Toc28094899 \h </w:instrText>
        </w:r>
        <w:r w:rsidR="004A079A">
          <w:rPr>
            <w:noProof/>
            <w:webHidden/>
          </w:rPr>
        </w:r>
        <w:r w:rsidR="004A079A">
          <w:rPr>
            <w:noProof/>
            <w:webHidden/>
          </w:rPr>
          <w:fldChar w:fldCharType="separate"/>
        </w:r>
        <w:r w:rsidR="00B66043">
          <w:rPr>
            <w:noProof/>
            <w:webHidden/>
          </w:rPr>
          <w:t>12</w:t>
        </w:r>
        <w:r w:rsidR="004A079A">
          <w:rPr>
            <w:noProof/>
            <w:webHidden/>
          </w:rPr>
          <w:fldChar w:fldCharType="end"/>
        </w:r>
      </w:hyperlink>
    </w:p>
    <w:p w14:paraId="0929EF51" w14:textId="73CDF97A" w:rsidR="004A079A" w:rsidRDefault="00157460">
      <w:pPr>
        <w:pStyle w:val="TOC1"/>
        <w:rPr>
          <w:rFonts w:asciiTheme="minorHAnsi" w:eastAsiaTheme="minorEastAsia" w:hAnsiTheme="minorHAnsi"/>
          <w:noProof/>
          <w:color w:val="auto"/>
          <w:lang w:eastAsia="en-GB"/>
        </w:rPr>
      </w:pPr>
      <w:hyperlink w:anchor="_Toc28094900" w:history="1">
        <w:r w:rsidR="004A079A" w:rsidRPr="00573811">
          <w:rPr>
            <w:rStyle w:val="Hyperlink"/>
            <w:noProof/>
          </w:rPr>
          <w:t>10.</w:t>
        </w:r>
        <w:r w:rsidR="004A079A">
          <w:rPr>
            <w:rFonts w:asciiTheme="minorHAnsi" w:eastAsiaTheme="minorEastAsia" w:hAnsiTheme="minorHAnsi"/>
            <w:noProof/>
            <w:color w:val="auto"/>
            <w:lang w:eastAsia="en-GB"/>
          </w:rPr>
          <w:tab/>
        </w:r>
        <w:r w:rsidR="004A079A" w:rsidRPr="00573811">
          <w:rPr>
            <w:rStyle w:val="Hyperlink"/>
            <w:noProof/>
          </w:rPr>
          <w:t>Fees</w:t>
        </w:r>
        <w:r w:rsidR="004A079A">
          <w:rPr>
            <w:noProof/>
            <w:webHidden/>
          </w:rPr>
          <w:tab/>
        </w:r>
        <w:r w:rsidR="004A079A">
          <w:rPr>
            <w:noProof/>
            <w:webHidden/>
          </w:rPr>
          <w:fldChar w:fldCharType="begin"/>
        </w:r>
        <w:r w:rsidR="004A079A">
          <w:rPr>
            <w:noProof/>
            <w:webHidden/>
          </w:rPr>
          <w:instrText xml:space="preserve"> PAGEREF _Toc28094900 \h </w:instrText>
        </w:r>
        <w:r w:rsidR="004A079A">
          <w:rPr>
            <w:noProof/>
            <w:webHidden/>
          </w:rPr>
        </w:r>
        <w:r w:rsidR="004A079A">
          <w:rPr>
            <w:noProof/>
            <w:webHidden/>
          </w:rPr>
          <w:fldChar w:fldCharType="separate"/>
        </w:r>
        <w:r w:rsidR="00B66043">
          <w:rPr>
            <w:noProof/>
            <w:webHidden/>
          </w:rPr>
          <w:t>12</w:t>
        </w:r>
        <w:r w:rsidR="004A079A">
          <w:rPr>
            <w:noProof/>
            <w:webHidden/>
          </w:rPr>
          <w:fldChar w:fldCharType="end"/>
        </w:r>
      </w:hyperlink>
    </w:p>
    <w:p w14:paraId="28CEA076" w14:textId="5BFE2EFB" w:rsidR="004A079A" w:rsidRDefault="00157460">
      <w:pPr>
        <w:pStyle w:val="TOC1"/>
        <w:rPr>
          <w:rFonts w:asciiTheme="minorHAnsi" w:eastAsiaTheme="minorEastAsia" w:hAnsiTheme="minorHAnsi"/>
          <w:noProof/>
          <w:color w:val="auto"/>
          <w:lang w:eastAsia="en-GB"/>
        </w:rPr>
      </w:pPr>
      <w:hyperlink w:anchor="_Toc28094901" w:history="1">
        <w:r w:rsidR="004A079A" w:rsidRPr="00573811">
          <w:rPr>
            <w:rStyle w:val="Hyperlink"/>
            <w:noProof/>
          </w:rPr>
          <w:t>11.</w:t>
        </w:r>
        <w:r w:rsidR="004A079A">
          <w:rPr>
            <w:rFonts w:asciiTheme="minorHAnsi" w:eastAsiaTheme="minorEastAsia" w:hAnsiTheme="minorHAnsi"/>
            <w:noProof/>
            <w:color w:val="auto"/>
            <w:lang w:eastAsia="en-GB"/>
          </w:rPr>
          <w:tab/>
        </w:r>
        <w:r w:rsidR="004A079A" w:rsidRPr="00573811">
          <w:rPr>
            <w:rStyle w:val="Hyperlink"/>
            <w:noProof/>
          </w:rPr>
          <w:t>Taxes and Changes in Circumstances</w:t>
        </w:r>
        <w:r w:rsidR="004A079A">
          <w:rPr>
            <w:noProof/>
            <w:webHidden/>
          </w:rPr>
          <w:tab/>
        </w:r>
        <w:r w:rsidR="004A079A">
          <w:rPr>
            <w:noProof/>
            <w:webHidden/>
          </w:rPr>
          <w:fldChar w:fldCharType="begin"/>
        </w:r>
        <w:r w:rsidR="004A079A">
          <w:rPr>
            <w:noProof/>
            <w:webHidden/>
          </w:rPr>
          <w:instrText xml:space="preserve"> PAGEREF _Toc28094901 \h </w:instrText>
        </w:r>
        <w:r w:rsidR="004A079A">
          <w:rPr>
            <w:noProof/>
            <w:webHidden/>
          </w:rPr>
        </w:r>
        <w:r w:rsidR="004A079A">
          <w:rPr>
            <w:noProof/>
            <w:webHidden/>
          </w:rPr>
          <w:fldChar w:fldCharType="separate"/>
        </w:r>
        <w:r w:rsidR="00B66043">
          <w:rPr>
            <w:noProof/>
            <w:webHidden/>
          </w:rPr>
          <w:t>13</w:t>
        </w:r>
        <w:r w:rsidR="004A079A">
          <w:rPr>
            <w:noProof/>
            <w:webHidden/>
          </w:rPr>
          <w:fldChar w:fldCharType="end"/>
        </w:r>
      </w:hyperlink>
    </w:p>
    <w:p w14:paraId="19EEA4E3" w14:textId="30C597A2" w:rsidR="004A079A" w:rsidRDefault="00157460">
      <w:pPr>
        <w:pStyle w:val="TOC1"/>
        <w:rPr>
          <w:rFonts w:asciiTheme="minorHAnsi" w:eastAsiaTheme="minorEastAsia" w:hAnsiTheme="minorHAnsi"/>
          <w:noProof/>
          <w:color w:val="auto"/>
          <w:lang w:eastAsia="en-GB"/>
        </w:rPr>
      </w:pPr>
      <w:hyperlink w:anchor="_Toc28094902" w:history="1">
        <w:r w:rsidR="004A079A" w:rsidRPr="00573811">
          <w:rPr>
            <w:rStyle w:val="Hyperlink"/>
            <w:noProof/>
          </w:rPr>
          <w:t>12.</w:t>
        </w:r>
        <w:r w:rsidR="004A079A">
          <w:rPr>
            <w:rFonts w:asciiTheme="minorHAnsi" w:eastAsiaTheme="minorEastAsia" w:hAnsiTheme="minorHAnsi"/>
            <w:noProof/>
            <w:color w:val="auto"/>
            <w:lang w:eastAsia="en-GB"/>
          </w:rPr>
          <w:tab/>
        </w:r>
        <w:r w:rsidR="004A079A" w:rsidRPr="00573811">
          <w:rPr>
            <w:rStyle w:val="Hyperlink"/>
            <w:noProof/>
          </w:rPr>
          <w:t>Other Indemnities</w:t>
        </w:r>
        <w:r w:rsidR="004A079A">
          <w:rPr>
            <w:noProof/>
            <w:webHidden/>
          </w:rPr>
          <w:tab/>
        </w:r>
        <w:r w:rsidR="004A079A">
          <w:rPr>
            <w:noProof/>
            <w:webHidden/>
          </w:rPr>
          <w:fldChar w:fldCharType="begin"/>
        </w:r>
        <w:r w:rsidR="004A079A">
          <w:rPr>
            <w:noProof/>
            <w:webHidden/>
          </w:rPr>
          <w:instrText xml:space="preserve"> PAGEREF _Toc28094902 \h </w:instrText>
        </w:r>
        <w:r w:rsidR="004A079A">
          <w:rPr>
            <w:noProof/>
            <w:webHidden/>
          </w:rPr>
        </w:r>
        <w:r w:rsidR="004A079A">
          <w:rPr>
            <w:noProof/>
            <w:webHidden/>
          </w:rPr>
          <w:fldChar w:fldCharType="separate"/>
        </w:r>
        <w:r w:rsidR="00B66043">
          <w:rPr>
            <w:noProof/>
            <w:webHidden/>
          </w:rPr>
          <w:t>15</w:t>
        </w:r>
        <w:r w:rsidR="004A079A">
          <w:rPr>
            <w:noProof/>
            <w:webHidden/>
          </w:rPr>
          <w:fldChar w:fldCharType="end"/>
        </w:r>
      </w:hyperlink>
    </w:p>
    <w:p w14:paraId="73386005" w14:textId="4F3EE442" w:rsidR="004A079A" w:rsidRDefault="00157460">
      <w:pPr>
        <w:pStyle w:val="TOC1"/>
        <w:rPr>
          <w:rFonts w:asciiTheme="minorHAnsi" w:eastAsiaTheme="minorEastAsia" w:hAnsiTheme="minorHAnsi"/>
          <w:noProof/>
          <w:color w:val="auto"/>
          <w:lang w:eastAsia="en-GB"/>
        </w:rPr>
      </w:pPr>
      <w:hyperlink w:anchor="_Toc28094903" w:history="1">
        <w:r w:rsidR="004A079A" w:rsidRPr="00573811">
          <w:rPr>
            <w:rStyle w:val="Hyperlink"/>
            <w:noProof/>
          </w:rPr>
          <w:t>13.</w:t>
        </w:r>
        <w:r w:rsidR="004A079A">
          <w:rPr>
            <w:rFonts w:asciiTheme="minorHAnsi" w:eastAsiaTheme="minorEastAsia" w:hAnsiTheme="minorHAnsi"/>
            <w:noProof/>
            <w:color w:val="auto"/>
            <w:lang w:eastAsia="en-GB"/>
          </w:rPr>
          <w:tab/>
        </w:r>
        <w:r w:rsidR="004A079A" w:rsidRPr="00573811">
          <w:rPr>
            <w:rStyle w:val="Hyperlink"/>
            <w:noProof/>
          </w:rPr>
          <w:t>Mitigation by the Lenders</w:t>
        </w:r>
        <w:r w:rsidR="004A079A">
          <w:rPr>
            <w:noProof/>
            <w:webHidden/>
          </w:rPr>
          <w:tab/>
        </w:r>
        <w:r w:rsidR="004A079A">
          <w:rPr>
            <w:noProof/>
            <w:webHidden/>
          </w:rPr>
          <w:fldChar w:fldCharType="begin"/>
        </w:r>
        <w:r w:rsidR="004A079A">
          <w:rPr>
            <w:noProof/>
            <w:webHidden/>
          </w:rPr>
          <w:instrText xml:space="preserve"> PAGEREF _Toc28094903 \h </w:instrText>
        </w:r>
        <w:r w:rsidR="004A079A">
          <w:rPr>
            <w:noProof/>
            <w:webHidden/>
          </w:rPr>
        </w:r>
        <w:r w:rsidR="004A079A">
          <w:rPr>
            <w:noProof/>
            <w:webHidden/>
          </w:rPr>
          <w:fldChar w:fldCharType="separate"/>
        </w:r>
        <w:r w:rsidR="00B66043">
          <w:rPr>
            <w:noProof/>
            <w:webHidden/>
          </w:rPr>
          <w:t>15</w:t>
        </w:r>
        <w:r w:rsidR="004A079A">
          <w:rPr>
            <w:noProof/>
            <w:webHidden/>
          </w:rPr>
          <w:fldChar w:fldCharType="end"/>
        </w:r>
      </w:hyperlink>
    </w:p>
    <w:p w14:paraId="54C88B90" w14:textId="13A80251" w:rsidR="004A079A" w:rsidRDefault="00157460">
      <w:pPr>
        <w:pStyle w:val="TOC1"/>
        <w:rPr>
          <w:rFonts w:asciiTheme="minorHAnsi" w:eastAsiaTheme="minorEastAsia" w:hAnsiTheme="minorHAnsi"/>
          <w:noProof/>
          <w:color w:val="auto"/>
          <w:lang w:eastAsia="en-GB"/>
        </w:rPr>
      </w:pPr>
      <w:hyperlink w:anchor="_Toc28094904" w:history="1">
        <w:r w:rsidR="004A079A" w:rsidRPr="00573811">
          <w:rPr>
            <w:rStyle w:val="Hyperlink"/>
            <w:noProof/>
          </w:rPr>
          <w:t>14.</w:t>
        </w:r>
        <w:r w:rsidR="004A079A">
          <w:rPr>
            <w:rFonts w:asciiTheme="minorHAnsi" w:eastAsiaTheme="minorEastAsia" w:hAnsiTheme="minorHAnsi"/>
            <w:noProof/>
            <w:color w:val="auto"/>
            <w:lang w:eastAsia="en-GB"/>
          </w:rPr>
          <w:tab/>
        </w:r>
        <w:r w:rsidR="004A079A" w:rsidRPr="00573811">
          <w:rPr>
            <w:rStyle w:val="Hyperlink"/>
            <w:noProof/>
          </w:rPr>
          <w:t>Costs and Expenses</w:t>
        </w:r>
        <w:r w:rsidR="004A079A">
          <w:rPr>
            <w:noProof/>
            <w:webHidden/>
          </w:rPr>
          <w:tab/>
        </w:r>
        <w:r w:rsidR="004A079A">
          <w:rPr>
            <w:noProof/>
            <w:webHidden/>
          </w:rPr>
          <w:fldChar w:fldCharType="begin"/>
        </w:r>
        <w:r w:rsidR="004A079A">
          <w:rPr>
            <w:noProof/>
            <w:webHidden/>
          </w:rPr>
          <w:instrText xml:space="preserve"> PAGEREF _Toc28094904 \h </w:instrText>
        </w:r>
        <w:r w:rsidR="004A079A">
          <w:rPr>
            <w:noProof/>
            <w:webHidden/>
          </w:rPr>
        </w:r>
        <w:r w:rsidR="004A079A">
          <w:rPr>
            <w:noProof/>
            <w:webHidden/>
          </w:rPr>
          <w:fldChar w:fldCharType="separate"/>
        </w:r>
        <w:r w:rsidR="00B66043">
          <w:rPr>
            <w:noProof/>
            <w:webHidden/>
          </w:rPr>
          <w:t>16</w:t>
        </w:r>
        <w:r w:rsidR="004A079A">
          <w:rPr>
            <w:noProof/>
            <w:webHidden/>
          </w:rPr>
          <w:fldChar w:fldCharType="end"/>
        </w:r>
      </w:hyperlink>
    </w:p>
    <w:p w14:paraId="2C9EF4F2" w14:textId="1D6A70E8" w:rsidR="004A079A" w:rsidRDefault="00157460">
      <w:pPr>
        <w:pStyle w:val="TOC1"/>
        <w:rPr>
          <w:rFonts w:asciiTheme="minorHAnsi" w:eastAsiaTheme="minorEastAsia" w:hAnsiTheme="minorHAnsi"/>
          <w:noProof/>
          <w:color w:val="auto"/>
          <w:lang w:eastAsia="en-GB"/>
        </w:rPr>
      </w:pPr>
      <w:hyperlink w:anchor="_Toc28094905" w:history="1">
        <w:r w:rsidR="004A079A" w:rsidRPr="00573811">
          <w:rPr>
            <w:rStyle w:val="Hyperlink"/>
            <w:noProof/>
          </w:rPr>
          <w:t>15.</w:t>
        </w:r>
        <w:r w:rsidR="004A079A">
          <w:rPr>
            <w:rFonts w:asciiTheme="minorHAnsi" w:eastAsiaTheme="minorEastAsia" w:hAnsiTheme="minorHAnsi"/>
            <w:noProof/>
            <w:color w:val="auto"/>
            <w:lang w:eastAsia="en-GB"/>
          </w:rPr>
          <w:tab/>
        </w:r>
        <w:r w:rsidR="004A079A" w:rsidRPr="00573811">
          <w:rPr>
            <w:rStyle w:val="Hyperlink"/>
            <w:noProof/>
          </w:rPr>
          <w:t>Representations</w:t>
        </w:r>
        <w:r w:rsidR="004A079A">
          <w:rPr>
            <w:noProof/>
            <w:webHidden/>
          </w:rPr>
          <w:tab/>
        </w:r>
        <w:r w:rsidR="004A079A">
          <w:rPr>
            <w:noProof/>
            <w:webHidden/>
          </w:rPr>
          <w:fldChar w:fldCharType="begin"/>
        </w:r>
        <w:r w:rsidR="004A079A">
          <w:rPr>
            <w:noProof/>
            <w:webHidden/>
          </w:rPr>
          <w:instrText xml:space="preserve"> PAGEREF _Toc28094905 \h </w:instrText>
        </w:r>
        <w:r w:rsidR="004A079A">
          <w:rPr>
            <w:noProof/>
            <w:webHidden/>
          </w:rPr>
        </w:r>
        <w:r w:rsidR="004A079A">
          <w:rPr>
            <w:noProof/>
            <w:webHidden/>
          </w:rPr>
          <w:fldChar w:fldCharType="separate"/>
        </w:r>
        <w:r w:rsidR="00B66043">
          <w:rPr>
            <w:noProof/>
            <w:webHidden/>
          </w:rPr>
          <w:t>16</w:t>
        </w:r>
        <w:r w:rsidR="004A079A">
          <w:rPr>
            <w:noProof/>
            <w:webHidden/>
          </w:rPr>
          <w:fldChar w:fldCharType="end"/>
        </w:r>
      </w:hyperlink>
    </w:p>
    <w:p w14:paraId="6927B563" w14:textId="4587A14F" w:rsidR="004A079A" w:rsidRDefault="00157460">
      <w:pPr>
        <w:pStyle w:val="TOC1"/>
        <w:rPr>
          <w:rFonts w:asciiTheme="minorHAnsi" w:eastAsiaTheme="minorEastAsia" w:hAnsiTheme="minorHAnsi"/>
          <w:noProof/>
          <w:color w:val="auto"/>
          <w:lang w:eastAsia="en-GB"/>
        </w:rPr>
      </w:pPr>
      <w:hyperlink w:anchor="_Toc28094906" w:history="1">
        <w:r w:rsidR="004A079A" w:rsidRPr="00573811">
          <w:rPr>
            <w:rStyle w:val="Hyperlink"/>
            <w:noProof/>
          </w:rPr>
          <w:t>16.</w:t>
        </w:r>
        <w:r w:rsidR="004A079A">
          <w:rPr>
            <w:rFonts w:asciiTheme="minorHAnsi" w:eastAsiaTheme="minorEastAsia" w:hAnsiTheme="minorHAnsi"/>
            <w:noProof/>
            <w:color w:val="auto"/>
            <w:lang w:eastAsia="en-GB"/>
          </w:rPr>
          <w:tab/>
        </w:r>
        <w:r w:rsidR="004A079A" w:rsidRPr="00573811">
          <w:rPr>
            <w:rStyle w:val="Hyperlink"/>
            <w:noProof/>
          </w:rPr>
          <w:t>Information Undertakings</w:t>
        </w:r>
        <w:r w:rsidR="004A079A">
          <w:rPr>
            <w:noProof/>
            <w:webHidden/>
          </w:rPr>
          <w:tab/>
        </w:r>
        <w:r w:rsidR="004A079A">
          <w:rPr>
            <w:noProof/>
            <w:webHidden/>
          </w:rPr>
          <w:fldChar w:fldCharType="begin"/>
        </w:r>
        <w:r w:rsidR="004A079A">
          <w:rPr>
            <w:noProof/>
            <w:webHidden/>
          </w:rPr>
          <w:instrText xml:space="preserve"> PAGEREF _Toc28094906 \h </w:instrText>
        </w:r>
        <w:r w:rsidR="004A079A">
          <w:rPr>
            <w:noProof/>
            <w:webHidden/>
          </w:rPr>
        </w:r>
        <w:r w:rsidR="004A079A">
          <w:rPr>
            <w:noProof/>
            <w:webHidden/>
          </w:rPr>
          <w:fldChar w:fldCharType="separate"/>
        </w:r>
        <w:r w:rsidR="00B66043">
          <w:rPr>
            <w:noProof/>
            <w:webHidden/>
          </w:rPr>
          <w:t>20</w:t>
        </w:r>
        <w:r w:rsidR="004A079A">
          <w:rPr>
            <w:noProof/>
            <w:webHidden/>
          </w:rPr>
          <w:fldChar w:fldCharType="end"/>
        </w:r>
      </w:hyperlink>
    </w:p>
    <w:p w14:paraId="33669020" w14:textId="786B1815" w:rsidR="004A079A" w:rsidRDefault="00157460">
      <w:pPr>
        <w:pStyle w:val="TOC1"/>
        <w:rPr>
          <w:rFonts w:asciiTheme="minorHAnsi" w:eastAsiaTheme="minorEastAsia" w:hAnsiTheme="minorHAnsi"/>
          <w:noProof/>
          <w:color w:val="auto"/>
          <w:lang w:eastAsia="en-GB"/>
        </w:rPr>
      </w:pPr>
      <w:hyperlink w:anchor="_Toc28094907" w:history="1">
        <w:r w:rsidR="004A079A" w:rsidRPr="00573811">
          <w:rPr>
            <w:rStyle w:val="Hyperlink"/>
            <w:noProof/>
          </w:rPr>
          <w:t>17.</w:t>
        </w:r>
        <w:r w:rsidR="004A079A">
          <w:rPr>
            <w:rFonts w:asciiTheme="minorHAnsi" w:eastAsiaTheme="minorEastAsia" w:hAnsiTheme="minorHAnsi"/>
            <w:noProof/>
            <w:color w:val="auto"/>
            <w:lang w:eastAsia="en-GB"/>
          </w:rPr>
          <w:tab/>
        </w:r>
        <w:r w:rsidR="004A079A" w:rsidRPr="00573811">
          <w:rPr>
            <w:rStyle w:val="Hyperlink"/>
            <w:noProof/>
          </w:rPr>
          <w:t>General Undertakings</w:t>
        </w:r>
        <w:r w:rsidR="004A079A">
          <w:rPr>
            <w:noProof/>
            <w:webHidden/>
          </w:rPr>
          <w:tab/>
        </w:r>
        <w:r w:rsidR="004A079A">
          <w:rPr>
            <w:noProof/>
            <w:webHidden/>
          </w:rPr>
          <w:fldChar w:fldCharType="begin"/>
        </w:r>
        <w:r w:rsidR="004A079A">
          <w:rPr>
            <w:noProof/>
            <w:webHidden/>
          </w:rPr>
          <w:instrText xml:space="preserve"> PAGEREF _Toc28094907 \h </w:instrText>
        </w:r>
        <w:r w:rsidR="004A079A">
          <w:rPr>
            <w:noProof/>
            <w:webHidden/>
          </w:rPr>
        </w:r>
        <w:r w:rsidR="004A079A">
          <w:rPr>
            <w:noProof/>
            <w:webHidden/>
          </w:rPr>
          <w:fldChar w:fldCharType="separate"/>
        </w:r>
        <w:r w:rsidR="00B66043">
          <w:rPr>
            <w:noProof/>
            <w:webHidden/>
          </w:rPr>
          <w:t>22</w:t>
        </w:r>
        <w:r w:rsidR="004A079A">
          <w:rPr>
            <w:noProof/>
            <w:webHidden/>
          </w:rPr>
          <w:fldChar w:fldCharType="end"/>
        </w:r>
      </w:hyperlink>
    </w:p>
    <w:p w14:paraId="00B3EA74" w14:textId="5942128A" w:rsidR="004A079A" w:rsidRDefault="00157460">
      <w:pPr>
        <w:pStyle w:val="TOC1"/>
        <w:rPr>
          <w:rFonts w:asciiTheme="minorHAnsi" w:eastAsiaTheme="minorEastAsia" w:hAnsiTheme="minorHAnsi"/>
          <w:noProof/>
          <w:color w:val="auto"/>
          <w:lang w:eastAsia="en-GB"/>
        </w:rPr>
      </w:pPr>
      <w:hyperlink w:anchor="_Toc28094908" w:history="1">
        <w:r w:rsidR="004A079A" w:rsidRPr="00573811">
          <w:rPr>
            <w:rStyle w:val="Hyperlink"/>
            <w:noProof/>
          </w:rPr>
          <w:t>18.</w:t>
        </w:r>
        <w:r w:rsidR="004A079A">
          <w:rPr>
            <w:rFonts w:asciiTheme="minorHAnsi" w:eastAsiaTheme="minorEastAsia" w:hAnsiTheme="minorHAnsi"/>
            <w:noProof/>
            <w:color w:val="auto"/>
            <w:lang w:eastAsia="en-GB"/>
          </w:rPr>
          <w:tab/>
        </w:r>
        <w:r w:rsidR="004A079A" w:rsidRPr="00573811">
          <w:rPr>
            <w:rStyle w:val="Hyperlink"/>
            <w:noProof/>
          </w:rPr>
          <w:t>Events of Default</w:t>
        </w:r>
        <w:r w:rsidR="004A079A">
          <w:rPr>
            <w:noProof/>
            <w:webHidden/>
          </w:rPr>
          <w:tab/>
        </w:r>
        <w:r w:rsidR="004A079A">
          <w:rPr>
            <w:noProof/>
            <w:webHidden/>
          </w:rPr>
          <w:fldChar w:fldCharType="begin"/>
        </w:r>
        <w:r w:rsidR="004A079A">
          <w:rPr>
            <w:noProof/>
            <w:webHidden/>
          </w:rPr>
          <w:instrText xml:space="preserve"> PAGEREF _Toc28094908 \h </w:instrText>
        </w:r>
        <w:r w:rsidR="004A079A">
          <w:rPr>
            <w:noProof/>
            <w:webHidden/>
          </w:rPr>
        </w:r>
        <w:r w:rsidR="004A079A">
          <w:rPr>
            <w:noProof/>
            <w:webHidden/>
          </w:rPr>
          <w:fldChar w:fldCharType="separate"/>
        </w:r>
        <w:r w:rsidR="00B66043">
          <w:rPr>
            <w:noProof/>
            <w:webHidden/>
          </w:rPr>
          <w:t>24</w:t>
        </w:r>
        <w:r w:rsidR="004A079A">
          <w:rPr>
            <w:noProof/>
            <w:webHidden/>
          </w:rPr>
          <w:fldChar w:fldCharType="end"/>
        </w:r>
      </w:hyperlink>
    </w:p>
    <w:p w14:paraId="11361AEB" w14:textId="3D5A4F30" w:rsidR="004A079A" w:rsidRDefault="00157460">
      <w:pPr>
        <w:pStyle w:val="TOC1"/>
        <w:rPr>
          <w:rFonts w:asciiTheme="minorHAnsi" w:eastAsiaTheme="minorEastAsia" w:hAnsiTheme="minorHAnsi"/>
          <w:noProof/>
          <w:color w:val="auto"/>
          <w:lang w:eastAsia="en-GB"/>
        </w:rPr>
      </w:pPr>
      <w:hyperlink w:anchor="_Toc28094909" w:history="1">
        <w:r w:rsidR="004A079A" w:rsidRPr="00573811">
          <w:rPr>
            <w:rStyle w:val="Hyperlink"/>
            <w:noProof/>
          </w:rPr>
          <w:t>19.</w:t>
        </w:r>
        <w:r w:rsidR="004A079A">
          <w:rPr>
            <w:rFonts w:asciiTheme="minorHAnsi" w:eastAsiaTheme="minorEastAsia" w:hAnsiTheme="minorHAnsi"/>
            <w:noProof/>
            <w:color w:val="auto"/>
            <w:lang w:eastAsia="en-GB"/>
          </w:rPr>
          <w:tab/>
        </w:r>
        <w:r w:rsidR="004A079A" w:rsidRPr="00573811">
          <w:rPr>
            <w:rStyle w:val="Hyperlink"/>
            <w:noProof/>
          </w:rPr>
          <w:t>Changes to the Lenders</w:t>
        </w:r>
        <w:r w:rsidR="004A079A">
          <w:rPr>
            <w:noProof/>
            <w:webHidden/>
          </w:rPr>
          <w:tab/>
        </w:r>
        <w:r w:rsidR="004A079A">
          <w:rPr>
            <w:noProof/>
            <w:webHidden/>
          </w:rPr>
          <w:fldChar w:fldCharType="begin"/>
        </w:r>
        <w:r w:rsidR="004A079A">
          <w:rPr>
            <w:noProof/>
            <w:webHidden/>
          </w:rPr>
          <w:instrText xml:space="preserve"> PAGEREF _Toc28094909 \h </w:instrText>
        </w:r>
        <w:r w:rsidR="004A079A">
          <w:rPr>
            <w:noProof/>
            <w:webHidden/>
          </w:rPr>
        </w:r>
        <w:r w:rsidR="004A079A">
          <w:rPr>
            <w:noProof/>
            <w:webHidden/>
          </w:rPr>
          <w:fldChar w:fldCharType="separate"/>
        </w:r>
        <w:r w:rsidR="00B66043">
          <w:rPr>
            <w:noProof/>
            <w:webHidden/>
          </w:rPr>
          <w:t>26</w:t>
        </w:r>
        <w:r w:rsidR="004A079A">
          <w:rPr>
            <w:noProof/>
            <w:webHidden/>
          </w:rPr>
          <w:fldChar w:fldCharType="end"/>
        </w:r>
      </w:hyperlink>
    </w:p>
    <w:p w14:paraId="63B35461" w14:textId="311A7F8C" w:rsidR="004A079A" w:rsidRDefault="00157460">
      <w:pPr>
        <w:pStyle w:val="TOC1"/>
        <w:rPr>
          <w:rFonts w:asciiTheme="minorHAnsi" w:eastAsiaTheme="minorEastAsia" w:hAnsiTheme="minorHAnsi"/>
          <w:noProof/>
          <w:color w:val="auto"/>
          <w:lang w:eastAsia="en-GB"/>
        </w:rPr>
      </w:pPr>
      <w:hyperlink w:anchor="_Toc28094910" w:history="1">
        <w:r w:rsidR="004A079A" w:rsidRPr="00573811">
          <w:rPr>
            <w:rStyle w:val="Hyperlink"/>
            <w:bCs/>
            <w:noProof/>
          </w:rPr>
          <w:t>20.</w:t>
        </w:r>
        <w:r w:rsidR="004A079A">
          <w:rPr>
            <w:rFonts w:asciiTheme="minorHAnsi" w:eastAsiaTheme="minorEastAsia" w:hAnsiTheme="minorHAnsi"/>
            <w:noProof/>
            <w:color w:val="auto"/>
            <w:lang w:eastAsia="en-GB"/>
          </w:rPr>
          <w:tab/>
        </w:r>
        <w:r w:rsidR="004A079A" w:rsidRPr="00573811">
          <w:rPr>
            <w:rStyle w:val="Hyperlink"/>
            <w:bCs/>
            <w:noProof/>
          </w:rPr>
          <w:t>Assignments and transfer by the Borrower</w:t>
        </w:r>
        <w:r w:rsidR="004A079A">
          <w:rPr>
            <w:noProof/>
            <w:webHidden/>
          </w:rPr>
          <w:tab/>
        </w:r>
        <w:r w:rsidR="004A079A">
          <w:rPr>
            <w:noProof/>
            <w:webHidden/>
          </w:rPr>
          <w:fldChar w:fldCharType="begin"/>
        </w:r>
        <w:r w:rsidR="004A079A">
          <w:rPr>
            <w:noProof/>
            <w:webHidden/>
          </w:rPr>
          <w:instrText xml:space="preserve"> PAGEREF _Toc28094910 \h </w:instrText>
        </w:r>
        <w:r w:rsidR="004A079A">
          <w:rPr>
            <w:noProof/>
            <w:webHidden/>
          </w:rPr>
        </w:r>
        <w:r w:rsidR="004A079A">
          <w:rPr>
            <w:noProof/>
            <w:webHidden/>
          </w:rPr>
          <w:fldChar w:fldCharType="separate"/>
        </w:r>
        <w:r w:rsidR="00B66043">
          <w:rPr>
            <w:noProof/>
            <w:webHidden/>
          </w:rPr>
          <w:t>27</w:t>
        </w:r>
        <w:r w:rsidR="004A079A">
          <w:rPr>
            <w:noProof/>
            <w:webHidden/>
          </w:rPr>
          <w:fldChar w:fldCharType="end"/>
        </w:r>
      </w:hyperlink>
    </w:p>
    <w:p w14:paraId="71B8FC9E" w14:textId="5A3E026A" w:rsidR="004A079A" w:rsidRDefault="00157460">
      <w:pPr>
        <w:pStyle w:val="TOC1"/>
        <w:rPr>
          <w:rFonts w:asciiTheme="minorHAnsi" w:eastAsiaTheme="minorEastAsia" w:hAnsiTheme="minorHAnsi"/>
          <w:noProof/>
          <w:color w:val="auto"/>
          <w:lang w:eastAsia="en-GB"/>
        </w:rPr>
      </w:pPr>
      <w:hyperlink w:anchor="_Toc28094911" w:history="1">
        <w:r w:rsidR="004A079A" w:rsidRPr="00573811">
          <w:rPr>
            <w:rStyle w:val="Hyperlink"/>
            <w:noProof/>
          </w:rPr>
          <w:t>21.</w:t>
        </w:r>
        <w:r w:rsidR="004A079A">
          <w:rPr>
            <w:rFonts w:asciiTheme="minorHAnsi" w:eastAsiaTheme="minorEastAsia" w:hAnsiTheme="minorHAnsi"/>
            <w:noProof/>
            <w:color w:val="auto"/>
            <w:lang w:eastAsia="en-GB"/>
          </w:rPr>
          <w:tab/>
        </w:r>
        <w:r w:rsidR="004A079A" w:rsidRPr="00573811">
          <w:rPr>
            <w:rStyle w:val="Hyperlink"/>
            <w:noProof/>
          </w:rPr>
          <w:t>Role of the Agent</w:t>
        </w:r>
        <w:r w:rsidR="004A079A">
          <w:rPr>
            <w:noProof/>
            <w:webHidden/>
          </w:rPr>
          <w:tab/>
        </w:r>
        <w:r w:rsidR="004A079A">
          <w:rPr>
            <w:noProof/>
            <w:webHidden/>
          </w:rPr>
          <w:fldChar w:fldCharType="begin"/>
        </w:r>
        <w:r w:rsidR="004A079A">
          <w:rPr>
            <w:noProof/>
            <w:webHidden/>
          </w:rPr>
          <w:instrText xml:space="preserve"> PAGEREF _Toc28094911 \h </w:instrText>
        </w:r>
        <w:r w:rsidR="004A079A">
          <w:rPr>
            <w:noProof/>
            <w:webHidden/>
          </w:rPr>
        </w:r>
        <w:r w:rsidR="004A079A">
          <w:rPr>
            <w:noProof/>
            <w:webHidden/>
          </w:rPr>
          <w:fldChar w:fldCharType="separate"/>
        </w:r>
        <w:r w:rsidR="00B66043">
          <w:rPr>
            <w:noProof/>
            <w:webHidden/>
          </w:rPr>
          <w:t>27</w:t>
        </w:r>
        <w:r w:rsidR="004A079A">
          <w:rPr>
            <w:noProof/>
            <w:webHidden/>
          </w:rPr>
          <w:fldChar w:fldCharType="end"/>
        </w:r>
      </w:hyperlink>
    </w:p>
    <w:p w14:paraId="60C026CB" w14:textId="5A0355D6" w:rsidR="004A079A" w:rsidRDefault="00157460">
      <w:pPr>
        <w:pStyle w:val="TOC1"/>
        <w:rPr>
          <w:rFonts w:asciiTheme="minorHAnsi" w:eastAsiaTheme="minorEastAsia" w:hAnsiTheme="minorHAnsi"/>
          <w:noProof/>
          <w:color w:val="auto"/>
          <w:lang w:eastAsia="en-GB"/>
        </w:rPr>
      </w:pPr>
      <w:hyperlink w:anchor="_Toc28094912" w:history="1">
        <w:r w:rsidR="004A079A" w:rsidRPr="00573811">
          <w:rPr>
            <w:rStyle w:val="Hyperlink"/>
            <w:noProof/>
          </w:rPr>
          <w:t>22.</w:t>
        </w:r>
        <w:r w:rsidR="004A079A">
          <w:rPr>
            <w:rFonts w:asciiTheme="minorHAnsi" w:eastAsiaTheme="minorEastAsia" w:hAnsiTheme="minorHAnsi"/>
            <w:noProof/>
            <w:color w:val="auto"/>
            <w:lang w:eastAsia="en-GB"/>
          </w:rPr>
          <w:tab/>
        </w:r>
        <w:r w:rsidR="004A079A" w:rsidRPr="00573811">
          <w:rPr>
            <w:rStyle w:val="Hyperlink"/>
            <w:noProof/>
          </w:rPr>
          <w:t>Conduct of Business by the Lenders</w:t>
        </w:r>
        <w:r w:rsidR="004A079A">
          <w:rPr>
            <w:noProof/>
            <w:webHidden/>
          </w:rPr>
          <w:tab/>
        </w:r>
        <w:r w:rsidR="004A079A">
          <w:rPr>
            <w:noProof/>
            <w:webHidden/>
          </w:rPr>
          <w:fldChar w:fldCharType="begin"/>
        </w:r>
        <w:r w:rsidR="004A079A">
          <w:rPr>
            <w:noProof/>
            <w:webHidden/>
          </w:rPr>
          <w:instrText xml:space="preserve"> PAGEREF _Toc28094912 \h </w:instrText>
        </w:r>
        <w:r w:rsidR="004A079A">
          <w:rPr>
            <w:noProof/>
            <w:webHidden/>
          </w:rPr>
        </w:r>
        <w:r w:rsidR="004A079A">
          <w:rPr>
            <w:noProof/>
            <w:webHidden/>
          </w:rPr>
          <w:fldChar w:fldCharType="separate"/>
        </w:r>
        <w:r w:rsidR="00B66043">
          <w:rPr>
            <w:noProof/>
            <w:webHidden/>
          </w:rPr>
          <w:t>32</w:t>
        </w:r>
        <w:r w:rsidR="004A079A">
          <w:rPr>
            <w:noProof/>
            <w:webHidden/>
          </w:rPr>
          <w:fldChar w:fldCharType="end"/>
        </w:r>
      </w:hyperlink>
    </w:p>
    <w:p w14:paraId="469D1B14" w14:textId="35EE3CAF" w:rsidR="004A079A" w:rsidRDefault="00157460">
      <w:pPr>
        <w:pStyle w:val="TOC1"/>
        <w:rPr>
          <w:rFonts w:asciiTheme="minorHAnsi" w:eastAsiaTheme="minorEastAsia" w:hAnsiTheme="minorHAnsi"/>
          <w:noProof/>
          <w:color w:val="auto"/>
          <w:lang w:eastAsia="en-GB"/>
        </w:rPr>
      </w:pPr>
      <w:hyperlink w:anchor="_Toc28094913" w:history="1">
        <w:r w:rsidR="004A079A" w:rsidRPr="00573811">
          <w:rPr>
            <w:rStyle w:val="Hyperlink"/>
            <w:noProof/>
          </w:rPr>
          <w:t>23.</w:t>
        </w:r>
        <w:r w:rsidR="004A079A">
          <w:rPr>
            <w:rFonts w:asciiTheme="minorHAnsi" w:eastAsiaTheme="minorEastAsia" w:hAnsiTheme="minorHAnsi"/>
            <w:noProof/>
            <w:color w:val="auto"/>
            <w:lang w:eastAsia="en-GB"/>
          </w:rPr>
          <w:tab/>
        </w:r>
        <w:r w:rsidR="004A079A" w:rsidRPr="00573811">
          <w:rPr>
            <w:rStyle w:val="Hyperlink"/>
            <w:noProof/>
          </w:rPr>
          <w:t>Sharing Provisions</w:t>
        </w:r>
        <w:r w:rsidR="004A079A">
          <w:rPr>
            <w:noProof/>
            <w:webHidden/>
          </w:rPr>
          <w:tab/>
        </w:r>
        <w:r w:rsidR="004A079A">
          <w:rPr>
            <w:noProof/>
            <w:webHidden/>
          </w:rPr>
          <w:fldChar w:fldCharType="begin"/>
        </w:r>
        <w:r w:rsidR="004A079A">
          <w:rPr>
            <w:noProof/>
            <w:webHidden/>
          </w:rPr>
          <w:instrText xml:space="preserve"> PAGEREF _Toc28094913 \h </w:instrText>
        </w:r>
        <w:r w:rsidR="004A079A">
          <w:rPr>
            <w:noProof/>
            <w:webHidden/>
          </w:rPr>
        </w:r>
        <w:r w:rsidR="004A079A">
          <w:rPr>
            <w:noProof/>
            <w:webHidden/>
          </w:rPr>
          <w:fldChar w:fldCharType="separate"/>
        </w:r>
        <w:r w:rsidR="00B66043">
          <w:rPr>
            <w:noProof/>
            <w:webHidden/>
          </w:rPr>
          <w:t>32</w:t>
        </w:r>
        <w:r w:rsidR="004A079A">
          <w:rPr>
            <w:noProof/>
            <w:webHidden/>
          </w:rPr>
          <w:fldChar w:fldCharType="end"/>
        </w:r>
      </w:hyperlink>
    </w:p>
    <w:p w14:paraId="1424A63C" w14:textId="44628CB4" w:rsidR="004A079A" w:rsidRDefault="00157460">
      <w:pPr>
        <w:pStyle w:val="TOC1"/>
        <w:rPr>
          <w:rFonts w:asciiTheme="minorHAnsi" w:eastAsiaTheme="minorEastAsia" w:hAnsiTheme="minorHAnsi"/>
          <w:noProof/>
          <w:color w:val="auto"/>
          <w:lang w:eastAsia="en-GB"/>
        </w:rPr>
      </w:pPr>
      <w:hyperlink w:anchor="_Toc28094914" w:history="1">
        <w:r w:rsidR="004A079A" w:rsidRPr="00573811">
          <w:rPr>
            <w:rStyle w:val="Hyperlink"/>
            <w:noProof/>
          </w:rPr>
          <w:t>24.</w:t>
        </w:r>
        <w:r w:rsidR="004A079A">
          <w:rPr>
            <w:rFonts w:asciiTheme="minorHAnsi" w:eastAsiaTheme="minorEastAsia" w:hAnsiTheme="minorHAnsi"/>
            <w:noProof/>
            <w:color w:val="auto"/>
            <w:lang w:eastAsia="en-GB"/>
          </w:rPr>
          <w:tab/>
        </w:r>
        <w:r w:rsidR="004A079A" w:rsidRPr="00573811">
          <w:rPr>
            <w:rStyle w:val="Hyperlink"/>
            <w:noProof/>
          </w:rPr>
          <w:t>Payment Mechanics</w:t>
        </w:r>
        <w:r w:rsidR="004A079A">
          <w:rPr>
            <w:noProof/>
            <w:webHidden/>
          </w:rPr>
          <w:tab/>
        </w:r>
        <w:r w:rsidR="004A079A">
          <w:rPr>
            <w:noProof/>
            <w:webHidden/>
          </w:rPr>
          <w:fldChar w:fldCharType="begin"/>
        </w:r>
        <w:r w:rsidR="004A079A">
          <w:rPr>
            <w:noProof/>
            <w:webHidden/>
          </w:rPr>
          <w:instrText xml:space="preserve"> PAGEREF _Toc28094914 \h </w:instrText>
        </w:r>
        <w:r w:rsidR="004A079A">
          <w:rPr>
            <w:noProof/>
            <w:webHidden/>
          </w:rPr>
        </w:r>
        <w:r w:rsidR="004A079A">
          <w:rPr>
            <w:noProof/>
            <w:webHidden/>
          </w:rPr>
          <w:fldChar w:fldCharType="separate"/>
        </w:r>
        <w:r w:rsidR="00B66043">
          <w:rPr>
            <w:noProof/>
            <w:webHidden/>
          </w:rPr>
          <w:t>33</w:t>
        </w:r>
        <w:r w:rsidR="004A079A">
          <w:rPr>
            <w:noProof/>
            <w:webHidden/>
          </w:rPr>
          <w:fldChar w:fldCharType="end"/>
        </w:r>
      </w:hyperlink>
    </w:p>
    <w:p w14:paraId="5D0A08B6" w14:textId="4A41C918" w:rsidR="004A079A" w:rsidRDefault="00157460">
      <w:pPr>
        <w:pStyle w:val="TOC1"/>
        <w:rPr>
          <w:rFonts w:asciiTheme="minorHAnsi" w:eastAsiaTheme="minorEastAsia" w:hAnsiTheme="minorHAnsi"/>
          <w:noProof/>
          <w:color w:val="auto"/>
          <w:lang w:eastAsia="en-GB"/>
        </w:rPr>
      </w:pPr>
      <w:hyperlink w:anchor="_Toc28094915" w:history="1">
        <w:r w:rsidR="004A079A" w:rsidRPr="00573811">
          <w:rPr>
            <w:rStyle w:val="Hyperlink"/>
            <w:noProof/>
          </w:rPr>
          <w:t>25.</w:t>
        </w:r>
        <w:r w:rsidR="004A079A">
          <w:rPr>
            <w:rFonts w:asciiTheme="minorHAnsi" w:eastAsiaTheme="minorEastAsia" w:hAnsiTheme="minorHAnsi"/>
            <w:noProof/>
            <w:color w:val="auto"/>
            <w:lang w:eastAsia="en-GB"/>
          </w:rPr>
          <w:tab/>
        </w:r>
        <w:r w:rsidR="004A079A" w:rsidRPr="00573811">
          <w:rPr>
            <w:rStyle w:val="Hyperlink"/>
            <w:noProof/>
          </w:rPr>
          <w:t>Set-Off</w:t>
        </w:r>
        <w:r w:rsidR="004A079A">
          <w:rPr>
            <w:noProof/>
            <w:webHidden/>
          </w:rPr>
          <w:tab/>
        </w:r>
        <w:r w:rsidR="004A079A">
          <w:rPr>
            <w:noProof/>
            <w:webHidden/>
          </w:rPr>
          <w:fldChar w:fldCharType="begin"/>
        </w:r>
        <w:r w:rsidR="004A079A">
          <w:rPr>
            <w:noProof/>
            <w:webHidden/>
          </w:rPr>
          <w:instrText xml:space="preserve"> PAGEREF _Toc28094915 \h </w:instrText>
        </w:r>
        <w:r w:rsidR="004A079A">
          <w:rPr>
            <w:noProof/>
            <w:webHidden/>
          </w:rPr>
        </w:r>
        <w:r w:rsidR="004A079A">
          <w:rPr>
            <w:noProof/>
            <w:webHidden/>
          </w:rPr>
          <w:fldChar w:fldCharType="separate"/>
        </w:r>
        <w:r w:rsidR="00B66043">
          <w:rPr>
            <w:noProof/>
            <w:webHidden/>
          </w:rPr>
          <w:t>36</w:t>
        </w:r>
        <w:r w:rsidR="004A079A">
          <w:rPr>
            <w:noProof/>
            <w:webHidden/>
          </w:rPr>
          <w:fldChar w:fldCharType="end"/>
        </w:r>
      </w:hyperlink>
    </w:p>
    <w:p w14:paraId="64FD21CE" w14:textId="3835CD8F" w:rsidR="004A079A" w:rsidRDefault="00157460">
      <w:pPr>
        <w:pStyle w:val="TOC1"/>
        <w:rPr>
          <w:rFonts w:asciiTheme="minorHAnsi" w:eastAsiaTheme="minorEastAsia" w:hAnsiTheme="minorHAnsi"/>
          <w:noProof/>
          <w:color w:val="auto"/>
          <w:lang w:eastAsia="en-GB"/>
        </w:rPr>
      </w:pPr>
      <w:hyperlink w:anchor="_Toc28094916" w:history="1">
        <w:r w:rsidR="004A079A" w:rsidRPr="00573811">
          <w:rPr>
            <w:rStyle w:val="Hyperlink"/>
            <w:noProof/>
          </w:rPr>
          <w:t>26.</w:t>
        </w:r>
        <w:r w:rsidR="004A079A">
          <w:rPr>
            <w:rFonts w:asciiTheme="minorHAnsi" w:eastAsiaTheme="minorEastAsia" w:hAnsiTheme="minorHAnsi"/>
            <w:noProof/>
            <w:color w:val="auto"/>
            <w:lang w:eastAsia="en-GB"/>
          </w:rPr>
          <w:tab/>
        </w:r>
        <w:r w:rsidR="004A079A" w:rsidRPr="00573811">
          <w:rPr>
            <w:rStyle w:val="Hyperlink"/>
            <w:noProof/>
          </w:rPr>
          <w:t>Notices</w:t>
        </w:r>
        <w:r w:rsidR="004A079A">
          <w:rPr>
            <w:noProof/>
            <w:webHidden/>
          </w:rPr>
          <w:tab/>
        </w:r>
        <w:r w:rsidR="004A079A">
          <w:rPr>
            <w:noProof/>
            <w:webHidden/>
          </w:rPr>
          <w:fldChar w:fldCharType="begin"/>
        </w:r>
        <w:r w:rsidR="004A079A">
          <w:rPr>
            <w:noProof/>
            <w:webHidden/>
          </w:rPr>
          <w:instrText xml:space="preserve"> PAGEREF _Toc28094916 \h </w:instrText>
        </w:r>
        <w:r w:rsidR="004A079A">
          <w:rPr>
            <w:noProof/>
            <w:webHidden/>
          </w:rPr>
        </w:r>
        <w:r w:rsidR="004A079A">
          <w:rPr>
            <w:noProof/>
            <w:webHidden/>
          </w:rPr>
          <w:fldChar w:fldCharType="separate"/>
        </w:r>
        <w:r w:rsidR="00B66043">
          <w:rPr>
            <w:noProof/>
            <w:webHidden/>
          </w:rPr>
          <w:t>36</w:t>
        </w:r>
        <w:r w:rsidR="004A079A">
          <w:rPr>
            <w:noProof/>
            <w:webHidden/>
          </w:rPr>
          <w:fldChar w:fldCharType="end"/>
        </w:r>
      </w:hyperlink>
    </w:p>
    <w:p w14:paraId="5E06C70F" w14:textId="5B8BEDDF" w:rsidR="004A079A" w:rsidRDefault="00157460">
      <w:pPr>
        <w:pStyle w:val="TOC1"/>
        <w:rPr>
          <w:rFonts w:asciiTheme="minorHAnsi" w:eastAsiaTheme="minorEastAsia" w:hAnsiTheme="minorHAnsi"/>
          <w:noProof/>
          <w:color w:val="auto"/>
          <w:lang w:eastAsia="en-GB"/>
        </w:rPr>
      </w:pPr>
      <w:hyperlink w:anchor="_Toc28094917" w:history="1">
        <w:r w:rsidR="004A079A" w:rsidRPr="00573811">
          <w:rPr>
            <w:rStyle w:val="Hyperlink"/>
            <w:noProof/>
          </w:rPr>
          <w:t>27.</w:t>
        </w:r>
        <w:r w:rsidR="004A079A">
          <w:rPr>
            <w:rFonts w:asciiTheme="minorHAnsi" w:eastAsiaTheme="minorEastAsia" w:hAnsiTheme="minorHAnsi"/>
            <w:noProof/>
            <w:color w:val="auto"/>
            <w:lang w:eastAsia="en-GB"/>
          </w:rPr>
          <w:tab/>
        </w:r>
        <w:r w:rsidR="004A079A" w:rsidRPr="00573811">
          <w:rPr>
            <w:rStyle w:val="Hyperlink"/>
            <w:noProof/>
          </w:rPr>
          <w:t>Calculations and Certificates</w:t>
        </w:r>
        <w:r w:rsidR="004A079A">
          <w:rPr>
            <w:noProof/>
            <w:webHidden/>
          </w:rPr>
          <w:tab/>
        </w:r>
        <w:r w:rsidR="004A079A">
          <w:rPr>
            <w:noProof/>
            <w:webHidden/>
          </w:rPr>
          <w:fldChar w:fldCharType="begin"/>
        </w:r>
        <w:r w:rsidR="004A079A">
          <w:rPr>
            <w:noProof/>
            <w:webHidden/>
          </w:rPr>
          <w:instrText xml:space="preserve"> PAGEREF _Toc28094917 \h </w:instrText>
        </w:r>
        <w:r w:rsidR="004A079A">
          <w:rPr>
            <w:noProof/>
            <w:webHidden/>
          </w:rPr>
        </w:r>
        <w:r w:rsidR="004A079A">
          <w:rPr>
            <w:noProof/>
            <w:webHidden/>
          </w:rPr>
          <w:fldChar w:fldCharType="separate"/>
        </w:r>
        <w:r w:rsidR="00B66043">
          <w:rPr>
            <w:noProof/>
            <w:webHidden/>
          </w:rPr>
          <w:t>38</w:t>
        </w:r>
        <w:r w:rsidR="004A079A">
          <w:rPr>
            <w:noProof/>
            <w:webHidden/>
          </w:rPr>
          <w:fldChar w:fldCharType="end"/>
        </w:r>
      </w:hyperlink>
    </w:p>
    <w:p w14:paraId="450F6184" w14:textId="5CFE24F2" w:rsidR="004A079A" w:rsidRDefault="00157460">
      <w:pPr>
        <w:pStyle w:val="TOC1"/>
        <w:rPr>
          <w:rFonts w:asciiTheme="minorHAnsi" w:eastAsiaTheme="minorEastAsia" w:hAnsiTheme="minorHAnsi"/>
          <w:noProof/>
          <w:color w:val="auto"/>
          <w:lang w:eastAsia="en-GB"/>
        </w:rPr>
      </w:pPr>
      <w:hyperlink w:anchor="_Toc28094918" w:history="1">
        <w:r w:rsidR="004A079A" w:rsidRPr="00573811">
          <w:rPr>
            <w:rStyle w:val="Hyperlink"/>
            <w:noProof/>
          </w:rPr>
          <w:t>28.</w:t>
        </w:r>
        <w:r w:rsidR="004A079A">
          <w:rPr>
            <w:rFonts w:asciiTheme="minorHAnsi" w:eastAsiaTheme="minorEastAsia" w:hAnsiTheme="minorHAnsi"/>
            <w:noProof/>
            <w:color w:val="auto"/>
            <w:lang w:eastAsia="en-GB"/>
          </w:rPr>
          <w:tab/>
        </w:r>
        <w:r w:rsidR="004A079A" w:rsidRPr="00573811">
          <w:rPr>
            <w:rStyle w:val="Hyperlink"/>
            <w:noProof/>
          </w:rPr>
          <w:t>Lenders’ rights and obligations</w:t>
        </w:r>
        <w:r w:rsidR="004A079A">
          <w:rPr>
            <w:noProof/>
            <w:webHidden/>
          </w:rPr>
          <w:tab/>
        </w:r>
        <w:r w:rsidR="004A079A">
          <w:rPr>
            <w:noProof/>
            <w:webHidden/>
          </w:rPr>
          <w:fldChar w:fldCharType="begin"/>
        </w:r>
        <w:r w:rsidR="004A079A">
          <w:rPr>
            <w:noProof/>
            <w:webHidden/>
          </w:rPr>
          <w:instrText xml:space="preserve"> PAGEREF _Toc28094918 \h </w:instrText>
        </w:r>
        <w:r w:rsidR="004A079A">
          <w:rPr>
            <w:noProof/>
            <w:webHidden/>
          </w:rPr>
        </w:r>
        <w:r w:rsidR="004A079A">
          <w:rPr>
            <w:noProof/>
            <w:webHidden/>
          </w:rPr>
          <w:fldChar w:fldCharType="separate"/>
        </w:r>
        <w:r w:rsidR="00B66043">
          <w:rPr>
            <w:noProof/>
            <w:webHidden/>
          </w:rPr>
          <w:t>38</w:t>
        </w:r>
        <w:r w:rsidR="004A079A">
          <w:rPr>
            <w:noProof/>
            <w:webHidden/>
          </w:rPr>
          <w:fldChar w:fldCharType="end"/>
        </w:r>
      </w:hyperlink>
    </w:p>
    <w:p w14:paraId="7A1CE156" w14:textId="45BB52CE" w:rsidR="004A079A" w:rsidRDefault="00157460">
      <w:pPr>
        <w:pStyle w:val="TOC1"/>
        <w:rPr>
          <w:rFonts w:asciiTheme="minorHAnsi" w:eastAsiaTheme="minorEastAsia" w:hAnsiTheme="minorHAnsi"/>
          <w:noProof/>
          <w:color w:val="auto"/>
          <w:lang w:eastAsia="en-GB"/>
        </w:rPr>
      </w:pPr>
      <w:hyperlink w:anchor="_Toc28094919" w:history="1">
        <w:r w:rsidR="004A079A" w:rsidRPr="00573811">
          <w:rPr>
            <w:rStyle w:val="Hyperlink"/>
            <w:noProof/>
          </w:rPr>
          <w:t>29.</w:t>
        </w:r>
        <w:r w:rsidR="004A079A">
          <w:rPr>
            <w:rFonts w:asciiTheme="minorHAnsi" w:eastAsiaTheme="minorEastAsia" w:hAnsiTheme="minorHAnsi"/>
            <w:noProof/>
            <w:color w:val="auto"/>
            <w:lang w:eastAsia="en-GB"/>
          </w:rPr>
          <w:tab/>
        </w:r>
        <w:r w:rsidR="004A079A" w:rsidRPr="00573811">
          <w:rPr>
            <w:rStyle w:val="Hyperlink"/>
            <w:noProof/>
          </w:rPr>
          <w:t>Partial Invalidity</w:t>
        </w:r>
        <w:r w:rsidR="004A079A">
          <w:rPr>
            <w:noProof/>
            <w:webHidden/>
          </w:rPr>
          <w:tab/>
        </w:r>
        <w:r w:rsidR="004A079A">
          <w:rPr>
            <w:noProof/>
            <w:webHidden/>
          </w:rPr>
          <w:fldChar w:fldCharType="begin"/>
        </w:r>
        <w:r w:rsidR="004A079A">
          <w:rPr>
            <w:noProof/>
            <w:webHidden/>
          </w:rPr>
          <w:instrText xml:space="preserve"> PAGEREF _Toc28094919 \h </w:instrText>
        </w:r>
        <w:r w:rsidR="004A079A">
          <w:rPr>
            <w:noProof/>
            <w:webHidden/>
          </w:rPr>
        </w:r>
        <w:r w:rsidR="004A079A">
          <w:rPr>
            <w:noProof/>
            <w:webHidden/>
          </w:rPr>
          <w:fldChar w:fldCharType="separate"/>
        </w:r>
        <w:r w:rsidR="00B66043">
          <w:rPr>
            <w:noProof/>
            <w:webHidden/>
          </w:rPr>
          <w:t>38</w:t>
        </w:r>
        <w:r w:rsidR="004A079A">
          <w:rPr>
            <w:noProof/>
            <w:webHidden/>
          </w:rPr>
          <w:fldChar w:fldCharType="end"/>
        </w:r>
      </w:hyperlink>
    </w:p>
    <w:p w14:paraId="40FD9F05" w14:textId="2EF08FCD" w:rsidR="004A079A" w:rsidRDefault="00157460">
      <w:pPr>
        <w:pStyle w:val="TOC1"/>
        <w:rPr>
          <w:rFonts w:asciiTheme="minorHAnsi" w:eastAsiaTheme="minorEastAsia" w:hAnsiTheme="minorHAnsi"/>
          <w:noProof/>
          <w:color w:val="auto"/>
          <w:lang w:eastAsia="en-GB"/>
        </w:rPr>
      </w:pPr>
      <w:hyperlink w:anchor="_Toc28094920" w:history="1">
        <w:r w:rsidR="004A079A" w:rsidRPr="00573811">
          <w:rPr>
            <w:rStyle w:val="Hyperlink"/>
            <w:noProof/>
          </w:rPr>
          <w:t>30.</w:t>
        </w:r>
        <w:r w:rsidR="004A079A">
          <w:rPr>
            <w:rFonts w:asciiTheme="minorHAnsi" w:eastAsiaTheme="minorEastAsia" w:hAnsiTheme="minorHAnsi"/>
            <w:noProof/>
            <w:color w:val="auto"/>
            <w:lang w:eastAsia="en-GB"/>
          </w:rPr>
          <w:tab/>
        </w:r>
        <w:r w:rsidR="004A079A" w:rsidRPr="00573811">
          <w:rPr>
            <w:rStyle w:val="Hyperlink"/>
            <w:noProof/>
          </w:rPr>
          <w:t>Remedies and Waivers</w:t>
        </w:r>
        <w:r w:rsidR="004A079A">
          <w:rPr>
            <w:noProof/>
            <w:webHidden/>
          </w:rPr>
          <w:tab/>
        </w:r>
        <w:r w:rsidR="004A079A">
          <w:rPr>
            <w:noProof/>
            <w:webHidden/>
          </w:rPr>
          <w:fldChar w:fldCharType="begin"/>
        </w:r>
        <w:r w:rsidR="004A079A">
          <w:rPr>
            <w:noProof/>
            <w:webHidden/>
          </w:rPr>
          <w:instrText xml:space="preserve"> PAGEREF _Toc28094920 \h </w:instrText>
        </w:r>
        <w:r w:rsidR="004A079A">
          <w:rPr>
            <w:noProof/>
            <w:webHidden/>
          </w:rPr>
        </w:r>
        <w:r w:rsidR="004A079A">
          <w:rPr>
            <w:noProof/>
            <w:webHidden/>
          </w:rPr>
          <w:fldChar w:fldCharType="separate"/>
        </w:r>
        <w:r w:rsidR="00B66043">
          <w:rPr>
            <w:noProof/>
            <w:webHidden/>
          </w:rPr>
          <w:t>39</w:t>
        </w:r>
        <w:r w:rsidR="004A079A">
          <w:rPr>
            <w:noProof/>
            <w:webHidden/>
          </w:rPr>
          <w:fldChar w:fldCharType="end"/>
        </w:r>
      </w:hyperlink>
    </w:p>
    <w:p w14:paraId="5CCA698B" w14:textId="13298C7C" w:rsidR="004A079A" w:rsidRDefault="00157460">
      <w:pPr>
        <w:pStyle w:val="TOC1"/>
        <w:rPr>
          <w:rFonts w:asciiTheme="minorHAnsi" w:eastAsiaTheme="minorEastAsia" w:hAnsiTheme="minorHAnsi"/>
          <w:noProof/>
          <w:color w:val="auto"/>
          <w:lang w:eastAsia="en-GB"/>
        </w:rPr>
      </w:pPr>
      <w:hyperlink w:anchor="_Toc28094921" w:history="1">
        <w:r w:rsidR="004A079A" w:rsidRPr="00573811">
          <w:rPr>
            <w:rStyle w:val="Hyperlink"/>
            <w:noProof/>
          </w:rPr>
          <w:t>31.</w:t>
        </w:r>
        <w:r w:rsidR="004A079A">
          <w:rPr>
            <w:rFonts w:asciiTheme="minorHAnsi" w:eastAsiaTheme="minorEastAsia" w:hAnsiTheme="minorHAnsi"/>
            <w:noProof/>
            <w:color w:val="auto"/>
            <w:lang w:eastAsia="en-GB"/>
          </w:rPr>
          <w:tab/>
        </w:r>
        <w:r w:rsidR="004A079A" w:rsidRPr="00573811">
          <w:rPr>
            <w:rStyle w:val="Hyperlink"/>
            <w:noProof/>
          </w:rPr>
          <w:t>Amendments and Waivers</w:t>
        </w:r>
        <w:r w:rsidR="004A079A">
          <w:rPr>
            <w:noProof/>
            <w:webHidden/>
          </w:rPr>
          <w:tab/>
        </w:r>
        <w:r w:rsidR="004A079A">
          <w:rPr>
            <w:noProof/>
            <w:webHidden/>
          </w:rPr>
          <w:fldChar w:fldCharType="begin"/>
        </w:r>
        <w:r w:rsidR="004A079A">
          <w:rPr>
            <w:noProof/>
            <w:webHidden/>
          </w:rPr>
          <w:instrText xml:space="preserve"> PAGEREF _Toc28094921 \h </w:instrText>
        </w:r>
        <w:r w:rsidR="004A079A">
          <w:rPr>
            <w:noProof/>
            <w:webHidden/>
          </w:rPr>
        </w:r>
        <w:r w:rsidR="004A079A">
          <w:rPr>
            <w:noProof/>
            <w:webHidden/>
          </w:rPr>
          <w:fldChar w:fldCharType="separate"/>
        </w:r>
        <w:r w:rsidR="00B66043">
          <w:rPr>
            <w:noProof/>
            <w:webHidden/>
          </w:rPr>
          <w:t>39</w:t>
        </w:r>
        <w:r w:rsidR="004A079A">
          <w:rPr>
            <w:noProof/>
            <w:webHidden/>
          </w:rPr>
          <w:fldChar w:fldCharType="end"/>
        </w:r>
      </w:hyperlink>
    </w:p>
    <w:p w14:paraId="5C3FD475" w14:textId="470EF001" w:rsidR="004A079A" w:rsidRDefault="00157460">
      <w:pPr>
        <w:pStyle w:val="TOC1"/>
        <w:rPr>
          <w:rFonts w:asciiTheme="minorHAnsi" w:eastAsiaTheme="minorEastAsia" w:hAnsiTheme="minorHAnsi"/>
          <w:noProof/>
          <w:color w:val="auto"/>
          <w:lang w:eastAsia="en-GB"/>
        </w:rPr>
      </w:pPr>
      <w:hyperlink w:anchor="_Toc28094922" w:history="1">
        <w:r w:rsidR="004A079A" w:rsidRPr="00573811">
          <w:rPr>
            <w:rStyle w:val="Hyperlink"/>
            <w:noProof/>
          </w:rPr>
          <w:t>32.</w:t>
        </w:r>
        <w:r w:rsidR="004A079A">
          <w:rPr>
            <w:rFonts w:asciiTheme="minorHAnsi" w:eastAsiaTheme="minorEastAsia" w:hAnsiTheme="minorHAnsi"/>
            <w:noProof/>
            <w:color w:val="auto"/>
            <w:lang w:eastAsia="en-GB"/>
          </w:rPr>
          <w:tab/>
        </w:r>
        <w:r w:rsidR="004A079A" w:rsidRPr="00573811">
          <w:rPr>
            <w:rStyle w:val="Hyperlink"/>
            <w:noProof/>
          </w:rPr>
          <w:t>Confidential Information</w:t>
        </w:r>
        <w:r w:rsidR="004A079A">
          <w:rPr>
            <w:noProof/>
            <w:webHidden/>
          </w:rPr>
          <w:tab/>
        </w:r>
        <w:r w:rsidR="004A079A">
          <w:rPr>
            <w:noProof/>
            <w:webHidden/>
          </w:rPr>
          <w:fldChar w:fldCharType="begin"/>
        </w:r>
        <w:r w:rsidR="004A079A">
          <w:rPr>
            <w:noProof/>
            <w:webHidden/>
          </w:rPr>
          <w:instrText xml:space="preserve"> PAGEREF _Toc28094922 \h </w:instrText>
        </w:r>
        <w:r w:rsidR="004A079A">
          <w:rPr>
            <w:noProof/>
            <w:webHidden/>
          </w:rPr>
        </w:r>
        <w:r w:rsidR="004A079A">
          <w:rPr>
            <w:noProof/>
            <w:webHidden/>
          </w:rPr>
          <w:fldChar w:fldCharType="separate"/>
        </w:r>
        <w:r w:rsidR="00B66043">
          <w:rPr>
            <w:noProof/>
            <w:webHidden/>
          </w:rPr>
          <w:t>39</w:t>
        </w:r>
        <w:r w:rsidR="004A079A">
          <w:rPr>
            <w:noProof/>
            <w:webHidden/>
          </w:rPr>
          <w:fldChar w:fldCharType="end"/>
        </w:r>
      </w:hyperlink>
    </w:p>
    <w:p w14:paraId="17C679FA" w14:textId="40FCB270" w:rsidR="004A079A" w:rsidRDefault="00157460">
      <w:pPr>
        <w:pStyle w:val="TOC1"/>
        <w:rPr>
          <w:rFonts w:asciiTheme="minorHAnsi" w:eastAsiaTheme="minorEastAsia" w:hAnsiTheme="minorHAnsi"/>
          <w:noProof/>
          <w:color w:val="auto"/>
          <w:lang w:eastAsia="en-GB"/>
        </w:rPr>
      </w:pPr>
      <w:hyperlink w:anchor="_Toc28094923" w:history="1">
        <w:r w:rsidR="004A079A" w:rsidRPr="00573811">
          <w:rPr>
            <w:rStyle w:val="Hyperlink"/>
            <w:noProof/>
          </w:rPr>
          <w:t>33.</w:t>
        </w:r>
        <w:r w:rsidR="004A079A">
          <w:rPr>
            <w:rFonts w:asciiTheme="minorHAnsi" w:eastAsiaTheme="minorEastAsia" w:hAnsiTheme="minorHAnsi"/>
            <w:noProof/>
            <w:color w:val="auto"/>
            <w:lang w:eastAsia="en-GB"/>
          </w:rPr>
          <w:tab/>
        </w:r>
        <w:r w:rsidR="004A079A" w:rsidRPr="00573811">
          <w:rPr>
            <w:rStyle w:val="Hyperlink"/>
            <w:noProof/>
          </w:rPr>
          <w:t>Counterparts</w:t>
        </w:r>
        <w:r w:rsidR="004A079A">
          <w:rPr>
            <w:noProof/>
            <w:webHidden/>
          </w:rPr>
          <w:tab/>
        </w:r>
        <w:r w:rsidR="004A079A">
          <w:rPr>
            <w:noProof/>
            <w:webHidden/>
          </w:rPr>
          <w:fldChar w:fldCharType="begin"/>
        </w:r>
        <w:r w:rsidR="004A079A">
          <w:rPr>
            <w:noProof/>
            <w:webHidden/>
          </w:rPr>
          <w:instrText xml:space="preserve"> PAGEREF _Toc28094923 \h </w:instrText>
        </w:r>
        <w:r w:rsidR="004A079A">
          <w:rPr>
            <w:noProof/>
            <w:webHidden/>
          </w:rPr>
        </w:r>
        <w:r w:rsidR="004A079A">
          <w:rPr>
            <w:noProof/>
            <w:webHidden/>
          </w:rPr>
          <w:fldChar w:fldCharType="separate"/>
        </w:r>
        <w:r w:rsidR="00B66043">
          <w:rPr>
            <w:noProof/>
            <w:webHidden/>
          </w:rPr>
          <w:t>41</w:t>
        </w:r>
        <w:r w:rsidR="004A079A">
          <w:rPr>
            <w:noProof/>
            <w:webHidden/>
          </w:rPr>
          <w:fldChar w:fldCharType="end"/>
        </w:r>
      </w:hyperlink>
    </w:p>
    <w:p w14:paraId="34422DC2" w14:textId="406C1593" w:rsidR="004A079A" w:rsidRDefault="00157460">
      <w:pPr>
        <w:pStyle w:val="TOC1"/>
        <w:rPr>
          <w:rFonts w:asciiTheme="minorHAnsi" w:eastAsiaTheme="minorEastAsia" w:hAnsiTheme="minorHAnsi"/>
          <w:noProof/>
          <w:color w:val="auto"/>
          <w:lang w:eastAsia="en-GB"/>
        </w:rPr>
      </w:pPr>
      <w:hyperlink w:anchor="_Toc28094924" w:history="1">
        <w:r w:rsidR="004A079A" w:rsidRPr="00573811">
          <w:rPr>
            <w:rStyle w:val="Hyperlink"/>
            <w:noProof/>
          </w:rPr>
          <w:t>34.</w:t>
        </w:r>
        <w:r w:rsidR="004A079A">
          <w:rPr>
            <w:rFonts w:asciiTheme="minorHAnsi" w:eastAsiaTheme="minorEastAsia" w:hAnsiTheme="minorHAnsi"/>
            <w:noProof/>
            <w:color w:val="auto"/>
            <w:lang w:eastAsia="en-GB"/>
          </w:rPr>
          <w:tab/>
        </w:r>
        <w:r w:rsidR="004A079A" w:rsidRPr="00573811">
          <w:rPr>
            <w:rStyle w:val="Hyperlink"/>
            <w:noProof/>
          </w:rPr>
          <w:t>Governing Language</w:t>
        </w:r>
        <w:r w:rsidR="004A079A">
          <w:rPr>
            <w:noProof/>
            <w:webHidden/>
          </w:rPr>
          <w:tab/>
        </w:r>
        <w:r w:rsidR="004A079A">
          <w:rPr>
            <w:noProof/>
            <w:webHidden/>
          </w:rPr>
          <w:fldChar w:fldCharType="begin"/>
        </w:r>
        <w:r w:rsidR="004A079A">
          <w:rPr>
            <w:noProof/>
            <w:webHidden/>
          </w:rPr>
          <w:instrText xml:space="preserve"> PAGEREF _Toc28094924 \h </w:instrText>
        </w:r>
        <w:r w:rsidR="004A079A">
          <w:rPr>
            <w:noProof/>
            <w:webHidden/>
          </w:rPr>
        </w:r>
        <w:r w:rsidR="004A079A">
          <w:rPr>
            <w:noProof/>
            <w:webHidden/>
          </w:rPr>
          <w:fldChar w:fldCharType="separate"/>
        </w:r>
        <w:r w:rsidR="00B66043">
          <w:rPr>
            <w:noProof/>
            <w:webHidden/>
          </w:rPr>
          <w:t>42</w:t>
        </w:r>
        <w:r w:rsidR="004A079A">
          <w:rPr>
            <w:noProof/>
            <w:webHidden/>
          </w:rPr>
          <w:fldChar w:fldCharType="end"/>
        </w:r>
      </w:hyperlink>
    </w:p>
    <w:p w14:paraId="69E23F52" w14:textId="3009903F" w:rsidR="004A079A" w:rsidRDefault="00157460">
      <w:pPr>
        <w:pStyle w:val="TOC1"/>
        <w:rPr>
          <w:rFonts w:asciiTheme="minorHAnsi" w:eastAsiaTheme="minorEastAsia" w:hAnsiTheme="minorHAnsi"/>
          <w:noProof/>
          <w:color w:val="auto"/>
          <w:lang w:eastAsia="en-GB"/>
        </w:rPr>
      </w:pPr>
      <w:hyperlink w:anchor="_Toc28094925" w:history="1">
        <w:r w:rsidR="004A079A" w:rsidRPr="00573811">
          <w:rPr>
            <w:rStyle w:val="Hyperlink"/>
            <w:noProof/>
          </w:rPr>
          <w:t>35.</w:t>
        </w:r>
        <w:r w:rsidR="004A079A">
          <w:rPr>
            <w:rFonts w:asciiTheme="minorHAnsi" w:eastAsiaTheme="minorEastAsia" w:hAnsiTheme="minorHAnsi"/>
            <w:noProof/>
            <w:color w:val="auto"/>
            <w:lang w:eastAsia="en-GB"/>
          </w:rPr>
          <w:tab/>
        </w:r>
        <w:r w:rsidR="004A079A" w:rsidRPr="00573811">
          <w:rPr>
            <w:rStyle w:val="Hyperlink"/>
            <w:noProof/>
          </w:rPr>
          <w:t>Governing Law</w:t>
        </w:r>
        <w:r w:rsidR="004A079A">
          <w:rPr>
            <w:noProof/>
            <w:webHidden/>
          </w:rPr>
          <w:tab/>
        </w:r>
        <w:r w:rsidR="004A079A">
          <w:rPr>
            <w:noProof/>
            <w:webHidden/>
          </w:rPr>
          <w:fldChar w:fldCharType="begin"/>
        </w:r>
        <w:r w:rsidR="004A079A">
          <w:rPr>
            <w:noProof/>
            <w:webHidden/>
          </w:rPr>
          <w:instrText xml:space="preserve"> PAGEREF _Toc28094925 \h </w:instrText>
        </w:r>
        <w:r w:rsidR="004A079A">
          <w:rPr>
            <w:noProof/>
            <w:webHidden/>
          </w:rPr>
        </w:r>
        <w:r w:rsidR="004A079A">
          <w:rPr>
            <w:noProof/>
            <w:webHidden/>
          </w:rPr>
          <w:fldChar w:fldCharType="separate"/>
        </w:r>
        <w:r w:rsidR="00B66043">
          <w:rPr>
            <w:noProof/>
            <w:webHidden/>
          </w:rPr>
          <w:t>42</w:t>
        </w:r>
        <w:r w:rsidR="004A079A">
          <w:rPr>
            <w:noProof/>
            <w:webHidden/>
          </w:rPr>
          <w:fldChar w:fldCharType="end"/>
        </w:r>
      </w:hyperlink>
    </w:p>
    <w:p w14:paraId="27A41072" w14:textId="7854A023" w:rsidR="004A079A" w:rsidRDefault="00157460">
      <w:pPr>
        <w:pStyle w:val="TOC1"/>
        <w:rPr>
          <w:rFonts w:asciiTheme="minorHAnsi" w:eastAsiaTheme="minorEastAsia" w:hAnsiTheme="minorHAnsi"/>
          <w:noProof/>
          <w:color w:val="auto"/>
          <w:lang w:eastAsia="en-GB"/>
        </w:rPr>
      </w:pPr>
      <w:hyperlink w:anchor="_Toc28094926" w:history="1">
        <w:r w:rsidR="004A079A" w:rsidRPr="00573811">
          <w:rPr>
            <w:rStyle w:val="Hyperlink"/>
            <w:noProof/>
          </w:rPr>
          <w:t>36.</w:t>
        </w:r>
        <w:r w:rsidR="004A079A">
          <w:rPr>
            <w:rFonts w:asciiTheme="minorHAnsi" w:eastAsiaTheme="minorEastAsia" w:hAnsiTheme="minorHAnsi"/>
            <w:noProof/>
            <w:color w:val="auto"/>
            <w:lang w:eastAsia="en-GB"/>
          </w:rPr>
          <w:tab/>
        </w:r>
        <w:r w:rsidR="004A079A" w:rsidRPr="00573811">
          <w:rPr>
            <w:rStyle w:val="Hyperlink"/>
            <w:noProof/>
          </w:rPr>
          <w:t>Arbitration</w:t>
        </w:r>
        <w:r w:rsidR="004A079A">
          <w:rPr>
            <w:noProof/>
            <w:webHidden/>
          </w:rPr>
          <w:tab/>
        </w:r>
        <w:r w:rsidR="004A079A">
          <w:rPr>
            <w:noProof/>
            <w:webHidden/>
          </w:rPr>
          <w:fldChar w:fldCharType="begin"/>
        </w:r>
        <w:r w:rsidR="004A079A">
          <w:rPr>
            <w:noProof/>
            <w:webHidden/>
          </w:rPr>
          <w:instrText xml:space="preserve"> PAGEREF _Toc28094926 \h </w:instrText>
        </w:r>
        <w:r w:rsidR="004A079A">
          <w:rPr>
            <w:noProof/>
            <w:webHidden/>
          </w:rPr>
        </w:r>
        <w:r w:rsidR="004A079A">
          <w:rPr>
            <w:noProof/>
            <w:webHidden/>
          </w:rPr>
          <w:fldChar w:fldCharType="separate"/>
        </w:r>
        <w:r w:rsidR="00B66043">
          <w:rPr>
            <w:noProof/>
            <w:webHidden/>
          </w:rPr>
          <w:t>42</w:t>
        </w:r>
        <w:r w:rsidR="004A079A">
          <w:rPr>
            <w:noProof/>
            <w:webHidden/>
          </w:rPr>
          <w:fldChar w:fldCharType="end"/>
        </w:r>
      </w:hyperlink>
    </w:p>
    <w:p w14:paraId="5C17AF38" w14:textId="7737D5EA" w:rsidR="004A079A" w:rsidRDefault="00157460">
      <w:pPr>
        <w:pStyle w:val="TOC1"/>
        <w:rPr>
          <w:rFonts w:asciiTheme="minorHAnsi" w:eastAsiaTheme="minorEastAsia" w:hAnsiTheme="minorHAnsi"/>
          <w:noProof/>
          <w:color w:val="auto"/>
          <w:lang w:eastAsia="en-GB"/>
        </w:rPr>
      </w:pPr>
      <w:hyperlink w:anchor="_Toc28094927" w:history="1">
        <w:r w:rsidR="004A079A" w:rsidRPr="00573811">
          <w:rPr>
            <w:rStyle w:val="Hyperlink"/>
            <w:noProof/>
          </w:rPr>
          <w:t>37.</w:t>
        </w:r>
        <w:r w:rsidR="004A079A">
          <w:rPr>
            <w:rFonts w:asciiTheme="minorHAnsi" w:eastAsiaTheme="minorEastAsia" w:hAnsiTheme="minorHAnsi"/>
            <w:noProof/>
            <w:color w:val="auto"/>
            <w:lang w:eastAsia="en-GB"/>
          </w:rPr>
          <w:tab/>
        </w:r>
        <w:r w:rsidR="004A079A" w:rsidRPr="00573811">
          <w:rPr>
            <w:rStyle w:val="Hyperlink"/>
            <w:noProof/>
          </w:rPr>
          <w:t>Jurisdiction of English Courts</w:t>
        </w:r>
        <w:r w:rsidR="004A079A">
          <w:rPr>
            <w:noProof/>
            <w:webHidden/>
          </w:rPr>
          <w:tab/>
        </w:r>
        <w:r w:rsidR="004A079A">
          <w:rPr>
            <w:noProof/>
            <w:webHidden/>
          </w:rPr>
          <w:fldChar w:fldCharType="begin"/>
        </w:r>
        <w:r w:rsidR="004A079A">
          <w:rPr>
            <w:noProof/>
            <w:webHidden/>
          </w:rPr>
          <w:instrText xml:space="preserve"> PAGEREF _Toc28094927 \h </w:instrText>
        </w:r>
        <w:r w:rsidR="004A079A">
          <w:rPr>
            <w:noProof/>
            <w:webHidden/>
          </w:rPr>
        </w:r>
        <w:r w:rsidR="004A079A">
          <w:rPr>
            <w:noProof/>
            <w:webHidden/>
          </w:rPr>
          <w:fldChar w:fldCharType="separate"/>
        </w:r>
        <w:r w:rsidR="00B66043">
          <w:rPr>
            <w:noProof/>
            <w:webHidden/>
          </w:rPr>
          <w:t>42</w:t>
        </w:r>
        <w:r w:rsidR="004A079A">
          <w:rPr>
            <w:noProof/>
            <w:webHidden/>
          </w:rPr>
          <w:fldChar w:fldCharType="end"/>
        </w:r>
      </w:hyperlink>
    </w:p>
    <w:p w14:paraId="13A9CDF7" w14:textId="58B01B66" w:rsidR="004A079A" w:rsidRDefault="00157460">
      <w:pPr>
        <w:pStyle w:val="TOC1"/>
        <w:rPr>
          <w:rFonts w:asciiTheme="minorHAnsi" w:eastAsiaTheme="minorEastAsia" w:hAnsiTheme="minorHAnsi"/>
          <w:noProof/>
          <w:color w:val="auto"/>
          <w:lang w:eastAsia="en-GB"/>
        </w:rPr>
      </w:pPr>
      <w:hyperlink w:anchor="_Toc28094928" w:history="1">
        <w:r w:rsidR="004A079A" w:rsidRPr="00573811">
          <w:rPr>
            <w:rStyle w:val="Hyperlink"/>
            <w:noProof/>
          </w:rPr>
          <w:t>38.</w:t>
        </w:r>
        <w:r w:rsidR="004A079A">
          <w:rPr>
            <w:rFonts w:asciiTheme="minorHAnsi" w:eastAsiaTheme="minorEastAsia" w:hAnsiTheme="minorHAnsi"/>
            <w:noProof/>
            <w:color w:val="auto"/>
            <w:lang w:eastAsia="en-GB"/>
          </w:rPr>
          <w:tab/>
        </w:r>
        <w:r w:rsidR="004A079A" w:rsidRPr="00573811">
          <w:rPr>
            <w:rStyle w:val="Hyperlink"/>
            <w:noProof/>
          </w:rPr>
          <w:t>Waiver of Immunity</w:t>
        </w:r>
        <w:r w:rsidR="004A079A">
          <w:rPr>
            <w:noProof/>
            <w:webHidden/>
          </w:rPr>
          <w:tab/>
        </w:r>
        <w:r w:rsidR="004A079A">
          <w:rPr>
            <w:noProof/>
            <w:webHidden/>
          </w:rPr>
          <w:fldChar w:fldCharType="begin"/>
        </w:r>
        <w:r w:rsidR="004A079A">
          <w:rPr>
            <w:noProof/>
            <w:webHidden/>
          </w:rPr>
          <w:instrText xml:space="preserve"> PAGEREF _Toc28094928 \h </w:instrText>
        </w:r>
        <w:r w:rsidR="004A079A">
          <w:rPr>
            <w:noProof/>
            <w:webHidden/>
          </w:rPr>
        </w:r>
        <w:r w:rsidR="004A079A">
          <w:rPr>
            <w:noProof/>
            <w:webHidden/>
          </w:rPr>
          <w:fldChar w:fldCharType="separate"/>
        </w:r>
        <w:r w:rsidR="00B66043">
          <w:rPr>
            <w:noProof/>
            <w:webHidden/>
          </w:rPr>
          <w:t>43</w:t>
        </w:r>
        <w:r w:rsidR="004A079A">
          <w:rPr>
            <w:noProof/>
            <w:webHidden/>
          </w:rPr>
          <w:fldChar w:fldCharType="end"/>
        </w:r>
      </w:hyperlink>
    </w:p>
    <w:p w14:paraId="744F2F4E" w14:textId="6FC9ABC7" w:rsidR="004A079A" w:rsidRDefault="00157460">
      <w:pPr>
        <w:pStyle w:val="TOC1"/>
        <w:rPr>
          <w:rFonts w:asciiTheme="minorHAnsi" w:eastAsiaTheme="minorEastAsia" w:hAnsiTheme="minorHAnsi"/>
          <w:noProof/>
          <w:color w:val="auto"/>
          <w:lang w:eastAsia="en-GB"/>
        </w:rPr>
      </w:pPr>
      <w:hyperlink w:anchor="_Toc28094929" w:history="1">
        <w:r w:rsidR="004A079A" w:rsidRPr="00573811">
          <w:rPr>
            <w:rStyle w:val="Hyperlink"/>
            <w:noProof/>
          </w:rPr>
          <w:t>39.</w:t>
        </w:r>
        <w:r w:rsidR="004A079A">
          <w:rPr>
            <w:rFonts w:asciiTheme="minorHAnsi" w:eastAsiaTheme="minorEastAsia" w:hAnsiTheme="minorHAnsi"/>
            <w:noProof/>
            <w:color w:val="auto"/>
            <w:lang w:eastAsia="en-GB"/>
          </w:rPr>
          <w:tab/>
        </w:r>
        <w:r w:rsidR="004A079A" w:rsidRPr="00573811">
          <w:rPr>
            <w:rStyle w:val="Hyperlink"/>
            <w:noProof/>
          </w:rPr>
          <w:t>Conditions to Effectiveness</w:t>
        </w:r>
        <w:r w:rsidR="004A079A">
          <w:rPr>
            <w:noProof/>
            <w:webHidden/>
          </w:rPr>
          <w:tab/>
        </w:r>
        <w:r w:rsidR="004A079A">
          <w:rPr>
            <w:noProof/>
            <w:webHidden/>
          </w:rPr>
          <w:fldChar w:fldCharType="begin"/>
        </w:r>
        <w:r w:rsidR="004A079A">
          <w:rPr>
            <w:noProof/>
            <w:webHidden/>
          </w:rPr>
          <w:instrText xml:space="preserve"> PAGEREF _Toc28094929 \h </w:instrText>
        </w:r>
        <w:r w:rsidR="004A079A">
          <w:rPr>
            <w:noProof/>
            <w:webHidden/>
          </w:rPr>
        </w:r>
        <w:r w:rsidR="004A079A">
          <w:rPr>
            <w:noProof/>
            <w:webHidden/>
          </w:rPr>
          <w:fldChar w:fldCharType="separate"/>
        </w:r>
        <w:r w:rsidR="00B66043">
          <w:rPr>
            <w:noProof/>
            <w:webHidden/>
          </w:rPr>
          <w:t>43</w:t>
        </w:r>
        <w:r w:rsidR="004A079A">
          <w:rPr>
            <w:noProof/>
            <w:webHidden/>
          </w:rPr>
          <w:fldChar w:fldCharType="end"/>
        </w:r>
      </w:hyperlink>
    </w:p>
    <w:p w14:paraId="1CD6B47B" w14:textId="128D2598" w:rsidR="004A079A" w:rsidRDefault="00157460">
      <w:pPr>
        <w:pStyle w:val="TOC3"/>
        <w:rPr>
          <w:rFonts w:asciiTheme="minorHAnsi" w:eastAsiaTheme="minorEastAsia" w:hAnsiTheme="minorHAnsi" w:cstheme="minorBidi"/>
          <w:noProof/>
          <w:color w:val="auto"/>
          <w:lang w:eastAsia="en-GB"/>
        </w:rPr>
      </w:pPr>
      <w:hyperlink w:anchor="_Toc28094930" w:history="1">
        <w:r w:rsidR="004A079A" w:rsidRPr="00573811">
          <w:rPr>
            <w:rStyle w:val="Hyperlink"/>
            <w:noProof/>
          </w:rPr>
          <w:t>Schedule 1 Definitions and interpretation</w:t>
        </w:r>
        <w:r w:rsidR="004A079A">
          <w:rPr>
            <w:noProof/>
            <w:webHidden/>
          </w:rPr>
          <w:tab/>
        </w:r>
        <w:r w:rsidR="004A079A">
          <w:rPr>
            <w:noProof/>
            <w:webHidden/>
          </w:rPr>
          <w:fldChar w:fldCharType="begin"/>
        </w:r>
        <w:r w:rsidR="004A079A">
          <w:rPr>
            <w:noProof/>
            <w:webHidden/>
          </w:rPr>
          <w:instrText xml:space="preserve"> PAGEREF _Toc28094930 \h </w:instrText>
        </w:r>
        <w:r w:rsidR="004A079A">
          <w:rPr>
            <w:noProof/>
            <w:webHidden/>
          </w:rPr>
        </w:r>
        <w:r w:rsidR="004A079A">
          <w:rPr>
            <w:noProof/>
            <w:webHidden/>
          </w:rPr>
          <w:fldChar w:fldCharType="separate"/>
        </w:r>
        <w:r w:rsidR="00B66043">
          <w:rPr>
            <w:noProof/>
            <w:webHidden/>
          </w:rPr>
          <w:t>45</w:t>
        </w:r>
        <w:r w:rsidR="004A079A">
          <w:rPr>
            <w:noProof/>
            <w:webHidden/>
          </w:rPr>
          <w:fldChar w:fldCharType="end"/>
        </w:r>
      </w:hyperlink>
    </w:p>
    <w:p w14:paraId="73D690F2" w14:textId="1BD6B700" w:rsidR="004A079A" w:rsidRDefault="00157460">
      <w:pPr>
        <w:pStyle w:val="TOC2"/>
        <w:rPr>
          <w:rFonts w:asciiTheme="minorHAnsi" w:eastAsiaTheme="minorEastAsia" w:hAnsiTheme="minorHAnsi"/>
          <w:noProof/>
          <w:color w:val="auto"/>
          <w:lang w:eastAsia="en-GB"/>
        </w:rPr>
      </w:pPr>
      <w:hyperlink w:anchor="_Toc28094931" w:history="1">
        <w:r w:rsidR="004A079A" w:rsidRPr="00573811">
          <w:rPr>
            <w:rStyle w:val="Hyperlink"/>
            <w:noProof/>
          </w:rPr>
          <w:t>Part 1 Definitions</w:t>
        </w:r>
        <w:r w:rsidR="004A079A">
          <w:rPr>
            <w:noProof/>
            <w:webHidden/>
          </w:rPr>
          <w:tab/>
        </w:r>
        <w:r w:rsidR="004A079A">
          <w:rPr>
            <w:noProof/>
            <w:webHidden/>
          </w:rPr>
          <w:fldChar w:fldCharType="begin"/>
        </w:r>
        <w:r w:rsidR="004A079A">
          <w:rPr>
            <w:noProof/>
            <w:webHidden/>
          </w:rPr>
          <w:instrText xml:space="preserve"> PAGEREF _Toc28094931 \h </w:instrText>
        </w:r>
        <w:r w:rsidR="004A079A">
          <w:rPr>
            <w:noProof/>
            <w:webHidden/>
          </w:rPr>
        </w:r>
        <w:r w:rsidR="004A079A">
          <w:rPr>
            <w:noProof/>
            <w:webHidden/>
          </w:rPr>
          <w:fldChar w:fldCharType="separate"/>
        </w:r>
        <w:r w:rsidR="00B66043">
          <w:rPr>
            <w:noProof/>
            <w:webHidden/>
          </w:rPr>
          <w:t>45</w:t>
        </w:r>
        <w:r w:rsidR="004A079A">
          <w:rPr>
            <w:noProof/>
            <w:webHidden/>
          </w:rPr>
          <w:fldChar w:fldCharType="end"/>
        </w:r>
      </w:hyperlink>
    </w:p>
    <w:p w14:paraId="098391F2" w14:textId="3F294003" w:rsidR="004A079A" w:rsidRDefault="00157460">
      <w:pPr>
        <w:pStyle w:val="TOC2"/>
        <w:rPr>
          <w:rFonts w:asciiTheme="minorHAnsi" w:eastAsiaTheme="minorEastAsia" w:hAnsiTheme="minorHAnsi"/>
          <w:noProof/>
          <w:color w:val="auto"/>
          <w:lang w:eastAsia="en-GB"/>
        </w:rPr>
      </w:pPr>
      <w:hyperlink w:anchor="_Toc28094932" w:history="1">
        <w:r w:rsidR="004A079A" w:rsidRPr="00573811">
          <w:rPr>
            <w:rStyle w:val="Hyperlink"/>
            <w:noProof/>
          </w:rPr>
          <w:t>Part 2 Interpretation</w:t>
        </w:r>
        <w:r w:rsidR="004A079A">
          <w:rPr>
            <w:noProof/>
            <w:webHidden/>
          </w:rPr>
          <w:tab/>
        </w:r>
        <w:r w:rsidR="004A079A">
          <w:rPr>
            <w:noProof/>
            <w:webHidden/>
          </w:rPr>
          <w:fldChar w:fldCharType="begin"/>
        </w:r>
        <w:r w:rsidR="004A079A">
          <w:rPr>
            <w:noProof/>
            <w:webHidden/>
          </w:rPr>
          <w:instrText xml:space="preserve"> PAGEREF _Toc28094932 \h </w:instrText>
        </w:r>
        <w:r w:rsidR="004A079A">
          <w:rPr>
            <w:noProof/>
            <w:webHidden/>
          </w:rPr>
        </w:r>
        <w:r w:rsidR="004A079A">
          <w:rPr>
            <w:noProof/>
            <w:webHidden/>
          </w:rPr>
          <w:fldChar w:fldCharType="separate"/>
        </w:r>
        <w:r w:rsidR="00B66043">
          <w:rPr>
            <w:noProof/>
            <w:webHidden/>
          </w:rPr>
          <w:t>53</w:t>
        </w:r>
        <w:r w:rsidR="004A079A">
          <w:rPr>
            <w:noProof/>
            <w:webHidden/>
          </w:rPr>
          <w:fldChar w:fldCharType="end"/>
        </w:r>
      </w:hyperlink>
    </w:p>
    <w:p w14:paraId="1782B879" w14:textId="34B6AF36" w:rsidR="004A079A" w:rsidRDefault="00157460">
      <w:pPr>
        <w:pStyle w:val="TOC3"/>
        <w:rPr>
          <w:rFonts w:asciiTheme="minorHAnsi" w:eastAsiaTheme="minorEastAsia" w:hAnsiTheme="minorHAnsi" w:cstheme="minorBidi"/>
          <w:noProof/>
          <w:color w:val="auto"/>
          <w:lang w:eastAsia="en-GB"/>
        </w:rPr>
      </w:pPr>
      <w:hyperlink w:anchor="_Toc28094933" w:history="1">
        <w:r w:rsidR="004A079A" w:rsidRPr="00573811">
          <w:rPr>
            <w:rStyle w:val="Hyperlink"/>
            <w:noProof/>
          </w:rPr>
          <w:t>Schedule 2 Conditions Precedent</w:t>
        </w:r>
        <w:r w:rsidR="004A079A">
          <w:rPr>
            <w:noProof/>
            <w:webHidden/>
          </w:rPr>
          <w:tab/>
        </w:r>
        <w:r w:rsidR="004A079A">
          <w:rPr>
            <w:noProof/>
            <w:webHidden/>
          </w:rPr>
          <w:fldChar w:fldCharType="begin"/>
        </w:r>
        <w:r w:rsidR="004A079A">
          <w:rPr>
            <w:noProof/>
            <w:webHidden/>
          </w:rPr>
          <w:instrText xml:space="preserve"> PAGEREF _Toc28094933 \h </w:instrText>
        </w:r>
        <w:r w:rsidR="004A079A">
          <w:rPr>
            <w:noProof/>
            <w:webHidden/>
          </w:rPr>
        </w:r>
        <w:r w:rsidR="004A079A">
          <w:rPr>
            <w:noProof/>
            <w:webHidden/>
          </w:rPr>
          <w:fldChar w:fldCharType="separate"/>
        </w:r>
        <w:r w:rsidR="00B66043">
          <w:rPr>
            <w:noProof/>
            <w:webHidden/>
          </w:rPr>
          <w:t>54</w:t>
        </w:r>
        <w:r w:rsidR="004A079A">
          <w:rPr>
            <w:noProof/>
            <w:webHidden/>
          </w:rPr>
          <w:fldChar w:fldCharType="end"/>
        </w:r>
      </w:hyperlink>
    </w:p>
    <w:p w14:paraId="0CEBBF58" w14:textId="5EB28A3D" w:rsidR="004A079A" w:rsidRDefault="00157460">
      <w:pPr>
        <w:pStyle w:val="TOC2"/>
        <w:rPr>
          <w:rFonts w:asciiTheme="minorHAnsi" w:eastAsiaTheme="minorEastAsia" w:hAnsiTheme="minorHAnsi"/>
          <w:noProof/>
          <w:color w:val="auto"/>
          <w:lang w:eastAsia="en-GB"/>
        </w:rPr>
      </w:pPr>
      <w:hyperlink w:anchor="_Toc28094934" w:history="1">
        <w:r w:rsidR="004A079A" w:rsidRPr="00573811">
          <w:rPr>
            <w:rStyle w:val="Hyperlink"/>
            <w:noProof/>
          </w:rPr>
          <w:t>Part 1 Conditions Precedent to Initial Utilisation</w:t>
        </w:r>
        <w:r w:rsidR="004A079A">
          <w:rPr>
            <w:noProof/>
            <w:webHidden/>
          </w:rPr>
          <w:tab/>
        </w:r>
        <w:r w:rsidR="004A079A">
          <w:rPr>
            <w:noProof/>
            <w:webHidden/>
          </w:rPr>
          <w:fldChar w:fldCharType="begin"/>
        </w:r>
        <w:r w:rsidR="004A079A">
          <w:rPr>
            <w:noProof/>
            <w:webHidden/>
          </w:rPr>
          <w:instrText xml:space="preserve"> PAGEREF _Toc28094934 \h </w:instrText>
        </w:r>
        <w:r w:rsidR="004A079A">
          <w:rPr>
            <w:noProof/>
            <w:webHidden/>
          </w:rPr>
        </w:r>
        <w:r w:rsidR="004A079A">
          <w:rPr>
            <w:noProof/>
            <w:webHidden/>
          </w:rPr>
          <w:fldChar w:fldCharType="separate"/>
        </w:r>
        <w:r w:rsidR="00B66043">
          <w:rPr>
            <w:noProof/>
            <w:webHidden/>
          </w:rPr>
          <w:t>54</w:t>
        </w:r>
        <w:r w:rsidR="004A079A">
          <w:rPr>
            <w:noProof/>
            <w:webHidden/>
          </w:rPr>
          <w:fldChar w:fldCharType="end"/>
        </w:r>
      </w:hyperlink>
    </w:p>
    <w:p w14:paraId="4B184E16" w14:textId="57863DE2" w:rsidR="004A079A" w:rsidRDefault="00157460">
      <w:pPr>
        <w:pStyle w:val="TOC2"/>
        <w:rPr>
          <w:rFonts w:asciiTheme="minorHAnsi" w:eastAsiaTheme="minorEastAsia" w:hAnsiTheme="minorHAnsi"/>
          <w:noProof/>
          <w:color w:val="auto"/>
          <w:lang w:eastAsia="en-GB"/>
        </w:rPr>
      </w:pPr>
      <w:hyperlink w:anchor="_Toc28094935" w:history="1">
        <w:r w:rsidR="004A079A" w:rsidRPr="00573811">
          <w:rPr>
            <w:rStyle w:val="Hyperlink"/>
            <w:noProof/>
          </w:rPr>
          <w:t>Part 2 Conditions Precedent to Each Utilisation</w:t>
        </w:r>
        <w:r w:rsidR="004A079A">
          <w:rPr>
            <w:noProof/>
            <w:webHidden/>
          </w:rPr>
          <w:tab/>
        </w:r>
        <w:r w:rsidR="004A079A">
          <w:rPr>
            <w:noProof/>
            <w:webHidden/>
          </w:rPr>
          <w:fldChar w:fldCharType="begin"/>
        </w:r>
        <w:r w:rsidR="004A079A">
          <w:rPr>
            <w:noProof/>
            <w:webHidden/>
          </w:rPr>
          <w:instrText xml:space="preserve"> PAGEREF _Toc28094935 \h </w:instrText>
        </w:r>
        <w:r w:rsidR="004A079A">
          <w:rPr>
            <w:noProof/>
            <w:webHidden/>
          </w:rPr>
        </w:r>
        <w:r w:rsidR="004A079A">
          <w:rPr>
            <w:noProof/>
            <w:webHidden/>
          </w:rPr>
          <w:fldChar w:fldCharType="separate"/>
        </w:r>
        <w:r w:rsidR="00B66043">
          <w:rPr>
            <w:noProof/>
            <w:webHidden/>
          </w:rPr>
          <w:t>56</w:t>
        </w:r>
        <w:r w:rsidR="004A079A">
          <w:rPr>
            <w:noProof/>
            <w:webHidden/>
          </w:rPr>
          <w:fldChar w:fldCharType="end"/>
        </w:r>
      </w:hyperlink>
    </w:p>
    <w:p w14:paraId="7E7887E4" w14:textId="43EFE1A0" w:rsidR="004A079A" w:rsidRDefault="00157460">
      <w:pPr>
        <w:pStyle w:val="TOC3"/>
        <w:rPr>
          <w:rFonts w:asciiTheme="minorHAnsi" w:eastAsiaTheme="minorEastAsia" w:hAnsiTheme="minorHAnsi" w:cstheme="minorBidi"/>
          <w:noProof/>
          <w:color w:val="auto"/>
          <w:lang w:eastAsia="en-GB"/>
        </w:rPr>
      </w:pPr>
      <w:hyperlink w:anchor="_Toc28094936" w:history="1">
        <w:r w:rsidR="004A079A" w:rsidRPr="00573811">
          <w:rPr>
            <w:rStyle w:val="Hyperlink"/>
            <w:noProof/>
          </w:rPr>
          <w:t>Schedule 3 Form of Utilisation Request</w:t>
        </w:r>
        <w:r w:rsidR="004A079A">
          <w:rPr>
            <w:noProof/>
            <w:webHidden/>
          </w:rPr>
          <w:tab/>
        </w:r>
        <w:r w:rsidR="004A079A">
          <w:rPr>
            <w:noProof/>
            <w:webHidden/>
          </w:rPr>
          <w:fldChar w:fldCharType="begin"/>
        </w:r>
        <w:r w:rsidR="004A079A">
          <w:rPr>
            <w:noProof/>
            <w:webHidden/>
          </w:rPr>
          <w:instrText xml:space="preserve"> PAGEREF _Toc28094936 \h </w:instrText>
        </w:r>
        <w:r w:rsidR="004A079A">
          <w:rPr>
            <w:noProof/>
            <w:webHidden/>
          </w:rPr>
        </w:r>
        <w:r w:rsidR="004A079A">
          <w:rPr>
            <w:noProof/>
            <w:webHidden/>
          </w:rPr>
          <w:fldChar w:fldCharType="separate"/>
        </w:r>
        <w:r w:rsidR="00B66043">
          <w:rPr>
            <w:noProof/>
            <w:webHidden/>
          </w:rPr>
          <w:t>57</w:t>
        </w:r>
        <w:r w:rsidR="004A079A">
          <w:rPr>
            <w:noProof/>
            <w:webHidden/>
          </w:rPr>
          <w:fldChar w:fldCharType="end"/>
        </w:r>
      </w:hyperlink>
    </w:p>
    <w:p w14:paraId="7102373A" w14:textId="405E8E20" w:rsidR="004A079A" w:rsidRDefault="00157460">
      <w:pPr>
        <w:pStyle w:val="TOC3"/>
        <w:rPr>
          <w:rFonts w:asciiTheme="minorHAnsi" w:eastAsiaTheme="minorEastAsia" w:hAnsiTheme="minorHAnsi" w:cstheme="minorBidi"/>
          <w:noProof/>
          <w:color w:val="auto"/>
          <w:lang w:eastAsia="en-GB"/>
        </w:rPr>
      </w:pPr>
      <w:hyperlink w:anchor="_Toc28094937" w:history="1">
        <w:r w:rsidR="004A079A" w:rsidRPr="00573811">
          <w:rPr>
            <w:rStyle w:val="Hyperlink"/>
            <w:noProof/>
          </w:rPr>
          <w:t>Schedule 4 Conditions relating to Assigment or transfer</w:t>
        </w:r>
        <w:r w:rsidR="004A079A">
          <w:rPr>
            <w:noProof/>
            <w:webHidden/>
          </w:rPr>
          <w:tab/>
        </w:r>
        <w:r w:rsidR="004A079A">
          <w:rPr>
            <w:noProof/>
            <w:webHidden/>
          </w:rPr>
          <w:fldChar w:fldCharType="begin"/>
        </w:r>
        <w:r w:rsidR="004A079A">
          <w:rPr>
            <w:noProof/>
            <w:webHidden/>
          </w:rPr>
          <w:instrText xml:space="preserve"> PAGEREF _Toc28094937 \h </w:instrText>
        </w:r>
        <w:r w:rsidR="004A079A">
          <w:rPr>
            <w:noProof/>
            <w:webHidden/>
          </w:rPr>
        </w:r>
        <w:r w:rsidR="004A079A">
          <w:rPr>
            <w:noProof/>
            <w:webHidden/>
          </w:rPr>
          <w:fldChar w:fldCharType="separate"/>
        </w:r>
        <w:r w:rsidR="00B66043">
          <w:rPr>
            <w:noProof/>
            <w:webHidden/>
          </w:rPr>
          <w:t>58</w:t>
        </w:r>
        <w:r w:rsidR="004A079A">
          <w:rPr>
            <w:noProof/>
            <w:webHidden/>
          </w:rPr>
          <w:fldChar w:fldCharType="end"/>
        </w:r>
      </w:hyperlink>
    </w:p>
    <w:p w14:paraId="7D0DA095" w14:textId="58196CEC" w:rsidR="004A079A" w:rsidRDefault="00157460">
      <w:pPr>
        <w:pStyle w:val="TOC3"/>
        <w:rPr>
          <w:rFonts w:asciiTheme="minorHAnsi" w:eastAsiaTheme="minorEastAsia" w:hAnsiTheme="minorHAnsi" w:cstheme="minorBidi"/>
          <w:noProof/>
          <w:color w:val="auto"/>
          <w:lang w:eastAsia="en-GB"/>
        </w:rPr>
      </w:pPr>
      <w:hyperlink w:anchor="_Toc28094938" w:history="1">
        <w:r w:rsidR="004A079A" w:rsidRPr="00573811">
          <w:rPr>
            <w:rStyle w:val="Hyperlink"/>
            <w:noProof/>
          </w:rPr>
          <w:t>Schedule 5 Form of Transfer Certificate</w:t>
        </w:r>
        <w:r w:rsidR="004A079A">
          <w:rPr>
            <w:noProof/>
            <w:webHidden/>
          </w:rPr>
          <w:tab/>
        </w:r>
        <w:r w:rsidR="004A079A">
          <w:rPr>
            <w:noProof/>
            <w:webHidden/>
          </w:rPr>
          <w:fldChar w:fldCharType="begin"/>
        </w:r>
        <w:r w:rsidR="004A079A">
          <w:rPr>
            <w:noProof/>
            <w:webHidden/>
          </w:rPr>
          <w:instrText xml:space="preserve"> PAGEREF _Toc28094938 \h </w:instrText>
        </w:r>
        <w:r w:rsidR="004A079A">
          <w:rPr>
            <w:noProof/>
            <w:webHidden/>
          </w:rPr>
        </w:r>
        <w:r w:rsidR="004A079A">
          <w:rPr>
            <w:noProof/>
            <w:webHidden/>
          </w:rPr>
          <w:fldChar w:fldCharType="separate"/>
        </w:r>
        <w:r w:rsidR="00B66043">
          <w:rPr>
            <w:noProof/>
            <w:webHidden/>
          </w:rPr>
          <w:t>62</w:t>
        </w:r>
        <w:r w:rsidR="004A079A">
          <w:rPr>
            <w:noProof/>
            <w:webHidden/>
          </w:rPr>
          <w:fldChar w:fldCharType="end"/>
        </w:r>
      </w:hyperlink>
    </w:p>
    <w:p w14:paraId="0ED65F5B" w14:textId="292398D5" w:rsidR="004A079A" w:rsidRDefault="00157460">
      <w:pPr>
        <w:pStyle w:val="TOC3"/>
        <w:rPr>
          <w:rFonts w:asciiTheme="minorHAnsi" w:eastAsiaTheme="minorEastAsia" w:hAnsiTheme="minorHAnsi" w:cstheme="minorBidi"/>
          <w:noProof/>
          <w:color w:val="auto"/>
          <w:lang w:eastAsia="en-GB"/>
        </w:rPr>
      </w:pPr>
      <w:hyperlink w:anchor="_Toc28094939" w:history="1">
        <w:r w:rsidR="004A079A" w:rsidRPr="00573811">
          <w:rPr>
            <w:rStyle w:val="Hyperlink"/>
            <w:noProof/>
          </w:rPr>
          <w:t>Schedule 6 Form of Assignment Agreement</w:t>
        </w:r>
        <w:r w:rsidR="004A079A">
          <w:rPr>
            <w:noProof/>
            <w:webHidden/>
          </w:rPr>
          <w:tab/>
        </w:r>
        <w:r w:rsidR="004A079A">
          <w:rPr>
            <w:noProof/>
            <w:webHidden/>
          </w:rPr>
          <w:fldChar w:fldCharType="begin"/>
        </w:r>
        <w:r w:rsidR="004A079A">
          <w:rPr>
            <w:noProof/>
            <w:webHidden/>
          </w:rPr>
          <w:instrText xml:space="preserve"> PAGEREF _Toc28094939 \h </w:instrText>
        </w:r>
        <w:r w:rsidR="004A079A">
          <w:rPr>
            <w:noProof/>
            <w:webHidden/>
          </w:rPr>
        </w:r>
        <w:r w:rsidR="004A079A">
          <w:rPr>
            <w:noProof/>
            <w:webHidden/>
          </w:rPr>
          <w:fldChar w:fldCharType="separate"/>
        </w:r>
        <w:r w:rsidR="00B66043">
          <w:rPr>
            <w:noProof/>
            <w:webHidden/>
          </w:rPr>
          <w:t>64</w:t>
        </w:r>
        <w:r w:rsidR="004A079A">
          <w:rPr>
            <w:noProof/>
            <w:webHidden/>
          </w:rPr>
          <w:fldChar w:fldCharType="end"/>
        </w:r>
      </w:hyperlink>
    </w:p>
    <w:p w14:paraId="5114D6D6" w14:textId="77777777" w:rsidR="00657368" w:rsidRPr="007C4C20" w:rsidRDefault="00657368" w:rsidP="0070571D">
      <w:pPr>
        <w:pStyle w:val="CMSANBodyText"/>
      </w:pPr>
      <w:r w:rsidRPr="007C4C20">
        <w:rPr>
          <w:b/>
          <w:bCs/>
        </w:rPr>
        <w:fldChar w:fldCharType="end"/>
      </w:r>
    </w:p>
    <w:p w14:paraId="2782B319" w14:textId="77777777" w:rsidR="00657368" w:rsidRPr="007C4C20" w:rsidRDefault="00657368" w:rsidP="0070571D">
      <w:pPr>
        <w:pStyle w:val="CMSANBodyText"/>
        <w:sectPr w:rsidR="00657368" w:rsidRPr="007C4C20" w:rsidSect="00C7076B">
          <w:headerReference w:type="default" r:id="rId12"/>
          <w:footerReference w:type="default" r:id="rId13"/>
          <w:headerReference w:type="first" r:id="rId14"/>
          <w:pgSz w:w="11906" w:h="16838" w:code="9"/>
          <w:pgMar w:top="1134" w:right="1134" w:bottom="1134" w:left="1418" w:header="709" w:footer="709" w:gutter="0"/>
          <w:cols w:space="708"/>
          <w:docGrid w:linePitch="360"/>
        </w:sectPr>
      </w:pPr>
    </w:p>
    <w:p w14:paraId="5C1D9A60" w14:textId="77777777" w:rsidR="00657368" w:rsidRPr="007C4C20" w:rsidRDefault="00657368" w:rsidP="00657368">
      <w:pPr>
        <w:pStyle w:val="CMSANBodyText"/>
        <w:keepNext/>
      </w:pPr>
      <w:r w:rsidRPr="007C4C20">
        <w:rPr>
          <w:b/>
        </w:rPr>
        <w:lastRenderedPageBreak/>
        <w:t>THIS AGREEMENT</w:t>
      </w:r>
      <w:r w:rsidRPr="007C4C20">
        <w:t xml:space="preserve"> (the “</w:t>
      </w:r>
      <w:r w:rsidRPr="007C4C20">
        <w:rPr>
          <w:b/>
        </w:rPr>
        <w:t>Agreement</w:t>
      </w:r>
      <w:r w:rsidRPr="007C4C20">
        <w:t xml:space="preserve">”) is dated </w:t>
      </w:r>
      <w:r w:rsidR="004A079A">
        <w:t>25</w:t>
      </w:r>
      <w:r w:rsidRPr="007C4C20">
        <w:t xml:space="preserve"> </w:t>
      </w:r>
      <w:r w:rsidR="001143C6">
        <w:t xml:space="preserve">December </w:t>
      </w:r>
      <w:r w:rsidRPr="007C4C20">
        <w:t>2019 and made between:</w:t>
      </w:r>
    </w:p>
    <w:p w14:paraId="76B83BF9" w14:textId="77777777" w:rsidR="00657368" w:rsidRPr="007C4C20" w:rsidRDefault="00657368" w:rsidP="00657368">
      <w:pPr>
        <w:pStyle w:val="CMSANParties"/>
      </w:pPr>
      <w:bookmarkStart w:id="1" w:name="_Ref7182453"/>
      <w:r w:rsidRPr="007C4C20">
        <w:rPr>
          <w:b/>
        </w:rPr>
        <w:t>THE REPUBLIC OF SERBIA</w:t>
      </w:r>
      <w:r w:rsidRPr="007C4C20">
        <w:t xml:space="preserve"> represented by</w:t>
      </w:r>
      <w:r w:rsidR="00726E6D" w:rsidRPr="007C4C20">
        <w:t xml:space="preserve"> </w:t>
      </w:r>
      <w:r w:rsidR="00AF37CE" w:rsidRPr="00AF37CE">
        <w:t>Mr. Siniša Mali</w:t>
      </w:r>
      <w:r w:rsidR="00726E6D" w:rsidRPr="007C4C20">
        <w:t xml:space="preserve">, </w:t>
      </w:r>
      <w:r w:rsidRPr="007C4C20">
        <w:t>Minister o</w:t>
      </w:r>
      <w:r w:rsidR="00D172EE" w:rsidRPr="007C4C20">
        <w:t>f Finance</w:t>
      </w:r>
      <w:r w:rsidR="00726E6D" w:rsidRPr="007C4C20">
        <w:t>, on behalf of the Gover</w:t>
      </w:r>
      <w:r w:rsidR="00A967F0" w:rsidRPr="007C4C20">
        <w:t>nment as the representative of t</w:t>
      </w:r>
      <w:r w:rsidR="00726E6D" w:rsidRPr="007C4C20">
        <w:t>he Republic of Serbia</w:t>
      </w:r>
      <w:r w:rsidRPr="007C4C20">
        <w:t xml:space="preserve"> (the “</w:t>
      </w:r>
      <w:r w:rsidRPr="007C4C20">
        <w:rPr>
          <w:b/>
        </w:rPr>
        <w:t>Borrower</w:t>
      </w:r>
      <w:r w:rsidRPr="007C4C20">
        <w:t>”)</w:t>
      </w:r>
      <w:r w:rsidR="00426021" w:rsidRPr="007C4C20">
        <w:t xml:space="preserve"> having its office at 20 Kneza Milosa Street, 11000 Belgrade</w:t>
      </w:r>
      <w:r w:rsidRPr="007C4C20">
        <w:t>;</w:t>
      </w:r>
      <w:bookmarkEnd w:id="1"/>
    </w:p>
    <w:p w14:paraId="14E1BD44" w14:textId="77777777" w:rsidR="00657368" w:rsidRPr="007C4C20" w:rsidRDefault="000351F6" w:rsidP="00657368">
      <w:pPr>
        <w:pStyle w:val="CMSANParties"/>
      </w:pPr>
      <w:r w:rsidRPr="007C4C20">
        <w:rPr>
          <w:b/>
        </w:rPr>
        <w:t>T.C. ZİRAAT BANKASI A.Ş.</w:t>
      </w:r>
      <w:r w:rsidR="00AD4BD8" w:rsidRPr="007C4C20">
        <w:rPr>
          <w:b/>
        </w:rPr>
        <w:t xml:space="preserve"> </w:t>
      </w:r>
      <w:r w:rsidR="001143C6" w:rsidRPr="00452172">
        <w:rPr>
          <w:bCs/>
        </w:rPr>
        <w:t>(domestic and foreign branches including Bahrein Branch)</w:t>
      </w:r>
      <w:r w:rsidR="005D0C1B">
        <w:rPr>
          <w:bCs/>
        </w:rPr>
        <w:t xml:space="preserve"> </w:t>
      </w:r>
      <w:r w:rsidR="00AA65F2">
        <w:rPr>
          <w:bCs/>
        </w:rPr>
        <w:t xml:space="preserve">with office for notices at </w:t>
      </w:r>
      <w:r w:rsidR="00AA65F2" w:rsidRPr="00AA65F2">
        <w:rPr>
          <w:bCs/>
        </w:rPr>
        <w:t>Eskibüyükdere Cad. No:41 C Blok 34398 Sarıyer/ İstanbul</w:t>
      </w:r>
      <w:r w:rsidR="00AA65F2">
        <w:rPr>
          <w:bCs/>
        </w:rPr>
        <w:t xml:space="preserve">, Turkey </w:t>
      </w:r>
      <w:r w:rsidRPr="007C4C20">
        <w:t>and</w:t>
      </w:r>
      <w:r w:rsidRPr="007C4C20">
        <w:rPr>
          <w:b/>
        </w:rPr>
        <w:t xml:space="preserve"> DENİZBANK </w:t>
      </w:r>
      <w:r w:rsidR="00AD4BD8" w:rsidRPr="007C4C20">
        <w:rPr>
          <w:b/>
        </w:rPr>
        <w:t xml:space="preserve">A.Ş. </w:t>
      </w:r>
      <w:r w:rsidR="00452172" w:rsidRPr="00452172">
        <w:rPr>
          <w:bCs/>
        </w:rPr>
        <w:t xml:space="preserve">(domestic and foreign branches including Bahrein Branch) </w:t>
      </w:r>
      <w:r w:rsidR="00AA65F2">
        <w:rPr>
          <w:bCs/>
        </w:rPr>
        <w:t>with office for notices at B</w:t>
      </w:r>
      <w:r w:rsidR="00AA65F2">
        <w:rPr>
          <w:rFonts w:cs="Times New Roman"/>
          <w:bCs/>
        </w:rPr>
        <w:t>ü</w:t>
      </w:r>
      <w:r w:rsidR="00AA65F2">
        <w:rPr>
          <w:bCs/>
        </w:rPr>
        <w:t>y</w:t>
      </w:r>
      <w:r w:rsidR="00AA65F2">
        <w:rPr>
          <w:rFonts w:cs="Times New Roman"/>
          <w:bCs/>
        </w:rPr>
        <w:t>ü</w:t>
      </w:r>
      <w:r w:rsidR="00AA65F2">
        <w:rPr>
          <w:bCs/>
        </w:rPr>
        <w:t>kdere Caddesi No:141, Esentepe-</w:t>
      </w:r>
      <w:r w:rsidR="00AA65F2">
        <w:rPr>
          <w:rFonts w:cs="Times New Roman"/>
          <w:bCs/>
        </w:rPr>
        <w:t>Ş</w:t>
      </w:r>
      <w:r w:rsidR="00AA65F2">
        <w:rPr>
          <w:bCs/>
        </w:rPr>
        <w:t>i</w:t>
      </w:r>
      <w:r w:rsidR="00AA65F2">
        <w:rPr>
          <w:rFonts w:cs="Times New Roman"/>
          <w:bCs/>
        </w:rPr>
        <w:t>ş</w:t>
      </w:r>
      <w:r w:rsidR="00AA65F2">
        <w:rPr>
          <w:bCs/>
        </w:rPr>
        <w:t xml:space="preserve">li/ Istanbul, Turkey </w:t>
      </w:r>
      <w:r w:rsidRPr="007C4C20">
        <w:t>as lenders (</w:t>
      </w:r>
      <w:r w:rsidR="0094310A" w:rsidRPr="007C4C20">
        <w:t>the</w:t>
      </w:r>
      <w:r w:rsidR="001B20BF" w:rsidRPr="007C4C20">
        <w:t xml:space="preserve"> “</w:t>
      </w:r>
      <w:r w:rsidR="001B20BF" w:rsidRPr="007C4C20">
        <w:rPr>
          <w:b/>
        </w:rPr>
        <w:t>Lender</w:t>
      </w:r>
      <w:r w:rsidR="0094310A" w:rsidRPr="007C4C20">
        <w:rPr>
          <w:b/>
        </w:rPr>
        <w:t>s</w:t>
      </w:r>
      <w:r w:rsidR="001B20BF" w:rsidRPr="007C4C20">
        <w:t>”</w:t>
      </w:r>
      <w:r w:rsidR="0094310A" w:rsidRPr="007C4C20">
        <w:t>)</w:t>
      </w:r>
      <w:r w:rsidRPr="007C4C20">
        <w:t>;</w:t>
      </w:r>
    </w:p>
    <w:p w14:paraId="33268C48" w14:textId="77777777" w:rsidR="00657368" w:rsidRPr="007C4C20" w:rsidRDefault="00E55ACE" w:rsidP="00657368">
      <w:pPr>
        <w:pStyle w:val="CMSANParties"/>
      </w:pPr>
      <w:bookmarkStart w:id="2" w:name="_Ref7182455"/>
      <w:r w:rsidRPr="007C4C20">
        <w:rPr>
          <w:b/>
        </w:rPr>
        <w:t xml:space="preserve">T.C. ZİRAAT BANKASI A.Ş. </w:t>
      </w:r>
      <w:r w:rsidR="00AA65F2">
        <w:rPr>
          <w:bCs/>
        </w:rPr>
        <w:t xml:space="preserve">with office for notices at </w:t>
      </w:r>
      <w:r w:rsidR="00AA65F2" w:rsidRPr="00AA65F2">
        <w:rPr>
          <w:bCs/>
        </w:rPr>
        <w:t>Eskibüyükdere Cad. No:41 C Blok 34398 Sarıyer/ İstanbul</w:t>
      </w:r>
      <w:r w:rsidR="00AA65F2">
        <w:rPr>
          <w:bCs/>
        </w:rPr>
        <w:t xml:space="preserve">, Turkey </w:t>
      </w:r>
      <w:r w:rsidR="00657368" w:rsidRPr="007C4C20">
        <w:t>as</w:t>
      </w:r>
      <w:r w:rsidR="009046CF" w:rsidRPr="007C4C20">
        <w:t xml:space="preserve"> </w:t>
      </w:r>
      <w:r w:rsidR="00657368" w:rsidRPr="007C4C20">
        <w:t xml:space="preserve">agent </w:t>
      </w:r>
      <w:r w:rsidR="0094310A" w:rsidRPr="007C4C20">
        <w:t>for the Lender</w:t>
      </w:r>
      <w:r w:rsidR="00DE5DDE" w:rsidRPr="007C4C20">
        <w:t>s</w:t>
      </w:r>
      <w:r w:rsidR="0094310A" w:rsidRPr="007C4C20">
        <w:t xml:space="preserve"> </w:t>
      </w:r>
      <w:r w:rsidR="00657368" w:rsidRPr="007C4C20">
        <w:t>(the “</w:t>
      </w:r>
      <w:r w:rsidR="00657368" w:rsidRPr="007C4C20">
        <w:rPr>
          <w:b/>
        </w:rPr>
        <w:t>Agent</w:t>
      </w:r>
      <w:r w:rsidR="00657368" w:rsidRPr="007C4C20">
        <w:t>”).</w:t>
      </w:r>
      <w:bookmarkEnd w:id="2"/>
    </w:p>
    <w:p w14:paraId="68E070EF" w14:textId="77777777" w:rsidR="00647CCA" w:rsidRPr="007C4C20" w:rsidRDefault="00647CCA" w:rsidP="00CE24CC">
      <w:pPr>
        <w:keepNext/>
        <w:outlineLvl w:val="0"/>
        <w:rPr>
          <w:b/>
        </w:rPr>
      </w:pPr>
    </w:p>
    <w:p w14:paraId="0559654F" w14:textId="77777777" w:rsidR="00CE24CC" w:rsidRPr="007C4C20" w:rsidRDefault="00CE24CC" w:rsidP="00CE24CC">
      <w:pPr>
        <w:keepNext/>
        <w:outlineLvl w:val="0"/>
        <w:rPr>
          <w:b/>
        </w:rPr>
      </w:pPr>
      <w:r w:rsidRPr="007C4C20">
        <w:rPr>
          <w:b/>
        </w:rPr>
        <w:t>WHEREAS:</w:t>
      </w:r>
    </w:p>
    <w:p w14:paraId="51902B11" w14:textId="77777777" w:rsidR="00CE24CC" w:rsidRPr="007C4C20" w:rsidRDefault="00CE24CC" w:rsidP="00CE24CC">
      <w:pPr>
        <w:keepNext/>
        <w:outlineLvl w:val="0"/>
      </w:pPr>
    </w:p>
    <w:p w14:paraId="22D0FAD4" w14:textId="77777777" w:rsidR="00EE3267" w:rsidRPr="007C4C20" w:rsidRDefault="00772F2A" w:rsidP="00EE3267">
      <w:pPr>
        <w:pStyle w:val="ListALPHACAPS1"/>
      </w:pPr>
      <w:r w:rsidRPr="007C4C20">
        <w:t xml:space="preserve">The Borrower has stated that it desires to undertake the </w:t>
      </w:r>
      <w:r w:rsidR="00EE3267" w:rsidRPr="007C4C20">
        <w:t>following p</w:t>
      </w:r>
      <w:r w:rsidRPr="007C4C20">
        <w:t>rojects through the Ministry of Construction, Transport and Infrastructure</w:t>
      </w:r>
      <w:r w:rsidR="00EE3267" w:rsidRPr="007C4C20">
        <w:t>:</w:t>
      </w:r>
    </w:p>
    <w:p w14:paraId="46334DB7" w14:textId="77777777" w:rsidR="00EE3267" w:rsidRPr="007C4C20" w:rsidRDefault="00EE3267" w:rsidP="00EE3267">
      <w:pPr>
        <w:pStyle w:val="LISTALPHACAPS2"/>
        <w:numPr>
          <w:ilvl w:val="0"/>
          <w:numId w:val="0"/>
        </w:numPr>
        <w:ind w:left="1702" w:hanging="1078"/>
      </w:pPr>
      <w:r w:rsidRPr="007C4C20">
        <w:t>(a)</w:t>
      </w:r>
      <w:r w:rsidRPr="007C4C20">
        <w:tab/>
        <w:t xml:space="preserve">the </w:t>
      </w:r>
      <w:r w:rsidR="00426021" w:rsidRPr="007C4C20">
        <w:t>re</w:t>
      </w:r>
      <w:r w:rsidR="00772F2A" w:rsidRPr="007C4C20">
        <w:t xml:space="preserve">construction of </w:t>
      </w:r>
      <w:r w:rsidRPr="007C4C20">
        <w:t>the State Road Novi Pazar - Tutin (“</w:t>
      </w:r>
      <w:r w:rsidRPr="007C4C20">
        <w:rPr>
          <w:b/>
          <w:bCs/>
        </w:rPr>
        <w:t>Project 1</w:t>
      </w:r>
      <w:r w:rsidRPr="007C4C20">
        <w:t>”), as further described in the Commercial Contract for Detailed Regulation Plan, Design and Execution of works for Reconstruction of the State Road of IIA Order, No. 203, Novi Pazar – Tutin, entered into between the Government of the Republic of Serbia, the Public Enterprise “Roads of Serbia” and TAŞYAPI İnşaat Taahhüt Sanayi Ve Ticaret A.Ş. on 29 October 2018, as subsequently amended (the “</w:t>
      </w:r>
      <w:r w:rsidRPr="007C4C20">
        <w:rPr>
          <w:b/>
          <w:bCs/>
        </w:rPr>
        <w:t>Commercial Contract 1</w:t>
      </w:r>
      <w:r w:rsidRPr="007C4C20">
        <w:t>”); and</w:t>
      </w:r>
    </w:p>
    <w:p w14:paraId="39392FE3" w14:textId="77777777" w:rsidR="00EE3267" w:rsidRPr="007C4C20" w:rsidRDefault="00EE3267" w:rsidP="00EE3267">
      <w:pPr>
        <w:pStyle w:val="LISTALPHACAPS2"/>
        <w:numPr>
          <w:ilvl w:val="0"/>
          <w:numId w:val="0"/>
        </w:numPr>
        <w:ind w:left="1702" w:hanging="1078"/>
      </w:pPr>
      <w:r w:rsidRPr="007C4C20">
        <w:t>(b)</w:t>
      </w:r>
      <w:r w:rsidRPr="007C4C20">
        <w:tab/>
        <w:t xml:space="preserve">the construction of Highway Sremska Raca - Kuzmin and Bridge over River Sava, including the feasibility </w:t>
      </w:r>
      <w:r w:rsidR="009F42D3">
        <w:t xml:space="preserve">study </w:t>
      </w:r>
      <w:r w:rsidRPr="007C4C20">
        <w:t>and preliminary design (“</w:t>
      </w:r>
      <w:r w:rsidRPr="007C4C20">
        <w:rPr>
          <w:b/>
          <w:bCs/>
        </w:rPr>
        <w:t>Project 2</w:t>
      </w:r>
      <w:r w:rsidRPr="007C4C20">
        <w:t>”) as further described in the Commercial Contract for the Preparation of Detailed Regulation Plan, Design and for the Execution of Works for Highway Sremska Raca – Kuzmin and Bridge over River Sava and for the Preparation of Design for Pozega – Kotroman Section, entered into between the Government of the Republic of Serbia, the Public Enterprise “Roads of Serbia” and TAŞYAPI İnşaat Taahhüt Sanayi Ve Ticaret A.Ş. on 20 December 2018 (the “</w:t>
      </w:r>
      <w:r w:rsidRPr="007C4C20">
        <w:rPr>
          <w:b/>
          <w:bCs/>
        </w:rPr>
        <w:t>Commercial Contract 2</w:t>
      </w:r>
      <w:r w:rsidRPr="007C4C20">
        <w:t>”)</w:t>
      </w:r>
      <w:r w:rsidR="00F50E2E" w:rsidRPr="007C4C20">
        <w:t xml:space="preserve"> (each of “</w:t>
      </w:r>
      <w:r w:rsidR="00F50E2E" w:rsidRPr="007C4C20">
        <w:rPr>
          <w:b/>
          <w:bCs/>
        </w:rPr>
        <w:t>Commercial Contract 1</w:t>
      </w:r>
      <w:r w:rsidR="00F50E2E" w:rsidRPr="007C4C20">
        <w:t>” and “</w:t>
      </w:r>
      <w:r w:rsidR="00F50E2E" w:rsidRPr="007C4C20">
        <w:rPr>
          <w:b/>
          <w:bCs/>
        </w:rPr>
        <w:t>Commercial Contract 2</w:t>
      </w:r>
      <w:r w:rsidR="00F50E2E" w:rsidRPr="007C4C20">
        <w:t>” being referred herein as a “</w:t>
      </w:r>
      <w:r w:rsidR="00F50E2E" w:rsidRPr="007C4C20">
        <w:rPr>
          <w:b/>
          <w:bCs/>
        </w:rPr>
        <w:t>Commercial Contract</w:t>
      </w:r>
      <w:r w:rsidR="00F50E2E" w:rsidRPr="007C4C20">
        <w:t>”).</w:t>
      </w:r>
    </w:p>
    <w:p w14:paraId="61EED91A" w14:textId="77777777" w:rsidR="00CE24CC" w:rsidRPr="007C4C20" w:rsidRDefault="00647CCA" w:rsidP="00CE24CC">
      <w:pPr>
        <w:pStyle w:val="ListALPHACAPS1"/>
      </w:pPr>
      <w:r w:rsidRPr="007C4C20">
        <w:t xml:space="preserve">To enable the Borrower to complete the financing required for </w:t>
      </w:r>
      <w:r w:rsidR="00DE5DDE" w:rsidRPr="007C4C20">
        <w:t>Project 1 and Project 2 (</w:t>
      </w:r>
      <w:r w:rsidRPr="007C4C20">
        <w:t xml:space="preserve">the </w:t>
      </w:r>
      <w:r w:rsidR="00DE5DDE" w:rsidRPr="007C4C20">
        <w:t>“</w:t>
      </w:r>
      <w:r w:rsidRPr="007C4C20">
        <w:rPr>
          <w:b/>
          <w:bCs/>
        </w:rPr>
        <w:t>Projects</w:t>
      </w:r>
      <w:r w:rsidR="00DE5DDE" w:rsidRPr="007C4C20">
        <w:t>”)</w:t>
      </w:r>
      <w:r w:rsidRPr="007C4C20">
        <w:t xml:space="preserve">, the Borrower requested the </w:t>
      </w:r>
      <w:r w:rsidR="0094310A" w:rsidRPr="007C4C20">
        <w:t>Lenders</w:t>
      </w:r>
      <w:r w:rsidR="008C711C" w:rsidRPr="007C4C20">
        <w:t xml:space="preserve"> </w:t>
      </w:r>
      <w:r w:rsidRPr="007C4C20">
        <w:t xml:space="preserve">to establish in its favour </w:t>
      </w:r>
      <w:r w:rsidR="00F50E2E" w:rsidRPr="007C4C20">
        <w:t xml:space="preserve">the Loan Facilities (as defined below) </w:t>
      </w:r>
      <w:r w:rsidR="008E1AD1" w:rsidRPr="007C4C20">
        <w:t>up to the amount of EUR 219,200,000</w:t>
      </w:r>
      <w:r w:rsidR="00194200" w:rsidRPr="007C4C20">
        <w:t>;</w:t>
      </w:r>
    </w:p>
    <w:p w14:paraId="230B98C8" w14:textId="77777777" w:rsidR="008A6877" w:rsidRPr="007C4C20" w:rsidRDefault="00647CCA" w:rsidP="00D9580A">
      <w:pPr>
        <w:pStyle w:val="ListALPHACAPS1"/>
        <w:keepNext/>
      </w:pPr>
      <w:r w:rsidRPr="007C4C20">
        <w:t xml:space="preserve">In response to the Borrower’s requests and relying, inter alia, on the facts and representations and undertakings of the Borrower contained in this Agreement, </w:t>
      </w:r>
      <w:r w:rsidR="0061071E" w:rsidRPr="007C4C20">
        <w:t xml:space="preserve">the </w:t>
      </w:r>
      <w:r w:rsidR="0094310A" w:rsidRPr="007C4C20">
        <w:t>Lenders have</w:t>
      </w:r>
      <w:r w:rsidR="0061071E" w:rsidRPr="007C4C20">
        <w:t xml:space="preserve"> agreed </w:t>
      </w:r>
      <w:r w:rsidRPr="007C4C20">
        <w:t xml:space="preserve">to provide to the Borrower the </w:t>
      </w:r>
      <w:r w:rsidR="001957E8" w:rsidRPr="007C4C20">
        <w:t>loan</w:t>
      </w:r>
      <w:r w:rsidRPr="007C4C20">
        <w:t xml:space="preserve"> facilities</w:t>
      </w:r>
      <w:r w:rsidR="00255F25" w:rsidRPr="007C4C20">
        <w:t xml:space="preserve"> un</w:t>
      </w:r>
      <w:r w:rsidR="00194200" w:rsidRPr="007C4C20">
        <w:t>der the terms of this Agreement; and</w:t>
      </w:r>
    </w:p>
    <w:p w14:paraId="0EF0FE6F" w14:textId="77777777" w:rsidR="00194200" w:rsidRPr="007C4C20" w:rsidRDefault="00182237" w:rsidP="00182237">
      <w:pPr>
        <w:pStyle w:val="ListALPHACAPS1"/>
        <w:rPr>
          <w:b/>
        </w:rPr>
      </w:pPr>
      <w:r w:rsidRPr="007C4C20">
        <w:t xml:space="preserve">The </w:t>
      </w:r>
      <w:r w:rsidR="0094310A" w:rsidRPr="007C4C20">
        <w:t>Lenders have</w:t>
      </w:r>
      <w:r w:rsidRPr="007C4C20">
        <w:t xml:space="preserve"> appointed </w:t>
      </w:r>
      <w:r w:rsidR="00E55ACE" w:rsidRPr="007C4C20">
        <w:rPr>
          <w:bCs/>
        </w:rPr>
        <w:t>T.C. ZİRAAT BANKASI A.Ş.</w:t>
      </w:r>
      <w:r w:rsidR="00896C59" w:rsidRPr="007C4C20">
        <w:t xml:space="preserve"> </w:t>
      </w:r>
      <w:r w:rsidRPr="007C4C20">
        <w:t>to act as agent of the</w:t>
      </w:r>
      <w:r w:rsidR="0061071E" w:rsidRPr="007C4C20">
        <w:t xml:space="preserve"> </w:t>
      </w:r>
      <w:r w:rsidR="0094310A" w:rsidRPr="007C4C20">
        <w:t>Lenders</w:t>
      </w:r>
      <w:r w:rsidRPr="007C4C20">
        <w:t xml:space="preserve"> in relation to </w:t>
      </w:r>
      <w:r w:rsidR="00714AC0" w:rsidRPr="007C4C20">
        <w:t xml:space="preserve">the </w:t>
      </w:r>
      <w:r w:rsidRPr="007C4C20">
        <w:t xml:space="preserve">administration of the </w:t>
      </w:r>
      <w:r w:rsidR="001957E8" w:rsidRPr="007C4C20">
        <w:t>loan f</w:t>
      </w:r>
      <w:r w:rsidRPr="007C4C20">
        <w:t xml:space="preserve">acilities under this Agreement. </w:t>
      </w:r>
    </w:p>
    <w:p w14:paraId="4E5DB0A1" w14:textId="77777777" w:rsidR="00657368" w:rsidRPr="007C4C20" w:rsidRDefault="00657368" w:rsidP="00657368">
      <w:pPr>
        <w:pStyle w:val="CMSANBodyText"/>
        <w:keepNext/>
      </w:pPr>
      <w:r w:rsidRPr="007C4C20">
        <w:rPr>
          <w:b/>
        </w:rPr>
        <w:lastRenderedPageBreak/>
        <w:t>IT IS AGREED</w:t>
      </w:r>
      <w:r w:rsidRPr="007C4C20">
        <w:t xml:space="preserve"> as follows:</w:t>
      </w:r>
    </w:p>
    <w:p w14:paraId="7B4DF530" w14:textId="77777777" w:rsidR="00657368" w:rsidRPr="007C4C20" w:rsidRDefault="00026879" w:rsidP="00026879">
      <w:pPr>
        <w:pStyle w:val="CMSANHeading1"/>
      </w:pPr>
      <w:bookmarkStart w:id="3" w:name="_Ref7182456"/>
      <w:bookmarkStart w:id="4" w:name="_Toc28094891"/>
      <w:r w:rsidRPr="007C4C20">
        <w:t xml:space="preserve">Definitions </w:t>
      </w:r>
      <w:r w:rsidR="00D2445B" w:rsidRPr="007C4C20">
        <w:t>and</w:t>
      </w:r>
      <w:r w:rsidR="00D2445B" w:rsidRPr="007C4C20">
        <w:rPr>
          <w:caps w:val="0"/>
        </w:rPr>
        <w:t xml:space="preserve"> </w:t>
      </w:r>
      <w:r w:rsidRPr="007C4C20">
        <w:t>Interpretation</w:t>
      </w:r>
      <w:bookmarkEnd w:id="3"/>
      <w:bookmarkEnd w:id="4"/>
    </w:p>
    <w:p w14:paraId="78C4376F" w14:textId="77777777" w:rsidR="00657368" w:rsidRPr="007C4C20" w:rsidRDefault="00DC2F25" w:rsidP="00026879">
      <w:pPr>
        <w:pStyle w:val="CMSANHeading2"/>
        <w:keepNext/>
        <w:rPr>
          <w:b/>
        </w:rPr>
      </w:pPr>
      <w:bookmarkStart w:id="5" w:name="_Ref7182648"/>
      <w:r w:rsidRPr="007C4C20">
        <w:rPr>
          <w:b/>
        </w:rPr>
        <w:t>Definitions</w:t>
      </w:r>
      <w:bookmarkEnd w:id="5"/>
    </w:p>
    <w:p w14:paraId="1A8F870D" w14:textId="77777777" w:rsidR="00DC2F25" w:rsidRPr="007C4C20" w:rsidRDefault="00DC2F25" w:rsidP="00DC2F25">
      <w:pPr>
        <w:pStyle w:val="CMSANHeading3"/>
        <w:numPr>
          <w:ilvl w:val="0"/>
          <w:numId w:val="0"/>
        </w:numPr>
        <w:ind w:left="851"/>
      </w:pPr>
      <w:r w:rsidRPr="007C4C20">
        <w:t>Terms which appear in capital letter</w:t>
      </w:r>
      <w:r w:rsidR="009A73FA" w:rsidRPr="007C4C20">
        <w:t>s</w:t>
      </w:r>
      <w:r w:rsidRPr="007C4C20">
        <w:t xml:space="preserve"> in this Agreement shall have the meaning assigned to </w:t>
      </w:r>
      <w:r w:rsidR="0061071E" w:rsidRPr="007C4C20">
        <w:t>them</w:t>
      </w:r>
      <w:r w:rsidRPr="007C4C20">
        <w:t xml:space="preserve"> in </w:t>
      </w:r>
      <w:r w:rsidR="00DE5DDE" w:rsidRPr="007C4C20">
        <w:t xml:space="preserve">the preamble above and/or in </w:t>
      </w:r>
      <w:r w:rsidR="00FD7BCE" w:rsidRPr="007C4C20">
        <w:t xml:space="preserve">Part 1 of Schedule 1 </w:t>
      </w:r>
      <w:r w:rsidRPr="007C4C20">
        <w:t>(</w:t>
      </w:r>
      <w:r w:rsidRPr="007C4C20">
        <w:rPr>
          <w:i/>
        </w:rPr>
        <w:t>Definitions and Interpretation</w:t>
      </w:r>
      <w:r w:rsidRPr="007C4C20">
        <w:t>) of this Agreement.</w:t>
      </w:r>
    </w:p>
    <w:p w14:paraId="0F3CBC97" w14:textId="77777777" w:rsidR="00DC2F25" w:rsidRPr="007C4C20" w:rsidRDefault="00DC2F25" w:rsidP="00DC2F25">
      <w:pPr>
        <w:pStyle w:val="CMSANHeading2"/>
        <w:keepNext/>
        <w:rPr>
          <w:b/>
        </w:rPr>
      </w:pPr>
      <w:r w:rsidRPr="007C4C20">
        <w:rPr>
          <w:b/>
        </w:rPr>
        <w:t>Construction</w:t>
      </w:r>
    </w:p>
    <w:p w14:paraId="281BAF8B" w14:textId="77777777" w:rsidR="00EA61EB" w:rsidRPr="007C4C20" w:rsidRDefault="0061071E" w:rsidP="00EA61EB">
      <w:pPr>
        <w:pStyle w:val="CMSANHeading3"/>
        <w:numPr>
          <w:ilvl w:val="0"/>
          <w:numId w:val="0"/>
        </w:numPr>
        <w:ind w:left="851"/>
      </w:pPr>
      <w:r w:rsidRPr="007C4C20">
        <w:t>The p</w:t>
      </w:r>
      <w:r w:rsidR="00EA61EB" w:rsidRPr="007C4C20">
        <w:t xml:space="preserve">rinciples of </w:t>
      </w:r>
      <w:r w:rsidRPr="007C4C20">
        <w:t xml:space="preserve">interpretation and </w:t>
      </w:r>
      <w:r w:rsidR="00EA61EB" w:rsidRPr="007C4C20">
        <w:t xml:space="preserve">construction </w:t>
      </w:r>
      <w:r w:rsidR="00DC2F25" w:rsidRPr="007C4C20">
        <w:t>set out</w:t>
      </w:r>
      <w:r w:rsidR="00FD7BCE" w:rsidRPr="007C4C20">
        <w:t xml:space="preserve"> in Part </w:t>
      </w:r>
      <w:r w:rsidR="00F50E2E" w:rsidRPr="007C4C20">
        <w:t>2</w:t>
      </w:r>
      <w:r w:rsidR="00FD7BCE" w:rsidRPr="007C4C20">
        <w:t xml:space="preserve"> of Schedule 1</w:t>
      </w:r>
      <w:r w:rsidR="00EA61EB" w:rsidRPr="007C4C20">
        <w:t xml:space="preserve"> (</w:t>
      </w:r>
      <w:r w:rsidR="00EA61EB" w:rsidRPr="007C4C20">
        <w:rPr>
          <w:i/>
        </w:rPr>
        <w:t>Definitions and Interpretation</w:t>
      </w:r>
      <w:r w:rsidR="00EA61EB" w:rsidRPr="007C4C20">
        <w:t>) of this Agreement</w:t>
      </w:r>
      <w:r w:rsidRPr="007C4C20">
        <w:t xml:space="preserve"> shall apply to this Agreement</w:t>
      </w:r>
      <w:r w:rsidR="00EA61EB" w:rsidRPr="007C4C20">
        <w:t>.</w:t>
      </w:r>
    </w:p>
    <w:p w14:paraId="492A344C" w14:textId="77777777" w:rsidR="00657368" w:rsidRPr="007C4C20" w:rsidRDefault="00657368" w:rsidP="00F06CC2">
      <w:pPr>
        <w:pStyle w:val="CMSANHeading2"/>
        <w:keepNext/>
        <w:rPr>
          <w:b/>
        </w:rPr>
      </w:pPr>
      <w:bookmarkStart w:id="6" w:name="_Ref7182668"/>
      <w:r w:rsidRPr="007C4C20">
        <w:rPr>
          <w:b/>
        </w:rPr>
        <w:t>Third party rights</w:t>
      </w:r>
      <w:bookmarkEnd w:id="6"/>
    </w:p>
    <w:p w14:paraId="7325286A" w14:textId="77777777" w:rsidR="00657368" w:rsidRPr="007C4C20" w:rsidRDefault="00657368" w:rsidP="00F06CC2">
      <w:pPr>
        <w:pStyle w:val="CMSANIndent2"/>
      </w:pPr>
      <w:r w:rsidRPr="007C4C20">
        <w:t>A person who is not a Party has no right under the Contracts (Rights of Third Parties) Act 1999 to enforce or to enjoy the benefit of any term of this Agreement.</w:t>
      </w:r>
    </w:p>
    <w:p w14:paraId="738C5E6B" w14:textId="77777777" w:rsidR="00657368" w:rsidRPr="007C4C20" w:rsidRDefault="00026879" w:rsidP="00026879">
      <w:pPr>
        <w:pStyle w:val="CMSANHeading1"/>
      </w:pPr>
      <w:bookmarkStart w:id="7" w:name="_Ref7182669"/>
      <w:bookmarkStart w:id="8" w:name="_Toc28094892"/>
      <w:r w:rsidRPr="007C4C20">
        <w:t xml:space="preserve">The </w:t>
      </w:r>
      <w:r w:rsidR="001957E8" w:rsidRPr="007C4C20">
        <w:t xml:space="preserve">Loan </w:t>
      </w:r>
      <w:r w:rsidRPr="007C4C20">
        <w:t>Facilit</w:t>
      </w:r>
      <w:bookmarkEnd w:id="7"/>
      <w:r w:rsidR="00456F95" w:rsidRPr="007C4C20">
        <w:t>ies</w:t>
      </w:r>
      <w:bookmarkEnd w:id="8"/>
    </w:p>
    <w:p w14:paraId="6B0F2F12" w14:textId="77777777" w:rsidR="00657368" w:rsidRPr="007C4C20" w:rsidRDefault="00657368" w:rsidP="00F06CC2">
      <w:pPr>
        <w:pStyle w:val="CMSANHeading2"/>
        <w:keepNext/>
        <w:rPr>
          <w:b/>
        </w:rPr>
      </w:pPr>
      <w:bookmarkStart w:id="9" w:name="_Ref7182670"/>
      <w:r w:rsidRPr="007C4C20">
        <w:rPr>
          <w:b/>
        </w:rPr>
        <w:t xml:space="preserve">The </w:t>
      </w:r>
      <w:r w:rsidR="001957E8" w:rsidRPr="007C4C20">
        <w:rPr>
          <w:b/>
        </w:rPr>
        <w:t xml:space="preserve">Loan </w:t>
      </w:r>
      <w:r w:rsidRPr="007C4C20">
        <w:rPr>
          <w:b/>
        </w:rPr>
        <w:t>Facilities</w:t>
      </w:r>
      <w:bookmarkEnd w:id="9"/>
    </w:p>
    <w:p w14:paraId="408DBDA6" w14:textId="77777777" w:rsidR="0061071E" w:rsidRPr="007C4C20" w:rsidRDefault="00657368" w:rsidP="00F06CC2">
      <w:pPr>
        <w:pStyle w:val="CMSANIndent2"/>
      </w:pPr>
      <w:r w:rsidRPr="007C4C20">
        <w:t xml:space="preserve">Subject to the terms of this Agreement, the </w:t>
      </w:r>
      <w:r w:rsidR="0094310A" w:rsidRPr="007C4C20">
        <w:t xml:space="preserve">Lenders </w:t>
      </w:r>
      <w:r w:rsidR="000B7E5C">
        <w:t xml:space="preserve">(through any domestic or foreign branch) </w:t>
      </w:r>
      <w:r w:rsidR="0094310A" w:rsidRPr="007C4C20">
        <w:t>make</w:t>
      </w:r>
      <w:r w:rsidRPr="007C4C20">
        <w:t xml:space="preserve"> available to the Borrower</w:t>
      </w:r>
      <w:r w:rsidR="0061071E" w:rsidRPr="007C4C20">
        <w:t>:</w:t>
      </w:r>
    </w:p>
    <w:p w14:paraId="18B169BD" w14:textId="77777777" w:rsidR="0061071E" w:rsidRPr="007C4C20" w:rsidRDefault="00201176" w:rsidP="0061071E">
      <w:pPr>
        <w:pStyle w:val="CMSANHeading3"/>
      </w:pPr>
      <w:bookmarkStart w:id="10" w:name="_Ref17846838"/>
      <w:r w:rsidRPr="007C4C20">
        <w:t xml:space="preserve">the Loan Facility 1 </w:t>
      </w:r>
      <w:r w:rsidR="0061071E" w:rsidRPr="007C4C20">
        <w:t xml:space="preserve">in the amount of </w:t>
      </w:r>
      <w:r w:rsidR="00AD4BD8" w:rsidRPr="007C4C20">
        <w:t xml:space="preserve">EUR19,200,000 </w:t>
      </w:r>
      <w:r w:rsidR="0061071E" w:rsidRPr="007C4C20">
        <w:t>(the “</w:t>
      </w:r>
      <w:r w:rsidR="0061071E" w:rsidRPr="007C4C20">
        <w:rPr>
          <w:b/>
        </w:rPr>
        <w:t xml:space="preserve">Loan Facility 1 </w:t>
      </w:r>
      <w:r w:rsidRPr="007C4C20">
        <w:rPr>
          <w:b/>
        </w:rPr>
        <w:t>Commitment</w:t>
      </w:r>
      <w:r w:rsidR="0061071E" w:rsidRPr="007C4C20">
        <w:t>”);</w:t>
      </w:r>
      <w:r w:rsidRPr="007C4C20">
        <w:t xml:space="preserve"> and</w:t>
      </w:r>
      <w:bookmarkEnd w:id="10"/>
    </w:p>
    <w:p w14:paraId="693248BB" w14:textId="77777777" w:rsidR="00657368" w:rsidRPr="007C4C20" w:rsidRDefault="00201176" w:rsidP="0061071E">
      <w:pPr>
        <w:pStyle w:val="CMSANHeading3"/>
      </w:pPr>
      <w:bookmarkStart w:id="11" w:name="_Ref17846868"/>
      <w:r w:rsidRPr="007C4C20">
        <w:t xml:space="preserve">the Loan Facility 2 </w:t>
      </w:r>
      <w:r w:rsidR="0061071E" w:rsidRPr="007C4C20">
        <w:t xml:space="preserve">in the amount of </w:t>
      </w:r>
      <w:r w:rsidR="00AD4BD8" w:rsidRPr="007C4C20">
        <w:t xml:space="preserve">EUR200,000,000 </w:t>
      </w:r>
      <w:r w:rsidR="0061071E" w:rsidRPr="007C4C20">
        <w:t>(the “</w:t>
      </w:r>
      <w:r w:rsidR="0061071E" w:rsidRPr="007C4C20">
        <w:rPr>
          <w:b/>
        </w:rPr>
        <w:t>Loan Facility 2 Commitment</w:t>
      </w:r>
      <w:r w:rsidR="0061071E" w:rsidRPr="007C4C20">
        <w:t>”)</w:t>
      </w:r>
      <w:r w:rsidRPr="007C4C20">
        <w:t>.</w:t>
      </w:r>
      <w:bookmarkEnd w:id="11"/>
    </w:p>
    <w:p w14:paraId="491D1C4E" w14:textId="77777777" w:rsidR="00312328" w:rsidRPr="007C4C20" w:rsidRDefault="00312328" w:rsidP="00312328">
      <w:pPr>
        <w:pStyle w:val="CMSANHeading2"/>
      </w:pPr>
      <w:r w:rsidRPr="007C4C20">
        <w:rPr>
          <w:b/>
        </w:rPr>
        <w:t>Independence of Borrower's Obligations</w:t>
      </w:r>
    </w:p>
    <w:p w14:paraId="7CD3A52A" w14:textId="77777777" w:rsidR="00312328" w:rsidRPr="007C4C20" w:rsidRDefault="009A7D27" w:rsidP="00312328">
      <w:pPr>
        <w:pStyle w:val="CMSANIndent2"/>
      </w:pPr>
      <w:r w:rsidRPr="007C4C20">
        <w:t xml:space="preserve">This Agreement is legally independent of the Project Documents. </w:t>
      </w:r>
      <w:r w:rsidR="00312328" w:rsidRPr="007C4C20">
        <w:t>The obligations of the Borrower under this Agreement are</w:t>
      </w:r>
      <w:r w:rsidR="003D389A" w:rsidRPr="007C4C20">
        <w:t xml:space="preserve"> not under any circumstances and</w:t>
      </w:r>
      <w:r w:rsidR="00312328" w:rsidRPr="007C4C20">
        <w:t xml:space="preserve"> in no way conditional upon the performance of the Project Documents or any provision thereof by any party thereto and will not be affected or discharged by any matter affecting the </w:t>
      </w:r>
      <w:r w:rsidR="000154D8" w:rsidRPr="007C4C20">
        <w:t>Project Documents</w:t>
      </w:r>
      <w:r w:rsidR="00915FE8" w:rsidRPr="007C4C20">
        <w:t xml:space="preserve"> or any of the Projects,</w:t>
      </w:r>
      <w:r w:rsidR="00312328" w:rsidRPr="007C4C20">
        <w:t xml:space="preserve"> including, without limitation, non-performance,</w:t>
      </w:r>
      <w:r w:rsidR="003D389A" w:rsidRPr="007C4C20">
        <w:t xml:space="preserve"> </w:t>
      </w:r>
      <w:r w:rsidR="00312328" w:rsidRPr="007C4C20">
        <w:t>frustration or invalidity</w:t>
      </w:r>
      <w:r w:rsidR="00915FE8" w:rsidRPr="007C4C20">
        <w:t>, increased project costs,</w:t>
      </w:r>
      <w:r w:rsidR="00312328" w:rsidRPr="007C4C20">
        <w:t xml:space="preserve"> or the destruction, non-completion</w:t>
      </w:r>
      <w:r w:rsidR="003D389A" w:rsidRPr="007C4C20">
        <w:t>,</w:t>
      </w:r>
      <w:r w:rsidR="00312328" w:rsidRPr="007C4C20">
        <w:t xml:space="preserve"> or non-functioning of any of the goods and/or services to be supplied under the </w:t>
      </w:r>
      <w:r w:rsidR="000154D8" w:rsidRPr="007C4C20">
        <w:t>Project Documents</w:t>
      </w:r>
      <w:r w:rsidR="003D389A" w:rsidRPr="007C4C20">
        <w:t xml:space="preserve"> or any delay in achieving any completion dates</w:t>
      </w:r>
      <w:r w:rsidR="00094258" w:rsidRPr="007C4C20">
        <w:t xml:space="preserve"> or milestones under the </w:t>
      </w:r>
      <w:r w:rsidR="000154D8" w:rsidRPr="007C4C20">
        <w:t>Project Documents</w:t>
      </w:r>
      <w:r w:rsidR="00DE7E4B" w:rsidRPr="007C4C20">
        <w:t xml:space="preserve"> or the performance </w:t>
      </w:r>
      <w:r w:rsidR="0056332E" w:rsidRPr="007C4C20">
        <w:t xml:space="preserve">of </w:t>
      </w:r>
      <w:r w:rsidR="00DE7E4B" w:rsidRPr="007C4C20">
        <w:t xml:space="preserve">or </w:t>
      </w:r>
      <w:r w:rsidR="0056332E" w:rsidRPr="007C4C20">
        <w:t>failure to complete</w:t>
      </w:r>
      <w:r w:rsidR="00DE7E4B" w:rsidRPr="007C4C20">
        <w:t xml:space="preserve"> any Project</w:t>
      </w:r>
      <w:r w:rsidR="00312328" w:rsidRPr="007C4C20">
        <w:t xml:space="preserve">. </w:t>
      </w:r>
    </w:p>
    <w:p w14:paraId="5E742B60" w14:textId="77777777" w:rsidR="00657368" w:rsidRPr="007C4C20" w:rsidRDefault="00026879" w:rsidP="00026879">
      <w:pPr>
        <w:pStyle w:val="CMSANHeading1"/>
      </w:pPr>
      <w:bookmarkStart w:id="12" w:name="_Ref7182675"/>
      <w:bookmarkStart w:id="13" w:name="_Toc28094893"/>
      <w:r w:rsidRPr="007C4C20">
        <w:t>Purpose</w:t>
      </w:r>
      <w:bookmarkEnd w:id="12"/>
      <w:bookmarkEnd w:id="13"/>
    </w:p>
    <w:p w14:paraId="29B0EA1A" w14:textId="77777777" w:rsidR="00657368" w:rsidRPr="007C4C20" w:rsidRDefault="00657368" w:rsidP="00F06CC2">
      <w:pPr>
        <w:pStyle w:val="CMSANHeading2"/>
        <w:keepNext/>
        <w:rPr>
          <w:b/>
        </w:rPr>
      </w:pPr>
      <w:bookmarkStart w:id="14" w:name="_Ref7182676"/>
      <w:r w:rsidRPr="007C4C20">
        <w:rPr>
          <w:b/>
        </w:rPr>
        <w:t>Purpose</w:t>
      </w:r>
      <w:bookmarkEnd w:id="14"/>
    </w:p>
    <w:p w14:paraId="0311B453" w14:textId="77777777" w:rsidR="00657368" w:rsidRPr="007C4C20" w:rsidRDefault="00657368" w:rsidP="00F06CC2">
      <w:pPr>
        <w:pStyle w:val="CMSANIndent2"/>
        <w:keepNext/>
      </w:pPr>
      <w:r w:rsidRPr="007C4C20">
        <w:t>The Borrower shall apply all amounts borrowed by it:</w:t>
      </w:r>
    </w:p>
    <w:p w14:paraId="593F9590" w14:textId="77777777" w:rsidR="00657368" w:rsidRPr="007C4C20" w:rsidRDefault="00657368" w:rsidP="00026879">
      <w:pPr>
        <w:pStyle w:val="CMSANHeading3"/>
      </w:pPr>
      <w:bookmarkStart w:id="15" w:name="_Ref7182677"/>
      <w:r w:rsidRPr="007C4C20">
        <w:t xml:space="preserve">under the </w:t>
      </w:r>
      <w:r w:rsidR="00AF13E8" w:rsidRPr="007C4C20">
        <w:t>Loan Facility 1</w:t>
      </w:r>
      <w:r w:rsidRPr="007C4C20">
        <w:t xml:space="preserve"> towards financing of the Project </w:t>
      </w:r>
      <w:bookmarkStart w:id="16" w:name="DocXTextRef68"/>
      <w:r w:rsidRPr="007C4C20">
        <w:t>1</w:t>
      </w:r>
      <w:bookmarkEnd w:id="16"/>
      <w:r w:rsidRPr="007C4C20">
        <w:t>; and</w:t>
      </w:r>
      <w:bookmarkEnd w:id="15"/>
    </w:p>
    <w:p w14:paraId="7759A51B" w14:textId="77777777" w:rsidR="006D0ED4" w:rsidRPr="007C4C20" w:rsidRDefault="00657368" w:rsidP="00026879">
      <w:pPr>
        <w:pStyle w:val="CMSANHeading3"/>
      </w:pPr>
      <w:bookmarkStart w:id="17" w:name="_Ref7182678"/>
      <w:r w:rsidRPr="007C4C20">
        <w:t xml:space="preserve">under the </w:t>
      </w:r>
      <w:r w:rsidR="00AF13E8" w:rsidRPr="007C4C20">
        <w:t>Loan Facility 2</w:t>
      </w:r>
      <w:r w:rsidRPr="007C4C20">
        <w:t xml:space="preserve"> towards financing of the Project </w:t>
      </w:r>
      <w:bookmarkStart w:id="18" w:name="DocXTextRef70"/>
      <w:r w:rsidRPr="007C4C20">
        <w:t>2</w:t>
      </w:r>
      <w:bookmarkEnd w:id="17"/>
      <w:bookmarkEnd w:id="18"/>
      <w:r w:rsidR="006D0ED4" w:rsidRPr="007C4C20">
        <w:t>,</w:t>
      </w:r>
    </w:p>
    <w:p w14:paraId="451FEDF3" w14:textId="77777777" w:rsidR="00657368" w:rsidRPr="007C4C20" w:rsidRDefault="006D0ED4" w:rsidP="006D0ED4">
      <w:pPr>
        <w:pStyle w:val="CMSANIndent2"/>
      </w:pPr>
      <w:r w:rsidRPr="007C4C20">
        <w:t>other than, in each case, towards financing any payment of value added tax on sales of goods and services and import of goods and services, costs of customs duties and other import duties, taxes and other impositions occurring in the execution of implementation of the relevant Project</w:t>
      </w:r>
      <w:r w:rsidR="00D32B0A" w:rsidRPr="007C4C20">
        <w:t>.</w:t>
      </w:r>
    </w:p>
    <w:p w14:paraId="74F867E7" w14:textId="77777777" w:rsidR="00657368" w:rsidRPr="007C4C20" w:rsidRDefault="00657368" w:rsidP="00F06CC2">
      <w:pPr>
        <w:pStyle w:val="CMSANHeading2"/>
        <w:keepNext/>
        <w:rPr>
          <w:b/>
        </w:rPr>
      </w:pPr>
      <w:bookmarkStart w:id="19" w:name="_Ref7182679"/>
      <w:r w:rsidRPr="007C4C20">
        <w:rPr>
          <w:b/>
        </w:rPr>
        <w:lastRenderedPageBreak/>
        <w:t>Monitoring</w:t>
      </w:r>
      <w:bookmarkEnd w:id="19"/>
    </w:p>
    <w:p w14:paraId="78B706F2" w14:textId="77777777" w:rsidR="00657368" w:rsidRPr="007C4C20" w:rsidRDefault="009712E3" w:rsidP="00F06CC2">
      <w:pPr>
        <w:pStyle w:val="CMSANIndent2"/>
      </w:pPr>
      <w:r w:rsidRPr="007C4C20">
        <w:t xml:space="preserve">The </w:t>
      </w:r>
      <w:r w:rsidR="00B27904" w:rsidRPr="007C4C20">
        <w:t>Lenders are</w:t>
      </w:r>
      <w:r w:rsidRPr="007C4C20">
        <w:t xml:space="preserve"> not</w:t>
      </w:r>
      <w:r w:rsidR="00657368" w:rsidRPr="007C4C20">
        <w:t xml:space="preserve"> bound to monitor or verify the application of any amount borrowed pursuant to this Agreement.</w:t>
      </w:r>
    </w:p>
    <w:p w14:paraId="20925FD6" w14:textId="77777777" w:rsidR="00657368" w:rsidRPr="007C4C20" w:rsidRDefault="00026879" w:rsidP="00026879">
      <w:pPr>
        <w:pStyle w:val="CMSANHeading1"/>
      </w:pPr>
      <w:bookmarkStart w:id="20" w:name="_Ref7182680"/>
      <w:bookmarkStart w:id="21" w:name="_Toc28094894"/>
      <w:r w:rsidRPr="007C4C20">
        <w:t xml:space="preserve">Conditions </w:t>
      </w:r>
      <w:r w:rsidR="00F926C9" w:rsidRPr="007C4C20">
        <w:t>of</w:t>
      </w:r>
      <w:r w:rsidR="00F926C9" w:rsidRPr="007C4C20">
        <w:rPr>
          <w:caps w:val="0"/>
        </w:rPr>
        <w:t xml:space="preserve"> </w:t>
      </w:r>
      <w:r w:rsidRPr="007C4C20">
        <w:t>Utilisation</w:t>
      </w:r>
      <w:bookmarkEnd w:id="20"/>
      <w:bookmarkEnd w:id="21"/>
    </w:p>
    <w:p w14:paraId="2A735A34" w14:textId="77777777" w:rsidR="00657368" w:rsidRPr="007C4C20" w:rsidRDefault="00657368" w:rsidP="00F926C9">
      <w:pPr>
        <w:pStyle w:val="CMSANHeading2"/>
        <w:keepNext/>
        <w:rPr>
          <w:b/>
        </w:rPr>
      </w:pPr>
      <w:bookmarkStart w:id="22" w:name="_Ref7182681"/>
      <w:r w:rsidRPr="007C4C20">
        <w:rPr>
          <w:b/>
        </w:rPr>
        <w:t>Initial conditions precedent</w:t>
      </w:r>
      <w:bookmarkEnd w:id="22"/>
    </w:p>
    <w:p w14:paraId="26583EFB" w14:textId="77777777" w:rsidR="0061071E" w:rsidRPr="007C4C20" w:rsidRDefault="00657368" w:rsidP="00241FB8">
      <w:pPr>
        <w:pStyle w:val="CMSANHeading3"/>
      </w:pPr>
      <w:bookmarkStart w:id="23" w:name="_Ref7182682"/>
      <w:r w:rsidRPr="007C4C20">
        <w:t>The Borrower may not deliver a Utilisation Request unless</w:t>
      </w:r>
      <w:r w:rsidR="00473B37" w:rsidRPr="007C4C20">
        <w:t>:</w:t>
      </w:r>
    </w:p>
    <w:p w14:paraId="2274DE9B" w14:textId="77777777" w:rsidR="003A37CB" w:rsidRPr="007C4C20" w:rsidRDefault="00473B37" w:rsidP="00473B37">
      <w:pPr>
        <w:pStyle w:val="CMSANHeading4"/>
      </w:pPr>
      <w:r w:rsidRPr="007C4C20">
        <w:t xml:space="preserve">the Effective Date has occurred prior to the Long Stop Date; and </w:t>
      </w:r>
    </w:p>
    <w:p w14:paraId="788C955B" w14:textId="4D03E879" w:rsidR="00241FB8" w:rsidRPr="007C4C20" w:rsidRDefault="00473B37" w:rsidP="0061071E">
      <w:pPr>
        <w:pStyle w:val="CMSANHeading4"/>
      </w:pPr>
      <w:r w:rsidRPr="007C4C20">
        <w:t xml:space="preserve">the Agent has received </w:t>
      </w:r>
      <w:r w:rsidR="00657368" w:rsidRPr="007C4C20">
        <w:t xml:space="preserve">all of the documents and other evidence listed in </w:t>
      </w:r>
      <w:r w:rsidR="00B52829" w:rsidRPr="007C4C20">
        <w:fldChar w:fldCharType="begin"/>
      </w:r>
      <w:r w:rsidR="00B52829" w:rsidRPr="007C4C20">
        <w:instrText xml:space="preserve"> REF _Ref7186191 \n \h </w:instrText>
      </w:r>
      <w:r w:rsidR="00FE356C" w:rsidRPr="007C4C20">
        <w:instrText xml:space="preserve"> \* MERGEFORMAT </w:instrText>
      </w:r>
      <w:r w:rsidR="00B52829" w:rsidRPr="007C4C20">
        <w:fldChar w:fldCharType="separate"/>
      </w:r>
      <w:r w:rsidR="00B66043">
        <w:t>Part 1</w:t>
      </w:r>
      <w:r w:rsidR="00B52829" w:rsidRPr="007C4C20">
        <w:fldChar w:fldCharType="end"/>
      </w:r>
      <w:r w:rsidR="00657368" w:rsidRPr="007C4C20">
        <w:t xml:space="preserve"> of </w:t>
      </w:r>
      <w:r w:rsidR="00C91BE0" w:rsidRPr="007C4C20">
        <w:fldChar w:fldCharType="begin"/>
      </w:r>
      <w:r w:rsidR="00C91BE0" w:rsidRPr="007C4C20">
        <w:instrText xml:space="preserve">  REF _Ref7183420 \w \h \* MERGEFORMAT </w:instrText>
      </w:r>
      <w:r w:rsidR="00C91BE0" w:rsidRPr="007C4C20">
        <w:fldChar w:fldCharType="separate"/>
      </w:r>
      <w:r w:rsidR="00B66043" w:rsidRPr="00B66043">
        <w:rPr>
          <w:color w:val="000000"/>
        </w:rPr>
        <w:t>Schedule 2</w:t>
      </w:r>
      <w:r w:rsidR="00C91BE0" w:rsidRPr="007C4C20">
        <w:fldChar w:fldCharType="end"/>
      </w:r>
      <w:r w:rsidR="00657368" w:rsidRPr="007C4C20">
        <w:t xml:space="preserve"> (</w:t>
      </w:r>
      <w:r w:rsidR="00657368" w:rsidRPr="007C4C20">
        <w:rPr>
          <w:i/>
        </w:rPr>
        <w:t>Conditions Precedent to Initial Utilisation</w:t>
      </w:r>
      <w:r w:rsidR="00657368" w:rsidRPr="007C4C20">
        <w:t xml:space="preserve">) in form and substance satisfactory to the </w:t>
      </w:r>
      <w:r w:rsidR="003A37CB" w:rsidRPr="007C4C20">
        <w:t>Lenders</w:t>
      </w:r>
      <w:r w:rsidR="00657368" w:rsidRPr="007C4C20">
        <w:t>.</w:t>
      </w:r>
      <w:bookmarkEnd w:id="23"/>
      <w:r w:rsidR="0061071E" w:rsidRPr="007C4C20">
        <w:t xml:space="preserve"> The Agent shall notify the Borrower </w:t>
      </w:r>
      <w:r w:rsidR="006B39C2" w:rsidRPr="007C4C20">
        <w:t xml:space="preserve">in writing </w:t>
      </w:r>
      <w:r w:rsidR="0061071E" w:rsidRPr="007C4C20">
        <w:t xml:space="preserve">promptly upon the </w:t>
      </w:r>
      <w:r w:rsidR="00B27904" w:rsidRPr="007C4C20">
        <w:t>Lenders</w:t>
      </w:r>
      <w:r w:rsidR="0061071E" w:rsidRPr="007C4C20">
        <w:t xml:space="preserve"> being so satisfied</w:t>
      </w:r>
      <w:r w:rsidR="006B39C2" w:rsidRPr="007C4C20">
        <w:t>.</w:t>
      </w:r>
    </w:p>
    <w:p w14:paraId="444AB4FA" w14:textId="77777777" w:rsidR="00657368" w:rsidRPr="007C4C20" w:rsidRDefault="00657368" w:rsidP="00F926C9">
      <w:pPr>
        <w:pStyle w:val="CMSANHeading2"/>
        <w:keepNext/>
        <w:rPr>
          <w:b/>
        </w:rPr>
      </w:pPr>
      <w:bookmarkStart w:id="24" w:name="_Ref7182684"/>
      <w:r w:rsidRPr="007C4C20">
        <w:rPr>
          <w:b/>
        </w:rPr>
        <w:t>Further conditions precedent</w:t>
      </w:r>
      <w:bookmarkEnd w:id="24"/>
    </w:p>
    <w:p w14:paraId="010DAA79" w14:textId="57C253CE" w:rsidR="00657368" w:rsidRPr="007C4C20" w:rsidRDefault="00AB770A" w:rsidP="00F926C9">
      <w:pPr>
        <w:pStyle w:val="CMSANIndent2"/>
        <w:keepNext/>
      </w:pPr>
      <w:r w:rsidRPr="007C4C20">
        <w:t xml:space="preserve">Each </w:t>
      </w:r>
      <w:r w:rsidR="00657368" w:rsidRPr="007C4C20">
        <w:t xml:space="preserve">Lender will only be obliged to comply with Clause </w:t>
      </w:r>
      <w:r w:rsidR="00C91BE0" w:rsidRPr="007C4C20">
        <w:fldChar w:fldCharType="begin"/>
      </w:r>
      <w:r w:rsidR="00C91BE0" w:rsidRPr="007C4C20">
        <w:instrText xml:space="preserve">  REF _Ref7182700 \w \h \* MERGEFORMAT </w:instrText>
      </w:r>
      <w:r w:rsidR="00C91BE0" w:rsidRPr="007C4C20">
        <w:fldChar w:fldCharType="separate"/>
      </w:r>
      <w:r w:rsidR="00B66043" w:rsidRPr="00B66043">
        <w:rPr>
          <w:color w:val="000000"/>
        </w:rPr>
        <w:t>5.8</w:t>
      </w:r>
      <w:r w:rsidR="00C91BE0" w:rsidRPr="007C4C20">
        <w:fldChar w:fldCharType="end"/>
      </w:r>
      <w:r w:rsidR="00657368" w:rsidRPr="007C4C20">
        <w:t xml:space="preserve"> (</w:t>
      </w:r>
      <w:r w:rsidR="00657368" w:rsidRPr="007C4C20">
        <w:rPr>
          <w:i/>
        </w:rPr>
        <w:t>Lenders’ participation</w:t>
      </w:r>
      <w:r w:rsidR="00657368" w:rsidRPr="007C4C20">
        <w:t>) if:</w:t>
      </w:r>
    </w:p>
    <w:p w14:paraId="04519AA9" w14:textId="78BB3848" w:rsidR="00657368" w:rsidRPr="007C4C20" w:rsidRDefault="008906F0" w:rsidP="00026879">
      <w:pPr>
        <w:pStyle w:val="CMSANHeading3"/>
      </w:pPr>
      <w:bookmarkStart w:id="25" w:name="_Ref7182685"/>
      <w:r w:rsidRPr="007C4C20">
        <w:t xml:space="preserve">on the date of the Utilisation Request, </w:t>
      </w:r>
      <w:r w:rsidR="00657368" w:rsidRPr="007C4C20">
        <w:t xml:space="preserve">the Agent has received all of the documents and other evidence listed in </w:t>
      </w:r>
      <w:r w:rsidR="00B52829" w:rsidRPr="007C4C20">
        <w:fldChar w:fldCharType="begin"/>
      </w:r>
      <w:r w:rsidR="00B52829" w:rsidRPr="007C4C20">
        <w:instrText xml:space="preserve"> REF _Ref7186162 \n \h </w:instrText>
      </w:r>
      <w:r w:rsidR="00FE356C" w:rsidRPr="007C4C20">
        <w:instrText xml:space="preserve"> \* MERGEFORMAT </w:instrText>
      </w:r>
      <w:r w:rsidR="00B52829" w:rsidRPr="007C4C20">
        <w:fldChar w:fldCharType="separate"/>
      </w:r>
      <w:r w:rsidR="00B66043">
        <w:t>Part 2</w:t>
      </w:r>
      <w:r w:rsidR="00B52829" w:rsidRPr="007C4C20">
        <w:fldChar w:fldCharType="end"/>
      </w:r>
      <w:r w:rsidR="00657368" w:rsidRPr="007C4C20">
        <w:t xml:space="preserve"> of </w:t>
      </w:r>
      <w:r w:rsidR="00C91BE0" w:rsidRPr="007C4C20">
        <w:fldChar w:fldCharType="begin"/>
      </w:r>
      <w:r w:rsidR="00C91BE0" w:rsidRPr="007C4C20">
        <w:instrText xml:space="preserve">  REF _Ref7183420 \w \h \* MERGEFORMAT </w:instrText>
      </w:r>
      <w:r w:rsidR="00C91BE0" w:rsidRPr="007C4C20">
        <w:fldChar w:fldCharType="separate"/>
      </w:r>
      <w:r w:rsidR="00B66043" w:rsidRPr="00B66043">
        <w:rPr>
          <w:color w:val="000000"/>
        </w:rPr>
        <w:t>Schedule 2</w:t>
      </w:r>
      <w:r w:rsidR="00C91BE0" w:rsidRPr="007C4C20">
        <w:fldChar w:fldCharType="end"/>
      </w:r>
      <w:r w:rsidR="00657368" w:rsidRPr="007C4C20">
        <w:t xml:space="preserve"> (</w:t>
      </w:r>
      <w:r w:rsidR="00657368" w:rsidRPr="007C4C20">
        <w:rPr>
          <w:i/>
        </w:rPr>
        <w:t>Conditions Precedent to Each Utilisation</w:t>
      </w:r>
      <w:r w:rsidR="00657368" w:rsidRPr="007C4C20">
        <w:t xml:space="preserve">) in form and substance satisfactory to the </w:t>
      </w:r>
      <w:r w:rsidR="00635070" w:rsidRPr="007C4C20">
        <w:t>Lenders</w:t>
      </w:r>
      <w:r w:rsidR="00657368" w:rsidRPr="007C4C20">
        <w:t>;</w:t>
      </w:r>
      <w:bookmarkEnd w:id="25"/>
      <w:r w:rsidRPr="007C4C20">
        <w:t xml:space="preserve"> and</w:t>
      </w:r>
    </w:p>
    <w:p w14:paraId="49A6E970" w14:textId="77777777" w:rsidR="008906F0" w:rsidRPr="007C4C20" w:rsidRDefault="008906F0" w:rsidP="008906F0">
      <w:pPr>
        <w:pStyle w:val="CMSANHeading3"/>
      </w:pPr>
      <w:r w:rsidRPr="007C4C20">
        <w:t>on the date of the Utilisation Request and on the proposed Utilisation Date:</w:t>
      </w:r>
    </w:p>
    <w:p w14:paraId="23563AD3" w14:textId="77777777" w:rsidR="00657368" w:rsidRPr="007C4C20" w:rsidRDefault="00657368" w:rsidP="008906F0">
      <w:pPr>
        <w:pStyle w:val="CMSANHeading4"/>
      </w:pPr>
      <w:bookmarkStart w:id="26" w:name="_Ref7182686"/>
      <w:r w:rsidRPr="007C4C20">
        <w:t xml:space="preserve">no Default is continuing or would result from the proposed </w:t>
      </w:r>
      <w:r w:rsidR="0063120B" w:rsidRPr="007C4C20">
        <w:t>Tranche</w:t>
      </w:r>
      <w:r w:rsidR="00F50E2E" w:rsidRPr="007C4C20">
        <w:t xml:space="preserve"> being made available</w:t>
      </w:r>
      <w:r w:rsidRPr="007C4C20">
        <w:t>; and</w:t>
      </w:r>
      <w:bookmarkEnd w:id="26"/>
    </w:p>
    <w:p w14:paraId="3E1B6FAB" w14:textId="77777777" w:rsidR="00657368" w:rsidRPr="007C4C20" w:rsidRDefault="00657368" w:rsidP="008906F0">
      <w:pPr>
        <w:pStyle w:val="CMSANHeading4"/>
      </w:pPr>
      <w:bookmarkStart w:id="27" w:name="_Ref7182687"/>
      <w:r w:rsidRPr="007C4C20">
        <w:t xml:space="preserve">the Repeating Representations to be made by </w:t>
      </w:r>
      <w:r w:rsidR="00004E8C" w:rsidRPr="007C4C20">
        <w:t>the Borrower</w:t>
      </w:r>
      <w:r w:rsidRPr="007C4C20">
        <w:t xml:space="preserve"> are true.</w:t>
      </w:r>
      <w:bookmarkEnd w:id="27"/>
    </w:p>
    <w:p w14:paraId="3D97C3BF" w14:textId="77777777" w:rsidR="00657368" w:rsidRPr="007C4C20" w:rsidRDefault="00026879" w:rsidP="00026879">
      <w:pPr>
        <w:pStyle w:val="CMSANHeading1"/>
      </w:pPr>
      <w:bookmarkStart w:id="28" w:name="_Ref7182689"/>
      <w:bookmarkStart w:id="29" w:name="_Toc28094895"/>
      <w:r w:rsidRPr="007C4C20">
        <w:t>Utilisation</w:t>
      </w:r>
      <w:bookmarkEnd w:id="28"/>
      <w:bookmarkEnd w:id="29"/>
    </w:p>
    <w:p w14:paraId="023D3AF3" w14:textId="77777777" w:rsidR="00D27FE8" w:rsidRPr="007C4C20" w:rsidRDefault="00D27FE8" w:rsidP="00F926C9">
      <w:pPr>
        <w:pStyle w:val="CMSANHeading2"/>
        <w:keepNext/>
        <w:rPr>
          <w:b/>
        </w:rPr>
      </w:pPr>
      <w:bookmarkStart w:id="30" w:name="_Ref7182690"/>
      <w:r w:rsidRPr="007C4C20">
        <w:rPr>
          <w:b/>
        </w:rPr>
        <w:t>Availability Period</w:t>
      </w:r>
    </w:p>
    <w:p w14:paraId="020B377A" w14:textId="77777777" w:rsidR="00D27FE8" w:rsidRPr="007C4C20" w:rsidRDefault="00D27FE8" w:rsidP="00DE6E4B">
      <w:pPr>
        <w:pStyle w:val="CMSANHeading3"/>
      </w:pPr>
      <w:bookmarkStart w:id="31" w:name="_Ref26827793"/>
      <w:r w:rsidRPr="007C4C20">
        <w:t>The Borrower may utilise</w:t>
      </w:r>
      <w:r w:rsidR="00B614A5" w:rsidRPr="007C4C20">
        <w:t xml:space="preserve"> each Loan Facility during its Availability Period.  For the purposes of this Agreement, “</w:t>
      </w:r>
      <w:r w:rsidR="00B614A5" w:rsidRPr="007C4C20">
        <w:rPr>
          <w:b/>
          <w:bCs/>
        </w:rPr>
        <w:t>Availability Period</w:t>
      </w:r>
      <w:r w:rsidR="00B614A5" w:rsidRPr="007C4C20">
        <w:t>” means</w:t>
      </w:r>
      <w:r w:rsidRPr="007C4C20">
        <w:t>:</w:t>
      </w:r>
      <w:bookmarkEnd w:id="31"/>
    </w:p>
    <w:p w14:paraId="035BE379" w14:textId="77777777" w:rsidR="00D27FE8" w:rsidRPr="007C4C20" w:rsidRDefault="00B614A5" w:rsidP="00DE6E4B">
      <w:pPr>
        <w:pStyle w:val="CMSANHeading4"/>
      </w:pPr>
      <w:r w:rsidRPr="007C4C20">
        <w:t xml:space="preserve">in relation to </w:t>
      </w:r>
      <w:r w:rsidR="00D27FE8" w:rsidRPr="007C4C20">
        <w:t xml:space="preserve">the Loan Facility 1, the period starting from and including the Effective Date to and including the day falling </w:t>
      </w:r>
      <w:r w:rsidR="00CE1062">
        <w:t>24</w:t>
      </w:r>
      <w:r w:rsidR="00D27FE8" w:rsidRPr="007C4C20">
        <w:t xml:space="preserve"> Months from the </w:t>
      </w:r>
      <w:r w:rsidR="007828B7" w:rsidRPr="007C4C20">
        <w:t>Effective Date</w:t>
      </w:r>
      <w:r w:rsidR="00D27FE8" w:rsidRPr="007C4C20">
        <w:t>; and</w:t>
      </w:r>
    </w:p>
    <w:p w14:paraId="77323A24" w14:textId="77777777" w:rsidR="00132139" w:rsidRPr="007C4C20" w:rsidRDefault="00B614A5" w:rsidP="00DE6E4B">
      <w:pPr>
        <w:pStyle w:val="CMSANHeading4"/>
      </w:pPr>
      <w:r w:rsidRPr="007C4C20">
        <w:t xml:space="preserve">in relation to </w:t>
      </w:r>
      <w:r w:rsidR="00D27FE8" w:rsidRPr="007C4C20">
        <w:t xml:space="preserve">the Loan Facility 2, the period from and including the Effective Date to and including the day falling </w:t>
      </w:r>
      <w:r w:rsidR="00CE1062">
        <w:t>48</w:t>
      </w:r>
      <w:r w:rsidR="00D27FE8" w:rsidRPr="007C4C20">
        <w:t xml:space="preserve"> Months from the </w:t>
      </w:r>
      <w:r w:rsidR="007828B7" w:rsidRPr="007C4C20">
        <w:t>Effective Date</w:t>
      </w:r>
      <w:r w:rsidR="00132139" w:rsidRPr="007C4C20">
        <w:t>,</w:t>
      </w:r>
    </w:p>
    <w:p w14:paraId="5CED818F" w14:textId="77777777" w:rsidR="00D27FE8" w:rsidRPr="007C4C20" w:rsidRDefault="00132139" w:rsidP="00132139">
      <w:pPr>
        <w:pStyle w:val="CMSANIndent3"/>
      </w:pPr>
      <w:r w:rsidRPr="007C4C20">
        <w:t>and, in each case, any extension thereof which may have been agreed in accordance with paragraph (b) below.</w:t>
      </w:r>
      <w:r w:rsidR="00D27FE8" w:rsidRPr="007C4C20">
        <w:t xml:space="preserve"> </w:t>
      </w:r>
    </w:p>
    <w:p w14:paraId="1E902F21" w14:textId="77777777" w:rsidR="00B614A5" w:rsidRPr="007C4C20" w:rsidRDefault="00B614A5" w:rsidP="00DE6E4B">
      <w:pPr>
        <w:pStyle w:val="CMSANHeading3"/>
      </w:pPr>
      <w:r w:rsidRPr="007C4C20">
        <w:t xml:space="preserve">The Availability Period may be extended, provided that an application for such extension is submitted by the Borrower to the Agent in writing thirty (30) days prior to the end of the Availability Period for the relevant Loan Facility and such application is approved by </w:t>
      </w:r>
      <w:r w:rsidR="00F45362" w:rsidRPr="007C4C20">
        <w:t>the</w:t>
      </w:r>
      <w:r w:rsidRPr="007C4C20">
        <w:t xml:space="preserve"> Lenders</w:t>
      </w:r>
      <w:r w:rsidR="009B43D7" w:rsidRPr="007C4C20">
        <w:t xml:space="preserve"> (in their sole and absolute discretion)</w:t>
      </w:r>
      <w:r w:rsidRPr="007C4C20">
        <w:t xml:space="preserve">.  If an application for extension is not agreed, the Borrower and </w:t>
      </w:r>
      <w:r w:rsidR="00F45362" w:rsidRPr="007C4C20">
        <w:t>the</w:t>
      </w:r>
      <w:r w:rsidRPr="007C4C20">
        <w:t xml:space="preserve"> Lenders</w:t>
      </w:r>
      <w:r w:rsidR="009B43D7" w:rsidRPr="007C4C20">
        <w:t xml:space="preserve"> (in their sole and absolute discretion)</w:t>
      </w:r>
      <w:r w:rsidRPr="007C4C20">
        <w:t xml:space="preserve"> may agree to disburse </w:t>
      </w:r>
      <w:r w:rsidR="00FE2DF3" w:rsidRPr="007C4C20">
        <w:t xml:space="preserve">each Lender’s </w:t>
      </w:r>
      <w:r w:rsidR="0040032F" w:rsidRPr="007C4C20">
        <w:t>Available</w:t>
      </w:r>
      <w:r w:rsidRPr="007C4C20">
        <w:t xml:space="preserve"> </w:t>
      </w:r>
      <w:r w:rsidR="00F50E2E" w:rsidRPr="007C4C20">
        <w:t xml:space="preserve">Loan Facility </w:t>
      </w:r>
      <w:r w:rsidR="00FE2DF3" w:rsidRPr="007C4C20">
        <w:t xml:space="preserve">Commitments </w:t>
      </w:r>
      <w:r w:rsidRPr="007C4C20">
        <w:t xml:space="preserve">at that time to </w:t>
      </w:r>
      <w:r w:rsidR="009B43D7" w:rsidRPr="007C4C20">
        <w:t xml:space="preserve">a </w:t>
      </w:r>
      <w:r w:rsidRPr="007C4C20">
        <w:t xml:space="preserve">blocked account </w:t>
      </w:r>
      <w:r w:rsidR="00FE2DF3" w:rsidRPr="007C4C20">
        <w:t xml:space="preserve">of TAŞYAPI İnşaat Taahhüt Sanayi Ve Ticaret A.Ş. held with each Lender </w:t>
      </w:r>
      <w:r w:rsidR="004E3ED1" w:rsidRPr="007C4C20">
        <w:t xml:space="preserve">or an Affiliate of a Lender </w:t>
      </w:r>
      <w:r w:rsidRPr="007C4C20">
        <w:t xml:space="preserve">from which amounts will be applied </w:t>
      </w:r>
      <w:r w:rsidRPr="007C4C20">
        <w:lastRenderedPageBreak/>
        <w:t xml:space="preserve">in payments to TAŞYAPI İnşaat Taahhüt Sanayi Ve Ticaret A.Ş. in accordance with the Project Documents. </w:t>
      </w:r>
    </w:p>
    <w:p w14:paraId="1C6CD936" w14:textId="77777777" w:rsidR="00B614A5" w:rsidRPr="007C4C20" w:rsidRDefault="00B614A5" w:rsidP="00B614A5">
      <w:pPr>
        <w:pStyle w:val="CMSANHeading2"/>
        <w:keepNext/>
        <w:rPr>
          <w:b/>
        </w:rPr>
      </w:pPr>
      <w:bookmarkStart w:id="32" w:name="_Ref7182704"/>
      <w:r w:rsidRPr="007C4C20">
        <w:rPr>
          <w:b/>
        </w:rPr>
        <w:t>Cancellation of Commitment</w:t>
      </w:r>
      <w:bookmarkEnd w:id="32"/>
    </w:p>
    <w:p w14:paraId="16D5A664" w14:textId="77777777" w:rsidR="00B614A5" w:rsidRPr="007C4C20" w:rsidRDefault="00DE6E4B" w:rsidP="00B614A5">
      <w:pPr>
        <w:pStyle w:val="CMSANIndent2"/>
      </w:pPr>
      <w:bookmarkStart w:id="33" w:name="_Ref7182705"/>
      <w:r w:rsidRPr="007C4C20">
        <w:t>Any</w:t>
      </w:r>
      <w:r w:rsidR="00B614A5" w:rsidRPr="007C4C20">
        <w:t xml:space="preserve"> Loan Facility</w:t>
      </w:r>
      <w:r w:rsidRPr="007C4C20">
        <w:t xml:space="preserve"> Commitments</w:t>
      </w:r>
      <w:r w:rsidR="00B614A5" w:rsidRPr="007C4C20">
        <w:t xml:space="preserve"> undrawn </w:t>
      </w:r>
      <w:r w:rsidR="005B0DAF" w:rsidRPr="007C4C20">
        <w:t xml:space="preserve">or not disbursed pursuant to paragraph (b) of Clause 5.1 above </w:t>
      </w:r>
      <w:r w:rsidR="00B614A5" w:rsidRPr="007C4C20">
        <w:t xml:space="preserve">at the end of the </w:t>
      </w:r>
      <w:r w:rsidR="00F50E2E" w:rsidRPr="007C4C20">
        <w:t xml:space="preserve">relevant </w:t>
      </w:r>
      <w:r w:rsidR="00B614A5" w:rsidRPr="007C4C20">
        <w:t xml:space="preserve">Availability Period shall be automatically cancelled. </w:t>
      </w:r>
    </w:p>
    <w:bookmarkEnd w:id="33"/>
    <w:p w14:paraId="1D5CFF88" w14:textId="77777777" w:rsidR="00657368" w:rsidRPr="007C4C20" w:rsidRDefault="00657368" w:rsidP="00F926C9">
      <w:pPr>
        <w:pStyle w:val="CMSANHeading2"/>
        <w:keepNext/>
        <w:rPr>
          <w:b/>
        </w:rPr>
      </w:pPr>
      <w:r w:rsidRPr="007C4C20">
        <w:rPr>
          <w:b/>
        </w:rPr>
        <w:t>Delivery of a Utilisation Request</w:t>
      </w:r>
      <w:bookmarkEnd w:id="30"/>
    </w:p>
    <w:p w14:paraId="13C3B689" w14:textId="77777777" w:rsidR="00657368" w:rsidRPr="007C4C20" w:rsidRDefault="00657368" w:rsidP="00F926C9">
      <w:pPr>
        <w:pStyle w:val="CMSANIndent2"/>
      </w:pPr>
      <w:r w:rsidRPr="007C4C20">
        <w:t xml:space="preserve">The Borrower may utilise </w:t>
      </w:r>
      <w:r w:rsidR="00B962D9" w:rsidRPr="007C4C20">
        <w:t>a</w:t>
      </w:r>
      <w:r w:rsidRPr="007C4C20">
        <w:t xml:space="preserve"> </w:t>
      </w:r>
      <w:r w:rsidR="007828B7" w:rsidRPr="007C4C20">
        <w:t xml:space="preserve">Loan </w:t>
      </w:r>
      <w:r w:rsidRPr="007C4C20">
        <w:t xml:space="preserve">Facility by delivery to the Agent of a duly completed Utilisation Request not later than </w:t>
      </w:r>
      <w:r w:rsidR="00B614A5" w:rsidRPr="007C4C20">
        <w:t xml:space="preserve">by 9:30am </w:t>
      </w:r>
      <w:r w:rsidR="004835E2" w:rsidRPr="007C4C20">
        <w:t>Istanbul time</w:t>
      </w:r>
      <w:r w:rsidR="00B614A5" w:rsidRPr="007C4C20">
        <w:t xml:space="preserve"> on the day which is three (3) Business Days prior to the proposed </w:t>
      </w:r>
      <w:r w:rsidR="00D82113" w:rsidRPr="007C4C20">
        <w:t>Utilisation Date</w:t>
      </w:r>
      <w:r w:rsidR="00B614A5" w:rsidRPr="007C4C20">
        <w:t xml:space="preserve">. </w:t>
      </w:r>
    </w:p>
    <w:p w14:paraId="563E6D1A" w14:textId="77777777" w:rsidR="00657368" w:rsidRPr="007C4C20" w:rsidRDefault="00657368" w:rsidP="00F926C9">
      <w:pPr>
        <w:pStyle w:val="CMSANHeading2"/>
        <w:keepNext/>
        <w:rPr>
          <w:b/>
        </w:rPr>
      </w:pPr>
      <w:bookmarkStart w:id="34" w:name="_Ref7182691"/>
      <w:r w:rsidRPr="007C4C20">
        <w:rPr>
          <w:b/>
        </w:rPr>
        <w:t>Completion of a Utilisation Request</w:t>
      </w:r>
      <w:bookmarkEnd w:id="34"/>
    </w:p>
    <w:p w14:paraId="33EC554A" w14:textId="77777777" w:rsidR="00657368" w:rsidRPr="007C4C20" w:rsidRDefault="00657368" w:rsidP="00F926C9">
      <w:pPr>
        <w:pStyle w:val="CMSANHeading3"/>
        <w:keepNext/>
      </w:pPr>
      <w:bookmarkStart w:id="35" w:name="_Ref7182692"/>
      <w:r w:rsidRPr="007C4C20">
        <w:t>Each Utilisation Request is irrevocable and will not be regarded as having been duly completed unless:</w:t>
      </w:r>
      <w:bookmarkEnd w:id="35"/>
    </w:p>
    <w:p w14:paraId="0C90BF5E" w14:textId="77777777" w:rsidR="00B962D9" w:rsidRPr="007C4C20" w:rsidRDefault="00B962D9" w:rsidP="00B962D9">
      <w:pPr>
        <w:pStyle w:val="CMSANHeading4"/>
      </w:pPr>
      <w:r w:rsidRPr="007C4C20">
        <w:t xml:space="preserve">it specifies the </w:t>
      </w:r>
      <w:r w:rsidR="00D82113" w:rsidRPr="007C4C20">
        <w:t xml:space="preserve">Loan </w:t>
      </w:r>
      <w:r w:rsidRPr="007C4C20">
        <w:t>Facility to be utilised;</w:t>
      </w:r>
    </w:p>
    <w:p w14:paraId="280A3791" w14:textId="77777777" w:rsidR="00657368" w:rsidRPr="007C4C20" w:rsidRDefault="00657368" w:rsidP="00026879">
      <w:pPr>
        <w:pStyle w:val="CMSANHeading4"/>
      </w:pPr>
      <w:bookmarkStart w:id="36" w:name="_Ref7182693"/>
      <w:r w:rsidRPr="007C4C20">
        <w:t xml:space="preserve">the proposed Utilisation Date is a Business Day within the Availability Period applicable to that </w:t>
      </w:r>
      <w:r w:rsidR="00D82113" w:rsidRPr="007C4C20">
        <w:t xml:space="preserve">Loan </w:t>
      </w:r>
      <w:r w:rsidRPr="007C4C20">
        <w:t>Facility;</w:t>
      </w:r>
      <w:bookmarkEnd w:id="36"/>
    </w:p>
    <w:p w14:paraId="2B0274EB" w14:textId="164541B0" w:rsidR="00657368" w:rsidRPr="007C4C20" w:rsidRDefault="00657368" w:rsidP="00026879">
      <w:pPr>
        <w:pStyle w:val="CMSANHeading4"/>
      </w:pPr>
      <w:bookmarkStart w:id="37" w:name="_Ref7182694"/>
      <w:r w:rsidRPr="007C4C20">
        <w:t xml:space="preserve">the currency and amount of the </w:t>
      </w:r>
      <w:r w:rsidR="00D82113" w:rsidRPr="007C4C20">
        <w:t>Tranche</w:t>
      </w:r>
      <w:r w:rsidRPr="007C4C20">
        <w:t xml:space="preserve"> comply with Clause </w:t>
      </w:r>
      <w:r w:rsidR="00C91BE0" w:rsidRPr="007C4C20">
        <w:fldChar w:fldCharType="begin"/>
      </w:r>
      <w:r w:rsidR="00C91BE0" w:rsidRPr="007C4C20">
        <w:instrText xml:space="preserve">  REF _Ref7182697 \w \h \* MERGEFORMAT </w:instrText>
      </w:r>
      <w:r w:rsidR="00C91BE0" w:rsidRPr="007C4C20">
        <w:fldChar w:fldCharType="separate"/>
      </w:r>
      <w:r w:rsidR="00B66043" w:rsidRPr="00B66043">
        <w:rPr>
          <w:color w:val="000000"/>
        </w:rPr>
        <w:t>5.5</w:t>
      </w:r>
      <w:r w:rsidR="00C91BE0" w:rsidRPr="007C4C20">
        <w:fldChar w:fldCharType="end"/>
      </w:r>
      <w:r w:rsidRPr="007C4C20">
        <w:t xml:space="preserve"> (</w:t>
      </w:r>
      <w:r w:rsidRPr="007C4C20">
        <w:rPr>
          <w:i/>
        </w:rPr>
        <w:t>Currency and amount</w:t>
      </w:r>
      <w:r w:rsidRPr="007C4C20">
        <w:t>);</w:t>
      </w:r>
      <w:bookmarkEnd w:id="37"/>
      <w:r w:rsidR="00CE1062">
        <w:t xml:space="preserve"> and</w:t>
      </w:r>
    </w:p>
    <w:p w14:paraId="184C1A8A" w14:textId="77777777" w:rsidR="00A718FC" w:rsidRPr="007C4C20" w:rsidRDefault="00A718FC" w:rsidP="00A718FC">
      <w:pPr>
        <w:pStyle w:val="CMSANHeading4"/>
      </w:pPr>
      <w:bookmarkStart w:id="38" w:name="_Ref26827107"/>
      <w:r w:rsidRPr="007C4C20">
        <w:t xml:space="preserve">it states the </w:t>
      </w:r>
      <w:r w:rsidR="00371886" w:rsidRPr="007C4C20">
        <w:t xml:space="preserve">number of </w:t>
      </w:r>
      <w:r w:rsidR="00F50E2E" w:rsidRPr="007C4C20">
        <w:t>the</w:t>
      </w:r>
      <w:r w:rsidR="00371886" w:rsidRPr="007C4C20">
        <w:t xml:space="preserve"> </w:t>
      </w:r>
      <w:r w:rsidR="00F50E2E" w:rsidRPr="007C4C20">
        <w:t xml:space="preserve">bank </w:t>
      </w:r>
      <w:r w:rsidR="00D82113" w:rsidRPr="007C4C20">
        <w:t xml:space="preserve">account of TAŞYAPI İnşaat Taahhüt Sanayi Ve Ticaret A.Ş. held with </w:t>
      </w:r>
      <w:r w:rsidR="00DE6E4B" w:rsidRPr="007C4C20">
        <w:t>each Lender</w:t>
      </w:r>
      <w:r w:rsidR="00371886" w:rsidRPr="007C4C20">
        <w:t xml:space="preserve"> </w:t>
      </w:r>
      <w:r w:rsidR="00E02649" w:rsidRPr="007C4C20">
        <w:t xml:space="preserve">or Affiliate of a Lender </w:t>
      </w:r>
      <w:r w:rsidR="00371886" w:rsidRPr="007C4C20">
        <w:t>to which</w:t>
      </w:r>
      <w:r w:rsidR="00D82113" w:rsidRPr="007C4C20">
        <w:t xml:space="preserve"> the disbursement of </w:t>
      </w:r>
      <w:r w:rsidR="00DE6E4B" w:rsidRPr="007C4C20">
        <w:t xml:space="preserve">each Lender’s </w:t>
      </w:r>
      <w:r w:rsidR="00F50E2E" w:rsidRPr="007C4C20">
        <w:t xml:space="preserve">participation </w:t>
      </w:r>
      <w:r w:rsidR="00DE6E4B" w:rsidRPr="007C4C20">
        <w:t xml:space="preserve">in the requested </w:t>
      </w:r>
      <w:r w:rsidR="00D82113" w:rsidRPr="007C4C20">
        <w:t>Tranche</w:t>
      </w:r>
      <w:r w:rsidR="00371886" w:rsidRPr="007C4C20">
        <w:t xml:space="preserve"> shall be made</w:t>
      </w:r>
      <w:r w:rsidRPr="007C4C20">
        <w:t>.</w:t>
      </w:r>
      <w:bookmarkEnd w:id="38"/>
    </w:p>
    <w:p w14:paraId="3AA2D854" w14:textId="77777777" w:rsidR="008A67EF" w:rsidRPr="008A67EF" w:rsidRDefault="00657368" w:rsidP="00714AC0">
      <w:pPr>
        <w:pStyle w:val="CMSANHeading3"/>
        <w:keepNext/>
        <w:rPr>
          <w:b/>
        </w:rPr>
      </w:pPr>
      <w:bookmarkStart w:id="39" w:name="_Ref7182696"/>
      <w:r w:rsidRPr="007C4C20">
        <w:t xml:space="preserve">Only one </w:t>
      </w:r>
      <w:r w:rsidR="0063120B" w:rsidRPr="007C4C20">
        <w:t>Tranche</w:t>
      </w:r>
      <w:r w:rsidRPr="007C4C20">
        <w:t xml:space="preserve"> may be requested in each Utilisation Request.</w:t>
      </w:r>
      <w:bookmarkEnd w:id="39"/>
      <w:r w:rsidR="00714AC0" w:rsidRPr="007C4C20">
        <w:t xml:space="preserve"> </w:t>
      </w:r>
    </w:p>
    <w:p w14:paraId="1451F133" w14:textId="5732F569" w:rsidR="00714AC0" w:rsidRPr="007C4C20" w:rsidRDefault="008A67EF" w:rsidP="00714AC0">
      <w:pPr>
        <w:pStyle w:val="CMSANHeading3"/>
        <w:keepNext/>
        <w:rPr>
          <w:b/>
        </w:rPr>
      </w:pPr>
      <w:r>
        <w:t xml:space="preserve">The Borrower shall deliver the originals of all copy documents enclosed to each Utilisation Request as set out in </w:t>
      </w:r>
      <w:r w:rsidRPr="007C4C20">
        <w:fldChar w:fldCharType="begin"/>
      </w:r>
      <w:r w:rsidRPr="007C4C20">
        <w:instrText xml:space="preserve"> REF _Ref7186162 \n \h  \* MERGEFORMAT </w:instrText>
      </w:r>
      <w:r w:rsidRPr="007C4C20">
        <w:fldChar w:fldCharType="separate"/>
      </w:r>
      <w:r w:rsidR="00B66043">
        <w:t>Part 2</w:t>
      </w:r>
      <w:r w:rsidRPr="007C4C20">
        <w:fldChar w:fldCharType="end"/>
      </w:r>
      <w:r w:rsidRPr="007C4C20">
        <w:t xml:space="preserve"> of </w:t>
      </w:r>
      <w:r w:rsidRPr="007C4C20">
        <w:fldChar w:fldCharType="begin"/>
      </w:r>
      <w:r w:rsidRPr="007C4C20">
        <w:instrText xml:space="preserve">  REF _Ref7183420 \w \h \* MERGEFORMAT </w:instrText>
      </w:r>
      <w:r w:rsidRPr="007C4C20">
        <w:fldChar w:fldCharType="separate"/>
      </w:r>
      <w:r w:rsidR="00B66043" w:rsidRPr="00B66043">
        <w:rPr>
          <w:color w:val="000000"/>
        </w:rPr>
        <w:t>Schedule 2</w:t>
      </w:r>
      <w:r w:rsidRPr="007C4C20">
        <w:fldChar w:fldCharType="end"/>
      </w:r>
      <w:r w:rsidRPr="007C4C20">
        <w:t xml:space="preserve"> (</w:t>
      </w:r>
      <w:r w:rsidRPr="007C4C20">
        <w:rPr>
          <w:i/>
        </w:rPr>
        <w:t>Conditions Precedent to Each Utilisation</w:t>
      </w:r>
      <w:r w:rsidRPr="007C4C20">
        <w:t xml:space="preserve">) </w:t>
      </w:r>
      <w:r>
        <w:t>promptly after the delivery of the Utilisation Request and in any event not later than ten (10) Business Days thereafter.</w:t>
      </w:r>
      <w:r w:rsidR="00714AC0" w:rsidRPr="007C4C20">
        <w:t xml:space="preserve"> </w:t>
      </w:r>
    </w:p>
    <w:p w14:paraId="269EED79" w14:textId="77777777" w:rsidR="00657368" w:rsidRPr="007C4C20" w:rsidRDefault="00657368" w:rsidP="00F926C9">
      <w:pPr>
        <w:pStyle w:val="CMSANHeading2"/>
        <w:keepNext/>
        <w:rPr>
          <w:b/>
        </w:rPr>
      </w:pPr>
      <w:bookmarkStart w:id="40" w:name="_Ref7182697"/>
      <w:r w:rsidRPr="007C4C20">
        <w:rPr>
          <w:b/>
        </w:rPr>
        <w:t>Currency</w:t>
      </w:r>
      <w:r w:rsidR="00714AC0" w:rsidRPr="007C4C20">
        <w:rPr>
          <w:b/>
        </w:rPr>
        <w:t>,</w:t>
      </w:r>
      <w:r w:rsidRPr="007C4C20">
        <w:rPr>
          <w:b/>
        </w:rPr>
        <w:t xml:space="preserve"> amount</w:t>
      </w:r>
      <w:bookmarkEnd w:id="40"/>
      <w:r w:rsidR="00714AC0" w:rsidRPr="007C4C20">
        <w:rPr>
          <w:b/>
        </w:rPr>
        <w:t xml:space="preserve"> and maximum number of Tranches</w:t>
      </w:r>
    </w:p>
    <w:p w14:paraId="3A08FA6C" w14:textId="77777777" w:rsidR="00657368" w:rsidRPr="007C4C20" w:rsidRDefault="00657368" w:rsidP="00026879">
      <w:pPr>
        <w:pStyle w:val="CMSANHeading3"/>
      </w:pPr>
      <w:bookmarkStart w:id="41" w:name="_Ref7182698"/>
      <w:r w:rsidRPr="007C4C20">
        <w:t>The currency specified in a Utilisation Request must be euro.</w:t>
      </w:r>
      <w:bookmarkEnd w:id="41"/>
    </w:p>
    <w:p w14:paraId="057BD54F" w14:textId="77777777" w:rsidR="00657368" w:rsidRPr="007C4C20" w:rsidRDefault="00657368" w:rsidP="00026879">
      <w:pPr>
        <w:pStyle w:val="CMSANHeading3"/>
      </w:pPr>
      <w:bookmarkStart w:id="42" w:name="_Ref7182699"/>
      <w:r w:rsidRPr="007C4C20">
        <w:t xml:space="preserve">The amount of the proposed </w:t>
      </w:r>
      <w:r w:rsidR="0063120B" w:rsidRPr="007C4C20">
        <w:t>Tranche</w:t>
      </w:r>
      <w:r w:rsidRPr="007C4C20">
        <w:t xml:space="preserve"> must be an amount which is not more than the Available </w:t>
      </w:r>
      <w:r w:rsidR="00F24F6B" w:rsidRPr="007C4C20">
        <w:t xml:space="preserve">Loan </w:t>
      </w:r>
      <w:r w:rsidRPr="007C4C20">
        <w:t xml:space="preserve">Facility and which is a minimum of EUR </w:t>
      </w:r>
      <w:r w:rsidR="00D82113" w:rsidRPr="007C4C20">
        <w:t>1</w:t>
      </w:r>
      <w:r w:rsidRPr="007C4C20">
        <w:t xml:space="preserve">,000,000 </w:t>
      </w:r>
      <w:r w:rsidR="006173E1" w:rsidRPr="007C4C20">
        <w:t>(</w:t>
      </w:r>
      <w:r w:rsidRPr="007C4C20">
        <w:t xml:space="preserve">or, if </w:t>
      </w:r>
      <w:r w:rsidR="006173E1" w:rsidRPr="007C4C20">
        <w:t xml:space="preserve">the Available Loan Facility is </w:t>
      </w:r>
      <w:r w:rsidRPr="007C4C20">
        <w:t xml:space="preserve">less, the Available </w:t>
      </w:r>
      <w:r w:rsidR="00F24F6B" w:rsidRPr="007C4C20">
        <w:t xml:space="preserve">Loan </w:t>
      </w:r>
      <w:r w:rsidRPr="007C4C20">
        <w:t>Facility</w:t>
      </w:r>
      <w:r w:rsidR="006173E1" w:rsidRPr="007C4C20">
        <w:t>)</w:t>
      </w:r>
      <w:r w:rsidRPr="007C4C20">
        <w:t>.</w:t>
      </w:r>
      <w:bookmarkEnd w:id="42"/>
    </w:p>
    <w:p w14:paraId="7AB2E387" w14:textId="77777777" w:rsidR="009B4C11" w:rsidRPr="007C4C20" w:rsidRDefault="009B4C11" w:rsidP="009B4C11">
      <w:pPr>
        <w:pStyle w:val="CMSANHeading2"/>
        <w:keepNext/>
        <w:rPr>
          <w:b/>
        </w:rPr>
      </w:pPr>
      <w:r w:rsidRPr="007C4C20">
        <w:rPr>
          <w:b/>
        </w:rPr>
        <w:t>Irrevocable Instructions</w:t>
      </w:r>
    </w:p>
    <w:p w14:paraId="3BCFBC36" w14:textId="1578FD7F" w:rsidR="009B4C11" w:rsidRPr="007C4C20" w:rsidRDefault="009B4C11" w:rsidP="009B4C11">
      <w:pPr>
        <w:pStyle w:val="CMSANIndent2"/>
      </w:pPr>
      <w:r w:rsidRPr="007C4C20">
        <w:t xml:space="preserve">The Borrower irrevocably authorises the </w:t>
      </w:r>
      <w:r w:rsidR="00486B46" w:rsidRPr="007C4C20">
        <w:t xml:space="preserve">Agent </w:t>
      </w:r>
      <w:r w:rsidR="00E55ACE" w:rsidRPr="007C4C20">
        <w:t xml:space="preserve">to </w:t>
      </w:r>
      <w:r w:rsidR="001C5E3A">
        <w:t>notify</w:t>
      </w:r>
      <w:r w:rsidR="00486B46" w:rsidRPr="007C4C20">
        <w:t xml:space="preserve"> the </w:t>
      </w:r>
      <w:r w:rsidR="00D82113" w:rsidRPr="007C4C20">
        <w:t>Lenders</w:t>
      </w:r>
      <w:r w:rsidR="00B27512" w:rsidRPr="007C4C20">
        <w:t xml:space="preserve"> </w:t>
      </w:r>
      <w:r w:rsidRPr="007C4C20">
        <w:t>to make payment</w:t>
      </w:r>
      <w:r w:rsidR="00B27512" w:rsidRPr="007C4C20">
        <w:t>s</w:t>
      </w:r>
      <w:r w:rsidRPr="007C4C20">
        <w:t xml:space="preserve"> in accordance with this Clause </w:t>
      </w:r>
      <w:r w:rsidRPr="007C4C20">
        <w:fldChar w:fldCharType="begin"/>
      </w:r>
      <w:r w:rsidRPr="007C4C20">
        <w:instrText xml:space="preserve"> REF _Ref7182689 \r \h </w:instrText>
      </w:r>
      <w:r w:rsidR="00FE356C" w:rsidRPr="007C4C20">
        <w:instrText xml:space="preserve"> \* MERGEFORMAT </w:instrText>
      </w:r>
      <w:r w:rsidRPr="007C4C20">
        <w:fldChar w:fldCharType="separate"/>
      </w:r>
      <w:r w:rsidR="00B66043">
        <w:t>5</w:t>
      </w:r>
      <w:r w:rsidRPr="007C4C20">
        <w:fldChar w:fldCharType="end"/>
      </w:r>
      <w:r w:rsidRPr="007C4C20">
        <w:t xml:space="preserve"> and confirms and agrees that such instructions shall not be modified except with the prior </w:t>
      </w:r>
      <w:r w:rsidR="00B27512" w:rsidRPr="007C4C20">
        <w:t xml:space="preserve">written </w:t>
      </w:r>
      <w:r w:rsidRPr="007C4C20">
        <w:t xml:space="preserve">consent of </w:t>
      </w:r>
      <w:r w:rsidR="00486B46" w:rsidRPr="007C4C20">
        <w:t>the</w:t>
      </w:r>
      <w:r w:rsidR="00DE6E4B" w:rsidRPr="007C4C20">
        <w:t xml:space="preserve"> Lenders</w:t>
      </w:r>
      <w:r w:rsidRPr="007C4C20">
        <w:t xml:space="preserve">. The Borrower also agrees that each </w:t>
      </w:r>
      <w:r w:rsidR="00B27512" w:rsidRPr="007C4C20">
        <w:t>Tranche</w:t>
      </w:r>
      <w:r w:rsidRPr="007C4C20">
        <w:t xml:space="preserve"> made under this Agreement</w:t>
      </w:r>
      <w:r w:rsidR="00B27512" w:rsidRPr="007C4C20">
        <w:t xml:space="preserve"> and paid as set out in this Clause 5 is a Tranche </w:t>
      </w:r>
      <w:r w:rsidRPr="007C4C20">
        <w:t xml:space="preserve">made to the Borrower and the Borrower waives all right of protest it may have to the contrary. </w:t>
      </w:r>
    </w:p>
    <w:p w14:paraId="2B743B5C" w14:textId="77777777" w:rsidR="008E7FCE" w:rsidRPr="007C4C20" w:rsidRDefault="008E7FCE" w:rsidP="008E7FCE">
      <w:pPr>
        <w:pStyle w:val="CMSANHeading2"/>
        <w:keepNext/>
        <w:rPr>
          <w:b/>
        </w:rPr>
      </w:pPr>
      <w:bookmarkStart w:id="43" w:name="_Ref9329549"/>
      <w:r w:rsidRPr="007C4C20">
        <w:rPr>
          <w:b/>
        </w:rPr>
        <w:t>Examination of Documents</w:t>
      </w:r>
      <w:bookmarkEnd w:id="43"/>
    </w:p>
    <w:p w14:paraId="251606CD" w14:textId="77777777" w:rsidR="008E7FCE" w:rsidRPr="007C4C20" w:rsidRDefault="003A25BC" w:rsidP="009B4C11">
      <w:pPr>
        <w:pStyle w:val="CMSANIndent2"/>
      </w:pPr>
      <w:r w:rsidRPr="007C4C20">
        <w:t>Neither t</w:t>
      </w:r>
      <w:r w:rsidR="009712E3" w:rsidRPr="007C4C20">
        <w:t xml:space="preserve">he </w:t>
      </w:r>
      <w:r w:rsidR="00D82113" w:rsidRPr="007C4C20">
        <w:t>Lenders</w:t>
      </w:r>
      <w:r w:rsidR="009712E3" w:rsidRPr="007C4C20">
        <w:t xml:space="preserve"> </w:t>
      </w:r>
      <w:r w:rsidRPr="007C4C20">
        <w:t xml:space="preserve">nor the Agent </w:t>
      </w:r>
      <w:r w:rsidR="008E7FCE" w:rsidRPr="007C4C20">
        <w:t xml:space="preserve">shall be obliged to enquire as to, or be responsible for, the validity and genuineness of </w:t>
      </w:r>
      <w:r w:rsidR="00F22C5D" w:rsidRPr="007C4C20">
        <w:t xml:space="preserve">any Utilisation Request and any other documents received with </w:t>
      </w:r>
      <w:r w:rsidR="00F22C5D" w:rsidRPr="007C4C20">
        <w:lastRenderedPageBreak/>
        <w:t xml:space="preserve">respect thereto </w:t>
      </w:r>
      <w:r w:rsidR="008E7FCE" w:rsidRPr="007C4C20">
        <w:t xml:space="preserve">or any of the statements set out therein. </w:t>
      </w:r>
      <w:r w:rsidR="005B1EB4" w:rsidRPr="007C4C20">
        <w:t xml:space="preserve">The </w:t>
      </w:r>
      <w:r w:rsidR="00CB0AEB" w:rsidRPr="007C4C20">
        <w:t>Lenders</w:t>
      </w:r>
      <w:r w:rsidRPr="007C4C20">
        <w:t xml:space="preserve"> and the Agent</w:t>
      </w:r>
      <w:r w:rsidR="009712E3" w:rsidRPr="007C4C20">
        <w:t xml:space="preserve"> </w:t>
      </w:r>
      <w:r w:rsidR="008E7FCE" w:rsidRPr="007C4C20">
        <w:t xml:space="preserve">shall be fully entitled to rely on the accuracy of any statements contained in </w:t>
      </w:r>
      <w:r w:rsidR="008973CC" w:rsidRPr="007C4C20">
        <w:t>any</w:t>
      </w:r>
      <w:r w:rsidR="008E7FCE" w:rsidRPr="007C4C20">
        <w:t xml:space="preserve"> Utilisation Request and any other documents received with respect thereto. </w:t>
      </w:r>
      <w:r w:rsidRPr="007C4C20">
        <w:t xml:space="preserve">Neither </w:t>
      </w:r>
      <w:r w:rsidR="00CB0AEB" w:rsidRPr="007C4C20">
        <w:t>the Lenders</w:t>
      </w:r>
      <w:r w:rsidRPr="007C4C20">
        <w:t xml:space="preserve"> nor the Agent </w:t>
      </w:r>
      <w:r w:rsidR="005B1EB4" w:rsidRPr="007C4C20">
        <w:t xml:space="preserve">shall </w:t>
      </w:r>
      <w:r w:rsidR="008E7FCE" w:rsidRPr="007C4C20">
        <w:t xml:space="preserve">be responsible to the Borrower for any delay in the </w:t>
      </w:r>
      <w:r w:rsidR="00DE6E4B" w:rsidRPr="007C4C20">
        <w:t xml:space="preserve">disbursing of any Tranche </w:t>
      </w:r>
      <w:r w:rsidR="008E7FCE" w:rsidRPr="007C4C20">
        <w:t xml:space="preserve">caused by any request for evidence or documentation which it may require in connection with the funding of such </w:t>
      </w:r>
      <w:r w:rsidR="00DE6E4B" w:rsidRPr="007C4C20">
        <w:t>Tranche</w:t>
      </w:r>
      <w:r w:rsidR="008E7FCE" w:rsidRPr="007C4C20">
        <w:t xml:space="preserve"> or for any other reason other than by virtue of its gross negligence or wilful misconduct.</w:t>
      </w:r>
    </w:p>
    <w:p w14:paraId="590F99CC" w14:textId="77777777" w:rsidR="00657368" w:rsidRPr="007C4C20" w:rsidRDefault="00657368" w:rsidP="00F926C9">
      <w:pPr>
        <w:pStyle w:val="CMSANHeading2"/>
        <w:keepNext/>
        <w:rPr>
          <w:b/>
        </w:rPr>
      </w:pPr>
      <w:bookmarkStart w:id="44" w:name="_Ref7182700"/>
      <w:r w:rsidRPr="007C4C20">
        <w:rPr>
          <w:b/>
        </w:rPr>
        <w:t>Lenders’ participation</w:t>
      </w:r>
      <w:bookmarkEnd w:id="44"/>
    </w:p>
    <w:p w14:paraId="468C1135" w14:textId="77777777" w:rsidR="00714AC0" w:rsidRPr="007C4C20" w:rsidRDefault="00657368" w:rsidP="00714AC0">
      <w:pPr>
        <w:pStyle w:val="CMSANHeading3"/>
      </w:pPr>
      <w:bookmarkStart w:id="45" w:name="_Ref7182701"/>
      <w:r w:rsidRPr="007C4C20">
        <w:t>If the conditions set out in this Agreement have been met,</w:t>
      </w:r>
      <w:r w:rsidR="00640BB0" w:rsidRPr="007C4C20">
        <w:t xml:space="preserve"> </w:t>
      </w:r>
      <w:r w:rsidR="00CB0AEB" w:rsidRPr="007C4C20">
        <w:t xml:space="preserve">each Lender shall make available </w:t>
      </w:r>
      <w:r w:rsidR="007E4C81">
        <w:t>(</w:t>
      </w:r>
      <w:r w:rsidR="007E4C81" w:rsidRPr="007E4C81">
        <w:t xml:space="preserve">through </w:t>
      </w:r>
      <w:r w:rsidR="007E4C81">
        <w:t xml:space="preserve">any domestic or foreign branch or office as it will notify the Agent) </w:t>
      </w:r>
      <w:r w:rsidR="00CB0AEB" w:rsidRPr="007C4C20">
        <w:t>its participation in each Tranche by the Utilisation Date</w:t>
      </w:r>
      <w:bookmarkEnd w:id="45"/>
      <w:r w:rsidR="00714AC0" w:rsidRPr="007C4C20">
        <w:t xml:space="preserve"> to the bank account of TAŞYAPI İnşaat Taahhüt Sanayi Ve Ticaret A.Ş. held with such Lender</w:t>
      </w:r>
      <w:r w:rsidR="00426021" w:rsidRPr="007C4C20">
        <w:t xml:space="preserve"> or Affiliate of a Lender</w:t>
      </w:r>
      <w:r w:rsidR="00714AC0" w:rsidRPr="007C4C20">
        <w:t>.</w:t>
      </w:r>
    </w:p>
    <w:p w14:paraId="067CFFE4" w14:textId="77777777" w:rsidR="00714AC0" w:rsidRPr="007C4C20" w:rsidRDefault="00CB0AEB" w:rsidP="00714AC0">
      <w:pPr>
        <w:pStyle w:val="CMSANHeading3"/>
      </w:pPr>
      <w:r w:rsidRPr="007C4C20">
        <w:t xml:space="preserve">The amount of each Lender's participation in each Tranche </w:t>
      </w:r>
      <w:r w:rsidR="0040032F" w:rsidRPr="007C4C20">
        <w:t xml:space="preserve">under a Loan Facility </w:t>
      </w:r>
      <w:r w:rsidRPr="007C4C20">
        <w:t xml:space="preserve">will be equal to the proportion borne by its Available </w:t>
      </w:r>
      <w:r w:rsidR="0040032F" w:rsidRPr="007C4C20">
        <w:t xml:space="preserve">Loan Facility </w:t>
      </w:r>
      <w:r w:rsidRPr="007C4C20">
        <w:t>Commitment to the Available Loan Facility immediately prior to making the Tranche.</w:t>
      </w:r>
    </w:p>
    <w:p w14:paraId="047174F2" w14:textId="77777777" w:rsidR="00E06BEA" w:rsidRPr="007C4C20" w:rsidRDefault="00CB0AEB" w:rsidP="00714AC0">
      <w:pPr>
        <w:pStyle w:val="CMSANHeading3"/>
      </w:pPr>
      <w:r w:rsidRPr="007C4C20">
        <w:t xml:space="preserve">The Agent shall notify each Lender of the amount of each Tranche and the amount of </w:t>
      </w:r>
      <w:r w:rsidR="00714AC0" w:rsidRPr="007C4C20">
        <w:t>each Lender’s</w:t>
      </w:r>
      <w:r w:rsidRPr="007C4C20">
        <w:t xml:space="preserve"> participation in that Tranche by 3:00pm </w:t>
      </w:r>
      <w:r w:rsidR="00E36F8D" w:rsidRPr="007C4C20">
        <w:t>Istanbul time</w:t>
      </w:r>
      <w:r w:rsidRPr="007C4C20">
        <w:t xml:space="preserve"> on the day which is three (3) Business Days prior to the proposed Utilisation Date.</w:t>
      </w:r>
    </w:p>
    <w:p w14:paraId="0FA0145A" w14:textId="77777777" w:rsidR="008E1F9C" w:rsidRPr="007C4C20" w:rsidRDefault="008E1F9C" w:rsidP="008E1F9C">
      <w:pPr>
        <w:pStyle w:val="CMSANHeading2"/>
        <w:keepNext/>
        <w:rPr>
          <w:b/>
        </w:rPr>
      </w:pPr>
      <w:r w:rsidRPr="007C4C20">
        <w:rPr>
          <w:b/>
        </w:rPr>
        <w:t>Term Loan Facilities</w:t>
      </w:r>
    </w:p>
    <w:p w14:paraId="0B396929" w14:textId="77777777" w:rsidR="008E1F9C" w:rsidRPr="007C4C20" w:rsidRDefault="0040032F" w:rsidP="00E06BEA">
      <w:pPr>
        <w:pStyle w:val="CMSANIndent2"/>
      </w:pPr>
      <w:r w:rsidRPr="007C4C20">
        <w:t xml:space="preserve">Each of </w:t>
      </w:r>
      <w:r w:rsidR="006E1E5B" w:rsidRPr="007C4C20">
        <w:t xml:space="preserve">Loan Facility 1 and Loan Facility 2 are term loan facilities and </w:t>
      </w:r>
      <w:r w:rsidR="00B27512" w:rsidRPr="007C4C20">
        <w:t xml:space="preserve">the Borrower may not reborrow </w:t>
      </w:r>
      <w:r w:rsidR="006E1E5B" w:rsidRPr="007C4C20">
        <w:t xml:space="preserve">any part of Loan Facility 1 </w:t>
      </w:r>
      <w:r w:rsidRPr="007C4C20">
        <w:t>or</w:t>
      </w:r>
      <w:r w:rsidR="006E1E5B" w:rsidRPr="007C4C20">
        <w:t xml:space="preserve"> Loan Facility 2 </w:t>
      </w:r>
      <w:r w:rsidR="00B27512" w:rsidRPr="007C4C20">
        <w:t xml:space="preserve">which is repaid or prepaid. </w:t>
      </w:r>
    </w:p>
    <w:p w14:paraId="348400AB" w14:textId="77777777" w:rsidR="00657368" w:rsidRPr="007C4C20" w:rsidRDefault="00026879" w:rsidP="00026879">
      <w:pPr>
        <w:pStyle w:val="CMSANHeading1"/>
      </w:pPr>
      <w:bookmarkStart w:id="46" w:name="_Ref7182707"/>
      <w:bookmarkStart w:id="47" w:name="_Ref7186636"/>
      <w:bookmarkStart w:id="48" w:name="_Toc28094896"/>
      <w:r w:rsidRPr="007C4C20">
        <w:t>Repayment</w:t>
      </w:r>
      <w:bookmarkEnd w:id="46"/>
      <w:bookmarkEnd w:id="47"/>
      <w:bookmarkEnd w:id="48"/>
    </w:p>
    <w:p w14:paraId="471A717E" w14:textId="77777777" w:rsidR="00657368" w:rsidRPr="007C4C20" w:rsidRDefault="00657368" w:rsidP="00F926C9">
      <w:pPr>
        <w:pStyle w:val="CMSANHeading2"/>
        <w:keepNext/>
        <w:rPr>
          <w:b/>
        </w:rPr>
      </w:pPr>
      <w:bookmarkStart w:id="49" w:name="_Ref7182708"/>
      <w:r w:rsidRPr="007C4C20">
        <w:rPr>
          <w:b/>
        </w:rPr>
        <w:t xml:space="preserve">Repayment of </w:t>
      </w:r>
      <w:r w:rsidR="00430438" w:rsidRPr="007C4C20">
        <w:rPr>
          <w:b/>
        </w:rPr>
        <w:t>Tranches</w:t>
      </w:r>
      <w:r w:rsidRPr="007C4C20">
        <w:rPr>
          <w:b/>
        </w:rPr>
        <w:t xml:space="preserve"> under </w:t>
      </w:r>
      <w:r w:rsidR="00AF13E8" w:rsidRPr="007C4C20">
        <w:rPr>
          <w:b/>
        </w:rPr>
        <w:t>Loan Facility 1</w:t>
      </w:r>
      <w:bookmarkEnd w:id="49"/>
    </w:p>
    <w:p w14:paraId="5C80D2A7" w14:textId="77777777" w:rsidR="00657368" w:rsidRPr="007C4C20" w:rsidRDefault="00657368" w:rsidP="00026879">
      <w:pPr>
        <w:pStyle w:val="CMSANHeading3"/>
      </w:pPr>
      <w:bookmarkStart w:id="50" w:name="_Ref7182709"/>
      <w:r w:rsidRPr="007C4C20">
        <w:t xml:space="preserve">The Borrower shall repay the aggregate </w:t>
      </w:r>
      <w:r w:rsidR="007828B7" w:rsidRPr="007C4C20">
        <w:t xml:space="preserve">Loan </w:t>
      </w:r>
      <w:r w:rsidRPr="007C4C20">
        <w:t xml:space="preserve">Facility </w:t>
      </w:r>
      <w:bookmarkStart w:id="51" w:name="DocXTextRef84"/>
      <w:r w:rsidRPr="007C4C20">
        <w:t>1</w:t>
      </w:r>
      <w:bookmarkEnd w:id="51"/>
      <w:r w:rsidRPr="007C4C20">
        <w:t xml:space="preserve"> </w:t>
      </w:r>
      <w:r w:rsidR="00E906A9" w:rsidRPr="007C4C20">
        <w:t xml:space="preserve">Tranches </w:t>
      </w:r>
      <w:r w:rsidRPr="007C4C20">
        <w:t xml:space="preserve">made to it in </w:t>
      </w:r>
      <w:r w:rsidR="00AA79E7" w:rsidRPr="007C4C20">
        <w:t xml:space="preserve">twenty one (21) equal </w:t>
      </w:r>
      <w:r w:rsidRPr="007C4C20">
        <w:t xml:space="preserve">instalments by repaying on each </w:t>
      </w:r>
      <w:r w:rsidR="00494B9B" w:rsidRPr="007C4C20">
        <w:t>Payment Date</w:t>
      </w:r>
      <w:r w:rsidRPr="007C4C20">
        <w:t xml:space="preserve"> set out in Column 1 of the table below </w:t>
      </w:r>
      <w:r w:rsidR="00494B9B" w:rsidRPr="007C4C20">
        <w:t xml:space="preserve">the </w:t>
      </w:r>
      <w:r w:rsidRPr="007C4C20">
        <w:t>amount in EUR specified opposite that date in Column 2 of the table below:</w:t>
      </w:r>
      <w:bookmarkEnd w:id="50"/>
    </w:p>
    <w:tbl>
      <w:tblPr>
        <w:tblStyle w:val="TableGrid"/>
        <w:tblW w:w="0" w:type="auto"/>
        <w:tblInd w:w="1696" w:type="dxa"/>
        <w:tblLook w:val="04A0" w:firstRow="1" w:lastRow="0" w:firstColumn="1" w:lastColumn="0" w:noHBand="0" w:noVBand="1"/>
      </w:tblPr>
      <w:tblGrid>
        <w:gridCol w:w="3824"/>
        <w:gridCol w:w="3824"/>
      </w:tblGrid>
      <w:tr w:rsidR="00AD4BD8" w:rsidRPr="007C4C20" w14:paraId="30C4C9D7" w14:textId="77777777" w:rsidTr="007A3193">
        <w:trPr>
          <w:tblHeader/>
        </w:trPr>
        <w:tc>
          <w:tcPr>
            <w:tcW w:w="3824" w:type="dxa"/>
          </w:tcPr>
          <w:p w14:paraId="551E2F60" w14:textId="77777777" w:rsidR="00AD4BD8" w:rsidRPr="007C4C20" w:rsidRDefault="00AD4BD8" w:rsidP="007A3193">
            <w:pPr>
              <w:pStyle w:val="CMSANTableHeaderCentred"/>
            </w:pPr>
            <w:bookmarkStart w:id="52" w:name="_Ref7182714"/>
            <w:r w:rsidRPr="007C4C20">
              <w:t>Column 1</w:t>
            </w:r>
            <w:r w:rsidRPr="007C4C20">
              <w:br/>
              <w:t>Loan Facility 1 Repayment Date</w:t>
            </w:r>
            <w:bookmarkEnd w:id="52"/>
          </w:p>
        </w:tc>
        <w:tc>
          <w:tcPr>
            <w:tcW w:w="3824" w:type="dxa"/>
          </w:tcPr>
          <w:p w14:paraId="020C667F" w14:textId="77777777" w:rsidR="00AD4BD8" w:rsidRPr="007C4C20" w:rsidRDefault="00AD4BD8" w:rsidP="007A3193">
            <w:pPr>
              <w:pStyle w:val="CMSANTableHeaderCentred"/>
            </w:pPr>
            <w:bookmarkStart w:id="53" w:name="_Ref7182715"/>
            <w:r w:rsidRPr="007C4C20">
              <w:t>Column 2</w:t>
            </w:r>
            <w:r w:rsidRPr="007C4C20">
              <w:br/>
              <w:t>Repayment Instalment</w:t>
            </w:r>
            <w:r w:rsidRPr="007C4C20">
              <w:br/>
              <w:t>(</w:t>
            </w:r>
            <w:r w:rsidR="00494B9B" w:rsidRPr="007C4C20">
              <w:t>EUR</w:t>
            </w:r>
            <w:r w:rsidRPr="007C4C20">
              <w:t>)</w:t>
            </w:r>
            <w:bookmarkEnd w:id="53"/>
          </w:p>
        </w:tc>
      </w:tr>
      <w:tr w:rsidR="00AD4BD8" w:rsidRPr="007C4C20" w14:paraId="1D463C93" w14:textId="77777777" w:rsidTr="007A3193">
        <w:tc>
          <w:tcPr>
            <w:tcW w:w="3824" w:type="dxa"/>
          </w:tcPr>
          <w:p w14:paraId="087FFD53" w14:textId="77777777" w:rsidR="00AD4BD8" w:rsidRPr="007C4C20" w:rsidRDefault="00AD4BD8" w:rsidP="007A3193">
            <w:pPr>
              <w:pStyle w:val="CMSANTableBodyText"/>
            </w:pPr>
            <w:r w:rsidRPr="007C4C20">
              <w:t xml:space="preserve">The </w:t>
            </w:r>
            <w:r w:rsidR="001E1614">
              <w:t xml:space="preserve">last </w:t>
            </w:r>
            <w:r w:rsidR="00494B9B" w:rsidRPr="007C4C20">
              <w:t xml:space="preserve">Payment Date </w:t>
            </w:r>
            <w:r w:rsidR="001E1614">
              <w:t xml:space="preserve">falling before the date which is </w:t>
            </w:r>
            <w:r w:rsidRPr="007C4C20">
              <w:t xml:space="preserve">twenty four (24) months from the </w:t>
            </w:r>
            <w:r w:rsidR="00494B9B" w:rsidRPr="007C4C20">
              <w:t xml:space="preserve">date of the first Tranche under Loan Facility 1 </w:t>
            </w:r>
          </w:p>
        </w:tc>
        <w:tc>
          <w:tcPr>
            <w:tcW w:w="3824" w:type="dxa"/>
          </w:tcPr>
          <w:p w14:paraId="312616D2" w14:textId="77777777" w:rsidR="00AD4BD8" w:rsidRPr="007C4C20" w:rsidRDefault="00AA79E7" w:rsidP="00AA79E7">
            <w:pPr>
              <w:pStyle w:val="CMSANTableBodyText"/>
              <w:jc w:val="center"/>
            </w:pPr>
            <w:r w:rsidRPr="007C4C20">
              <w:t>EUR 914,285.72</w:t>
            </w:r>
          </w:p>
        </w:tc>
      </w:tr>
      <w:tr w:rsidR="00AD4BD8" w:rsidRPr="007C4C20" w14:paraId="118BCF53" w14:textId="77777777" w:rsidTr="007A3193">
        <w:tc>
          <w:tcPr>
            <w:tcW w:w="3824" w:type="dxa"/>
          </w:tcPr>
          <w:p w14:paraId="2A8E956A"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thirty (30) months </w:t>
            </w:r>
            <w:r w:rsidR="00494B9B" w:rsidRPr="007C4C20">
              <w:t>from the date of the first Tranche under Loan Facility 1</w:t>
            </w:r>
          </w:p>
        </w:tc>
        <w:tc>
          <w:tcPr>
            <w:tcW w:w="3824" w:type="dxa"/>
          </w:tcPr>
          <w:p w14:paraId="3B06DE52" w14:textId="77777777" w:rsidR="00AD4BD8" w:rsidRPr="007C4C20" w:rsidRDefault="00AA79E7" w:rsidP="00AA79E7">
            <w:pPr>
              <w:pStyle w:val="CMSANTableBodyText"/>
              <w:jc w:val="center"/>
            </w:pPr>
            <w:r w:rsidRPr="007C4C20">
              <w:t>EUR 914,285.72</w:t>
            </w:r>
          </w:p>
        </w:tc>
      </w:tr>
      <w:tr w:rsidR="00AD4BD8" w:rsidRPr="007C4C20" w14:paraId="19C8C328" w14:textId="77777777" w:rsidTr="007A3193">
        <w:tc>
          <w:tcPr>
            <w:tcW w:w="3824" w:type="dxa"/>
          </w:tcPr>
          <w:p w14:paraId="3B9D6D55"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thirty six (36) months </w:t>
            </w:r>
            <w:r w:rsidR="00494B9B" w:rsidRPr="007C4C20">
              <w:lastRenderedPageBreak/>
              <w:t>from the date of the first Tranche under Loan Facility 1</w:t>
            </w:r>
          </w:p>
        </w:tc>
        <w:tc>
          <w:tcPr>
            <w:tcW w:w="3824" w:type="dxa"/>
          </w:tcPr>
          <w:p w14:paraId="217828FA" w14:textId="77777777" w:rsidR="00AD4BD8" w:rsidRPr="007C4C20" w:rsidRDefault="00AA79E7" w:rsidP="00AA79E7">
            <w:pPr>
              <w:pStyle w:val="CMSANTableBodyText"/>
              <w:jc w:val="center"/>
            </w:pPr>
            <w:r w:rsidRPr="007C4C20">
              <w:lastRenderedPageBreak/>
              <w:t>EUR 914,285.72</w:t>
            </w:r>
          </w:p>
        </w:tc>
      </w:tr>
      <w:tr w:rsidR="00AD4BD8" w:rsidRPr="007C4C20" w14:paraId="0D1A94B6" w14:textId="77777777" w:rsidTr="007A3193">
        <w:tc>
          <w:tcPr>
            <w:tcW w:w="3824" w:type="dxa"/>
          </w:tcPr>
          <w:p w14:paraId="45F3A22F"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forty two (42) months </w:t>
            </w:r>
            <w:r w:rsidR="00494B9B" w:rsidRPr="007C4C20">
              <w:t>from the date of the first Tranche under Loan Facility 1</w:t>
            </w:r>
          </w:p>
        </w:tc>
        <w:tc>
          <w:tcPr>
            <w:tcW w:w="3824" w:type="dxa"/>
          </w:tcPr>
          <w:p w14:paraId="2EA1B7F2" w14:textId="77777777" w:rsidR="00AD4BD8" w:rsidRPr="007C4C20" w:rsidRDefault="00AA79E7" w:rsidP="00AA79E7">
            <w:pPr>
              <w:pStyle w:val="CMSANTableBodyText"/>
              <w:jc w:val="center"/>
            </w:pPr>
            <w:r w:rsidRPr="007C4C20">
              <w:t>EUR 914,285.72</w:t>
            </w:r>
          </w:p>
        </w:tc>
      </w:tr>
      <w:tr w:rsidR="00AD4BD8" w:rsidRPr="007C4C20" w14:paraId="2003146C" w14:textId="77777777" w:rsidTr="007A3193">
        <w:tc>
          <w:tcPr>
            <w:tcW w:w="3824" w:type="dxa"/>
          </w:tcPr>
          <w:p w14:paraId="4FC7BCC5"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forty eight (48) months </w:t>
            </w:r>
            <w:r w:rsidR="00494B9B" w:rsidRPr="007C4C20">
              <w:t>from the date of the first Tranche under Loan Facility 1</w:t>
            </w:r>
          </w:p>
        </w:tc>
        <w:tc>
          <w:tcPr>
            <w:tcW w:w="3824" w:type="dxa"/>
          </w:tcPr>
          <w:p w14:paraId="3CA1A350" w14:textId="77777777" w:rsidR="00AD4BD8" w:rsidRPr="007C4C20" w:rsidRDefault="00AA79E7" w:rsidP="00AA79E7">
            <w:pPr>
              <w:pStyle w:val="CMSANTableBodyText"/>
              <w:jc w:val="center"/>
            </w:pPr>
            <w:r w:rsidRPr="007C4C20">
              <w:t>EUR 914,285.72</w:t>
            </w:r>
          </w:p>
        </w:tc>
      </w:tr>
      <w:tr w:rsidR="00AD4BD8" w:rsidRPr="007C4C20" w14:paraId="416D3AC1" w14:textId="77777777" w:rsidTr="007A3193">
        <w:tc>
          <w:tcPr>
            <w:tcW w:w="3824" w:type="dxa"/>
          </w:tcPr>
          <w:p w14:paraId="31333D57"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fifty four (54) months </w:t>
            </w:r>
            <w:r w:rsidR="00494B9B" w:rsidRPr="007C4C20">
              <w:t>from the date of the first Tranche under Loan Facility 1</w:t>
            </w:r>
          </w:p>
        </w:tc>
        <w:tc>
          <w:tcPr>
            <w:tcW w:w="3824" w:type="dxa"/>
          </w:tcPr>
          <w:p w14:paraId="15C4FEBC" w14:textId="77777777" w:rsidR="00AD4BD8" w:rsidRPr="007C4C20" w:rsidRDefault="00AA79E7" w:rsidP="00AA79E7">
            <w:pPr>
              <w:pStyle w:val="CMSANTableBodyText"/>
              <w:jc w:val="center"/>
            </w:pPr>
            <w:r w:rsidRPr="007C4C20">
              <w:t>EUR 914,285.72</w:t>
            </w:r>
          </w:p>
        </w:tc>
      </w:tr>
      <w:tr w:rsidR="00AD4BD8" w:rsidRPr="007C4C20" w14:paraId="687B613D" w14:textId="77777777" w:rsidTr="007A3193">
        <w:tc>
          <w:tcPr>
            <w:tcW w:w="3824" w:type="dxa"/>
          </w:tcPr>
          <w:p w14:paraId="1673CA65" w14:textId="77777777" w:rsidR="00AD4BD8" w:rsidRPr="007C4C20" w:rsidRDefault="001E1614" w:rsidP="007A3193">
            <w:pPr>
              <w:pStyle w:val="CMSANTableBodyText"/>
            </w:pPr>
            <w:r w:rsidRPr="007C4C20">
              <w:t xml:space="preserve">The </w:t>
            </w:r>
            <w:r>
              <w:t xml:space="preserve">last </w:t>
            </w:r>
            <w:r w:rsidRPr="007C4C20">
              <w:t xml:space="preserve">Payment Date </w:t>
            </w:r>
            <w:r>
              <w:t>falling before the date which is</w:t>
            </w:r>
            <w:r w:rsidR="00AD4BD8" w:rsidRPr="007C4C20">
              <w:t xml:space="preserve"> sixty (60) months from</w:t>
            </w:r>
            <w:r w:rsidR="00494B9B" w:rsidRPr="007C4C20">
              <w:t xml:space="preserve"> the date of the first Tranche under Loan Facility 1</w:t>
            </w:r>
          </w:p>
        </w:tc>
        <w:tc>
          <w:tcPr>
            <w:tcW w:w="3824" w:type="dxa"/>
          </w:tcPr>
          <w:p w14:paraId="732834B8" w14:textId="77777777" w:rsidR="00AD4BD8" w:rsidRPr="007C4C20" w:rsidRDefault="00AA79E7" w:rsidP="00AA79E7">
            <w:pPr>
              <w:pStyle w:val="CMSANTableBodyText"/>
              <w:jc w:val="center"/>
            </w:pPr>
            <w:r w:rsidRPr="007C4C20">
              <w:t>EUR 914,285.72</w:t>
            </w:r>
          </w:p>
        </w:tc>
      </w:tr>
      <w:tr w:rsidR="00AD4BD8" w:rsidRPr="007C4C20" w14:paraId="44BCC3D4" w14:textId="77777777" w:rsidTr="007A3193">
        <w:tc>
          <w:tcPr>
            <w:tcW w:w="3824" w:type="dxa"/>
          </w:tcPr>
          <w:p w14:paraId="604E5EAA"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sixty six (66) months </w:t>
            </w:r>
            <w:r w:rsidR="00494B9B" w:rsidRPr="007C4C20">
              <w:t>from the date of the first Tranche under Loan Facility 1</w:t>
            </w:r>
          </w:p>
        </w:tc>
        <w:tc>
          <w:tcPr>
            <w:tcW w:w="3824" w:type="dxa"/>
          </w:tcPr>
          <w:p w14:paraId="3992831D" w14:textId="77777777" w:rsidR="00AD4BD8" w:rsidRPr="007C4C20" w:rsidRDefault="00AA79E7" w:rsidP="00AA79E7">
            <w:pPr>
              <w:pStyle w:val="CMSANTableBodyText"/>
              <w:jc w:val="center"/>
            </w:pPr>
            <w:r w:rsidRPr="007C4C20">
              <w:t>EUR 914,285.72</w:t>
            </w:r>
          </w:p>
        </w:tc>
      </w:tr>
      <w:tr w:rsidR="00AD4BD8" w:rsidRPr="007C4C20" w14:paraId="3140FB79" w14:textId="77777777" w:rsidTr="007A3193">
        <w:tc>
          <w:tcPr>
            <w:tcW w:w="3824" w:type="dxa"/>
          </w:tcPr>
          <w:p w14:paraId="18B1831F"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seventy two (72) months </w:t>
            </w:r>
            <w:r w:rsidR="00494B9B" w:rsidRPr="007C4C20">
              <w:t>from the date of the first Tranche under Loan Facility 1</w:t>
            </w:r>
          </w:p>
        </w:tc>
        <w:tc>
          <w:tcPr>
            <w:tcW w:w="3824" w:type="dxa"/>
          </w:tcPr>
          <w:p w14:paraId="6CFFED56" w14:textId="77777777" w:rsidR="00AD4BD8" w:rsidRPr="007C4C20" w:rsidRDefault="00AA79E7" w:rsidP="00AA79E7">
            <w:pPr>
              <w:pStyle w:val="CMSANTableBodyText"/>
              <w:jc w:val="center"/>
            </w:pPr>
            <w:r w:rsidRPr="007C4C20">
              <w:t>EUR 914,285.72</w:t>
            </w:r>
          </w:p>
        </w:tc>
      </w:tr>
      <w:tr w:rsidR="00AD4BD8" w:rsidRPr="007C4C20" w14:paraId="2D4DFAF9" w14:textId="77777777" w:rsidTr="007A3193">
        <w:tc>
          <w:tcPr>
            <w:tcW w:w="3824" w:type="dxa"/>
          </w:tcPr>
          <w:p w14:paraId="24FC14EB"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falling seventy eight (78) months </w:t>
            </w:r>
            <w:r w:rsidR="00494B9B" w:rsidRPr="007C4C20">
              <w:t>from the date of the first Tranche under Loan Facility 1</w:t>
            </w:r>
          </w:p>
        </w:tc>
        <w:tc>
          <w:tcPr>
            <w:tcW w:w="3824" w:type="dxa"/>
          </w:tcPr>
          <w:p w14:paraId="75BB4B8B" w14:textId="77777777" w:rsidR="00AD4BD8" w:rsidRPr="007C4C20" w:rsidRDefault="00AA79E7" w:rsidP="00AA79E7">
            <w:pPr>
              <w:pStyle w:val="CMSANTableBodyText"/>
              <w:jc w:val="center"/>
            </w:pPr>
            <w:r w:rsidRPr="007C4C20">
              <w:t>EUR 914,285.72</w:t>
            </w:r>
          </w:p>
        </w:tc>
      </w:tr>
      <w:tr w:rsidR="00AD4BD8" w:rsidRPr="007C4C20" w14:paraId="06877D14" w14:textId="77777777" w:rsidTr="007A3193">
        <w:tc>
          <w:tcPr>
            <w:tcW w:w="3824" w:type="dxa"/>
          </w:tcPr>
          <w:p w14:paraId="23A1F674"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eighty four (84) months </w:t>
            </w:r>
            <w:r w:rsidR="00494B9B" w:rsidRPr="007C4C20">
              <w:t>from the date of the first Tranche under Loan Facility 1</w:t>
            </w:r>
          </w:p>
        </w:tc>
        <w:tc>
          <w:tcPr>
            <w:tcW w:w="3824" w:type="dxa"/>
          </w:tcPr>
          <w:p w14:paraId="17788B5F" w14:textId="77777777" w:rsidR="00AD4BD8" w:rsidRPr="007C4C20" w:rsidRDefault="00AA79E7" w:rsidP="00AA79E7">
            <w:pPr>
              <w:pStyle w:val="CMSANTableBodyText"/>
              <w:jc w:val="center"/>
            </w:pPr>
            <w:r w:rsidRPr="007C4C20">
              <w:t>EUR 914,285.72</w:t>
            </w:r>
          </w:p>
        </w:tc>
      </w:tr>
      <w:tr w:rsidR="00AD4BD8" w:rsidRPr="007C4C20" w14:paraId="0819F4AA" w14:textId="77777777" w:rsidTr="007A3193">
        <w:tc>
          <w:tcPr>
            <w:tcW w:w="3824" w:type="dxa"/>
          </w:tcPr>
          <w:p w14:paraId="16D61946"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ninety (90) months </w:t>
            </w:r>
            <w:r w:rsidR="00494B9B" w:rsidRPr="007C4C20">
              <w:t xml:space="preserve">from </w:t>
            </w:r>
            <w:r w:rsidR="00494B9B" w:rsidRPr="007C4C20">
              <w:lastRenderedPageBreak/>
              <w:t>the date of the first Tranche under Loan Facility 1</w:t>
            </w:r>
          </w:p>
        </w:tc>
        <w:tc>
          <w:tcPr>
            <w:tcW w:w="3824" w:type="dxa"/>
          </w:tcPr>
          <w:p w14:paraId="2E943DF7" w14:textId="77777777" w:rsidR="00AD4BD8" w:rsidRPr="007C4C20" w:rsidRDefault="00AA79E7" w:rsidP="00AA79E7">
            <w:pPr>
              <w:pStyle w:val="CMSANTableBodyText"/>
              <w:jc w:val="center"/>
            </w:pPr>
            <w:r w:rsidRPr="007C4C20">
              <w:lastRenderedPageBreak/>
              <w:t>EUR 914,285.72</w:t>
            </w:r>
          </w:p>
        </w:tc>
      </w:tr>
      <w:tr w:rsidR="00AD4BD8" w:rsidRPr="007C4C20" w14:paraId="01E88BFF" w14:textId="77777777" w:rsidTr="007A3193">
        <w:tc>
          <w:tcPr>
            <w:tcW w:w="3824" w:type="dxa"/>
          </w:tcPr>
          <w:p w14:paraId="66CBDF9E"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ninety six (96) months </w:t>
            </w:r>
            <w:r w:rsidR="00494B9B" w:rsidRPr="007C4C20">
              <w:t>from the date of the first Tranche under Loan Facility 1</w:t>
            </w:r>
          </w:p>
        </w:tc>
        <w:tc>
          <w:tcPr>
            <w:tcW w:w="3824" w:type="dxa"/>
          </w:tcPr>
          <w:p w14:paraId="364EA3A4" w14:textId="77777777" w:rsidR="00AD4BD8" w:rsidRPr="007C4C20" w:rsidRDefault="00AA79E7" w:rsidP="00AA79E7">
            <w:pPr>
              <w:pStyle w:val="CMSANTableBodyText"/>
              <w:jc w:val="center"/>
            </w:pPr>
            <w:r w:rsidRPr="007C4C20">
              <w:t>EUR 914,285.72</w:t>
            </w:r>
          </w:p>
        </w:tc>
      </w:tr>
      <w:tr w:rsidR="00AD4BD8" w:rsidRPr="007C4C20" w14:paraId="752EFE97" w14:textId="77777777" w:rsidTr="007A3193">
        <w:tc>
          <w:tcPr>
            <w:tcW w:w="3824" w:type="dxa"/>
          </w:tcPr>
          <w:p w14:paraId="514F58B4"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one hundred and two (102) months </w:t>
            </w:r>
            <w:r w:rsidR="00494B9B" w:rsidRPr="007C4C20">
              <w:t>from the date of the first Tranche under Loan Facility 1</w:t>
            </w:r>
          </w:p>
        </w:tc>
        <w:tc>
          <w:tcPr>
            <w:tcW w:w="3824" w:type="dxa"/>
          </w:tcPr>
          <w:p w14:paraId="6C0ACB88" w14:textId="77777777" w:rsidR="00AD4BD8" w:rsidRPr="007C4C20" w:rsidRDefault="00AA79E7" w:rsidP="00AA79E7">
            <w:pPr>
              <w:pStyle w:val="CMSANTableBodyText"/>
              <w:jc w:val="center"/>
            </w:pPr>
            <w:r w:rsidRPr="007C4C20">
              <w:t>EUR 914,285.72</w:t>
            </w:r>
          </w:p>
        </w:tc>
      </w:tr>
      <w:tr w:rsidR="00AD4BD8" w:rsidRPr="007C4C20" w14:paraId="3719CC5A" w14:textId="77777777" w:rsidTr="007A3193">
        <w:tc>
          <w:tcPr>
            <w:tcW w:w="3824" w:type="dxa"/>
          </w:tcPr>
          <w:p w14:paraId="26E9CD22"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one hundred and eight (108) months </w:t>
            </w:r>
            <w:r w:rsidR="00494B9B" w:rsidRPr="007C4C20">
              <w:t>from the date of the first Tranche under Loan Facility 1</w:t>
            </w:r>
          </w:p>
        </w:tc>
        <w:tc>
          <w:tcPr>
            <w:tcW w:w="3824" w:type="dxa"/>
          </w:tcPr>
          <w:p w14:paraId="726F68F1" w14:textId="77777777" w:rsidR="00AD4BD8" w:rsidRPr="007C4C20" w:rsidRDefault="00AA79E7" w:rsidP="00AA79E7">
            <w:pPr>
              <w:pStyle w:val="CMSANTableBodyText"/>
              <w:jc w:val="center"/>
            </w:pPr>
            <w:r w:rsidRPr="007C4C20">
              <w:t>EUR 914,285.72</w:t>
            </w:r>
          </w:p>
        </w:tc>
      </w:tr>
      <w:tr w:rsidR="00AD4BD8" w:rsidRPr="007C4C20" w14:paraId="31324BC8" w14:textId="77777777" w:rsidTr="007A3193">
        <w:tc>
          <w:tcPr>
            <w:tcW w:w="3824" w:type="dxa"/>
          </w:tcPr>
          <w:p w14:paraId="73C17AA0"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one hundred and fourteen (114) months </w:t>
            </w:r>
            <w:r w:rsidR="00494B9B" w:rsidRPr="007C4C20">
              <w:t>from the date of the first Tranche under Loan Facility 1</w:t>
            </w:r>
          </w:p>
        </w:tc>
        <w:tc>
          <w:tcPr>
            <w:tcW w:w="3824" w:type="dxa"/>
          </w:tcPr>
          <w:p w14:paraId="608A3579" w14:textId="77777777" w:rsidR="00AD4BD8" w:rsidRPr="007C4C20" w:rsidRDefault="00AA79E7" w:rsidP="00AA79E7">
            <w:pPr>
              <w:pStyle w:val="CMSANTableBodyText"/>
              <w:jc w:val="center"/>
            </w:pPr>
            <w:r w:rsidRPr="007C4C20">
              <w:t>EUR 914,285.72</w:t>
            </w:r>
          </w:p>
        </w:tc>
      </w:tr>
      <w:tr w:rsidR="00AD4BD8" w:rsidRPr="007C4C20" w14:paraId="4B6A7436" w14:textId="77777777" w:rsidTr="007A3193">
        <w:tc>
          <w:tcPr>
            <w:tcW w:w="3824" w:type="dxa"/>
          </w:tcPr>
          <w:p w14:paraId="719215EA"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one hundred and twenty (120) months </w:t>
            </w:r>
            <w:r w:rsidR="00494B9B" w:rsidRPr="007C4C20">
              <w:t>from the date of the first Tranche under Loan Facility 1</w:t>
            </w:r>
          </w:p>
        </w:tc>
        <w:tc>
          <w:tcPr>
            <w:tcW w:w="3824" w:type="dxa"/>
          </w:tcPr>
          <w:p w14:paraId="0C5F9F2F" w14:textId="77777777" w:rsidR="00AD4BD8" w:rsidRPr="007C4C20" w:rsidRDefault="00AA79E7" w:rsidP="00AA79E7">
            <w:pPr>
              <w:pStyle w:val="CMSANTableBodyText"/>
              <w:jc w:val="center"/>
            </w:pPr>
            <w:r w:rsidRPr="007C4C20">
              <w:t>EUR 914,285.72</w:t>
            </w:r>
          </w:p>
        </w:tc>
      </w:tr>
      <w:tr w:rsidR="00AD4BD8" w:rsidRPr="007C4C20" w14:paraId="1C9F2744" w14:textId="77777777" w:rsidTr="007A3193">
        <w:tc>
          <w:tcPr>
            <w:tcW w:w="3824" w:type="dxa"/>
          </w:tcPr>
          <w:p w14:paraId="4DF926EA"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one hundred and twenty six (126) months </w:t>
            </w:r>
            <w:r w:rsidR="00494B9B" w:rsidRPr="007C4C20">
              <w:t>from the date of the first Tranche under Loan Facility 1</w:t>
            </w:r>
          </w:p>
        </w:tc>
        <w:tc>
          <w:tcPr>
            <w:tcW w:w="3824" w:type="dxa"/>
          </w:tcPr>
          <w:p w14:paraId="6A56BD0A" w14:textId="77777777" w:rsidR="00AD4BD8" w:rsidRPr="007C4C20" w:rsidRDefault="00AA79E7" w:rsidP="00AA79E7">
            <w:pPr>
              <w:pStyle w:val="CMSANTableBodyText"/>
              <w:jc w:val="center"/>
            </w:pPr>
            <w:r w:rsidRPr="007C4C20">
              <w:t>EUR 914,285.72</w:t>
            </w:r>
          </w:p>
        </w:tc>
      </w:tr>
      <w:tr w:rsidR="00AD4BD8" w:rsidRPr="007C4C20" w14:paraId="284FA386" w14:textId="77777777" w:rsidTr="007A3193">
        <w:tc>
          <w:tcPr>
            <w:tcW w:w="3824" w:type="dxa"/>
          </w:tcPr>
          <w:p w14:paraId="20B20E22"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one hundred and thirty two (132) months </w:t>
            </w:r>
            <w:r w:rsidR="00494B9B" w:rsidRPr="007C4C20">
              <w:t>from the date of the first Tranche under Loan Facility 1</w:t>
            </w:r>
          </w:p>
        </w:tc>
        <w:tc>
          <w:tcPr>
            <w:tcW w:w="3824" w:type="dxa"/>
          </w:tcPr>
          <w:p w14:paraId="69D4EB31" w14:textId="77777777" w:rsidR="00AD4BD8" w:rsidRPr="007C4C20" w:rsidRDefault="00AA79E7" w:rsidP="00AA79E7">
            <w:pPr>
              <w:pStyle w:val="CMSANTableBodyText"/>
              <w:jc w:val="center"/>
            </w:pPr>
            <w:r w:rsidRPr="007C4C20">
              <w:t>EUR 914,285.72</w:t>
            </w:r>
          </w:p>
        </w:tc>
      </w:tr>
      <w:tr w:rsidR="00AD4BD8" w:rsidRPr="007C4C20" w14:paraId="6F0621E6" w14:textId="77777777" w:rsidTr="007A3193">
        <w:tc>
          <w:tcPr>
            <w:tcW w:w="3824" w:type="dxa"/>
          </w:tcPr>
          <w:p w14:paraId="124114AA"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one hundred and thirty eight (138) months </w:t>
            </w:r>
            <w:r w:rsidR="00494B9B" w:rsidRPr="007C4C20">
              <w:t>from the date of the first Tranche under Loan Facility 1</w:t>
            </w:r>
          </w:p>
        </w:tc>
        <w:tc>
          <w:tcPr>
            <w:tcW w:w="3824" w:type="dxa"/>
          </w:tcPr>
          <w:p w14:paraId="65C26E16" w14:textId="77777777" w:rsidR="00AD4BD8" w:rsidRPr="007C4C20" w:rsidRDefault="00AA79E7" w:rsidP="00AA79E7">
            <w:pPr>
              <w:pStyle w:val="CMSANTableBodyText"/>
              <w:jc w:val="center"/>
            </w:pPr>
            <w:r w:rsidRPr="007C4C20">
              <w:t>EUR 914,285.72</w:t>
            </w:r>
          </w:p>
        </w:tc>
      </w:tr>
      <w:tr w:rsidR="00AD4BD8" w:rsidRPr="007C4C20" w14:paraId="3EC16F0E" w14:textId="77777777" w:rsidTr="007A3193">
        <w:tc>
          <w:tcPr>
            <w:tcW w:w="3824" w:type="dxa"/>
          </w:tcPr>
          <w:p w14:paraId="594F6193" w14:textId="77777777" w:rsidR="00AD4BD8" w:rsidRPr="007C4C20" w:rsidRDefault="00AD4BD8" w:rsidP="007A3193">
            <w:pPr>
              <w:pStyle w:val="CMSANTableBodyText"/>
            </w:pPr>
            <w:r w:rsidRPr="007C4C20">
              <w:t xml:space="preserve">The </w:t>
            </w:r>
            <w:r w:rsidR="00494B9B" w:rsidRPr="007C4C20">
              <w:t>Termination Date for Loan Facility 1</w:t>
            </w:r>
          </w:p>
        </w:tc>
        <w:tc>
          <w:tcPr>
            <w:tcW w:w="3824" w:type="dxa"/>
          </w:tcPr>
          <w:p w14:paraId="555F2954" w14:textId="77777777" w:rsidR="00AD4BD8" w:rsidRPr="007C4C20" w:rsidRDefault="00AA79E7" w:rsidP="00AA79E7">
            <w:pPr>
              <w:pStyle w:val="CMSANTableBodyText"/>
              <w:jc w:val="center"/>
            </w:pPr>
            <w:r w:rsidRPr="007C4C20">
              <w:t>EUR 914,285.72</w:t>
            </w:r>
          </w:p>
        </w:tc>
      </w:tr>
    </w:tbl>
    <w:p w14:paraId="1DCE4960" w14:textId="77777777" w:rsidR="00657368" w:rsidRPr="007C4C20" w:rsidRDefault="00657368" w:rsidP="00F926C9">
      <w:pPr>
        <w:pStyle w:val="CMSANHeading2"/>
        <w:keepNext/>
        <w:rPr>
          <w:b/>
        </w:rPr>
      </w:pPr>
      <w:bookmarkStart w:id="54" w:name="_Ref7182712"/>
      <w:r w:rsidRPr="007C4C20">
        <w:rPr>
          <w:b/>
        </w:rPr>
        <w:lastRenderedPageBreak/>
        <w:t xml:space="preserve">Repayment of </w:t>
      </w:r>
      <w:r w:rsidR="0063120B" w:rsidRPr="007C4C20">
        <w:rPr>
          <w:b/>
        </w:rPr>
        <w:t xml:space="preserve">Tranches </w:t>
      </w:r>
      <w:r w:rsidRPr="007C4C20">
        <w:rPr>
          <w:b/>
        </w:rPr>
        <w:t xml:space="preserve">under </w:t>
      </w:r>
      <w:r w:rsidR="00AF13E8" w:rsidRPr="007C4C20">
        <w:rPr>
          <w:b/>
        </w:rPr>
        <w:t>Loan Facility 2</w:t>
      </w:r>
      <w:bookmarkEnd w:id="54"/>
    </w:p>
    <w:p w14:paraId="0DE1A0D3" w14:textId="77777777" w:rsidR="00657368" w:rsidRPr="007C4C20" w:rsidRDefault="00657368" w:rsidP="00026879">
      <w:pPr>
        <w:pStyle w:val="CMSANHeading3"/>
      </w:pPr>
      <w:bookmarkStart w:id="55" w:name="_Ref7182713"/>
      <w:r w:rsidRPr="007C4C20">
        <w:t xml:space="preserve">The Borrower shall repay the aggregate </w:t>
      </w:r>
      <w:r w:rsidR="007828B7" w:rsidRPr="007C4C20">
        <w:t xml:space="preserve">Loan </w:t>
      </w:r>
      <w:r w:rsidRPr="007C4C20">
        <w:t xml:space="preserve">Facility </w:t>
      </w:r>
      <w:bookmarkStart w:id="56" w:name="DocXTextRef92"/>
      <w:r w:rsidRPr="007C4C20">
        <w:t>2</w:t>
      </w:r>
      <w:bookmarkEnd w:id="56"/>
      <w:r w:rsidRPr="007C4C20">
        <w:t xml:space="preserve"> </w:t>
      </w:r>
      <w:r w:rsidR="00BC49D8" w:rsidRPr="007C4C20">
        <w:t>Tranches</w:t>
      </w:r>
      <w:r w:rsidRPr="007C4C20">
        <w:t xml:space="preserve"> made to it in </w:t>
      </w:r>
      <w:r w:rsidR="00125E0B" w:rsidRPr="007C4C20">
        <w:t xml:space="preserve">eighteen (18) equal </w:t>
      </w:r>
      <w:r w:rsidRPr="007C4C20">
        <w:t xml:space="preserve">instalments by repaying on </w:t>
      </w:r>
      <w:r w:rsidR="00125E0B" w:rsidRPr="007C4C20">
        <w:t>each Payment</w:t>
      </w:r>
      <w:r w:rsidRPr="007C4C20">
        <w:t xml:space="preserve"> Date set out in Column 1 of the table below </w:t>
      </w:r>
      <w:r w:rsidR="00125E0B" w:rsidRPr="007C4C20">
        <w:t>the amount in EUR specified opposite that date in Column 2 of the table below</w:t>
      </w:r>
      <w:r w:rsidRPr="007C4C20">
        <w:t>:</w:t>
      </w:r>
      <w:bookmarkEnd w:id="55"/>
    </w:p>
    <w:tbl>
      <w:tblPr>
        <w:tblStyle w:val="TableGrid"/>
        <w:tblW w:w="0" w:type="auto"/>
        <w:tblInd w:w="1696" w:type="dxa"/>
        <w:tblLook w:val="04A0" w:firstRow="1" w:lastRow="0" w:firstColumn="1" w:lastColumn="0" w:noHBand="0" w:noVBand="1"/>
      </w:tblPr>
      <w:tblGrid>
        <w:gridCol w:w="3824"/>
        <w:gridCol w:w="3824"/>
      </w:tblGrid>
      <w:tr w:rsidR="00AD4BD8" w:rsidRPr="007C4C20" w14:paraId="10E4732A" w14:textId="77777777" w:rsidTr="007A3193">
        <w:trPr>
          <w:tblHeader/>
        </w:trPr>
        <w:tc>
          <w:tcPr>
            <w:tcW w:w="3824" w:type="dxa"/>
          </w:tcPr>
          <w:p w14:paraId="23E373EE" w14:textId="77777777" w:rsidR="00AD4BD8" w:rsidRPr="007C4C20" w:rsidRDefault="00AD4BD8" w:rsidP="007A3193">
            <w:pPr>
              <w:pStyle w:val="CMSANTableHeaderCentred"/>
            </w:pPr>
            <w:bookmarkStart w:id="57" w:name="_Ref7182710"/>
            <w:r w:rsidRPr="007C4C20">
              <w:t>Column 1</w:t>
            </w:r>
            <w:r w:rsidRPr="007C4C20">
              <w:br/>
              <w:t>Loan Facility 2 Repayment Date</w:t>
            </w:r>
            <w:bookmarkEnd w:id="57"/>
          </w:p>
        </w:tc>
        <w:tc>
          <w:tcPr>
            <w:tcW w:w="3824" w:type="dxa"/>
          </w:tcPr>
          <w:p w14:paraId="67E32A8E" w14:textId="77777777" w:rsidR="00AD4BD8" w:rsidRPr="007C4C20" w:rsidRDefault="00AD4BD8" w:rsidP="007A3193">
            <w:pPr>
              <w:pStyle w:val="CMSANTableHeaderCentred"/>
            </w:pPr>
            <w:bookmarkStart w:id="58" w:name="_Ref7182711"/>
            <w:r w:rsidRPr="007C4C20">
              <w:t>Column 2</w:t>
            </w:r>
            <w:r w:rsidRPr="007C4C20">
              <w:br/>
              <w:t>Repayment Instalment</w:t>
            </w:r>
            <w:r w:rsidRPr="007C4C20">
              <w:br/>
              <w:t>(</w:t>
            </w:r>
            <w:r w:rsidR="0001692E" w:rsidRPr="007C4C20">
              <w:t>EUR</w:t>
            </w:r>
            <w:r w:rsidRPr="007C4C20">
              <w:t>)</w:t>
            </w:r>
            <w:bookmarkEnd w:id="58"/>
          </w:p>
        </w:tc>
      </w:tr>
      <w:tr w:rsidR="00AD4BD8" w:rsidRPr="007C4C20" w14:paraId="5BC11F4F" w14:textId="77777777" w:rsidTr="007A3193">
        <w:tc>
          <w:tcPr>
            <w:tcW w:w="3824" w:type="dxa"/>
          </w:tcPr>
          <w:p w14:paraId="2722C31D"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forty eight (48) months from the </w:t>
            </w:r>
            <w:r w:rsidR="00125E0B" w:rsidRPr="007C4C20">
              <w:t>date of the first Tranche under Loan Facility 2</w:t>
            </w:r>
          </w:p>
        </w:tc>
        <w:tc>
          <w:tcPr>
            <w:tcW w:w="3824" w:type="dxa"/>
          </w:tcPr>
          <w:p w14:paraId="7BA3F37E" w14:textId="77777777" w:rsidR="00AD4BD8" w:rsidRPr="007C4C20" w:rsidRDefault="0001692E" w:rsidP="0001692E">
            <w:pPr>
              <w:pStyle w:val="CMSANTableBodyText"/>
              <w:jc w:val="center"/>
            </w:pPr>
            <w:r w:rsidRPr="007C4C20">
              <w:t>EUR 11,111,111.11</w:t>
            </w:r>
          </w:p>
        </w:tc>
      </w:tr>
      <w:tr w:rsidR="00AD4BD8" w:rsidRPr="007C4C20" w14:paraId="3A1CC21C" w14:textId="77777777" w:rsidTr="007A3193">
        <w:tc>
          <w:tcPr>
            <w:tcW w:w="3824" w:type="dxa"/>
          </w:tcPr>
          <w:p w14:paraId="1ADB0154"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fifty four (54) months from </w:t>
            </w:r>
            <w:r w:rsidR="00125E0B" w:rsidRPr="007C4C20">
              <w:t>the date of the first Tranche under Loan Facility 2</w:t>
            </w:r>
          </w:p>
        </w:tc>
        <w:tc>
          <w:tcPr>
            <w:tcW w:w="3824" w:type="dxa"/>
          </w:tcPr>
          <w:p w14:paraId="5ECEAF02" w14:textId="77777777" w:rsidR="00AD4BD8" w:rsidRPr="007C4C20" w:rsidRDefault="0001692E" w:rsidP="0001692E">
            <w:pPr>
              <w:pStyle w:val="CMSANTableBodyText"/>
              <w:jc w:val="center"/>
            </w:pPr>
            <w:r w:rsidRPr="007C4C20">
              <w:t>EUR 11,111,111.11</w:t>
            </w:r>
          </w:p>
        </w:tc>
      </w:tr>
      <w:tr w:rsidR="00AD4BD8" w:rsidRPr="007C4C20" w14:paraId="2034DAA0" w14:textId="77777777" w:rsidTr="007A3193">
        <w:tc>
          <w:tcPr>
            <w:tcW w:w="3824" w:type="dxa"/>
          </w:tcPr>
          <w:p w14:paraId="7C4F729A"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sixty (60) months from </w:t>
            </w:r>
            <w:r w:rsidR="00125E0B" w:rsidRPr="007C4C20">
              <w:t>the date of the first Tranche under Loan Facility 2</w:t>
            </w:r>
          </w:p>
        </w:tc>
        <w:tc>
          <w:tcPr>
            <w:tcW w:w="3824" w:type="dxa"/>
          </w:tcPr>
          <w:p w14:paraId="0EEC7443" w14:textId="77777777" w:rsidR="00AD4BD8" w:rsidRPr="007C4C20" w:rsidRDefault="0001692E" w:rsidP="0001692E">
            <w:pPr>
              <w:pStyle w:val="CMSANTableBodyText"/>
              <w:jc w:val="center"/>
            </w:pPr>
            <w:r w:rsidRPr="007C4C20">
              <w:t>EUR 11,111,111.11</w:t>
            </w:r>
          </w:p>
        </w:tc>
      </w:tr>
      <w:tr w:rsidR="00AD4BD8" w:rsidRPr="007C4C20" w14:paraId="7645D937" w14:textId="77777777" w:rsidTr="007A3193">
        <w:tc>
          <w:tcPr>
            <w:tcW w:w="3824" w:type="dxa"/>
          </w:tcPr>
          <w:p w14:paraId="26B3ED04"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sixty six (66) months from </w:t>
            </w:r>
            <w:r w:rsidR="00125E0B" w:rsidRPr="007C4C20">
              <w:t>the date of the first Tranche under Loan Facility 2</w:t>
            </w:r>
          </w:p>
        </w:tc>
        <w:tc>
          <w:tcPr>
            <w:tcW w:w="3824" w:type="dxa"/>
          </w:tcPr>
          <w:p w14:paraId="5F987177" w14:textId="77777777" w:rsidR="00AD4BD8" w:rsidRPr="007C4C20" w:rsidRDefault="0001692E" w:rsidP="0001692E">
            <w:pPr>
              <w:pStyle w:val="CMSANTableBodyText"/>
              <w:jc w:val="center"/>
            </w:pPr>
            <w:r w:rsidRPr="007C4C20">
              <w:t>EUR 11,111,111.11</w:t>
            </w:r>
          </w:p>
        </w:tc>
      </w:tr>
      <w:tr w:rsidR="00AD4BD8" w:rsidRPr="007C4C20" w14:paraId="7E46B6C5" w14:textId="77777777" w:rsidTr="007A3193">
        <w:tc>
          <w:tcPr>
            <w:tcW w:w="3824" w:type="dxa"/>
          </w:tcPr>
          <w:p w14:paraId="70AAFDE7"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seventy two (72) months from </w:t>
            </w:r>
            <w:r w:rsidR="00125E0B" w:rsidRPr="007C4C20">
              <w:t>the date of the first Tranche under Loan Facility 2</w:t>
            </w:r>
          </w:p>
        </w:tc>
        <w:tc>
          <w:tcPr>
            <w:tcW w:w="3824" w:type="dxa"/>
          </w:tcPr>
          <w:p w14:paraId="6ADB688C" w14:textId="77777777" w:rsidR="00AD4BD8" w:rsidRPr="007C4C20" w:rsidRDefault="0001692E" w:rsidP="0001692E">
            <w:pPr>
              <w:pStyle w:val="CMSANTableBodyText"/>
              <w:jc w:val="center"/>
            </w:pPr>
            <w:r w:rsidRPr="007C4C20">
              <w:t>EUR 11,111,111.11</w:t>
            </w:r>
          </w:p>
        </w:tc>
      </w:tr>
      <w:tr w:rsidR="00AD4BD8" w:rsidRPr="007C4C20" w14:paraId="6D89737E" w14:textId="77777777" w:rsidTr="007A3193">
        <w:tc>
          <w:tcPr>
            <w:tcW w:w="3824" w:type="dxa"/>
          </w:tcPr>
          <w:p w14:paraId="79DEA3C4"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seventy eight (78) months from </w:t>
            </w:r>
            <w:r w:rsidR="00125E0B" w:rsidRPr="007C4C20">
              <w:t>the date of the first Tranche under Loan Facility 2</w:t>
            </w:r>
          </w:p>
        </w:tc>
        <w:tc>
          <w:tcPr>
            <w:tcW w:w="3824" w:type="dxa"/>
          </w:tcPr>
          <w:p w14:paraId="6D3D8E50" w14:textId="77777777" w:rsidR="00AD4BD8" w:rsidRPr="007C4C20" w:rsidRDefault="0001692E" w:rsidP="0001692E">
            <w:pPr>
              <w:pStyle w:val="CMSANTableBodyText"/>
              <w:jc w:val="center"/>
            </w:pPr>
            <w:r w:rsidRPr="007C4C20">
              <w:t>EUR 11,111,111.11</w:t>
            </w:r>
          </w:p>
        </w:tc>
      </w:tr>
      <w:tr w:rsidR="00AD4BD8" w:rsidRPr="007C4C20" w14:paraId="7DDAAFB7" w14:textId="77777777" w:rsidTr="007A3193">
        <w:tc>
          <w:tcPr>
            <w:tcW w:w="3824" w:type="dxa"/>
          </w:tcPr>
          <w:p w14:paraId="4D20A049"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eighty four (84) months from </w:t>
            </w:r>
            <w:r w:rsidR="00125E0B" w:rsidRPr="007C4C20">
              <w:t>the date of the first Tranche under Loan Facility 2</w:t>
            </w:r>
          </w:p>
        </w:tc>
        <w:tc>
          <w:tcPr>
            <w:tcW w:w="3824" w:type="dxa"/>
          </w:tcPr>
          <w:p w14:paraId="77B1DF91" w14:textId="77777777" w:rsidR="00AD4BD8" w:rsidRPr="007C4C20" w:rsidRDefault="0001692E" w:rsidP="0001692E">
            <w:pPr>
              <w:pStyle w:val="CMSANTableBodyText"/>
              <w:jc w:val="center"/>
            </w:pPr>
            <w:r w:rsidRPr="007C4C20">
              <w:t>EUR 11,111,111.11</w:t>
            </w:r>
          </w:p>
        </w:tc>
      </w:tr>
      <w:tr w:rsidR="00AD4BD8" w:rsidRPr="007C4C20" w14:paraId="29763653" w14:textId="77777777" w:rsidTr="007A3193">
        <w:tc>
          <w:tcPr>
            <w:tcW w:w="3824" w:type="dxa"/>
          </w:tcPr>
          <w:p w14:paraId="4993EB01" w14:textId="77777777" w:rsidR="00AD4BD8" w:rsidRPr="007C4C20" w:rsidRDefault="001E1614" w:rsidP="007A3193">
            <w:pPr>
              <w:pStyle w:val="CMSANTableBodyText"/>
            </w:pPr>
            <w:r w:rsidRPr="007C4C20">
              <w:t xml:space="preserve">The </w:t>
            </w:r>
            <w:r>
              <w:t xml:space="preserve">last </w:t>
            </w:r>
            <w:r w:rsidRPr="007C4C20">
              <w:t xml:space="preserve">Payment Date </w:t>
            </w:r>
            <w:r>
              <w:t>falling before the date which is</w:t>
            </w:r>
            <w:r w:rsidR="00AD4BD8" w:rsidRPr="007C4C20">
              <w:t xml:space="preserve"> ninety (90) months from </w:t>
            </w:r>
            <w:r w:rsidR="00125E0B" w:rsidRPr="007C4C20">
              <w:t>the date of the first Tranche under Loan Facility 2</w:t>
            </w:r>
          </w:p>
        </w:tc>
        <w:tc>
          <w:tcPr>
            <w:tcW w:w="3824" w:type="dxa"/>
          </w:tcPr>
          <w:p w14:paraId="4AAB5204" w14:textId="77777777" w:rsidR="00AD4BD8" w:rsidRPr="007C4C20" w:rsidRDefault="0001692E" w:rsidP="0001692E">
            <w:pPr>
              <w:pStyle w:val="CMSANTableBodyText"/>
              <w:jc w:val="center"/>
            </w:pPr>
            <w:r w:rsidRPr="007C4C20">
              <w:t>EUR 11,111,111.11</w:t>
            </w:r>
          </w:p>
        </w:tc>
      </w:tr>
      <w:tr w:rsidR="00AD4BD8" w:rsidRPr="007C4C20" w14:paraId="5B76E335" w14:textId="77777777" w:rsidTr="007A3193">
        <w:tc>
          <w:tcPr>
            <w:tcW w:w="3824" w:type="dxa"/>
          </w:tcPr>
          <w:p w14:paraId="370EE3F2" w14:textId="77777777" w:rsidR="00AD4BD8" w:rsidRPr="007C4C20" w:rsidRDefault="001E1614" w:rsidP="007A3193">
            <w:pPr>
              <w:pStyle w:val="CMSANTableBodyText"/>
            </w:pPr>
            <w:r w:rsidRPr="007C4C20">
              <w:lastRenderedPageBreak/>
              <w:t xml:space="preserve">The </w:t>
            </w:r>
            <w:r>
              <w:t xml:space="preserve">last </w:t>
            </w:r>
            <w:r w:rsidRPr="007C4C20">
              <w:t xml:space="preserve">Payment Date </w:t>
            </w:r>
            <w:r>
              <w:t xml:space="preserve">falling before the date which is </w:t>
            </w:r>
            <w:r w:rsidR="00AD4BD8" w:rsidRPr="007C4C20">
              <w:t xml:space="preserve">ninety six (96) months from </w:t>
            </w:r>
            <w:r w:rsidR="00125E0B" w:rsidRPr="007C4C20">
              <w:t>the date of the first Tranche under Loan Facility 2</w:t>
            </w:r>
          </w:p>
        </w:tc>
        <w:tc>
          <w:tcPr>
            <w:tcW w:w="3824" w:type="dxa"/>
          </w:tcPr>
          <w:p w14:paraId="514B93EE" w14:textId="77777777" w:rsidR="00AD4BD8" w:rsidRPr="007C4C20" w:rsidRDefault="0001692E" w:rsidP="0001692E">
            <w:pPr>
              <w:pStyle w:val="CMSANTableBodyText"/>
              <w:jc w:val="center"/>
            </w:pPr>
            <w:r w:rsidRPr="007C4C20">
              <w:t>EUR 11,111,111.11</w:t>
            </w:r>
          </w:p>
        </w:tc>
      </w:tr>
      <w:tr w:rsidR="00AD4BD8" w:rsidRPr="007C4C20" w14:paraId="2F992648" w14:textId="77777777" w:rsidTr="007A3193">
        <w:tc>
          <w:tcPr>
            <w:tcW w:w="3824" w:type="dxa"/>
          </w:tcPr>
          <w:p w14:paraId="7AF7489C"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one hundred and two (102) months from </w:t>
            </w:r>
            <w:r w:rsidR="00125E0B" w:rsidRPr="007C4C20">
              <w:t>the date of the first Tranche under Loan Facility 2</w:t>
            </w:r>
          </w:p>
        </w:tc>
        <w:tc>
          <w:tcPr>
            <w:tcW w:w="3824" w:type="dxa"/>
          </w:tcPr>
          <w:p w14:paraId="7BA97923" w14:textId="77777777" w:rsidR="00AD4BD8" w:rsidRPr="007C4C20" w:rsidRDefault="0001692E" w:rsidP="0001692E">
            <w:pPr>
              <w:pStyle w:val="CMSANTableBodyText"/>
              <w:jc w:val="center"/>
            </w:pPr>
            <w:r w:rsidRPr="007C4C20">
              <w:t>EUR 11,111,111.11</w:t>
            </w:r>
          </w:p>
        </w:tc>
      </w:tr>
      <w:tr w:rsidR="00AD4BD8" w:rsidRPr="007C4C20" w14:paraId="59713C2D" w14:textId="77777777" w:rsidTr="007A3193">
        <w:tc>
          <w:tcPr>
            <w:tcW w:w="3824" w:type="dxa"/>
          </w:tcPr>
          <w:p w14:paraId="215E67A8"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one hundred and eight (108) months from </w:t>
            </w:r>
            <w:r w:rsidR="00125E0B" w:rsidRPr="007C4C20">
              <w:t>the date of the first Tranche under Loan Facility 2</w:t>
            </w:r>
          </w:p>
        </w:tc>
        <w:tc>
          <w:tcPr>
            <w:tcW w:w="3824" w:type="dxa"/>
          </w:tcPr>
          <w:p w14:paraId="3DBB6728" w14:textId="77777777" w:rsidR="00AD4BD8" w:rsidRPr="007C4C20" w:rsidRDefault="0001692E" w:rsidP="0001692E">
            <w:pPr>
              <w:pStyle w:val="CMSANTableBodyText"/>
              <w:jc w:val="center"/>
            </w:pPr>
            <w:r w:rsidRPr="007C4C20">
              <w:t>EUR 11,111,111.11</w:t>
            </w:r>
          </w:p>
        </w:tc>
      </w:tr>
      <w:tr w:rsidR="00AD4BD8" w:rsidRPr="007C4C20" w14:paraId="50B4B0FD" w14:textId="77777777" w:rsidTr="007A3193">
        <w:tc>
          <w:tcPr>
            <w:tcW w:w="3824" w:type="dxa"/>
          </w:tcPr>
          <w:p w14:paraId="681E7199"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one hundred and fourteen (114) months from </w:t>
            </w:r>
            <w:r w:rsidR="00125E0B" w:rsidRPr="007C4C20">
              <w:t>the date of the first Tranche under Loan Facility 2</w:t>
            </w:r>
          </w:p>
        </w:tc>
        <w:tc>
          <w:tcPr>
            <w:tcW w:w="3824" w:type="dxa"/>
          </w:tcPr>
          <w:p w14:paraId="72F8DFF5" w14:textId="77777777" w:rsidR="00AD4BD8" w:rsidRPr="007C4C20" w:rsidRDefault="0001692E" w:rsidP="0001692E">
            <w:pPr>
              <w:pStyle w:val="CMSANTableBodyText"/>
              <w:jc w:val="center"/>
            </w:pPr>
            <w:r w:rsidRPr="007C4C20">
              <w:t>EUR 11,111,111.11</w:t>
            </w:r>
          </w:p>
        </w:tc>
      </w:tr>
      <w:tr w:rsidR="00AD4BD8" w:rsidRPr="007C4C20" w14:paraId="7B32BDB1" w14:textId="77777777" w:rsidTr="007A3193">
        <w:tc>
          <w:tcPr>
            <w:tcW w:w="3824" w:type="dxa"/>
          </w:tcPr>
          <w:p w14:paraId="3EF6C4D5"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one hundred and twenty (120) months from </w:t>
            </w:r>
            <w:r w:rsidR="00125E0B" w:rsidRPr="007C4C20">
              <w:t>the date of the first Tranche under Loan Facility 2</w:t>
            </w:r>
          </w:p>
        </w:tc>
        <w:tc>
          <w:tcPr>
            <w:tcW w:w="3824" w:type="dxa"/>
          </w:tcPr>
          <w:p w14:paraId="1BEA00F0" w14:textId="77777777" w:rsidR="00AD4BD8" w:rsidRPr="007C4C20" w:rsidRDefault="0001692E" w:rsidP="0001692E">
            <w:pPr>
              <w:pStyle w:val="CMSANTableBodyText"/>
              <w:jc w:val="center"/>
            </w:pPr>
            <w:r w:rsidRPr="007C4C20">
              <w:t>EUR 11,111,111.11</w:t>
            </w:r>
          </w:p>
        </w:tc>
      </w:tr>
      <w:tr w:rsidR="00AD4BD8" w:rsidRPr="007C4C20" w14:paraId="3B54F46C" w14:textId="77777777" w:rsidTr="007A3193">
        <w:tc>
          <w:tcPr>
            <w:tcW w:w="3824" w:type="dxa"/>
          </w:tcPr>
          <w:p w14:paraId="64A42C94"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one hundred and twenty six (126) months from </w:t>
            </w:r>
            <w:r w:rsidR="00125E0B" w:rsidRPr="007C4C20">
              <w:t>the date of the first Tranche under Loan Facility 2</w:t>
            </w:r>
          </w:p>
        </w:tc>
        <w:tc>
          <w:tcPr>
            <w:tcW w:w="3824" w:type="dxa"/>
          </w:tcPr>
          <w:p w14:paraId="094F1E95" w14:textId="77777777" w:rsidR="00AD4BD8" w:rsidRPr="007C4C20" w:rsidRDefault="0001692E" w:rsidP="0001692E">
            <w:pPr>
              <w:pStyle w:val="CMSANTableBodyText"/>
              <w:jc w:val="center"/>
            </w:pPr>
            <w:r w:rsidRPr="007C4C20">
              <w:t>EUR 11,111,111.11</w:t>
            </w:r>
          </w:p>
        </w:tc>
      </w:tr>
      <w:tr w:rsidR="00AD4BD8" w:rsidRPr="007C4C20" w14:paraId="1F587A15" w14:textId="77777777" w:rsidTr="007A3193">
        <w:tc>
          <w:tcPr>
            <w:tcW w:w="3824" w:type="dxa"/>
          </w:tcPr>
          <w:p w14:paraId="4531B936"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one hundred and thirty two (132) months from </w:t>
            </w:r>
            <w:r w:rsidR="00125E0B" w:rsidRPr="007C4C20">
              <w:t>the date of the first Tranche under Loan Facility 2</w:t>
            </w:r>
          </w:p>
        </w:tc>
        <w:tc>
          <w:tcPr>
            <w:tcW w:w="3824" w:type="dxa"/>
          </w:tcPr>
          <w:p w14:paraId="1F9B2EA0" w14:textId="77777777" w:rsidR="00AD4BD8" w:rsidRPr="007C4C20" w:rsidRDefault="0001692E" w:rsidP="0001692E">
            <w:pPr>
              <w:pStyle w:val="CMSANTableBodyText"/>
              <w:jc w:val="center"/>
            </w:pPr>
            <w:r w:rsidRPr="007C4C20">
              <w:t>EUR 11,111,111.11</w:t>
            </w:r>
          </w:p>
        </w:tc>
      </w:tr>
      <w:tr w:rsidR="00AD4BD8" w:rsidRPr="007C4C20" w14:paraId="2E137A70" w14:textId="77777777" w:rsidTr="007A3193">
        <w:tc>
          <w:tcPr>
            <w:tcW w:w="3824" w:type="dxa"/>
          </w:tcPr>
          <w:p w14:paraId="205035D2"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one hundred and thirty eight (138) months from </w:t>
            </w:r>
            <w:r w:rsidR="00125E0B" w:rsidRPr="007C4C20">
              <w:t>the date of the first Tranche under Loan Facility 2</w:t>
            </w:r>
          </w:p>
        </w:tc>
        <w:tc>
          <w:tcPr>
            <w:tcW w:w="3824" w:type="dxa"/>
          </w:tcPr>
          <w:p w14:paraId="402D89FD" w14:textId="77777777" w:rsidR="00AD4BD8" w:rsidRPr="007C4C20" w:rsidRDefault="0001692E" w:rsidP="0001692E">
            <w:pPr>
              <w:pStyle w:val="CMSANTableBodyText"/>
              <w:jc w:val="center"/>
            </w:pPr>
            <w:r w:rsidRPr="007C4C20">
              <w:t>EUR 11,111,111.11</w:t>
            </w:r>
          </w:p>
        </w:tc>
      </w:tr>
      <w:tr w:rsidR="00AD4BD8" w:rsidRPr="007C4C20" w14:paraId="3FB5109F" w14:textId="77777777" w:rsidTr="007A3193">
        <w:tc>
          <w:tcPr>
            <w:tcW w:w="3824" w:type="dxa"/>
          </w:tcPr>
          <w:p w14:paraId="3C4CF820" w14:textId="77777777" w:rsidR="00AD4BD8" w:rsidRPr="007C4C20" w:rsidRDefault="001E1614" w:rsidP="007A3193">
            <w:pPr>
              <w:pStyle w:val="CMSANTableBodyText"/>
            </w:pPr>
            <w:r w:rsidRPr="007C4C20">
              <w:t xml:space="preserve">The </w:t>
            </w:r>
            <w:r>
              <w:t xml:space="preserve">last </w:t>
            </w:r>
            <w:r w:rsidRPr="007C4C20">
              <w:t xml:space="preserve">Payment Date </w:t>
            </w:r>
            <w:r>
              <w:t xml:space="preserve">falling before the date which is </w:t>
            </w:r>
            <w:r w:rsidR="00AD4BD8" w:rsidRPr="007C4C20">
              <w:t xml:space="preserve">one hundred and forty four (144) months from </w:t>
            </w:r>
            <w:r w:rsidR="00125E0B" w:rsidRPr="007C4C20">
              <w:t>the date of the first Tranche under Loan Facility 2</w:t>
            </w:r>
          </w:p>
        </w:tc>
        <w:tc>
          <w:tcPr>
            <w:tcW w:w="3824" w:type="dxa"/>
          </w:tcPr>
          <w:p w14:paraId="6FD7AA81" w14:textId="77777777" w:rsidR="00AD4BD8" w:rsidRPr="007C4C20" w:rsidRDefault="0001692E" w:rsidP="0001692E">
            <w:pPr>
              <w:pStyle w:val="CMSANTableBodyText"/>
              <w:jc w:val="center"/>
            </w:pPr>
            <w:r w:rsidRPr="007C4C20">
              <w:t>EUR 11,111,111.11</w:t>
            </w:r>
          </w:p>
        </w:tc>
      </w:tr>
      <w:tr w:rsidR="00AD4BD8" w:rsidRPr="007C4C20" w14:paraId="30626F63" w14:textId="77777777" w:rsidTr="007A3193">
        <w:tc>
          <w:tcPr>
            <w:tcW w:w="3824" w:type="dxa"/>
          </w:tcPr>
          <w:p w14:paraId="204B840C" w14:textId="77777777" w:rsidR="00AD4BD8" w:rsidRPr="007C4C20" w:rsidRDefault="00125E0B" w:rsidP="007A3193">
            <w:pPr>
              <w:pStyle w:val="CMSANTableBodyText"/>
            </w:pPr>
            <w:r w:rsidRPr="007C4C20">
              <w:lastRenderedPageBreak/>
              <w:t>The Termination Date for Loan Facility 2</w:t>
            </w:r>
          </w:p>
        </w:tc>
        <w:tc>
          <w:tcPr>
            <w:tcW w:w="3824" w:type="dxa"/>
          </w:tcPr>
          <w:p w14:paraId="0C158380" w14:textId="77777777" w:rsidR="00AD4BD8" w:rsidRPr="007C4C20" w:rsidRDefault="0001692E" w:rsidP="0001692E">
            <w:pPr>
              <w:pStyle w:val="CMSANTableBodyText"/>
              <w:jc w:val="center"/>
            </w:pPr>
            <w:r w:rsidRPr="007C4C20">
              <w:t>EUR 11,111,111.11</w:t>
            </w:r>
          </w:p>
        </w:tc>
      </w:tr>
    </w:tbl>
    <w:p w14:paraId="4B57F10C" w14:textId="77777777" w:rsidR="00657368" w:rsidRPr="007C4C20" w:rsidRDefault="00026879" w:rsidP="00026879">
      <w:pPr>
        <w:pStyle w:val="CMSANHeading1"/>
      </w:pPr>
      <w:bookmarkStart w:id="59" w:name="_Toc28094897"/>
      <w:bookmarkStart w:id="60" w:name="_Ref7182718"/>
      <w:r w:rsidRPr="007C4C20">
        <w:t>Prepayment</w:t>
      </w:r>
      <w:bookmarkEnd w:id="59"/>
      <w:r w:rsidRPr="007C4C20">
        <w:t xml:space="preserve"> </w:t>
      </w:r>
      <w:bookmarkEnd w:id="60"/>
    </w:p>
    <w:p w14:paraId="07C72929" w14:textId="77777777" w:rsidR="00657368" w:rsidRPr="007C4C20" w:rsidRDefault="00657368" w:rsidP="00F926C9">
      <w:pPr>
        <w:pStyle w:val="CMSANHeading2"/>
        <w:keepNext/>
        <w:rPr>
          <w:b/>
        </w:rPr>
      </w:pPr>
      <w:bookmarkStart w:id="61" w:name="_Ref7182719"/>
      <w:r w:rsidRPr="007C4C20">
        <w:rPr>
          <w:b/>
        </w:rPr>
        <w:t>Illegality</w:t>
      </w:r>
      <w:bookmarkEnd w:id="61"/>
    </w:p>
    <w:p w14:paraId="7E82CE86" w14:textId="77777777" w:rsidR="00481AE6" w:rsidRPr="007C4C20" w:rsidRDefault="00657368" w:rsidP="00F926C9">
      <w:pPr>
        <w:pStyle w:val="CMSANIndent2"/>
      </w:pPr>
      <w:r w:rsidRPr="007C4C20">
        <w:t>If</w:t>
      </w:r>
      <w:r w:rsidR="00481AE6" w:rsidRPr="007C4C20">
        <w:t>:</w:t>
      </w:r>
    </w:p>
    <w:p w14:paraId="7B39F991" w14:textId="77777777" w:rsidR="00481AE6" w:rsidRPr="007C4C20" w:rsidRDefault="00657368" w:rsidP="00481AE6">
      <w:pPr>
        <w:pStyle w:val="CMSANHeading3"/>
      </w:pPr>
      <w:r w:rsidRPr="007C4C20">
        <w:t xml:space="preserve">in any applicable jurisdiction, it becomes unlawful for any Lender to perform any of its obligations as contemplated by this Agreement or to fund or maintain its participation in any </w:t>
      </w:r>
      <w:r w:rsidR="0063120B" w:rsidRPr="007C4C20">
        <w:t>Tranche</w:t>
      </w:r>
      <w:r w:rsidR="00481AE6" w:rsidRPr="007C4C20">
        <w:t>; or</w:t>
      </w:r>
    </w:p>
    <w:p w14:paraId="7A28187F" w14:textId="77777777" w:rsidR="00657368" w:rsidRPr="007C4C20" w:rsidRDefault="00481AE6" w:rsidP="00481AE6">
      <w:pPr>
        <w:pStyle w:val="CMSANHeading3"/>
      </w:pPr>
      <w:r w:rsidRPr="007C4C20">
        <w:t xml:space="preserve">funding or maintaining a Lender’s participation in any Tranche or the performance of any other obligations of a Lender under this Agreement or the use of the proceeds of any Tranche is not in compliance with any laws, regulations or measures of any </w:t>
      </w:r>
      <w:r w:rsidR="006F07EC" w:rsidRPr="007C4C20">
        <w:t>A</w:t>
      </w:r>
      <w:r w:rsidRPr="007C4C20">
        <w:t>gency</w:t>
      </w:r>
      <w:r w:rsidR="006F07EC" w:rsidRPr="007C4C20">
        <w:t xml:space="preserve"> (as defined in paragraph (a)(ii) of Part 2 (</w:t>
      </w:r>
      <w:r w:rsidR="006F07EC" w:rsidRPr="007C4C20">
        <w:rPr>
          <w:i/>
          <w:iCs/>
        </w:rPr>
        <w:t>Interpretation</w:t>
      </w:r>
      <w:r w:rsidR="006F07EC" w:rsidRPr="007C4C20">
        <w:t>) of Schedule 1 to this Agreement)</w:t>
      </w:r>
      <w:r w:rsidRPr="007C4C20">
        <w:t>,</w:t>
      </w:r>
    </w:p>
    <w:p w14:paraId="6F40C4D5" w14:textId="77777777" w:rsidR="00481AE6" w:rsidRPr="007C4C20" w:rsidRDefault="00481AE6" w:rsidP="00481AE6">
      <w:pPr>
        <w:pStyle w:val="CMSANIndent2"/>
      </w:pPr>
      <w:r w:rsidRPr="007C4C20">
        <w:t>then:</w:t>
      </w:r>
    </w:p>
    <w:p w14:paraId="22CC1398" w14:textId="77777777" w:rsidR="00657368" w:rsidRPr="007C4C20" w:rsidRDefault="00657368" w:rsidP="00481AE6">
      <w:pPr>
        <w:pStyle w:val="CMSANHeading4"/>
      </w:pPr>
      <w:bookmarkStart w:id="62" w:name="_Ref7182720"/>
      <w:r w:rsidRPr="007C4C20">
        <w:t>that Lender shall promptly notify the Agent upon becoming aware of that event;</w:t>
      </w:r>
      <w:bookmarkEnd w:id="62"/>
    </w:p>
    <w:p w14:paraId="0A187D92" w14:textId="77777777" w:rsidR="00657368" w:rsidRPr="007C4C20" w:rsidRDefault="00657368" w:rsidP="00481AE6">
      <w:pPr>
        <w:pStyle w:val="CMSANHeading4"/>
      </w:pPr>
      <w:bookmarkStart w:id="63" w:name="_Ref7182721"/>
      <w:r w:rsidRPr="007C4C20">
        <w:t>upon the Agent notifying the Borrower,</w:t>
      </w:r>
      <w:r w:rsidR="00F66D92" w:rsidRPr="007C4C20">
        <w:t xml:space="preserve"> the part of the </w:t>
      </w:r>
      <w:r w:rsidR="00AF0C1E" w:rsidRPr="007C4C20">
        <w:t>Available Loan Facility</w:t>
      </w:r>
      <w:r w:rsidR="00F66D92" w:rsidRPr="007C4C20">
        <w:t xml:space="preserve"> held by that Lender</w:t>
      </w:r>
      <w:r w:rsidRPr="007C4C20">
        <w:t xml:space="preserve"> will be immediately cancelled; and</w:t>
      </w:r>
      <w:bookmarkEnd w:id="63"/>
    </w:p>
    <w:p w14:paraId="68960B39" w14:textId="77777777" w:rsidR="00657368" w:rsidRPr="007C4C20" w:rsidRDefault="00657368" w:rsidP="00481AE6">
      <w:pPr>
        <w:pStyle w:val="CMSANHeading4"/>
      </w:pPr>
      <w:bookmarkStart w:id="64" w:name="_Ref7182722"/>
      <w:r w:rsidRPr="007C4C20">
        <w:t xml:space="preserve">the Borrower shall repay that Lender’s participation in the </w:t>
      </w:r>
      <w:r w:rsidR="0063120B" w:rsidRPr="007C4C20">
        <w:t>Tranche</w:t>
      </w:r>
      <w:r w:rsidRPr="007C4C20">
        <w:t xml:space="preserve">s made to the Borrower on the last day of the Interest Period for each </w:t>
      </w:r>
      <w:r w:rsidR="0063120B" w:rsidRPr="007C4C20">
        <w:t>Tranche</w:t>
      </w:r>
      <w:r w:rsidRPr="007C4C20">
        <w:t xml:space="preserve"> occurring after the Agent has notified the Borrower or, if earlier, the date specified by the Lender in the notice delivered to the Agent (being no earlier than the last day of any applicable grace period permitted by law) and that Lender’s </w:t>
      </w:r>
      <w:r w:rsidR="00F85191" w:rsidRPr="007C4C20">
        <w:t xml:space="preserve">portion of the </w:t>
      </w:r>
      <w:r w:rsidR="00075453" w:rsidRPr="007C4C20">
        <w:t>Available Loan Facility</w:t>
      </w:r>
      <w:r w:rsidRPr="007C4C20">
        <w:t xml:space="preserve"> shall be cancelled in the amount of the participations repaid.</w:t>
      </w:r>
      <w:bookmarkEnd w:id="64"/>
    </w:p>
    <w:p w14:paraId="5F398AF5" w14:textId="77777777" w:rsidR="00E850AA" w:rsidRPr="007C4C20" w:rsidRDefault="00E850AA" w:rsidP="00481AE6">
      <w:pPr>
        <w:pStyle w:val="CMSANIndent2"/>
        <w:ind w:left="1701"/>
      </w:pPr>
      <w:r w:rsidRPr="007C4C20">
        <w:t xml:space="preserve">In its notice </w:t>
      </w:r>
      <w:r w:rsidR="00FB36A7" w:rsidRPr="007C4C20">
        <w:t>to the Agent under paragraph (</w:t>
      </w:r>
      <w:r w:rsidR="00481AE6" w:rsidRPr="007C4C20">
        <w:t>i</w:t>
      </w:r>
      <w:r w:rsidR="00FB36A7" w:rsidRPr="007C4C20">
        <w:t>) above</w:t>
      </w:r>
      <w:r w:rsidRPr="007C4C20">
        <w:t xml:space="preserve">, the </w:t>
      </w:r>
      <w:r w:rsidR="00FB36A7" w:rsidRPr="007C4C20">
        <w:t xml:space="preserve">Lender </w:t>
      </w:r>
      <w:r w:rsidRPr="007C4C20">
        <w:t xml:space="preserve">will provide a reasonable explanation regarding </w:t>
      </w:r>
      <w:r w:rsidR="009062B2" w:rsidRPr="007C4C20">
        <w:t>the relevant circumstances</w:t>
      </w:r>
      <w:r w:rsidRPr="007C4C20">
        <w:t xml:space="preserve"> to the fullest extent possible subject to </w:t>
      </w:r>
      <w:r w:rsidR="00700FE0" w:rsidRPr="007C4C20">
        <w:t xml:space="preserve">any </w:t>
      </w:r>
      <w:r w:rsidRPr="007C4C20">
        <w:t xml:space="preserve">applicable </w:t>
      </w:r>
      <w:r w:rsidR="00FB36A7" w:rsidRPr="007C4C20">
        <w:t>disclosure</w:t>
      </w:r>
      <w:r w:rsidRPr="007C4C20">
        <w:t xml:space="preserve"> restrictions. Th</w:t>
      </w:r>
      <w:r w:rsidR="00FB36A7" w:rsidRPr="007C4C20">
        <w:t xml:space="preserve">at Lender </w:t>
      </w:r>
      <w:r w:rsidRPr="007C4C20">
        <w:t>and the Borrower may</w:t>
      </w:r>
      <w:r w:rsidR="00483C63" w:rsidRPr="007C4C20">
        <w:t>, but in no event shall be obliged to,</w:t>
      </w:r>
      <w:r w:rsidRPr="007C4C20">
        <w:t xml:space="preserve"> agree on another repayment date or on repayment in instalments. </w:t>
      </w:r>
    </w:p>
    <w:p w14:paraId="3D94BF82" w14:textId="77777777" w:rsidR="00657368" w:rsidRPr="007C4C20" w:rsidRDefault="00657368" w:rsidP="001F5CF9">
      <w:pPr>
        <w:pStyle w:val="CMSANHeading2"/>
        <w:keepNext/>
        <w:rPr>
          <w:b/>
        </w:rPr>
      </w:pPr>
      <w:bookmarkStart w:id="65" w:name="_Ref7182724"/>
      <w:r w:rsidRPr="007C4C20">
        <w:rPr>
          <w:b/>
        </w:rPr>
        <w:t xml:space="preserve">Voluntary prepayment of </w:t>
      </w:r>
      <w:r w:rsidR="0063120B" w:rsidRPr="007C4C20">
        <w:rPr>
          <w:b/>
        </w:rPr>
        <w:t>Tranche</w:t>
      </w:r>
      <w:r w:rsidRPr="007C4C20">
        <w:rPr>
          <w:b/>
        </w:rPr>
        <w:t>s</w:t>
      </w:r>
      <w:bookmarkEnd w:id="65"/>
    </w:p>
    <w:p w14:paraId="0E83A44A" w14:textId="77777777" w:rsidR="00657368" w:rsidRPr="007C4C20" w:rsidRDefault="00657368" w:rsidP="00026879">
      <w:pPr>
        <w:pStyle w:val="CMSANHeading3"/>
      </w:pPr>
      <w:bookmarkStart w:id="66" w:name="_Ref7182725"/>
      <w:r w:rsidRPr="007C4C20">
        <w:t xml:space="preserve">The Borrower may, if it gives the Agent not less than </w:t>
      </w:r>
      <w:r w:rsidR="0066396E" w:rsidRPr="007C4C20">
        <w:t>30</w:t>
      </w:r>
      <w:r w:rsidRPr="007C4C20">
        <w:t xml:space="preserve"> Business Days’ (or such shorter period as the </w:t>
      </w:r>
      <w:r w:rsidR="00075453" w:rsidRPr="007C4C20">
        <w:t>Lenders</w:t>
      </w:r>
      <w:r w:rsidR="007E6ADB" w:rsidRPr="007C4C20">
        <w:t xml:space="preserve"> </w:t>
      </w:r>
      <w:r w:rsidRPr="007C4C20">
        <w:t xml:space="preserve">may agree) prior notice, prepay the whole or any part of any </w:t>
      </w:r>
      <w:r w:rsidR="0063120B" w:rsidRPr="007C4C20">
        <w:t>Tranche</w:t>
      </w:r>
      <w:r w:rsidRPr="007C4C20">
        <w:t xml:space="preserve"> (but, if in part, being an amount that reduces the amount of </w:t>
      </w:r>
      <w:r w:rsidR="00553999" w:rsidRPr="007C4C20">
        <w:t xml:space="preserve">(i) a </w:t>
      </w:r>
      <w:r w:rsidR="009062B2" w:rsidRPr="007C4C20">
        <w:t xml:space="preserve">Loan Facility 1 </w:t>
      </w:r>
      <w:r w:rsidR="00553999" w:rsidRPr="007C4C20">
        <w:t xml:space="preserve">Tranche </w:t>
      </w:r>
      <w:r w:rsidRPr="007C4C20">
        <w:t>by a minimum amount of</w:t>
      </w:r>
      <w:r w:rsidR="00553999" w:rsidRPr="007C4C20">
        <w:t xml:space="preserve"> EUR</w:t>
      </w:r>
      <w:r w:rsidR="00162C2C" w:rsidRPr="007C4C20">
        <w:t>1,000,000</w:t>
      </w:r>
      <w:r w:rsidR="00553999" w:rsidRPr="007C4C20">
        <w:t xml:space="preserve"> and (ii) of a </w:t>
      </w:r>
      <w:r w:rsidR="009062B2" w:rsidRPr="007C4C20">
        <w:t xml:space="preserve">Loan Facility 2 </w:t>
      </w:r>
      <w:r w:rsidR="00553999" w:rsidRPr="007C4C20">
        <w:t>Tranche by a minimum amount of EUR</w:t>
      </w:r>
      <w:r w:rsidR="00162C2C" w:rsidRPr="007C4C20">
        <w:t>5,000,000</w:t>
      </w:r>
      <w:r w:rsidR="00553999" w:rsidRPr="007C4C20">
        <w:t>)</w:t>
      </w:r>
      <w:r w:rsidRPr="007C4C20">
        <w:t>.</w:t>
      </w:r>
      <w:bookmarkEnd w:id="66"/>
    </w:p>
    <w:p w14:paraId="6B4257FD" w14:textId="77777777" w:rsidR="00657368" w:rsidRPr="007C4C20" w:rsidRDefault="00657368" w:rsidP="00026879">
      <w:pPr>
        <w:pStyle w:val="CMSANHeading3"/>
      </w:pPr>
      <w:bookmarkStart w:id="67" w:name="_Ref7182726"/>
      <w:r w:rsidRPr="007C4C20">
        <w:t xml:space="preserve">A </w:t>
      </w:r>
      <w:r w:rsidR="0063120B" w:rsidRPr="007C4C20">
        <w:t>Tranche</w:t>
      </w:r>
      <w:r w:rsidRPr="007C4C20">
        <w:t xml:space="preserve"> may only be prepaid after the last day of the Availability Period</w:t>
      </w:r>
      <w:r w:rsidR="00075453" w:rsidRPr="007C4C20">
        <w:t xml:space="preserve"> for that Loan Facility</w:t>
      </w:r>
      <w:r w:rsidRPr="007C4C20">
        <w:t>.</w:t>
      </w:r>
      <w:bookmarkEnd w:id="67"/>
    </w:p>
    <w:p w14:paraId="6B366C16" w14:textId="049ECF2A" w:rsidR="00657368" w:rsidRPr="007C4C20" w:rsidRDefault="00657368" w:rsidP="003E6D11">
      <w:pPr>
        <w:pStyle w:val="CMSANHeading3"/>
      </w:pPr>
      <w:bookmarkStart w:id="68" w:name="_Ref7182727"/>
      <w:r w:rsidRPr="007C4C20">
        <w:lastRenderedPageBreak/>
        <w:t xml:space="preserve">Any prepayment under this Clause </w:t>
      </w:r>
      <w:r w:rsidR="00C91BE0" w:rsidRPr="007C4C20">
        <w:fldChar w:fldCharType="begin"/>
      </w:r>
      <w:r w:rsidR="00C91BE0" w:rsidRPr="007C4C20">
        <w:instrText xml:space="preserve">  REF _Ref7182724 \w \h \* MERGEFORMAT </w:instrText>
      </w:r>
      <w:r w:rsidR="00C91BE0" w:rsidRPr="007C4C20">
        <w:fldChar w:fldCharType="separate"/>
      </w:r>
      <w:r w:rsidR="00B66043" w:rsidRPr="00B66043">
        <w:rPr>
          <w:color w:val="000000"/>
        </w:rPr>
        <w:t>7.2</w:t>
      </w:r>
      <w:r w:rsidR="00C91BE0" w:rsidRPr="007C4C20">
        <w:fldChar w:fldCharType="end"/>
      </w:r>
      <w:r w:rsidRPr="007C4C20">
        <w:t xml:space="preserve"> shall satisfy the obligations under Clause </w:t>
      </w:r>
      <w:r w:rsidR="00C91BE0" w:rsidRPr="007C4C20">
        <w:fldChar w:fldCharType="begin"/>
      </w:r>
      <w:r w:rsidR="00C91BE0" w:rsidRPr="007C4C20">
        <w:instrText xml:space="preserve">  REF _Ref7182708 \w \h \* MERGEFORMAT </w:instrText>
      </w:r>
      <w:r w:rsidR="00C91BE0" w:rsidRPr="007C4C20">
        <w:fldChar w:fldCharType="separate"/>
      </w:r>
      <w:r w:rsidR="00B66043" w:rsidRPr="00B66043">
        <w:rPr>
          <w:color w:val="000000"/>
        </w:rPr>
        <w:t>6.1</w:t>
      </w:r>
      <w:r w:rsidR="00C91BE0" w:rsidRPr="007C4C20">
        <w:fldChar w:fldCharType="end"/>
      </w:r>
      <w:r w:rsidRPr="007C4C20">
        <w:t xml:space="preserve"> (</w:t>
      </w:r>
      <w:r w:rsidRPr="007C4C20">
        <w:rPr>
          <w:i/>
        </w:rPr>
        <w:t xml:space="preserve">Repayment of </w:t>
      </w:r>
      <w:r w:rsidR="0063120B" w:rsidRPr="007C4C20">
        <w:rPr>
          <w:i/>
        </w:rPr>
        <w:t>Tranche</w:t>
      </w:r>
      <w:r w:rsidRPr="007C4C20">
        <w:rPr>
          <w:i/>
        </w:rPr>
        <w:t>s</w:t>
      </w:r>
      <w:r w:rsidR="003E6D11" w:rsidRPr="007C4C20">
        <w:rPr>
          <w:i/>
        </w:rPr>
        <w:t xml:space="preserve"> under</w:t>
      </w:r>
      <w:r w:rsidR="00B80FB5" w:rsidRPr="007C4C20">
        <w:rPr>
          <w:i/>
        </w:rPr>
        <w:t xml:space="preserve"> the</w:t>
      </w:r>
      <w:r w:rsidR="003E6D11" w:rsidRPr="007C4C20">
        <w:rPr>
          <w:i/>
        </w:rPr>
        <w:t xml:space="preserve"> </w:t>
      </w:r>
      <w:r w:rsidR="00AF13E8" w:rsidRPr="007C4C20">
        <w:rPr>
          <w:i/>
        </w:rPr>
        <w:t>Loan Facility 1</w:t>
      </w:r>
      <w:r w:rsidRPr="007C4C20">
        <w:t xml:space="preserve">) </w:t>
      </w:r>
      <w:r w:rsidR="003E6D11" w:rsidRPr="007C4C20">
        <w:t xml:space="preserve">and Clause </w:t>
      </w:r>
      <w:r w:rsidR="003E6D11" w:rsidRPr="007C4C20">
        <w:fldChar w:fldCharType="begin"/>
      </w:r>
      <w:r w:rsidR="003E6D11" w:rsidRPr="007C4C20">
        <w:instrText xml:space="preserve"> REF _Ref7182712 \r \h </w:instrText>
      </w:r>
      <w:r w:rsidR="00FE356C" w:rsidRPr="007C4C20">
        <w:instrText xml:space="preserve"> \* MERGEFORMAT </w:instrText>
      </w:r>
      <w:r w:rsidR="003E6D11" w:rsidRPr="007C4C20">
        <w:fldChar w:fldCharType="separate"/>
      </w:r>
      <w:r w:rsidR="00B66043">
        <w:t>6.2</w:t>
      </w:r>
      <w:r w:rsidR="003E6D11" w:rsidRPr="007C4C20">
        <w:fldChar w:fldCharType="end"/>
      </w:r>
      <w:r w:rsidR="003E6D11" w:rsidRPr="007C4C20">
        <w:t xml:space="preserve"> (</w:t>
      </w:r>
      <w:r w:rsidR="003E6D11" w:rsidRPr="007C4C20">
        <w:rPr>
          <w:i/>
        </w:rPr>
        <w:t xml:space="preserve">Repayment of </w:t>
      </w:r>
      <w:r w:rsidR="0063120B" w:rsidRPr="007C4C20">
        <w:rPr>
          <w:i/>
        </w:rPr>
        <w:t>Tranche</w:t>
      </w:r>
      <w:r w:rsidR="003E6D11" w:rsidRPr="007C4C20">
        <w:rPr>
          <w:i/>
        </w:rPr>
        <w:t xml:space="preserve">s under </w:t>
      </w:r>
      <w:r w:rsidR="00B80FB5" w:rsidRPr="007C4C20">
        <w:rPr>
          <w:i/>
        </w:rPr>
        <w:t xml:space="preserve">the </w:t>
      </w:r>
      <w:r w:rsidR="00AF13E8" w:rsidRPr="007C4C20">
        <w:rPr>
          <w:i/>
        </w:rPr>
        <w:t>Loan Facility 2</w:t>
      </w:r>
      <w:r w:rsidR="003E6D11" w:rsidRPr="007C4C20">
        <w:t xml:space="preserve">) </w:t>
      </w:r>
      <w:r w:rsidRPr="007C4C20">
        <w:t xml:space="preserve">in </w:t>
      </w:r>
      <w:r w:rsidR="00AE59A9" w:rsidRPr="007C4C20">
        <w:t>inverse chronological</w:t>
      </w:r>
      <w:r w:rsidRPr="007C4C20">
        <w:t xml:space="preserve"> order.</w:t>
      </w:r>
      <w:bookmarkEnd w:id="68"/>
    </w:p>
    <w:p w14:paraId="21DD667B" w14:textId="77777777" w:rsidR="00494422" w:rsidRPr="007C4C20" w:rsidRDefault="00494422" w:rsidP="003E6D11">
      <w:pPr>
        <w:pStyle w:val="CMSANHeading3"/>
      </w:pPr>
      <w:r w:rsidRPr="007C4C20">
        <w:t>Any prepayment of a Tranche under this Clause 7.2 (</w:t>
      </w:r>
      <w:r w:rsidRPr="007C4C20">
        <w:rPr>
          <w:i/>
          <w:iCs/>
        </w:rPr>
        <w:t>Voluntary Prepayment</w:t>
      </w:r>
      <w:r w:rsidR="00943BFF" w:rsidRPr="007C4C20">
        <w:rPr>
          <w:i/>
          <w:iCs/>
        </w:rPr>
        <w:t xml:space="preserve"> of Tranches</w:t>
      </w:r>
      <w:r w:rsidRPr="007C4C20">
        <w:t>) shall be applied pro rata to each Lender’s participation in that Tranche.</w:t>
      </w:r>
    </w:p>
    <w:p w14:paraId="45B1321C" w14:textId="77777777" w:rsidR="00657368" w:rsidRPr="007C4C20" w:rsidRDefault="00657368" w:rsidP="001F5CF9">
      <w:pPr>
        <w:pStyle w:val="CMSANHeading2"/>
        <w:keepNext/>
        <w:rPr>
          <w:b/>
        </w:rPr>
      </w:pPr>
      <w:bookmarkStart w:id="69" w:name="_Ref7182743"/>
      <w:r w:rsidRPr="007C4C20">
        <w:rPr>
          <w:b/>
        </w:rPr>
        <w:t>Restrictions</w:t>
      </w:r>
      <w:bookmarkEnd w:id="69"/>
    </w:p>
    <w:p w14:paraId="39DC2334" w14:textId="0E8E8D5E" w:rsidR="00657368" w:rsidRPr="007C4C20" w:rsidRDefault="00657368" w:rsidP="00026879">
      <w:pPr>
        <w:pStyle w:val="CMSANHeading3"/>
      </w:pPr>
      <w:bookmarkStart w:id="70" w:name="_Ref7182744"/>
      <w:r w:rsidRPr="007C4C20">
        <w:t xml:space="preserve">Any notice of cancellation or prepayment given by any Party under this Clause </w:t>
      </w:r>
      <w:r w:rsidR="00B52829" w:rsidRPr="007C4C20">
        <w:fldChar w:fldCharType="begin"/>
      </w:r>
      <w:r w:rsidR="00B52829" w:rsidRPr="007C4C20">
        <w:instrText xml:space="preserve">  REF _Ref7182718 \w \h \* MERGEFORMAT </w:instrText>
      </w:r>
      <w:r w:rsidR="00B52829" w:rsidRPr="007C4C20">
        <w:fldChar w:fldCharType="separate"/>
      </w:r>
      <w:r w:rsidR="00B66043" w:rsidRPr="00B66043">
        <w:rPr>
          <w:color w:val="000000"/>
        </w:rPr>
        <w:t>7</w:t>
      </w:r>
      <w:r w:rsidR="00B52829" w:rsidRPr="007C4C20">
        <w:fldChar w:fldCharType="end"/>
      </w:r>
      <w:r w:rsidRPr="007C4C20">
        <w:t xml:space="preserve"> shall be irrevocable and, unless a contrary indication appears in this Agreement, shall specify the date or dates upon which the relevant cancellation or prepayment is to be made and the amount of that cancellation or prepayment.</w:t>
      </w:r>
      <w:bookmarkEnd w:id="70"/>
    </w:p>
    <w:p w14:paraId="4D3F6339" w14:textId="77777777" w:rsidR="00657368" w:rsidRPr="007C4C20" w:rsidRDefault="00657368" w:rsidP="00026879">
      <w:pPr>
        <w:pStyle w:val="CMSANHeading3"/>
      </w:pPr>
      <w:bookmarkStart w:id="71" w:name="_Ref7182745"/>
      <w:r w:rsidRPr="007C4C20">
        <w:t>Any prepayment under this Agreement shall be made together with accrued interest on the amount prepaid and, subject to any Break Costs and any prepayment fees payable under this Agreement, without premium or penalty.</w:t>
      </w:r>
      <w:bookmarkEnd w:id="71"/>
    </w:p>
    <w:p w14:paraId="13CE59AD" w14:textId="77777777" w:rsidR="00657368" w:rsidRPr="007C4C20" w:rsidRDefault="00657368" w:rsidP="00026879">
      <w:pPr>
        <w:pStyle w:val="CMSANHeading3"/>
      </w:pPr>
      <w:bookmarkStart w:id="72" w:name="_Ref7182746"/>
      <w:r w:rsidRPr="007C4C20">
        <w:t xml:space="preserve">The Borrower may not reborrow any part of </w:t>
      </w:r>
      <w:r w:rsidR="00075453" w:rsidRPr="007C4C20">
        <w:t xml:space="preserve">any Loan </w:t>
      </w:r>
      <w:r w:rsidRPr="007C4C20">
        <w:t>Facility which is prepaid.</w:t>
      </w:r>
      <w:bookmarkEnd w:id="72"/>
    </w:p>
    <w:p w14:paraId="6E52FEC3" w14:textId="77777777" w:rsidR="00657368" w:rsidRPr="007C4C20" w:rsidRDefault="00657368" w:rsidP="00026879">
      <w:pPr>
        <w:pStyle w:val="CMSANHeading3"/>
      </w:pPr>
      <w:bookmarkStart w:id="73" w:name="_Ref7182747"/>
      <w:r w:rsidRPr="007C4C20">
        <w:t xml:space="preserve">The Borrower shall not repay or prepay all or any part of the </w:t>
      </w:r>
      <w:r w:rsidR="0063120B" w:rsidRPr="007C4C20">
        <w:t>Tranche</w:t>
      </w:r>
      <w:r w:rsidRPr="007C4C20">
        <w:t>s except at the times and in the manner expressly provided for in this Agreement.</w:t>
      </w:r>
      <w:bookmarkEnd w:id="73"/>
    </w:p>
    <w:p w14:paraId="01047289" w14:textId="77777777" w:rsidR="00657368" w:rsidRPr="007C4C20" w:rsidRDefault="00657368" w:rsidP="00026879">
      <w:pPr>
        <w:pStyle w:val="CMSANHeading3"/>
      </w:pPr>
      <w:bookmarkStart w:id="74" w:name="_Ref7182748"/>
      <w:r w:rsidRPr="007C4C20">
        <w:t xml:space="preserve">No amount of </w:t>
      </w:r>
      <w:r w:rsidR="00075453" w:rsidRPr="007C4C20">
        <w:t xml:space="preserve">any Loan Facility </w:t>
      </w:r>
      <w:r w:rsidRPr="007C4C20">
        <w:t>cancelled under this Agreement may be subsequently reinstated.</w:t>
      </w:r>
      <w:bookmarkEnd w:id="74"/>
    </w:p>
    <w:p w14:paraId="22AA9044" w14:textId="75BA0664" w:rsidR="00657368" w:rsidRPr="007C4C20" w:rsidRDefault="00657368" w:rsidP="00026879">
      <w:pPr>
        <w:pStyle w:val="CMSANHeading3"/>
      </w:pPr>
      <w:bookmarkStart w:id="75" w:name="_Ref7182749"/>
      <w:r w:rsidRPr="007C4C20">
        <w:t xml:space="preserve">If the Agent receives a notice under this Clause </w:t>
      </w:r>
      <w:r w:rsidR="00B52829" w:rsidRPr="007C4C20">
        <w:fldChar w:fldCharType="begin"/>
      </w:r>
      <w:r w:rsidR="00B52829" w:rsidRPr="007C4C20">
        <w:instrText xml:space="preserve">  REF _Ref7182718 \w \h \* MERGEFORMAT </w:instrText>
      </w:r>
      <w:r w:rsidR="00B52829" w:rsidRPr="007C4C20">
        <w:fldChar w:fldCharType="separate"/>
      </w:r>
      <w:r w:rsidR="00B66043" w:rsidRPr="00B66043">
        <w:rPr>
          <w:color w:val="000000"/>
        </w:rPr>
        <w:t>7</w:t>
      </w:r>
      <w:r w:rsidR="00B52829" w:rsidRPr="007C4C20">
        <w:fldChar w:fldCharType="end"/>
      </w:r>
      <w:r w:rsidRPr="007C4C20">
        <w:t xml:space="preserve"> it shall promptly forward a copy of that notice to either the Borrower or the Lender</w:t>
      </w:r>
      <w:r w:rsidR="009062B2" w:rsidRPr="007C4C20">
        <w:t>s</w:t>
      </w:r>
      <w:r w:rsidRPr="007C4C20">
        <w:t>, as appropriate.</w:t>
      </w:r>
      <w:bookmarkEnd w:id="75"/>
    </w:p>
    <w:p w14:paraId="046D57C6" w14:textId="77777777" w:rsidR="00657368" w:rsidRPr="007C4C20" w:rsidRDefault="00657368" w:rsidP="00026879">
      <w:pPr>
        <w:pStyle w:val="CMSANHeading3"/>
      </w:pPr>
      <w:bookmarkStart w:id="76" w:name="_Ref7182750"/>
      <w:r w:rsidRPr="007C4C20">
        <w:t xml:space="preserve">If all or part of any Lender’s participation in a </w:t>
      </w:r>
      <w:r w:rsidR="0063120B" w:rsidRPr="007C4C20">
        <w:t>Tranche</w:t>
      </w:r>
      <w:r w:rsidRPr="007C4C20">
        <w:t xml:space="preserve"> is repaid or prepaid, </w:t>
      </w:r>
      <w:r w:rsidR="008B58EA" w:rsidRPr="007C4C20">
        <w:t xml:space="preserve">that Lender’s Commitment in that Loan Facility shall be deemed to be reduced by </w:t>
      </w:r>
      <w:r w:rsidRPr="007C4C20">
        <w:t xml:space="preserve">an amount </w:t>
      </w:r>
      <w:r w:rsidR="007B2A17" w:rsidRPr="007C4C20">
        <w:t xml:space="preserve">equal </w:t>
      </w:r>
      <w:r w:rsidRPr="007C4C20">
        <w:t>to the amount of the participation which is repaid or prepaid</w:t>
      </w:r>
      <w:r w:rsidR="008B58EA" w:rsidRPr="007C4C20">
        <w:t>.</w:t>
      </w:r>
      <w:bookmarkEnd w:id="76"/>
    </w:p>
    <w:p w14:paraId="71CD0874" w14:textId="77777777" w:rsidR="00657368" w:rsidRPr="007C4C20" w:rsidRDefault="00026879" w:rsidP="00026879">
      <w:pPr>
        <w:pStyle w:val="CMSANHeading1"/>
      </w:pPr>
      <w:bookmarkStart w:id="77" w:name="_Ref7182752"/>
      <w:bookmarkStart w:id="78" w:name="_Toc28094898"/>
      <w:r w:rsidRPr="007C4C20">
        <w:t>Interest</w:t>
      </w:r>
      <w:bookmarkEnd w:id="77"/>
      <w:bookmarkEnd w:id="78"/>
    </w:p>
    <w:p w14:paraId="61CA3134" w14:textId="77777777" w:rsidR="00657368" w:rsidRPr="007C4C20" w:rsidRDefault="00657368" w:rsidP="001F5CF9">
      <w:pPr>
        <w:pStyle w:val="CMSANHeading2"/>
        <w:keepNext/>
        <w:rPr>
          <w:b/>
        </w:rPr>
      </w:pPr>
      <w:bookmarkStart w:id="79" w:name="_Ref7182753"/>
      <w:r w:rsidRPr="007C4C20">
        <w:rPr>
          <w:b/>
        </w:rPr>
        <w:t>Calculation of interest</w:t>
      </w:r>
      <w:bookmarkEnd w:id="79"/>
    </w:p>
    <w:p w14:paraId="24CE7F12" w14:textId="77777777" w:rsidR="00657368" w:rsidRPr="007C4C20" w:rsidRDefault="00657368" w:rsidP="001F5CF9">
      <w:pPr>
        <w:pStyle w:val="CMSANIndent2"/>
      </w:pPr>
      <w:r w:rsidRPr="007C4C20">
        <w:t xml:space="preserve">The rate of interest on each </w:t>
      </w:r>
      <w:r w:rsidR="0063120B" w:rsidRPr="007C4C20">
        <w:t>Tranche</w:t>
      </w:r>
      <w:r w:rsidRPr="007C4C20">
        <w:t xml:space="preserve"> </w:t>
      </w:r>
      <w:r w:rsidR="00813705" w:rsidRPr="007C4C20">
        <w:t xml:space="preserve">under each Loan Facility </w:t>
      </w:r>
      <w:r w:rsidRPr="007C4C20">
        <w:t xml:space="preserve">for each Interest Period is </w:t>
      </w:r>
      <w:r w:rsidR="00CC032E" w:rsidRPr="007C4C20">
        <w:t xml:space="preserve">2.50% </w:t>
      </w:r>
      <w:r w:rsidRPr="007C4C20">
        <w:t>per annum.</w:t>
      </w:r>
    </w:p>
    <w:p w14:paraId="20ED8D96" w14:textId="77777777" w:rsidR="00657368" w:rsidRPr="007C4C20" w:rsidRDefault="00657368" w:rsidP="001F5CF9">
      <w:pPr>
        <w:pStyle w:val="CMSANHeading2"/>
        <w:keepNext/>
        <w:rPr>
          <w:b/>
        </w:rPr>
      </w:pPr>
      <w:bookmarkStart w:id="80" w:name="_Ref7182754"/>
      <w:r w:rsidRPr="007C4C20">
        <w:rPr>
          <w:b/>
        </w:rPr>
        <w:t>Payment of interest</w:t>
      </w:r>
      <w:bookmarkEnd w:id="80"/>
    </w:p>
    <w:p w14:paraId="545D883C" w14:textId="77777777" w:rsidR="00657368" w:rsidRPr="007C4C20" w:rsidRDefault="00657368" w:rsidP="001F5CF9">
      <w:pPr>
        <w:pStyle w:val="CMSANIndent2"/>
      </w:pPr>
      <w:r w:rsidRPr="007C4C20">
        <w:t xml:space="preserve">The Borrower shall pay accrued interest on the </w:t>
      </w:r>
      <w:r w:rsidR="0063120B" w:rsidRPr="007C4C20">
        <w:t>Tranche</w:t>
      </w:r>
      <w:r w:rsidR="00DC1042" w:rsidRPr="007C4C20">
        <w:t>s</w:t>
      </w:r>
      <w:r w:rsidRPr="007C4C20">
        <w:t xml:space="preserve"> </w:t>
      </w:r>
      <w:r w:rsidR="00DC1042" w:rsidRPr="007C4C20">
        <w:t>on each Payment Date</w:t>
      </w:r>
      <w:r w:rsidRPr="007C4C20">
        <w:t>.</w:t>
      </w:r>
    </w:p>
    <w:p w14:paraId="23405059" w14:textId="77777777" w:rsidR="00657368" w:rsidRPr="007C4C20" w:rsidRDefault="00657368" w:rsidP="001F5CF9">
      <w:pPr>
        <w:pStyle w:val="CMSANHeading2"/>
        <w:keepNext/>
      </w:pPr>
      <w:bookmarkStart w:id="81" w:name="_Ref7182755"/>
      <w:r w:rsidRPr="007C4C20">
        <w:rPr>
          <w:b/>
        </w:rPr>
        <w:t>Default interest</w:t>
      </w:r>
      <w:bookmarkEnd w:id="81"/>
    </w:p>
    <w:p w14:paraId="7557250B" w14:textId="43C75523" w:rsidR="00657368" w:rsidRPr="007C4C20" w:rsidRDefault="00657368" w:rsidP="00026879">
      <w:pPr>
        <w:pStyle w:val="CMSANHeading3"/>
      </w:pPr>
      <w:bookmarkStart w:id="82" w:name="_Ref7182756"/>
      <w:r w:rsidRPr="007C4C20">
        <w:t xml:space="preserve">If </w:t>
      </w:r>
      <w:r w:rsidR="00004E8C" w:rsidRPr="007C4C20">
        <w:t>the Borrower</w:t>
      </w:r>
      <w:r w:rsidRPr="007C4C20">
        <w:t xml:space="preserve"> fails to pay any amount payable by it under</w:t>
      </w:r>
      <w:r w:rsidR="00483C63" w:rsidRPr="007C4C20">
        <w:t xml:space="preserve"> or in connection with</w:t>
      </w:r>
      <w:r w:rsidRPr="007C4C20">
        <w:t xml:space="preserve"> </w:t>
      </w:r>
      <w:r w:rsidR="002922A7" w:rsidRPr="007C4C20">
        <w:t>this Agreement</w:t>
      </w:r>
      <w:r w:rsidRPr="007C4C20">
        <w:t xml:space="preserve"> on its due date, interest shall accrue on the overdue amount from the due date up to the date of actual payment (both before and after judgment) at a rate which, subject to paragraph </w:t>
      </w:r>
      <w:r w:rsidR="00B52829" w:rsidRPr="007C4C20">
        <w:fldChar w:fldCharType="begin"/>
      </w:r>
      <w:r w:rsidR="00B52829" w:rsidRPr="007C4C20">
        <w:instrText xml:space="preserve"> REF  _Ref7182757 \h \n \w  \* MERGEFORMAT </w:instrText>
      </w:r>
      <w:r w:rsidR="00B52829" w:rsidRPr="007C4C20">
        <w:fldChar w:fldCharType="separate"/>
      </w:r>
      <w:r w:rsidR="00B66043">
        <w:t>(b)</w:t>
      </w:r>
      <w:r w:rsidR="00B52829" w:rsidRPr="007C4C20">
        <w:fldChar w:fldCharType="end"/>
      </w:r>
      <w:r w:rsidRPr="007C4C20">
        <w:t xml:space="preserve"> below, is </w:t>
      </w:r>
      <w:r w:rsidR="00845891" w:rsidRPr="007C4C20">
        <w:t>1</w:t>
      </w:r>
      <w:r w:rsidR="00494422" w:rsidRPr="007C4C20">
        <w:t xml:space="preserve"> </w:t>
      </w:r>
      <w:r w:rsidRPr="007C4C20">
        <w:t xml:space="preserve">per cent. per annum higher than the rate which would have been payable if the overdue amount had, during the period of non-payment, constituted a </w:t>
      </w:r>
      <w:r w:rsidR="0063120B" w:rsidRPr="007C4C20">
        <w:t>Tranche</w:t>
      </w:r>
      <w:r w:rsidRPr="007C4C20">
        <w:t xml:space="preserve"> in the currency of the overdue amount for successive Interest Periods, each of a duration selected by the Agent (acting reasonably).</w:t>
      </w:r>
      <w:bookmarkEnd w:id="82"/>
    </w:p>
    <w:p w14:paraId="2B351879" w14:textId="03101B59" w:rsidR="00657368" w:rsidRPr="007C4C20" w:rsidRDefault="00657368" w:rsidP="00026879">
      <w:pPr>
        <w:pStyle w:val="CMSANHeading3"/>
      </w:pPr>
      <w:bookmarkStart w:id="83" w:name="_Ref7182757"/>
      <w:r w:rsidRPr="007C4C20">
        <w:t xml:space="preserve">Any interest accruing under this Clause </w:t>
      </w:r>
      <w:r w:rsidR="00C91BE0" w:rsidRPr="007C4C20">
        <w:fldChar w:fldCharType="begin"/>
      </w:r>
      <w:r w:rsidR="00C91BE0" w:rsidRPr="007C4C20">
        <w:instrText xml:space="preserve">  REF _Ref7182755 \w \h \* MERGEFORMAT </w:instrText>
      </w:r>
      <w:r w:rsidR="00C91BE0" w:rsidRPr="007C4C20">
        <w:fldChar w:fldCharType="separate"/>
      </w:r>
      <w:r w:rsidR="00B66043" w:rsidRPr="00B66043">
        <w:rPr>
          <w:color w:val="000000"/>
        </w:rPr>
        <w:t>8.3</w:t>
      </w:r>
      <w:r w:rsidR="00C91BE0" w:rsidRPr="007C4C20">
        <w:fldChar w:fldCharType="end"/>
      </w:r>
      <w:r w:rsidRPr="007C4C20">
        <w:t xml:space="preserve"> shall be</w:t>
      </w:r>
      <w:r w:rsidR="00372BEC" w:rsidRPr="007C4C20">
        <w:t xml:space="preserve"> immediately </w:t>
      </w:r>
      <w:r w:rsidRPr="007C4C20">
        <w:t xml:space="preserve">payable </w:t>
      </w:r>
      <w:r w:rsidR="00845891" w:rsidRPr="007C4C20">
        <w:t xml:space="preserve">by </w:t>
      </w:r>
      <w:r w:rsidRPr="007C4C20">
        <w:t xml:space="preserve">the </w:t>
      </w:r>
      <w:r w:rsidR="00004E8C" w:rsidRPr="007C4C20">
        <w:t xml:space="preserve">Borrower </w:t>
      </w:r>
      <w:r w:rsidR="00372BEC" w:rsidRPr="007C4C20">
        <w:t xml:space="preserve">on </w:t>
      </w:r>
      <w:r w:rsidRPr="007C4C20">
        <w:t>demand by the Agent.</w:t>
      </w:r>
      <w:bookmarkEnd w:id="83"/>
    </w:p>
    <w:p w14:paraId="2EF8AF01" w14:textId="77777777" w:rsidR="00657368" w:rsidRPr="007C4C20" w:rsidRDefault="00657368" w:rsidP="001F5CF9">
      <w:pPr>
        <w:pStyle w:val="CMSANHeading3"/>
        <w:keepNext/>
      </w:pPr>
      <w:bookmarkStart w:id="84" w:name="_Ref7182758"/>
      <w:r w:rsidRPr="007C4C20">
        <w:lastRenderedPageBreak/>
        <w:t xml:space="preserve">If any overdue amount consists of all or part of a </w:t>
      </w:r>
      <w:r w:rsidR="0063120B" w:rsidRPr="007C4C20">
        <w:t>Tranche</w:t>
      </w:r>
      <w:r w:rsidRPr="007C4C20">
        <w:t xml:space="preserve"> which became due on a day which was not the last day of an Interest Period relating to that </w:t>
      </w:r>
      <w:r w:rsidR="0063120B" w:rsidRPr="007C4C20">
        <w:t>Tranche</w:t>
      </w:r>
      <w:r w:rsidRPr="007C4C20">
        <w:t>:</w:t>
      </w:r>
      <w:bookmarkEnd w:id="84"/>
    </w:p>
    <w:p w14:paraId="155E7310" w14:textId="77777777" w:rsidR="00657368" w:rsidRPr="007C4C20" w:rsidRDefault="00657368" w:rsidP="00026879">
      <w:pPr>
        <w:pStyle w:val="CMSANHeading4"/>
      </w:pPr>
      <w:bookmarkStart w:id="85" w:name="_Ref7182759"/>
      <w:r w:rsidRPr="007C4C20">
        <w:t xml:space="preserve">the first Interest Period for that overdue amount shall have a duration equal to the unexpired portion of the current Interest Period relating to that </w:t>
      </w:r>
      <w:r w:rsidR="0063120B" w:rsidRPr="007C4C20">
        <w:t>Tranche</w:t>
      </w:r>
      <w:r w:rsidRPr="007C4C20">
        <w:t>; and</w:t>
      </w:r>
      <w:bookmarkEnd w:id="85"/>
    </w:p>
    <w:p w14:paraId="6370DB0B" w14:textId="77777777" w:rsidR="00657368" w:rsidRPr="007C4C20" w:rsidRDefault="00657368" w:rsidP="00026879">
      <w:pPr>
        <w:pStyle w:val="CMSANHeading4"/>
      </w:pPr>
      <w:bookmarkStart w:id="86" w:name="_Ref7182760"/>
      <w:r w:rsidRPr="007C4C20">
        <w:t xml:space="preserve">the rate of interest applying to the overdue amount during that first Interest Period shall be </w:t>
      </w:r>
      <w:r w:rsidR="00845891" w:rsidRPr="007C4C20">
        <w:t>1</w:t>
      </w:r>
      <w:r w:rsidR="0048444D" w:rsidRPr="007C4C20">
        <w:t xml:space="preserve"> </w:t>
      </w:r>
      <w:r w:rsidRPr="007C4C20">
        <w:t>per cent. per annum higher than the rate which would have applied if the overdue amount had not become due.</w:t>
      </w:r>
      <w:bookmarkEnd w:id="86"/>
    </w:p>
    <w:p w14:paraId="7B90119B" w14:textId="77777777" w:rsidR="00657368" w:rsidRPr="007C4C20" w:rsidRDefault="00026879" w:rsidP="00026879">
      <w:pPr>
        <w:pStyle w:val="CMSANHeading1"/>
      </w:pPr>
      <w:bookmarkStart w:id="87" w:name="_Ref7182762"/>
      <w:bookmarkStart w:id="88" w:name="_Toc28094899"/>
      <w:r w:rsidRPr="007C4C20">
        <w:t>Interest Periods</w:t>
      </w:r>
      <w:bookmarkEnd w:id="87"/>
      <w:bookmarkEnd w:id="88"/>
    </w:p>
    <w:p w14:paraId="610054A1" w14:textId="77777777" w:rsidR="00657368" w:rsidRPr="007C4C20" w:rsidRDefault="00657368" w:rsidP="001F5CF9">
      <w:pPr>
        <w:pStyle w:val="CMSANHeading2"/>
        <w:keepNext/>
        <w:rPr>
          <w:b/>
        </w:rPr>
      </w:pPr>
      <w:bookmarkStart w:id="89" w:name="_Ref7182763"/>
      <w:r w:rsidRPr="007C4C20">
        <w:rPr>
          <w:b/>
        </w:rPr>
        <w:t>Interest Periods</w:t>
      </w:r>
      <w:bookmarkEnd w:id="89"/>
    </w:p>
    <w:p w14:paraId="64BB7EED" w14:textId="77777777" w:rsidR="00657368" w:rsidRPr="007C4C20" w:rsidRDefault="00896E26" w:rsidP="00026879">
      <w:pPr>
        <w:pStyle w:val="CMSANHeading3"/>
      </w:pPr>
      <w:bookmarkStart w:id="90" w:name="_Ref7182764"/>
      <w:r w:rsidRPr="007C4C20">
        <w:t xml:space="preserve">Subject to </w:t>
      </w:r>
      <w:r w:rsidR="00DC1042" w:rsidRPr="007C4C20">
        <w:t>paragraph (c) below,</w:t>
      </w:r>
      <w:r w:rsidRPr="007C4C20">
        <w:t xml:space="preserve"> t</w:t>
      </w:r>
      <w:r w:rsidR="00657368" w:rsidRPr="007C4C20">
        <w:t>he duration of each Interest Period shall be six (6) Months.</w:t>
      </w:r>
      <w:bookmarkEnd w:id="90"/>
    </w:p>
    <w:p w14:paraId="08012D28" w14:textId="77777777" w:rsidR="00657368" w:rsidRPr="007C4C20" w:rsidRDefault="00657368" w:rsidP="00026879">
      <w:pPr>
        <w:pStyle w:val="CMSANHeading3"/>
      </w:pPr>
      <w:bookmarkStart w:id="91" w:name="_Ref7182765"/>
      <w:r w:rsidRPr="007C4C20">
        <w:t xml:space="preserve">An Interest Period for a </w:t>
      </w:r>
      <w:r w:rsidR="0063120B" w:rsidRPr="007C4C20">
        <w:t>Tranche</w:t>
      </w:r>
      <w:r w:rsidRPr="007C4C20">
        <w:t xml:space="preserve"> shall not extend beyond the Termination Date.</w:t>
      </w:r>
      <w:bookmarkEnd w:id="91"/>
    </w:p>
    <w:p w14:paraId="302E0FF4" w14:textId="77777777" w:rsidR="00657368" w:rsidRPr="007C4C20" w:rsidRDefault="00B409EF" w:rsidP="00026879">
      <w:pPr>
        <w:pStyle w:val="CMSANHeading3"/>
      </w:pPr>
      <w:bookmarkStart w:id="92" w:name="_Ref7182766"/>
      <w:r w:rsidRPr="007C4C20">
        <w:t xml:space="preserve">Each Interest Period </w:t>
      </w:r>
      <w:r w:rsidR="004036FC" w:rsidRPr="007C4C20">
        <w:t xml:space="preserve">for a Tranche </w:t>
      </w:r>
      <w:r w:rsidR="00DC1042" w:rsidRPr="007C4C20">
        <w:t xml:space="preserve">shall start on a Payment Date and end on the next Payment Date, provided that the first Interest Period of each Tranche </w:t>
      </w:r>
      <w:r w:rsidR="00657368" w:rsidRPr="007C4C20">
        <w:t xml:space="preserve">shall start on the Utilisation Date </w:t>
      </w:r>
      <w:r w:rsidR="00DC1042" w:rsidRPr="007C4C20">
        <w:t xml:space="preserve">of that Tranche </w:t>
      </w:r>
      <w:r w:rsidRPr="007C4C20">
        <w:t xml:space="preserve">and end on the </w:t>
      </w:r>
      <w:r w:rsidR="004036FC" w:rsidRPr="007C4C20">
        <w:t>next Payment Date</w:t>
      </w:r>
      <w:bookmarkEnd w:id="92"/>
      <w:r w:rsidR="00DC1042" w:rsidRPr="007C4C20">
        <w:t xml:space="preserve"> and the last Interest Period of each Tranche shall end on the Termination Date.</w:t>
      </w:r>
    </w:p>
    <w:p w14:paraId="7226D4DC" w14:textId="77777777" w:rsidR="00657368" w:rsidRPr="007C4C20" w:rsidRDefault="00657368" w:rsidP="001F5CF9">
      <w:pPr>
        <w:pStyle w:val="CMSANHeading2"/>
        <w:keepNext/>
        <w:rPr>
          <w:b/>
        </w:rPr>
      </w:pPr>
      <w:bookmarkStart w:id="93" w:name="_Ref7182767"/>
      <w:r w:rsidRPr="007C4C20">
        <w:rPr>
          <w:b/>
        </w:rPr>
        <w:t>Non-Business Days</w:t>
      </w:r>
      <w:bookmarkEnd w:id="93"/>
    </w:p>
    <w:p w14:paraId="56C0F83A" w14:textId="77777777" w:rsidR="00657368" w:rsidRPr="007C4C20" w:rsidRDefault="00657368" w:rsidP="001F5CF9">
      <w:pPr>
        <w:pStyle w:val="CMSANIndent2"/>
      </w:pPr>
      <w:r w:rsidRPr="007C4C20">
        <w:t>If an Interest Period would otherwise end on a day which is not a Business Day, that Interest Period will instead end on the next Business Day in that calendar month (if there is one) or the preceding Business Day (if there is not).</w:t>
      </w:r>
    </w:p>
    <w:p w14:paraId="43FFB019" w14:textId="77777777" w:rsidR="00657368" w:rsidRPr="007C4C20" w:rsidRDefault="00657368" w:rsidP="001F5CF9">
      <w:pPr>
        <w:pStyle w:val="CMSANHeading2"/>
        <w:keepNext/>
        <w:rPr>
          <w:b/>
        </w:rPr>
      </w:pPr>
      <w:bookmarkStart w:id="94" w:name="_Ref7182768"/>
      <w:r w:rsidRPr="007C4C20">
        <w:rPr>
          <w:b/>
        </w:rPr>
        <w:t xml:space="preserve">Consolidation of </w:t>
      </w:r>
      <w:r w:rsidR="0063120B" w:rsidRPr="007C4C20">
        <w:rPr>
          <w:b/>
        </w:rPr>
        <w:t>Tranche</w:t>
      </w:r>
      <w:r w:rsidRPr="007C4C20">
        <w:rPr>
          <w:b/>
        </w:rPr>
        <w:t>s</w:t>
      </w:r>
      <w:bookmarkEnd w:id="94"/>
    </w:p>
    <w:p w14:paraId="43137F8E" w14:textId="77777777" w:rsidR="00657368" w:rsidRPr="007C4C20" w:rsidRDefault="00657368" w:rsidP="001F5CF9">
      <w:pPr>
        <w:pStyle w:val="CMSANIndent2"/>
      </w:pPr>
      <w:r w:rsidRPr="007C4C20">
        <w:t xml:space="preserve">If two or more Interest Periods relate to </w:t>
      </w:r>
      <w:r w:rsidR="0063120B" w:rsidRPr="007C4C20">
        <w:t>Tranche</w:t>
      </w:r>
      <w:r w:rsidRPr="007C4C20">
        <w:t xml:space="preserve">s </w:t>
      </w:r>
      <w:r w:rsidR="00813705" w:rsidRPr="007C4C20">
        <w:t xml:space="preserve">under the same Loan Facility </w:t>
      </w:r>
      <w:r w:rsidRPr="007C4C20">
        <w:t xml:space="preserve">and end on the same </w:t>
      </w:r>
      <w:r w:rsidR="004036FC" w:rsidRPr="007C4C20">
        <w:t xml:space="preserve">Payment Date </w:t>
      </w:r>
      <w:r w:rsidRPr="007C4C20">
        <w:t xml:space="preserve">those </w:t>
      </w:r>
      <w:r w:rsidR="0063120B" w:rsidRPr="007C4C20">
        <w:t>Tranche</w:t>
      </w:r>
      <w:r w:rsidRPr="007C4C20">
        <w:t xml:space="preserve">s will be consolidated into, and treated as, a single </w:t>
      </w:r>
      <w:r w:rsidR="0063120B" w:rsidRPr="007C4C20">
        <w:t>Tranche</w:t>
      </w:r>
      <w:r w:rsidRPr="007C4C20">
        <w:t xml:space="preserve"> on the last day of the Interest Period.</w:t>
      </w:r>
    </w:p>
    <w:p w14:paraId="5E114792" w14:textId="77777777" w:rsidR="00657368" w:rsidRPr="007C4C20" w:rsidRDefault="00657368" w:rsidP="001F5CF9">
      <w:pPr>
        <w:pStyle w:val="CMSANHeading2"/>
        <w:keepNext/>
        <w:rPr>
          <w:b/>
        </w:rPr>
      </w:pPr>
      <w:bookmarkStart w:id="95" w:name="_Ref7182769"/>
      <w:r w:rsidRPr="007C4C20">
        <w:rPr>
          <w:b/>
        </w:rPr>
        <w:t>Break Costs</w:t>
      </w:r>
      <w:bookmarkEnd w:id="95"/>
    </w:p>
    <w:p w14:paraId="57F395D6" w14:textId="77777777" w:rsidR="00657368" w:rsidRPr="007C4C20" w:rsidRDefault="00657368" w:rsidP="00026879">
      <w:pPr>
        <w:pStyle w:val="CMSANHeading3"/>
      </w:pPr>
      <w:bookmarkStart w:id="96" w:name="_Ref7182770"/>
      <w:r w:rsidRPr="007C4C20">
        <w:t xml:space="preserve">The Borrower shall, within </w:t>
      </w:r>
      <w:r w:rsidR="003A3D21" w:rsidRPr="007C4C20">
        <w:t>thirty</w:t>
      </w:r>
      <w:r w:rsidR="00D82B2A" w:rsidRPr="007C4C20">
        <w:t xml:space="preserve"> (3</w:t>
      </w:r>
      <w:r w:rsidR="003A3D21" w:rsidRPr="007C4C20">
        <w:t>0</w:t>
      </w:r>
      <w:r w:rsidR="00D82B2A" w:rsidRPr="007C4C20">
        <w:t>)</w:t>
      </w:r>
      <w:r w:rsidRPr="007C4C20">
        <w:t xml:space="preserve"> Business Days of demand by </w:t>
      </w:r>
      <w:r w:rsidR="009712E3" w:rsidRPr="007C4C20">
        <w:t xml:space="preserve">the </w:t>
      </w:r>
      <w:r w:rsidR="00813705" w:rsidRPr="007C4C20">
        <w:t>Agent</w:t>
      </w:r>
      <w:r w:rsidRPr="007C4C20">
        <w:t xml:space="preserve">, pay to </w:t>
      </w:r>
      <w:r w:rsidR="005B1EB4" w:rsidRPr="007C4C20">
        <w:t xml:space="preserve">the </w:t>
      </w:r>
      <w:r w:rsidR="00813705" w:rsidRPr="007C4C20">
        <w:t>Agent (for the relevant Lender) that Lender’s</w:t>
      </w:r>
      <w:r w:rsidRPr="007C4C20">
        <w:t xml:space="preserve"> Break Costs attributable to all or any part of a </w:t>
      </w:r>
      <w:r w:rsidR="0063120B" w:rsidRPr="007C4C20">
        <w:t>Tranche</w:t>
      </w:r>
      <w:r w:rsidRPr="007C4C20">
        <w:t xml:space="preserve"> or Unpaid Sum being paid by the Borrower on a day other than the last day of an Interest Period for that </w:t>
      </w:r>
      <w:r w:rsidR="0063120B" w:rsidRPr="007C4C20">
        <w:t>Tranche</w:t>
      </w:r>
      <w:r w:rsidRPr="007C4C20">
        <w:t xml:space="preserve"> or Unpaid Sum.</w:t>
      </w:r>
      <w:bookmarkEnd w:id="96"/>
    </w:p>
    <w:p w14:paraId="36C81EDD" w14:textId="77777777" w:rsidR="00657368" w:rsidRPr="007C4C20" w:rsidRDefault="00657368" w:rsidP="00026879">
      <w:pPr>
        <w:pStyle w:val="CMSANHeading3"/>
      </w:pPr>
      <w:bookmarkStart w:id="97" w:name="_Ref7182771"/>
      <w:r w:rsidRPr="007C4C20">
        <w:t>Each Lender shall, as soon as reasonably practicable after a demand by the Agent, provide a certificate confirming the amount of its Break Costs for any Interest Period in which they accrue.</w:t>
      </w:r>
      <w:bookmarkEnd w:id="97"/>
    </w:p>
    <w:p w14:paraId="3654E23F" w14:textId="77777777" w:rsidR="00657368" w:rsidRPr="007C4C20" w:rsidRDefault="00026879" w:rsidP="00026879">
      <w:pPr>
        <w:pStyle w:val="CMSANHeading1"/>
      </w:pPr>
      <w:bookmarkStart w:id="98" w:name="_Ref7182772"/>
      <w:bookmarkStart w:id="99" w:name="_Toc28094900"/>
      <w:r w:rsidRPr="007C4C20">
        <w:t>Fees</w:t>
      </w:r>
      <w:bookmarkEnd w:id="98"/>
      <w:bookmarkEnd w:id="99"/>
    </w:p>
    <w:p w14:paraId="71785C2E" w14:textId="77777777" w:rsidR="00657368" w:rsidRPr="007C4C20" w:rsidRDefault="00657368" w:rsidP="001F5CF9">
      <w:pPr>
        <w:pStyle w:val="CMSANHeading2"/>
        <w:keepNext/>
        <w:rPr>
          <w:b/>
        </w:rPr>
      </w:pPr>
      <w:bookmarkStart w:id="100" w:name="_Ref7182773"/>
      <w:r w:rsidRPr="007C4C20">
        <w:rPr>
          <w:b/>
        </w:rPr>
        <w:t>Commitment fee</w:t>
      </w:r>
      <w:bookmarkEnd w:id="100"/>
    </w:p>
    <w:p w14:paraId="317553FD" w14:textId="77777777" w:rsidR="00657368" w:rsidRPr="007C4C20" w:rsidRDefault="00657368" w:rsidP="00026879">
      <w:pPr>
        <w:pStyle w:val="CMSANHeading3"/>
      </w:pPr>
      <w:bookmarkStart w:id="101" w:name="_Ref7182774"/>
      <w:r w:rsidRPr="007C4C20">
        <w:t>The Borrower shall pay to each Lender</w:t>
      </w:r>
      <w:r w:rsidR="00952BA8" w:rsidRPr="007C4C20">
        <w:t xml:space="preserve"> a fee computed at the rate of </w:t>
      </w:r>
      <w:r w:rsidR="00ED2C52" w:rsidRPr="007C4C20">
        <w:t>0.75</w:t>
      </w:r>
      <w:r w:rsidR="00896C59" w:rsidRPr="007C4C20">
        <w:t xml:space="preserve"> </w:t>
      </w:r>
      <w:r w:rsidRPr="007C4C20">
        <w:t xml:space="preserve">per cent. per annum on that Lender’s </w:t>
      </w:r>
      <w:r w:rsidR="00F66D92" w:rsidRPr="007C4C20">
        <w:t xml:space="preserve">portion of the </w:t>
      </w:r>
      <w:r w:rsidR="00AF0C1E" w:rsidRPr="007C4C20">
        <w:t>Available Loan Facility</w:t>
      </w:r>
      <w:r w:rsidRPr="007C4C20">
        <w:t xml:space="preserve"> for the Availability Period.</w:t>
      </w:r>
      <w:bookmarkEnd w:id="101"/>
    </w:p>
    <w:p w14:paraId="7D23CD60" w14:textId="77777777" w:rsidR="00657368" w:rsidRPr="007C4C20" w:rsidRDefault="00657368" w:rsidP="00026879">
      <w:pPr>
        <w:pStyle w:val="CMSANHeading3"/>
      </w:pPr>
      <w:bookmarkStart w:id="102" w:name="_Ref7182775"/>
      <w:r w:rsidRPr="007C4C20">
        <w:t xml:space="preserve">The accrued commitment fee is payable on the </w:t>
      </w:r>
      <w:r w:rsidR="00CE1062">
        <w:t>first Payment Date falling after the Effective Date, on each Payment Date thereafter which falls</w:t>
      </w:r>
      <w:r w:rsidRPr="007C4C20">
        <w:t xml:space="preserve"> during the Availability </w:t>
      </w:r>
      <w:r w:rsidRPr="007C4C20">
        <w:lastRenderedPageBreak/>
        <w:t>Period, on the last day of the Availability Period and, if cancelled in full, on the cancelled amount of the relevant Lender’s Commitment at the time the cancellation is effective.</w:t>
      </w:r>
      <w:bookmarkEnd w:id="102"/>
    </w:p>
    <w:p w14:paraId="618ACC1E" w14:textId="77777777" w:rsidR="00657368" w:rsidRPr="007C4C20" w:rsidRDefault="00657368" w:rsidP="001F5CF9">
      <w:pPr>
        <w:pStyle w:val="CMSANHeading2"/>
        <w:keepNext/>
        <w:rPr>
          <w:b/>
        </w:rPr>
      </w:pPr>
      <w:bookmarkStart w:id="103" w:name="_Ref7182778"/>
      <w:r w:rsidRPr="007C4C20">
        <w:rPr>
          <w:b/>
        </w:rPr>
        <w:t>Arrangement fee</w:t>
      </w:r>
      <w:bookmarkEnd w:id="103"/>
    </w:p>
    <w:p w14:paraId="24C578A3" w14:textId="77777777" w:rsidR="00AD0A18" w:rsidRPr="007C4C20" w:rsidRDefault="00987E1F" w:rsidP="00AD0A18">
      <w:pPr>
        <w:pStyle w:val="CMSANHeading3"/>
      </w:pPr>
      <w:r w:rsidRPr="007C4C20">
        <w:t xml:space="preserve">The Borrower shall pay to </w:t>
      </w:r>
      <w:r w:rsidR="00B90DAE" w:rsidRPr="007C4C20">
        <w:t>each</w:t>
      </w:r>
      <w:r w:rsidRPr="007C4C20">
        <w:t xml:space="preserve"> </w:t>
      </w:r>
      <w:r w:rsidR="00C555FD" w:rsidRPr="007C4C20">
        <w:t>Lender</w:t>
      </w:r>
      <w:r w:rsidR="00657368" w:rsidRPr="007C4C20">
        <w:t xml:space="preserve"> an arrangement fee in the amount </w:t>
      </w:r>
      <w:r w:rsidR="009719E4" w:rsidRPr="007C4C20">
        <w:t xml:space="preserve">of </w:t>
      </w:r>
      <w:r w:rsidR="00987A62" w:rsidRPr="007C4C20">
        <w:t>2.50</w:t>
      </w:r>
      <w:r w:rsidR="00896C59" w:rsidRPr="007C4C20">
        <w:t xml:space="preserve"> </w:t>
      </w:r>
      <w:r w:rsidR="009719E4" w:rsidRPr="007C4C20">
        <w:t>per cent</w:t>
      </w:r>
      <w:r w:rsidR="00657368" w:rsidRPr="007C4C20">
        <w:t>.</w:t>
      </w:r>
      <w:r w:rsidR="009719E4" w:rsidRPr="007C4C20">
        <w:t xml:space="preserve"> flat</w:t>
      </w:r>
      <w:r w:rsidR="00AD0A18" w:rsidRPr="007C4C20">
        <w:t xml:space="preserve"> </w:t>
      </w:r>
      <w:r w:rsidR="00896E26" w:rsidRPr="007C4C20">
        <w:t xml:space="preserve">of the aggregate </w:t>
      </w:r>
      <w:r w:rsidR="00E83F89" w:rsidRPr="007C4C20">
        <w:t xml:space="preserve">amount of </w:t>
      </w:r>
      <w:r w:rsidR="00B90DAE" w:rsidRPr="007C4C20">
        <w:t xml:space="preserve">that Lender’s </w:t>
      </w:r>
      <w:r w:rsidR="00896E26" w:rsidRPr="007C4C20">
        <w:t xml:space="preserve">Loan Facility Commitment </w:t>
      </w:r>
      <w:r w:rsidR="00B90DAE" w:rsidRPr="007C4C20">
        <w:t xml:space="preserve">under each of </w:t>
      </w:r>
      <w:r w:rsidR="00E83F89" w:rsidRPr="007C4C20">
        <w:t>Loan Facility 1 and Loan Facility 2</w:t>
      </w:r>
      <w:r w:rsidR="009719E4" w:rsidRPr="007C4C20">
        <w:t>.</w:t>
      </w:r>
    </w:p>
    <w:p w14:paraId="46B1C19B" w14:textId="77777777" w:rsidR="00AD0A18" w:rsidRPr="007C4C20" w:rsidRDefault="009719E4" w:rsidP="00AD0A18">
      <w:pPr>
        <w:pStyle w:val="CMSANHeading3"/>
      </w:pPr>
      <w:r w:rsidRPr="007C4C20">
        <w:t xml:space="preserve">The arrangement fee is payable </w:t>
      </w:r>
      <w:r w:rsidR="00DD3B26" w:rsidRPr="007C4C20">
        <w:t xml:space="preserve">within 30 days from the </w:t>
      </w:r>
      <w:r w:rsidR="007828B7" w:rsidRPr="007C4C20">
        <w:t>Effective Date</w:t>
      </w:r>
      <w:r w:rsidRPr="007C4C20">
        <w:t>.</w:t>
      </w:r>
    </w:p>
    <w:p w14:paraId="2C5D4096" w14:textId="77777777" w:rsidR="00657368" w:rsidRPr="007C4C20" w:rsidRDefault="00657368" w:rsidP="001F5CF9">
      <w:pPr>
        <w:pStyle w:val="CMSANHeading2"/>
        <w:keepNext/>
        <w:rPr>
          <w:b/>
        </w:rPr>
      </w:pPr>
      <w:bookmarkStart w:id="104" w:name="_Ref7182779"/>
      <w:r w:rsidRPr="007C4C20">
        <w:rPr>
          <w:b/>
        </w:rPr>
        <w:t>Agency fee</w:t>
      </w:r>
      <w:bookmarkEnd w:id="104"/>
    </w:p>
    <w:p w14:paraId="108375D7" w14:textId="77777777" w:rsidR="00657368" w:rsidRPr="007C4C20" w:rsidRDefault="00657368" w:rsidP="001F5CF9">
      <w:pPr>
        <w:pStyle w:val="CMSANIndent2"/>
      </w:pPr>
      <w:r w:rsidRPr="007C4C20">
        <w:t xml:space="preserve">The Borrower shall pay to the Agent (for its own account) </w:t>
      </w:r>
      <w:r w:rsidR="00821E82" w:rsidRPr="007C4C20">
        <w:t xml:space="preserve">on the first Payment Date of each year </w:t>
      </w:r>
      <w:r w:rsidRPr="007C4C20">
        <w:t xml:space="preserve">an </w:t>
      </w:r>
      <w:r w:rsidR="00821E82" w:rsidRPr="007C4C20">
        <w:t xml:space="preserve">annual </w:t>
      </w:r>
      <w:r w:rsidRPr="007C4C20">
        <w:t>agency fee in the amount</w:t>
      </w:r>
      <w:r w:rsidR="009719E4" w:rsidRPr="007C4C20">
        <w:t xml:space="preserve"> of </w:t>
      </w:r>
      <w:r w:rsidR="00821E82" w:rsidRPr="007C4C20">
        <w:t>EUR 10,000</w:t>
      </w:r>
      <w:r w:rsidR="00D86282" w:rsidRPr="007C4C20">
        <w:t>.</w:t>
      </w:r>
    </w:p>
    <w:p w14:paraId="1E4C6730" w14:textId="77777777" w:rsidR="00657368" w:rsidRPr="007C4C20" w:rsidRDefault="00026879" w:rsidP="00026879">
      <w:pPr>
        <w:pStyle w:val="CMSANHeading1"/>
      </w:pPr>
      <w:bookmarkStart w:id="105" w:name="_Ref7182780"/>
      <w:bookmarkStart w:id="106" w:name="_Toc28094901"/>
      <w:r w:rsidRPr="007C4C20">
        <w:t>Tax</w:t>
      </w:r>
      <w:r w:rsidR="004B49F9" w:rsidRPr="007C4C20">
        <w:t>es</w:t>
      </w:r>
      <w:bookmarkEnd w:id="105"/>
      <w:r w:rsidR="00021186" w:rsidRPr="007C4C20">
        <w:t xml:space="preserve"> </w:t>
      </w:r>
      <w:r w:rsidR="00911E7D" w:rsidRPr="007C4C20">
        <w:t>and Changes in Circumstances</w:t>
      </w:r>
      <w:bookmarkEnd w:id="106"/>
    </w:p>
    <w:p w14:paraId="741F6B1C" w14:textId="77777777" w:rsidR="005D546E" w:rsidRPr="007C4C20" w:rsidRDefault="005D546E" w:rsidP="005D546E">
      <w:pPr>
        <w:pStyle w:val="CMSANHeading2"/>
        <w:keepNext/>
        <w:rPr>
          <w:b/>
          <w:bCs/>
        </w:rPr>
      </w:pPr>
      <w:r w:rsidRPr="007C4C20">
        <w:rPr>
          <w:b/>
          <w:bCs/>
        </w:rPr>
        <w:t>Tax gross-up</w:t>
      </w:r>
    </w:p>
    <w:p w14:paraId="745D06BB" w14:textId="77777777" w:rsidR="00962D6E" w:rsidRPr="007C4C20" w:rsidRDefault="00DC383C" w:rsidP="00962D6E">
      <w:pPr>
        <w:pStyle w:val="CMSANHeading3"/>
      </w:pPr>
      <w:r w:rsidRPr="007C4C20">
        <w:t xml:space="preserve">All payments to be made by the Borrower to any person </w:t>
      </w:r>
      <w:r w:rsidR="00F77B2E" w:rsidRPr="007C4C20">
        <w:t>under</w:t>
      </w:r>
      <w:r w:rsidR="0030786D" w:rsidRPr="007C4C20">
        <w:t xml:space="preserve"> or in connection with</w:t>
      </w:r>
      <w:r w:rsidR="00F77B2E" w:rsidRPr="007C4C20">
        <w:t xml:space="preserve"> </w:t>
      </w:r>
      <w:r w:rsidR="002922A7" w:rsidRPr="007C4C20">
        <w:t xml:space="preserve">this Agreement </w:t>
      </w:r>
      <w:r w:rsidRPr="007C4C20">
        <w:t xml:space="preserve">shall be made free and clear of and without deduction for or on account of </w:t>
      </w:r>
      <w:r w:rsidR="00297803" w:rsidRPr="007C4C20">
        <w:t>T</w:t>
      </w:r>
      <w:r w:rsidRPr="007C4C20">
        <w:t>ax</w:t>
      </w:r>
      <w:r w:rsidR="00297803" w:rsidRPr="007C4C20">
        <w:t>.</w:t>
      </w:r>
    </w:p>
    <w:p w14:paraId="2FD833FD" w14:textId="77777777" w:rsidR="00657368" w:rsidRPr="007C4C20" w:rsidRDefault="00297803" w:rsidP="00962D6E">
      <w:pPr>
        <w:pStyle w:val="CMSANHeading3"/>
      </w:pPr>
      <w:r w:rsidRPr="007C4C20">
        <w:t>If at any time any applicable law, regulation or regulatory requirement or any governmental authority, monetary agency or central banking authority in the country from which any payment</w:t>
      </w:r>
      <w:r w:rsidR="00600D1F" w:rsidRPr="007C4C20">
        <w:t>s</w:t>
      </w:r>
      <w:r w:rsidRPr="007C4C20">
        <w:t xml:space="preserve"> </w:t>
      </w:r>
      <w:r w:rsidR="00C52EE2" w:rsidRPr="007C4C20">
        <w:t xml:space="preserve">under this Agreement are to be made </w:t>
      </w:r>
      <w:r w:rsidRPr="007C4C20">
        <w:t xml:space="preserve">for </w:t>
      </w:r>
      <w:r w:rsidR="00BC25B1" w:rsidRPr="007C4C20">
        <w:t xml:space="preserve">the </w:t>
      </w:r>
      <w:r w:rsidRPr="007C4C20">
        <w:t xml:space="preserve">account of a Lender </w:t>
      </w:r>
      <w:r w:rsidR="00600D1F" w:rsidRPr="007C4C20">
        <w:t xml:space="preserve">(or the Agent on its behalf) </w:t>
      </w:r>
      <w:r w:rsidRPr="007C4C20">
        <w:t xml:space="preserve">requires any Tax to be applied on (or any deduction or withholding in respect of Taxes to be made from) any payment due under </w:t>
      </w:r>
      <w:r w:rsidR="00C52EE2" w:rsidRPr="007C4C20">
        <w:t xml:space="preserve">this Agreement </w:t>
      </w:r>
      <w:r w:rsidRPr="007C4C20">
        <w:t xml:space="preserve">for the account of </w:t>
      </w:r>
      <w:r w:rsidR="00AD3817" w:rsidRPr="007C4C20">
        <w:t>a</w:t>
      </w:r>
      <w:r w:rsidRPr="007C4C20">
        <w:t xml:space="preserve"> Lender </w:t>
      </w:r>
      <w:r w:rsidR="00AD3817" w:rsidRPr="007C4C20">
        <w:t xml:space="preserve">(or the Agent on its behalf) </w:t>
      </w:r>
      <w:r w:rsidRPr="007C4C20">
        <w:t xml:space="preserve">or if </w:t>
      </w:r>
      <w:r w:rsidR="00DC383C" w:rsidRPr="007C4C20">
        <w:t xml:space="preserve">the Borrower is required by law to make a payment </w:t>
      </w:r>
      <w:r w:rsidRPr="007C4C20">
        <w:t xml:space="preserve">to any person </w:t>
      </w:r>
      <w:r w:rsidR="00DC383C" w:rsidRPr="007C4C20">
        <w:t xml:space="preserve">subject to the deduction or withholding of </w:t>
      </w:r>
      <w:r w:rsidRPr="007C4C20">
        <w:t>T</w:t>
      </w:r>
      <w:r w:rsidR="00DC383C" w:rsidRPr="007C4C20">
        <w:t xml:space="preserve">ax, the sum payable by the Borrower in respect of which such </w:t>
      </w:r>
      <w:r w:rsidRPr="007C4C20">
        <w:t xml:space="preserve">Tax application, </w:t>
      </w:r>
      <w:r w:rsidR="00DC383C" w:rsidRPr="007C4C20">
        <w:t xml:space="preserve">deduction or withholding is required to be made shall be increased to the extent necessary to ensure that, after the </w:t>
      </w:r>
      <w:r w:rsidRPr="007C4C20">
        <w:t xml:space="preserve">application of Tax or the </w:t>
      </w:r>
      <w:r w:rsidR="00DC383C" w:rsidRPr="007C4C20">
        <w:t xml:space="preserve">making of the required deduction or withholding, such person receives and retains (free from any liability in respect of any such deduction or withholding) a net sum equal to the sum which it would have received and so retained had no such </w:t>
      </w:r>
      <w:r w:rsidRPr="007C4C20">
        <w:t xml:space="preserve">Tax application, </w:t>
      </w:r>
      <w:r w:rsidR="00DC383C" w:rsidRPr="007C4C20">
        <w:t>deduction or withholding be</w:t>
      </w:r>
      <w:r w:rsidR="00AA7B9A" w:rsidRPr="007C4C20">
        <w:t>en made or required to be made.</w:t>
      </w:r>
      <w:r w:rsidRPr="007C4C20">
        <w:t xml:space="preserve"> </w:t>
      </w:r>
    </w:p>
    <w:p w14:paraId="144F34B9" w14:textId="77777777" w:rsidR="008C403E" w:rsidRPr="007C4C20" w:rsidRDefault="008C403E" w:rsidP="008C403E">
      <w:pPr>
        <w:pStyle w:val="CMSANHeading2"/>
        <w:rPr>
          <w:b/>
        </w:rPr>
      </w:pPr>
      <w:r w:rsidRPr="007C4C20">
        <w:rPr>
          <w:b/>
        </w:rPr>
        <w:t>Notification of Requirement to Deduct Tax</w:t>
      </w:r>
    </w:p>
    <w:p w14:paraId="3DA65F72" w14:textId="77777777" w:rsidR="008C403E" w:rsidRPr="007C4C20" w:rsidRDefault="008C403E" w:rsidP="008C403E">
      <w:pPr>
        <w:pStyle w:val="CMSANIndent2"/>
      </w:pPr>
      <w:r w:rsidRPr="007C4C20">
        <w:t xml:space="preserve">If, at any time, the Borrower is required by law to make any deduction or withholding from any sum payable by it </w:t>
      </w:r>
      <w:r w:rsidR="00EA4EDC" w:rsidRPr="007C4C20">
        <w:t>under</w:t>
      </w:r>
      <w:r w:rsidR="0030786D" w:rsidRPr="007C4C20">
        <w:t xml:space="preserve"> or in connection with</w:t>
      </w:r>
      <w:r w:rsidR="00EA4EDC" w:rsidRPr="007C4C20">
        <w:t xml:space="preserve"> this Agreement</w:t>
      </w:r>
      <w:r w:rsidRPr="007C4C20">
        <w:t xml:space="preserve"> (or if thereafter there is any change in the rates at which or the manner in which such deductions or withholdings are calculated), the Borrower shall promptly notify the Agent.</w:t>
      </w:r>
    </w:p>
    <w:p w14:paraId="32A861C5" w14:textId="77777777" w:rsidR="008C403E" w:rsidRPr="007C4C20" w:rsidRDefault="003D0E48" w:rsidP="008C403E">
      <w:pPr>
        <w:pStyle w:val="CMSANHeading2"/>
        <w:rPr>
          <w:b/>
        </w:rPr>
      </w:pPr>
      <w:r w:rsidRPr="007C4C20">
        <w:rPr>
          <w:b/>
        </w:rPr>
        <w:t>Evidence of Payment of Tax</w:t>
      </w:r>
    </w:p>
    <w:p w14:paraId="00BB95BE" w14:textId="77777777" w:rsidR="008C403E" w:rsidRPr="007C4C20" w:rsidRDefault="008C403E" w:rsidP="001F5CF9">
      <w:pPr>
        <w:pStyle w:val="CMSANIndent2"/>
      </w:pPr>
      <w:r w:rsidRPr="007C4C20">
        <w:t xml:space="preserve">If the Borrower makes any payment </w:t>
      </w:r>
      <w:r w:rsidR="003A5640" w:rsidRPr="007C4C20">
        <w:t>under</w:t>
      </w:r>
      <w:r w:rsidR="0030786D" w:rsidRPr="007C4C20">
        <w:t xml:space="preserve"> or in connection with</w:t>
      </w:r>
      <w:r w:rsidR="003A5640" w:rsidRPr="007C4C20">
        <w:t xml:space="preserve"> </w:t>
      </w:r>
      <w:r w:rsidR="00157923" w:rsidRPr="007C4C20">
        <w:t>this Agreement</w:t>
      </w:r>
      <w:r w:rsidR="003A5640" w:rsidRPr="007C4C20">
        <w:t xml:space="preserve"> </w:t>
      </w:r>
      <w:r w:rsidRPr="007C4C20">
        <w:t xml:space="preserve">in respect of which it is required to make any deduction or withholding, it shall pay the full amount required to be deducted or withheld to the relevant taxation or other authority within the time allowed for such payment under applicable law and shall deliver to the Agent for each </w:t>
      </w:r>
      <w:r w:rsidR="003A5640" w:rsidRPr="007C4C20">
        <w:t>Lender</w:t>
      </w:r>
      <w:r w:rsidRPr="007C4C20">
        <w:t xml:space="preserve">, within thirty </w:t>
      </w:r>
      <w:r w:rsidR="003A5640" w:rsidRPr="007C4C20">
        <w:t xml:space="preserve">(30) </w:t>
      </w:r>
      <w:r w:rsidRPr="007C4C20">
        <w:t xml:space="preserve">days after it has made such payment to the applicable authority, a certified copy of the </w:t>
      </w:r>
      <w:r w:rsidRPr="007C4C20">
        <w:lastRenderedPageBreak/>
        <w:t>original receipt issued by such authority evidencing the payment to such authority of all amounts so required to be deducted or withheld.</w:t>
      </w:r>
    </w:p>
    <w:p w14:paraId="376C3EF7" w14:textId="77777777" w:rsidR="00657368" w:rsidRPr="007C4C20" w:rsidRDefault="00657368" w:rsidP="001F5CF9">
      <w:pPr>
        <w:pStyle w:val="CMSANHeading2"/>
        <w:keepNext/>
        <w:rPr>
          <w:b/>
        </w:rPr>
      </w:pPr>
      <w:bookmarkStart w:id="107" w:name="_Ref7182806"/>
      <w:r w:rsidRPr="007C4C20">
        <w:rPr>
          <w:b/>
        </w:rPr>
        <w:t>Stamp taxes</w:t>
      </w:r>
      <w:bookmarkEnd w:id="107"/>
    </w:p>
    <w:p w14:paraId="4EB85243" w14:textId="77777777" w:rsidR="00657368" w:rsidRPr="007C4C20" w:rsidRDefault="005D546E" w:rsidP="001F5CF9">
      <w:pPr>
        <w:pStyle w:val="CMSANIndent2"/>
      </w:pPr>
      <w:r w:rsidRPr="007C4C20">
        <w:t xml:space="preserve">As at the </w:t>
      </w:r>
      <w:r w:rsidR="007828B7" w:rsidRPr="007C4C20">
        <w:t>Effective Date</w:t>
      </w:r>
      <w:r w:rsidRPr="007C4C20">
        <w:t xml:space="preserve"> under the laws of the Republic of Serbia it is not necessary that any stamp, registration or similar tax be paid on or in relation to this Agreement or the transactions contemplated by this Agreement.  If any stamp, registration or similar Tax becomes payable in relation to this Agreement or the transactions contemplated by this Agreement, </w:t>
      </w:r>
      <w:r w:rsidR="00896E26" w:rsidRPr="007C4C20">
        <w:t>such Tax</w:t>
      </w:r>
      <w:r w:rsidRPr="007C4C20">
        <w:t xml:space="preserve"> shall be paid by t</w:t>
      </w:r>
      <w:r w:rsidR="00657368" w:rsidRPr="007C4C20">
        <w:t>he Borrower.</w:t>
      </w:r>
    </w:p>
    <w:p w14:paraId="1038B30D" w14:textId="77777777" w:rsidR="00657368" w:rsidRPr="007C4C20" w:rsidRDefault="00657368" w:rsidP="001F5CF9">
      <w:pPr>
        <w:pStyle w:val="CMSANHeading2"/>
        <w:keepNext/>
        <w:rPr>
          <w:b/>
        </w:rPr>
      </w:pPr>
      <w:bookmarkStart w:id="108" w:name="_Ref7182807"/>
      <w:r w:rsidRPr="007C4C20">
        <w:rPr>
          <w:b/>
        </w:rPr>
        <w:t>VAT</w:t>
      </w:r>
      <w:bookmarkEnd w:id="108"/>
    </w:p>
    <w:p w14:paraId="6A39C3F9" w14:textId="77777777" w:rsidR="00750F7A" w:rsidRPr="007C4C20" w:rsidRDefault="009F5C22" w:rsidP="00750F7A">
      <w:pPr>
        <w:pStyle w:val="CMSANIndent2"/>
      </w:pPr>
      <w:bookmarkStart w:id="109" w:name="_Ref7182808"/>
      <w:r w:rsidRPr="007C4C20">
        <w:t>Under</w:t>
      </w:r>
      <w:r w:rsidR="00C52EE2" w:rsidRPr="007C4C20">
        <w:t xml:space="preserve"> the laws of the Republic of Serbia the import of goods and supply of goods and services which is realized in the framework of this Agreement is not subject to the payment of customs duty and VAT.  I</w:t>
      </w:r>
      <w:r w:rsidR="00657368" w:rsidRPr="007C4C20">
        <w:t xml:space="preserve">f VAT is or becomes chargeable on any supply made by </w:t>
      </w:r>
      <w:r w:rsidR="00C12357" w:rsidRPr="007C4C20">
        <w:t>a Lender</w:t>
      </w:r>
      <w:r w:rsidR="00534E19" w:rsidRPr="007C4C20">
        <w:t xml:space="preserve"> and the Agent </w:t>
      </w:r>
      <w:r w:rsidR="00657368" w:rsidRPr="007C4C20">
        <w:t xml:space="preserve">to any Party under </w:t>
      </w:r>
      <w:r w:rsidR="002922A7" w:rsidRPr="007C4C20">
        <w:t>this Agreement</w:t>
      </w:r>
      <w:r w:rsidR="00657368" w:rsidRPr="007C4C20">
        <w:t xml:space="preserve"> and </w:t>
      </w:r>
      <w:r w:rsidR="00C12357" w:rsidRPr="007C4C20">
        <w:t xml:space="preserve">such </w:t>
      </w:r>
      <w:r w:rsidR="004325A9" w:rsidRPr="007C4C20">
        <w:t xml:space="preserve">Lender or the Agent </w:t>
      </w:r>
      <w:r w:rsidR="00C12357" w:rsidRPr="007C4C20">
        <w:t xml:space="preserve">is </w:t>
      </w:r>
      <w:r w:rsidR="00657368" w:rsidRPr="007C4C20">
        <w:t xml:space="preserve">required to account to the relevant tax authority for the VAT, that Party must pay to </w:t>
      </w:r>
      <w:r w:rsidR="00DC1329" w:rsidRPr="007C4C20">
        <w:t>such Lender</w:t>
      </w:r>
      <w:r w:rsidR="004325A9" w:rsidRPr="007C4C20">
        <w:t xml:space="preserve"> or the Agent </w:t>
      </w:r>
      <w:r w:rsidR="00657368" w:rsidRPr="007C4C20">
        <w:t xml:space="preserve">(in addition to and at the same time as paying any other consideration for such supply) an amount equal to the amount of the VAT (and </w:t>
      </w:r>
      <w:r w:rsidR="00DC1329" w:rsidRPr="007C4C20">
        <w:t>such Lender</w:t>
      </w:r>
      <w:r w:rsidR="004325A9" w:rsidRPr="007C4C20">
        <w:t xml:space="preserve"> or the Agent </w:t>
      </w:r>
      <w:r w:rsidR="00657368" w:rsidRPr="007C4C20">
        <w:t>must promptly provide an appropriate VAT invoice to that Party).</w:t>
      </w:r>
      <w:bookmarkEnd w:id="109"/>
      <w:r w:rsidR="00C52EE2" w:rsidRPr="007C4C20">
        <w:t xml:space="preserve">  For avoidance of doubt, all amounts expressed to be payable under or in connection with this Agreement by any Party to a Lender or the Agent which (in whole or in part) constitute the consideration for any supply for VAT purposes are deemed to be exclusive of any VAT which is or becomes chargeable on that supply.</w:t>
      </w:r>
    </w:p>
    <w:p w14:paraId="452027E2" w14:textId="77777777" w:rsidR="006D0ED4" w:rsidRPr="007C4C20" w:rsidRDefault="006D0ED4" w:rsidP="00750F7A">
      <w:pPr>
        <w:pStyle w:val="CMSANIndent2"/>
      </w:pPr>
      <w:r w:rsidRPr="007C4C20">
        <w:t>The Loan Facilities shall not be used for the payment of value added tax on sales of goods and services and import of goods and services, costs of customs duties and other import duties, taxes and other impositions occurring in the execution of implementation of the Project.</w:t>
      </w:r>
    </w:p>
    <w:p w14:paraId="7DA6EFAD" w14:textId="77777777" w:rsidR="00657368" w:rsidRPr="007C4C20" w:rsidRDefault="00AF43B4" w:rsidP="00911E7D">
      <w:pPr>
        <w:pStyle w:val="CMSANHeading2"/>
        <w:keepNext/>
        <w:rPr>
          <w:b/>
          <w:bCs/>
        </w:rPr>
      </w:pPr>
      <w:bookmarkStart w:id="110" w:name="_Hlk27062697"/>
      <w:r w:rsidRPr="007C4C20">
        <w:rPr>
          <w:b/>
          <w:bCs/>
        </w:rPr>
        <w:t>Changes in Circumstances</w:t>
      </w:r>
    </w:p>
    <w:p w14:paraId="0845B33E" w14:textId="77777777" w:rsidR="00BE08A0" w:rsidRDefault="00D20560" w:rsidP="00DA4481">
      <w:pPr>
        <w:pStyle w:val="CMSANHeading3"/>
      </w:pPr>
      <w:bookmarkStart w:id="111" w:name="_Ref7182817"/>
      <w:r w:rsidRPr="007C4C20">
        <w:t xml:space="preserve">If, </w:t>
      </w:r>
      <w:r w:rsidR="009447C3">
        <w:t xml:space="preserve">after the </w:t>
      </w:r>
      <w:r w:rsidR="00C63345">
        <w:t>Effective D</w:t>
      </w:r>
      <w:r w:rsidR="009447C3">
        <w:t xml:space="preserve">ate, </w:t>
      </w:r>
      <w:r w:rsidRPr="007C4C20">
        <w:t>as a result of (i)</w:t>
      </w:r>
      <w:r w:rsidR="009447C3">
        <w:t xml:space="preserve"> the introduction of or any change in (or in the interpretation, administration or application of) any law or regulation or (ii) compliance with any law or regulation made after the </w:t>
      </w:r>
      <w:r w:rsidR="00C63345">
        <w:t>Effective Date</w:t>
      </w:r>
      <w:r w:rsidR="009447C3">
        <w:t xml:space="preserve"> </w:t>
      </w:r>
      <w:r w:rsidR="00EC4021" w:rsidRPr="007C4C20">
        <w:t xml:space="preserve">a Lender </w:t>
      </w:r>
      <w:r w:rsidR="009447C3">
        <w:t xml:space="preserve">or Denizbank AG </w:t>
      </w:r>
      <w:r w:rsidR="00F514BC">
        <w:t>(a subsidiary of DenizBank A.</w:t>
      </w:r>
      <w:r w:rsidR="00F514BC">
        <w:rPr>
          <w:rFonts w:cs="Times New Roman"/>
        </w:rPr>
        <w:t>Ş incorporated in Austria)</w:t>
      </w:r>
      <w:r w:rsidR="00F514BC">
        <w:t xml:space="preserve"> </w:t>
      </w:r>
      <w:r w:rsidR="00BE08A0">
        <w:t xml:space="preserve">incurs directly or indirectly an additional or </w:t>
      </w:r>
      <w:r w:rsidRPr="007C4C20">
        <w:t>increased cost</w:t>
      </w:r>
      <w:r w:rsidR="00BE08A0">
        <w:t xml:space="preserve">, a loss or any amount due and payable under this Agreement is </w:t>
      </w:r>
      <w:r w:rsidR="004B5C1F">
        <w:t xml:space="preserve">reduced </w:t>
      </w:r>
      <w:r w:rsidRPr="007C4C20">
        <w:t xml:space="preserve">as a result of </w:t>
      </w:r>
      <w:r w:rsidR="004B5C1F">
        <w:t>that</w:t>
      </w:r>
      <w:r w:rsidR="004B5C1F" w:rsidRPr="007C4C20">
        <w:t xml:space="preserve"> Lender </w:t>
      </w:r>
      <w:r w:rsidR="004B5C1F">
        <w:t>or Denizbank AG</w:t>
      </w:r>
      <w:r w:rsidRPr="007C4C20">
        <w:t xml:space="preserve"> </w:t>
      </w:r>
      <w:r w:rsidR="00F514BC">
        <w:t>(a subsidiary of DenizBank A.</w:t>
      </w:r>
      <w:r w:rsidR="00F514BC">
        <w:rPr>
          <w:rFonts w:cs="Times New Roman"/>
        </w:rPr>
        <w:t>Ş incorporated in Austria)</w:t>
      </w:r>
      <w:r w:rsidR="00F514BC">
        <w:t xml:space="preserve"> </w:t>
      </w:r>
      <w:r w:rsidRPr="007C4C20">
        <w:t xml:space="preserve">funding or maintaining </w:t>
      </w:r>
      <w:r w:rsidR="00DA4481" w:rsidRPr="007C4C20">
        <w:t>any Tranche</w:t>
      </w:r>
      <w:r w:rsidRPr="007C4C20">
        <w:t xml:space="preserve">, </w:t>
      </w:r>
      <w:r w:rsidR="00DA4481" w:rsidRPr="007C4C20">
        <w:t>any Loan Facility</w:t>
      </w:r>
      <w:r w:rsidRPr="007C4C20">
        <w:t xml:space="preserve"> Commitment or the </w:t>
      </w:r>
      <w:r w:rsidR="00DA4481" w:rsidRPr="007C4C20">
        <w:t xml:space="preserve">Loan </w:t>
      </w:r>
      <w:r w:rsidRPr="007C4C20">
        <w:t>Facilit</w:t>
      </w:r>
      <w:r w:rsidR="00DA4481" w:rsidRPr="007C4C20">
        <w:t>ies</w:t>
      </w:r>
      <w:r w:rsidRPr="007C4C20">
        <w:t xml:space="preserve"> (or any part thereof) under this Agreement; </w:t>
      </w:r>
      <w:r w:rsidR="00657368" w:rsidRPr="007C4C20">
        <w:t>th</w:t>
      </w:r>
      <w:r w:rsidR="00BE08A0">
        <w:t xml:space="preserve">at Lender shall notify the Borrower of the event giving rise to such claim and the amount </w:t>
      </w:r>
      <w:r w:rsidR="004B5C1F">
        <w:t>of the</w:t>
      </w:r>
      <w:r w:rsidR="00BE08A0">
        <w:t xml:space="preserve"> claim and the Borrower and that Lender </w:t>
      </w:r>
      <w:r w:rsidR="00BE08A0" w:rsidRPr="00BE08A0">
        <w:t xml:space="preserve">shall </w:t>
      </w:r>
      <w:r w:rsidR="00BE08A0">
        <w:t xml:space="preserve">consult </w:t>
      </w:r>
      <w:r w:rsidR="00BE08A0" w:rsidRPr="00BE08A0">
        <w:t>(for a period of not more than thirty days)</w:t>
      </w:r>
      <w:r w:rsidR="00BE08A0">
        <w:t xml:space="preserve"> to determine the amount that would be paid by the Borrower.</w:t>
      </w:r>
    </w:p>
    <w:bookmarkEnd w:id="111"/>
    <w:p w14:paraId="74F9FA82" w14:textId="77777777" w:rsidR="007E4C81" w:rsidRPr="007C4C20" w:rsidRDefault="007E4C81" w:rsidP="00DD409B">
      <w:pPr>
        <w:pStyle w:val="CMSANHeading3"/>
      </w:pPr>
      <w:r>
        <w:t>If</w:t>
      </w:r>
      <w:r w:rsidR="00BE08A0">
        <w:t xml:space="preserve"> a Lender claims </w:t>
      </w:r>
      <w:r w:rsidR="00761675">
        <w:t>a payment</w:t>
      </w:r>
      <w:r w:rsidR="00BE08A0">
        <w:t xml:space="preserve"> from the Borrower under Clause 11.6 (a) above </w:t>
      </w:r>
      <w:r w:rsidR="00761675">
        <w:t xml:space="preserve">and </w:t>
      </w:r>
      <w:r w:rsidR="00761675" w:rsidRPr="00761675">
        <w:t xml:space="preserve">following the consultation period referred to in Clause 11.6(a) above </w:t>
      </w:r>
      <w:r w:rsidR="00BE08A0">
        <w:t>and no agreement is reached</w:t>
      </w:r>
      <w:r w:rsidR="00761675">
        <w:t xml:space="preserve"> in relation to the amount to be paid by the Borrower</w:t>
      </w:r>
      <w:r w:rsidR="004B5C1F">
        <w:t xml:space="preserve"> for the claim of that Lender or Denizbank AG</w:t>
      </w:r>
      <w:r w:rsidR="00F514BC">
        <w:t xml:space="preserve"> (a subsidiary of DenizBank A.</w:t>
      </w:r>
      <w:r w:rsidR="00F514BC">
        <w:rPr>
          <w:rFonts w:cs="Times New Roman"/>
        </w:rPr>
        <w:t>Ş incorporated in Austria)</w:t>
      </w:r>
      <w:r w:rsidR="004B5C1F">
        <w:t>,</w:t>
      </w:r>
      <w:r w:rsidR="00761675">
        <w:t xml:space="preserve"> </w:t>
      </w:r>
      <w:r>
        <w:t xml:space="preserve">the </w:t>
      </w:r>
      <w:r w:rsidR="00BE08A0">
        <w:t>Borrower</w:t>
      </w:r>
      <w:r>
        <w:t xml:space="preserve"> </w:t>
      </w:r>
      <w:r w:rsidR="004B5C1F">
        <w:t>shall</w:t>
      </w:r>
      <w:r>
        <w:t xml:space="preserve">, whilst the circumstance giving rise to the </w:t>
      </w:r>
      <w:r w:rsidR="004B5C1F">
        <w:t xml:space="preserve">claim </w:t>
      </w:r>
      <w:r>
        <w:t>continues</w:t>
      </w:r>
      <w:r w:rsidR="00761675">
        <w:t xml:space="preserve">, </w:t>
      </w:r>
      <w:r>
        <w:t>give the Agent notice</w:t>
      </w:r>
      <w:r w:rsidR="00761675">
        <w:t xml:space="preserve"> </w:t>
      </w:r>
      <w:r>
        <w:t xml:space="preserve">of cancellation of the </w:t>
      </w:r>
      <w:r w:rsidR="00761675">
        <w:t xml:space="preserve">Loan Facility </w:t>
      </w:r>
      <w:r>
        <w:t xml:space="preserve">Commitment(s) of that Lender and repayment of that Lender's participation in the </w:t>
      </w:r>
      <w:r w:rsidR="00761675">
        <w:t>Tranches and o</w:t>
      </w:r>
      <w:r>
        <w:t xml:space="preserve">n receipt of </w:t>
      </w:r>
      <w:r w:rsidR="00761675">
        <w:t>such</w:t>
      </w:r>
      <w:r>
        <w:t xml:space="preserve"> notice</w:t>
      </w:r>
      <w:r w:rsidR="00761675">
        <w:t>,</w:t>
      </w:r>
      <w:r>
        <w:t xml:space="preserve"> the </w:t>
      </w:r>
      <w:r w:rsidR="00761675">
        <w:t xml:space="preserve">Loan Facility </w:t>
      </w:r>
      <w:r>
        <w:t>Commitment(s) of that Lender shall immediately be reduced to zero</w:t>
      </w:r>
      <w:r w:rsidR="00761675">
        <w:t xml:space="preserve"> and the </w:t>
      </w:r>
      <w:r>
        <w:t xml:space="preserve">Borrower shall repay that Lender's participation in </w:t>
      </w:r>
      <w:r w:rsidR="00761675">
        <w:t>the Tranches</w:t>
      </w:r>
      <w:r>
        <w:t xml:space="preserve"> together with all interest and other amounts accrued under </w:t>
      </w:r>
      <w:r w:rsidR="00761675">
        <w:t xml:space="preserve">this Agreement on the </w:t>
      </w:r>
      <w:r w:rsidR="004B5C1F" w:rsidRPr="004B5C1F">
        <w:t xml:space="preserve">earlier of (i) the date </w:t>
      </w:r>
      <w:r w:rsidR="004B5C1F">
        <w:lastRenderedPageBreak/>
        <w:t xml:space="preserve">falling </w:t>
      </w:r>
      <w:r w:rsidR="004B5C1F" w:rsidRPr="004B5C1F">
        <w:t xml:space="preserve">thirty (30) days after the date of that notice and (ii) </w:t>
      </w:r>
      <w:r w:rsidR="004B5C1F">
        <w:t xml:space="preserve">the </w:t>
      </w:r>
      <w:r w:rsidR="00761675">
        <w:t xml:space="preserve">next Payment Date falling after the date of that notice. </w:t>
      </w:r>
    </w:p>
    <w:p w14:paraId="350C34C7" w14:textId="77777777" w:rsidR="00657368" w:rsidRPr="007C4C20" w:rsidRDefault="00026879" w:rsidP="00026879">
      <w:pPr>
        <w:pStyle w:val="CMSANHeading1"/>
      </w:pPr>
      <w:bookmarkStart w:id="112" w:name="_Ref7182831"/>
      <w:bookmarkStart w:id="113" w:name="_Toc28094902"/>
      <w:bookmarkEnd w:id="110"/>
      <w:r w:rsidRPr="007C4C20">
        <w:t>Other Indemnities</w:t>
      </w:r>
      <w:bookmarkEnd w:id="112"/>
      <w:bookmarkEnd w:id="113"/>
    </w:p>
    <w:p w14:paraId="30519155" w14:textId="77777777" w:rsidR="00657368" w:rsidRPr="007C4C20" w:rsidRDefault="00657368" w:rsidP="004935DD">
      <w:pPr>
        <w:pStyle w:val="CMSANHeading2"/>
        <w:keepNext/>
        <w:rPr>
          <w:b/>
        </w:rPr>
      </w:pPr>
      <w:bookmarkStart w:id="114" w:name="_Ref7182832"/>
      <w:r w:rsidRPr="007C4C20">
        <w:rPr>
          <w:b/>
        </w:rPr>
        <w:t>Currency indemnity</w:t>
      </w:r>
      <w:bookmarkEnd w:id="114"/>
    </w:p>
    <w:p w14:paraId="444137F4" w14:textId="77777777" w:rsidR="00657368" w:rsidRPr="007C4C20" w:rsidRDefault="00657368" w:rsidP="00026879">
      <w:pPr>
        <w:pStyle w:val="CMSANHeading3"/>
      </w:pPr>
      <w:bookmarkStart w:id="115" w:name="_Ref7182833"/>
      <w:r w:rsidRPr="007C4C20">
        <w:t xml:space="preserve">If any sum due from </w:t>
      </w:r>
      <w:r w:rsidR="007767E7" w:rsidRPr="007C4C20">
        <w:t xml:space="preserve">the Borrower </w:t>
      </w:r>
      <w:r w:rsidRPr="007C4C20">
        <w:t xml:space="preserve">under </w:t>
      </w:r>
      <w:r w:rsidR="00157923" w:rsidRPr="007C4C20">
        <w:t>this Agreement</w:t>
      </w:r>
      <w:r w:rsidRPr="007C4C20">
        <w:t xml:space="preserve"> (a “</w:t>
      </w:r>
      <w:r w:rsidRPr="007C4C20">
        <w:rPr>
          <w:b/>
        </w:rPr>
        <w:t>Sum</w:t>
      </w:r>
      <w:r w:rsidRPr="007C4C20">
        <w:t>”), or any order, judgment or award given or made in relation to a Sum, has to be converted from the currency (the “</w:t>
      </w:r>
      <w:r w:rsidRPr="007C4C20">
        <w:rPr>
          <w:b/>
        </w:rPr>
        <w:t>First Currency</w:t>
      </w:r>
      <w:r w:rsidRPr="007C4C20">
        <w:t>”) in which that Sum is payable into another currency (the “</w:t>
      </w:r>
      <w:r w:rsidRPr="007C4C20">
        <w:rPr>
          <w:b/>
        </w:rPr>
        <w:t>Second Currency</w:t>
      </w:r>
      <w:r w:rsidRPr="007C4C20">
        <w:t>”) for the purpose of:</w:t>
      </w:r>
      <w:bookmarkEnd w:id="115"/>
    </w:p>
    <w:p w14:paraId="150C6FD3" w14:textId="77777777" w:rsidR="00657368" w:rsidRPr="007C4C20" w:rsidRDefault="00657368" w:rsidP="00026879">
      <w:pPr>
        <w:pStyle w:val="CMSANHeading4"/>
      </w:pPr>
      <w:bookmarkStart w:id="116" w:name="_Ref7182834"/>
      <w:r w:rsidRPr="007C4C20">
        <w:t xml:space="preserve">making or filing a claim or proof against </w:t>
      </w:r>
      <w:r w:rsidR="007767E7" w:rsidRPr="007C4C20">
        <w:t>the Borrower</w:t>
      </w:r>
      <w:r w:rsidRPr="007C4C20">
        <w:t>; or</w:t>
      </w:r>
      <w:bookmarkEnd w:id="116"/>
    </w:p>
    <w:p w14:paraId="192A9F83" w14:textId="77777777" w:rsidR="00657368" w:rsidRPr="007C4C20" w:rsidRDefault="00657368" w:rsidP="00026879">
      <w:pPr>
        <w:pStyle w:val="CMSANHeading4"/>
      </w:pPr>
      <w:bookmarkStart w:id="117" w:name="_Ref7182835"/>
      <w:r w:rsidRPr="007C4C20">
        <w:t>obtaining or enforcing an order, judgment or award in relation to any litigation or arbitration proceedings,</w:t>
      </w:r>
      <w:bookmarkEnd w:id="117"/>
    </w:p>
    <w:p w14:paraId="13361E5D" w14:textId="77777777" w:rsidR="00657368" w:rsidRPr="007C4C20" w:rsidRDefault="007767E7" w:rsidP="004935DD">
      <w:pPr>
        <w:pStyle w:val="CMSANIndent3"/>
      </w:pPr>
      <w:r w:rsidRPr="007C4C20">
        <w:t xml:space="preserve">the Borrower </w:t>
      </w:r>
      <w:r w:rsidR="00657368" w:rsidRPr="007C4C20">
        <w:t xml:space="preserve">shall as an independent obligation, within </w:t>
      </w:r>
      <w:r w:rsidR="0062473F" w:rsidRPr="007C4C20">
        <w:t>thirty</w:t>
      </w:r>
      <w:r w:rsidR="00D82B2A" w:rsidRPr="007C4C20">
        <w:t xml:space="preserve"> (3</w:t>
      </w:r>
      <w:r w:rsidR="0062473F" w:rsidRPr="007C4C20">
        <w:t>0</w:t>
      </w:r>
      <w:r w:rsidR="00D82B2A" w:rsidRPr="007C4C20">
        <w:t>)</w:t>
      </w:r>
      <w:r w:rsidR="00657368" w:rsidRPr="007C4C20">
        <w:t xml:space="preserve"> Business Days of demand, indemnify </w:t>
      </w:r>
      <w:r w:rsidR="00765BB9" w:rsidRPr="007C4C20">
        <w:t>each</w:t>
      </w:r>
      <w:r w:rsidR="006819B7" w:rsidRPr="007C4C20">
        <w:t xml:space="preserve"> </w:t>
      </w:r>
      <w:r w:rsidR="00765BB9" w:rsidRPr="007C4C20">
        <w:t>Lender</w:t>
      </w:r>
      <w:r w:rsidR="002939AD" w:rsidRPr="007C4C20">
        <w:t xml:space="preserve"> </w:t>
      </w:r>
      <w:r w:rsidR="00765BB9" w:rsidRPr="007C4C20">
        <w:t xml:space="preserve">and </w:t>
      </w:r>
      <w:r w:rsidR="002939AD" w:rsidRPr="007C4C20">
        <w:t xml:space="preserve">the Agent </w:t>
      </w:r>
      <w:r w:rsidR="00657368" w:rsidRPr="007C4C20">
        <w:t xml:space="preserve">against any cost, loss or liability arising out of or as a result of the conversion including any discrepancy between </w:t>
      </w:r>
      <w:bookmarkStart w:id="118" w:name="DocXTextRef153"/>
      <w:r w:rsidR="00657368" w:rsidRPr="007C4C20">
        <w:t>(A)</w:t>
      </w:r>
      <w:bookmarkEnd w:id="118"/>
      <w:r w:rsidR="00657368" w:rsidRPr="007C4C20">
        <w:t xml:space="preserve"> the rate of exchange used to convert that Sum from the First Currency into the Second Currency and </w:t>
      </w:r>
      <w:bookmarkStart w:id="119" w:name="DocXTextRef154"/>
      <w:r w:rsidR="00657368" w:rsidRPr="007C4C20">
        <w:t>(B)</w:t>
      </w:r>
      <w:bookmarkEnd w:id="119"/>
      <w:r w:rsidR="00657368" w:rsidRPr="007C4C20">
        <w:t xml:space="preserve"> the rate or rates of exchange available to that person at the time of its receipt of that Sum.</w:t>
      </w:r>
    </w:p>
    <w:p w14:paraId="1E378AFD" w14:textId="77777777" w:rsidR="00657368" w:rsidRPr="007C4C20" w:rsidRDefault="007767E7" w:rsidP="00026879">
      <w:pPr>
        <w:pStyle w:val="CMSANHeading3"/>
      </w:pPr>
      <w:bookmarkStart w:id="120" w:name="_Ref7182836"/>
      <w:r w:rsidRPr="007C4C20">
        <w:t xml:space="preserve">the Borrower </w:t>
      </w:r>
      <w:r w:rsidR="00657368" w:rsidRPr="007C4C20">
        <w:t xml:space="preserve">waives any right it may have in any jurisdiction to pay any amount under </w:t>
      </w:r>
      <w:r w:rsidR="00157923" w:rsidRPr="007C4C20">
        <w:t>this Agreement</w:t>
      </w:r>
      <w:r w:rsidR="00657368" w:rsidRPr="007C4C20">
        <w:t xml:space="preserve"> in a currency or currency unit other than that in which it is expressed to be payable.</w:t>
      </w:r>
      <w:bookmarkEnd w:id="120"/>
    </w:p>
    <w:p w14:paraId="53DBBE09" w14:textId="77777777" w:rsidR="00657368" w:rsidRPr="007C4C20" w:rsidRDefault="00657368" w:rsidP="004935DD">
      <w:pPr>
        <w:pStyle w:val="CMSANHeading2"/>
        <w:keepNext/>
        <w:rPr>
          <w:b/>
        </w:rPr>
      </w:pPr>
      <w:bookmarkStart w:id="121" w:name="_Ref7182837"/>
      <w:r w:rsidRPr="007C4C20">
        <w:rPr>
          <w:b/>
        </w:rPr>
        <w:t>Other indemnities</w:t>
      </w:r>
      <w:bookmarkEnd w:id="121"/>
    </w:p>
    <w:p w14:paraId="30164CF7" w14:textId="77777777" w:rsidR="00657368" w:rsidRPr="007C4C20" w:rsidRDefault="00657368" w:rsidP="004935DD">
      <w:pPr>
        <w:pStyle w:val="CMSANIndent2"/>
      </w:pPr>
      <w:r w:rsidRPr="007C4C20">
        <w:t xml:space="preserve">The Borrower shall within </w:t>
      </w:r>
      <w:r w:rsidR="0062473F" w:rsidRPr="007C4C20">
        <w:t>thirty (30)</w:t>
      </w:r>
      <w:r w:rsidRPr="007C4C20">
        <w:t xml:space="preserve"> Business Days of demand, indemnify </w:t>
      </w:r>
      <w:r w:rsidR="00070645" w:rsidRPr="007C4C20">
        <w:t xml:space="preserve">each </w:t>
      </w:r>
      <w:r w:rsidR="002939AD" w:rsidRPr="007C4C20">
        <w:t xml:space="preserve">Lender and the Agent </w:t>
      </w:r>
      <w:r w:rsidRPr="007C4C20">
        <w:t xml:space="preserve">against any cost, loss or liability incurred by </w:t>
      </w:r>
      <w:r w:rsidR="00070645" w:rsidRPr="007C4C20">
        <w:t xml:space="preserve">it </w:t>
      </w:r>
      <w:r w:rsidRPr="007C4C20">
        <w:t>as a result of:</w:t>
      </w:r>
    </w:p>
    <w:p w14:paraId="62937692" w14:textId="77777777" w:rsidR="00657368" w:rsidRPr="007C4C20" w:rsidRDefault="00657368" w:rsidP="00026879">
      <w:pPr>
        <w:pStyle w:val="CMSANHeading3"/>
      </w:pPr>
      <w:bookmarkStart w:id="122" w:name="_Ref7182838"/>
      <w:r w:rsidRPr="007C4C20">
        <w:t>the occurrence of any Event of Default;</w:t>
      </w:r>
      <w:bookmarkEnd w:id="122"/>
    </w:p>
    <w:p w14:paraId="4E38ACE2" w14:textId="77777777" w:rsidR="00657368" w:rsidRPr="007C4C20" w:rsidRDefault="00657368" w:rsidP="00026879">
      <w:pPr>
        <w:pStyle w:val="CMSANHeading3"/>
      </w:pPr>
      <w:bookmarkStart w:id="123" w:name="_Ref7182839"/>
      <w:r w:rsidRPr="007C4C20">
        <w:t xml:space="preserve">a failure by </w:t>
      </w:r>
      <w:r w:rsidR="007767E7" w:rsidRPr="007C4C20">
        <w:t>the Borrower</w:t>
      </w:r>
      <w:r w:rsidRPr="007C4C20">
        <w:t xml:space="preserve"> to pay any amount due under </w:t>
      </w:r>
      <w:r w:rsidR="002922A7" w:rsidRPr="007C4C20">
        <w:t xml:space="preserve">this Agreement </w:t>
      </w:r>
      <w:r w:rsidRPr="007C4C20">
        <w:t>on its due date;</w:t>
      </w:r>
      <w:bookmarkEnd w:id="123"/>
    </w:p>
    <w:p w14:paraId="6F4D3EE1" w14:textId="77777777" w:rsidR="00657368" w:rsidRPr="007C4C20" w:rsidRDefault="00657368" w:rsidP="00026879">
      <w:pPr>
        <w:pStyle w:val="CMSANHeading3"/>
      </w:pPr>
      <w:bookmarkStart w:id="124" w:name="_Ref7182840"/>
      <w:r w:rsidRPr="007C4C20">
        <w:t xml:space="preserve">funding, or making arrangements to fund, its participation in a </w:t>
      </w:r>
      <w:r w:rsidR="0063120B" w:rsidRPr="007C4C20">
        <w:t>Tranche</w:t>
      </w:r>
      <w:r w:rsidRPr="007C4C20">
        <w:t xml:space="preserve"> requested by the Borrower in a Utilisation Request but not made by reason of the operation of any one or more of the provisions of this Agreement (other than by reason of default or negligence by </w:t>
      </w:r>
      <w:r w:rsidR="00310016" w:rsidRPr="007C4C20">
        <w:t xml:space="preserve">that </w:t>
      </w:r>
      <w:r w:rsidR="00CB1AD8" w:rsidRPr="007C4C20">
        <w:t>Lender</w:t>
      </w:r>
      <w:r w:rsidR="002939AD" w:rsidRPr="007C4C20">
        <w:t xml:space="preserve"> or the Agent</w:t>
      </w:r>
      <w:r w:rsidR="00CB1AD8" w:rsidRPr="007C4C20">
        <w:t xml:space="preserve"> itself</w:t>
      </w:r>
      <w:r w:rsidRPr="007C4C20">
        <w:t>); or</w:t>
      </w:r>
      <w:bookmarkEnd w:id="124"/>
    </w:p>
    <w:p w14:paraId="01722358" w14:textId="77777777" w:rsidR="00657368" w:rsidRPr="007C4C20" w:rsidRDefault="00657368" w:rsidP="00026879">
      <w:pPr>
        <w:pStyle w:val="CMSANHeading3"/>
      </w:pPr>
      <w:bookmarkStart w:id="125" w:name="_Ref7182841"/>
      <w:r w:rsidRPr="007C4C20">
        <w:t xml:space="preserve">a </w:t>
      </w:r>
      <w:r w:rsidR="0063120B" w:rsidRPr="007C4C20">
        <w:t>Tranche</w:t>
      </w:r>
      <w:r w:rsidRPr="007C4C20">
        <w:t xml:space="preserve"> (or part of a </w:t>
      </w:r>
      <w:r w:rsidR="0063120B" w:rsidRPr="007C4C20">
        <w:t>Tranche</w:t>
      </w:r>
      <w:r w:rsidRPr="007C4C20">
        <w:t>) not being prepaid in accordance with a notice of prepayment given by the Borrower.</w:t>
      </w:r>
      <w:bookmarkEnd w:id="125"/>
    </w:p>
    <w:p w14:paraId="12C2A623" w14:textId="77777777" w:rsidR="00657368" w:rsidRPr="007C4C20" w:rsidRDefault="00657368" w:rsidP="004935DD">
      <w:pPr>
        <w:pStyle w:val="CMSANHeading2"/>
        <w:keepNext/>
        <w:rPr>
          <w:b/>
        </w:rPr>
      </w:pPr>
      <w:bookmarkStart w:id="126" w:name="_Ref7182842"/>
      <w:bookmarkStart w:id="127" w:name="_Hlk27062829"/>
      <w:r w:rsidRPr="007C4C20">
        <w:rPr>
          <w:b/>
        </w:rPr>
        <w:t>Indemnity to the Agent</w:t>
      </w:r>
      <w:bookmarkEnd w:id="126"/>
    </w:p>
    <w:p w14:paraId="506C44E9" w14:textId="77777777" w:rsidR="00BB3F6B" w:rsidRPr="007C4C20" w:rsidRDefault="00657368" w:rsidP="00D46869">
      <w:pPr>
        <w:pStyle w:val="CMSANIndent2"/>
        <w:keepNext/>
      </w:pPr>
      <w:r w:rsidRPr="007C4C20">
        <w:t>The Borrower shall promptly indemnify the Agent against</w:t>
      </w:r>
      <w:r w:rsidR="00F423CD" w:rsidRPr="007C4C20">
        <w:t xml:space="preserve"> </w:t>
      </w:r>
      <w:bookmarkStart w:id="128" w:name="_Ref7182847"/>
      <w:r w:rsidRPr="007C4C20">
        <w:t xml:space="preserve">any cost, loss or liability incurred by the Agent (otherwise than by reason of the Agent’s gross negligence or wilful misconduct) in acting as Agent under </w:t>
      </w:r>
      <w:r w:rsidR="00157923" w:rsidRPr="007C4C20">
        <w:t>this Agreement</w:t>
      </w:r>
      <w:r w:rsidR="00D46869">
        <w:t xml:space="preserve"> as a result of any </w:t>
      </w:r>
      <w:r w:rsidR="000B7E5C">
        <w:t xml:space="preserve">Default, </w:t>
      </w:r>
      <w:r w:rsidR="00D46869">
        <w:t>action of or failure by the Borrower to comply with its obligations under this Agreement</w:t>
      </w:r>
      <w:r w:rsidRPr="007C4C20">
        <w:t>.</w:t>
      </w:r>
      <w:bookmarkEnd w:id="128"/>
    </w:p>
    <w:p w14:paraId="649C8CD3" w14:textId="77777777" w:rsidR="00657368" w:rsidRPr="007C4C20" w:rsidRDefault="00026879" w:rsidP="00026879">
      <w:pPr>
        <w:pStyle w:val="CMSANHeading1"/>
      </w:pPr>
      <w:bookmarkStart w:id="129" w:name="_Ref7182848"/>
      <w:bookmarkStart w:id="130" w:name="_Toc28094903"/>
      <w:bookmarkEnd w:id="127"/>
      <w:r w:rsidRPr="007C4C20">
        <w:t xml:space="preserve">Mitigation </w:t>
      </w:r>
      <w:r w:rsidR="00D2445B" w:rsidRPr="007C4C20">
        <w:t xml:space="preserve">by the </w:t>
      </w:r>
      <w:r w:rsidRPr="007C4C20">
        <w:t>Lenders</w:t>
      </w:r>
      <w:bookmarkEnd w:id="129"/>
      <w:bookmarkEnd w:id="130"/>
    </w:p>
    <w:p w14:paraId="64D36BA4" w14:textId="77777777" w:rsidR="00657368" w:rsidRPr="007C4C20" w:rsidRDefault="00657368" w:rsidP="004935DD">
      <w:pPr>
        <w:pStyle w:val="CMSANHeading2"/>
        <w:keepNext/>
        <w:rPr>
          <w:b/>
        </w:rPr>
      </w:pPr>
      <w:bookmarkStart w:id="131" w:name="_Ref7182849"/>
      <w:r w:rsidRPr="007C4C20">
        <w:rPr>
          <w:b/>
        </w:rPr>
        <w:t>Mitigation</w:t>
      </w:r>
      <w:bookmarkEnd w:id="131"/>
    </w:p>
    <w:p w14:paraId="1DD56F7C" w14:textId="5DE5BBE0" w:rsidR="00657368" w:rsidRPr="007C4C20" w:rsidRDefault="0097426C" w:rsidP="00026879">
      <w:pPr>
        <w:pStyle w:val="CMSANHeading3"/>
      </w:pPr>
      <w:bookmarkStart w:id="132" w:name="_Ref7182850"/>
      <w:r w:rsidRPr="007C4C20">
        <w:t>Each</w:t>
      </w:r>
      <w:r w:rsidR="006819B7" w:rsidRPr="007C4C20">
        <w:t xml:space="preserve"> </w:t>
      </w:r>
      <w:r w:rsidRPr="007C4C20">
        <w:t>Lender</w:t>
      </w:r>
      <w:r w:rsidR="00612452" w:rsidRPr="007C4C20">
        <w:t xml:space="preserve"> and</w:t>
      </w:r>
      <w:r w:rsidRPr="007C4C20">
        <w:t xml:space="preserve">, if applicable, </w:t>
      </w:r>
      <w:r w:rsidR="00612452" w:rsidRPr="007C4C20">
        <w:t>the Agent</w:t>
      </w:r>
      <w:r w:rsidR="006819B7" w:rsidRPr="007C4C20">
        <w:t xml:space="preserve"> </w:t>
      </w:r>
      <w:r w:rsidR="00657368" w:rsidRPr="007C4C20">
        <w:t>shall, in consultation with the Borrower</w:t>
      </w:r>
      <w:r w:rsidR="00C0235C" w:rsidRPr="007C4C20">
        <w:t xml:space="preserve"> (and at the Borrower’s expense)</w:t>
      </w:r>
      <w:r w:rsidR="00657368" w:rsidRPr="007C4C20">
        <w:t xml:space="preserve">, take all reasonable steps to mitigate any circumstances </w:t>
      </w:r>
      <w:r w:rsidR="00657368" w:rsidRPr="007C4C20">
        <w:lastRenderedPageBreak/>
        <w:t xml:space="preserve">which arise and which would result in any amount becoming payable under or pursuant to, or cancelled pursuant to, any of Clause </w:t>
      </w:r>
      <w:r w:rsidR="00C91BE0" w:rsidRPr="007C4C20">
        <w:fldChar w:fldCharType="begin"/>
      </w:r>
      <w:r w:rsidR="00C91BE0" w:rsidRPr="007C4C20">
        <w:instrText xml:space="preserve">  REF _Ref7182719 \w \h \* MERGEFORMAT </w:instrText>
      </w:r>
      <w:r w:rsidR="00C91BE0" w:rsidRPr="007C4C20">
        <w:fldChar w:fldCharType="separate"/>
      </w:r>
      <w:r w:rsidR="00B66043" w:rsidRPr="00B66043">
        <w:rPr>
          <w:color w:val="000000"/>
        </w:rPr>
        <w:t>7.1</w:t>
      </w:r>
      <w:r w:rsidR="00C91BE0" w:rsidRPr="007C4C20">
        <w:fldChar w:fldCharType="end"/>
      </w:r>
      <w:r w:rsidR="00657368" w:rsidRPr="007C4C20">
        <w:t xml:space="preserve"> (</w:t>
      </w:r>
      <w:r w:rsidR="00657368" w:rsidRPr="007C4C20">
        <w:rPr>
          <w:i/>
        </w:rPr>
        <w:t>Illegality</w:t>
      </w:r>
      <w:r w:rsidR="00657368" w:rsidRPr="007C4C20">
        <w:t>)</w:t>
      </w:r>
      <w:r w:rsidR="00C0235C" w:rsidRPr="007C4C20">
        <w:t xml:space="preserve"> or</w:t>
      </w:r>
      <w:r w:rsidR="00657368" w:rsidRPr="007C4C20">
        <w:t xml:space="preserve"> Clause </w:t>
      </w:r>
      <w:r w:rsidR="00C91BE0" w:rsidRPr="007C4C20">
        <w:fldChar w:fldCharType="begin"/>
      </w:r>
      <w:r w:rsidR="00C91BE0" w:rsidRPr="007C4C20">
        <w:instrText xml:space="preserve">  REF _Ref7182780 \w \h \* MERGEFORMAT </w:instrText>
      </w:r>
      <w:r w:rsidR="00C91BE0" w:rsidRPr="007C4C20">
        <w:fldChar w:fldCharType="separate"/>
      </w:r>
      <w:r w:rsidR="00B66043" w:rsidRPr="00B66043">
        <w:rPr>
          <w:color w:val="000000"/>
        </w:rPr>
        <w:t>11</w:t>
      </w:r>
      <w:r w:rsidR="00C91BE0" w:rsidRPr="007C4C20">
        <w:fldChar w:fldCharType="end"/>
      </w:r>
      <w:r w:rsidR="00657368" w:rsidRPr="007C4C20">
        <w:t xml:space="preserve"> (</w:t>
      </w:r>
      <w:r w:rsidR="00657368" w:rsidRPr="007C4C20">
        <w:rPr>
          <w:i/>
        </w:rPr>
        <w:t xml:space="preserve">Tax and </w:t>
      </w:r>
      <w:r w:rsidR="00C0235C" w:rsidRPr="007C4C20">
        <w:rPr>
          <w:i/>
        </w:rPr>
        <w:t>Changes in Circumstances</w:t>
      </w:r>
      <w:r w:rsidR="00657368" w:rsidRPr="007C4C20">
        <w:t>).</w:t>
      </w:r>
      <w:bookmarkEnd w:id="132"/>
    </w:p>
    <w:p w14:paraId="2022BA05" w14:textId="126E5875" w:rsidR="00657368" w:rsidRPr="007C4C20" w:rsidRDefault="00657368" w:rsidP="00026879">
      <w:pPr>
        <w:pStyle w:val="CMSANHeading3"/>
      </w:pPr>
      <w:bookmarkStart w:id="133" w:name="_Ref7182851"/>
      <w:r w:rsidRPr="007C4C20">
        <w:t xml:space="preserve">Paragraph </w:t>
      </w:r>
      <w:r w:rsidR="00303FAC" w:rsidRPr="007C4C20">
        <w:fldChar w:fldCharType="begin"/>
      </w:r>
      <w:r w:rsidR="00303FAC" w:rsidRPr="007C4C20">
        <w:instrText xml:space="preserve"> REF  _Ref7182850 \h \n \w  \* MERGEFORMAT </w:instrText>
      </w:r>
      <w:r w:rsidR="00303FAC" w:rsidRPr="007C4C20">
        <w:fldChar w:fldCharType="separate"/>
      </w:r>
      <w:r w:rsidR="00B66043">
        <w:t>(a)</w:t>
      </w:r>
      <w:r w:rsidR="00303FAC" w:rsidRPr="007C4C20">
        <w:fldChar w:fldCharType="end"/>
      </w:r>
      <w:r w:rsidRPr="007C4C20">
        <w:t xml:space="preserve"> above does not in any way limit the obligations of </w:t>
      </w:r>
      <w:r w:rsidR="007767E7" w:rsidRPr="007C4C20">
        <w:t xml:space="preserve">the Borrower </w:t>
      </w:r>
      <w:r w:rsidRPr="007C4C20">
        <w:t xml:space="preserve">under </w:t>
      </w:r>
      <w:r w:rsidR="00157923" w:rsidRPr="007C4C20">
        <w:t>this Agreement</w:t>
      </w:r>
      <w:r w:rsidRPr="007C4C20">
        <w:t>.</w:t>
      </w:r>
      <w:bookmarkEnd w:id="133"/>
    </w:p>
    <w:p w14:paraId="6F4720B7" w14:textId="47267E79" w:rsidR="00657368" w:rsidRPr="007C4C20" w:rsidRDefault="00D42B11" w:rsidP="00026879">
      <w:pPr>
        <w:pStyle w:val="CMSANHeading3"/>
      </w:pPr>
      <w:bookmarkStart w:id="134" w:name="_Ref7182854"/>
      <w:r w:rsidRPr="007C4C20">
        <w:t>Neither a</w:t>
      </w:r>
      <w:r w:rsidR="006A2FB5" w:rsidRPr="007C4C20">
        <w:t xml:space="preserve"> Lender </w:t>
      </w:r>
      <w:r w:rsidRPr="007C4C20">
        <w:t>n</w:t>
      </w:r>
      <w:r w:rsidR="006A2FB5" w:rsidRPr="007C4C20">
        <w:t>or the Agent</w:t>
      </w:r>
      <w:r w:rsidR="006819B7" w:rsidRPr="007C4C20">
        <w:t xml:space="preserve"> </w:t>
      </w:r>
      <w:r w:rsidR="00657368" w:rsidRPr="007C4C20">
        <w:t xml:space="preserve">is obliged to take any steps under Clause </w:t>
      </w:r>
      <w:r w:rsidR="00C91BE0" w:rsidRPr="007C4C20">
        <w:fldChar w:fldCharType="begin"/>
      </w:r>
      <w:r w:rsidR="00C91BE0" w:rsidRPr="007C4C20">
        <w:instrText xml:space="preserve">  REF _Ref7182849 \w \h \* MERGEFORMAT </w:instrText>
      </w:r>
      <w:r w:rsidR="00C91BE0" w:rsidRPr="007C4C20">
        <w:fldChar w:fldCharType="separate"/>
      </w:r>
      <w:r w:rsidR="00B66043" w:rsidRPr="00B66043">
        <w:rPr>
          <w:color w:val="000000"/>
        </w:rPr>
        <w:t>13.1</w:t>
      </w:r>
      <w:r w:rsidR="00C91BE0" w:rsidRPr="007C4C20">
        <w:fldChar w:fldCharType="end"/>
      </w:r>
      <w:r w:rsidR="00657368" w:rsidRPr="007C4C20">
        <w:t xml:space="preserve"> (</w:t>
      </w:r>
      <w:r w:rsidR="00657368" w:rsidRPr="007C4C20">
        <w:rPr>
          <w:i/>
        </w:rPr>
        <w:t>Mitigation</w:t>
      </w:r>
      <w:r w:rsidR="00657368" w:rsidRPr="007C4C20">
        <w:t xml:space="preserve">) if, in the opinion of </w:t>
      </w:r>
      <w:r w:rsidR="006A2FB5" w:rsidRPr="007C4C20">
        <w:t>that Lender</w:t>
      </w:r>
      <w:r w:rsidR="00CE5653" w:rsidRPr="007C4C20">
        <w:t xml:space="preserve"> or</w:t>
      </w:r>
      <w:r w:rsidR="006A2FB5" w:rsidRPr="007C4C20">
        <w:t>, as applicable,</w:t>
      </w:r>
      <w:r w:rsidR="00CE5653" w:rsidRPr="007C4C20">
        <w:t xml:space="preserve"> the Agent </w:t>
      </w:r>
      <w:r w:rsidR="00657368" w:rsidRPr="007C4C20">
        <w:t>(acting reasonably), to do so might be prejudicial to it.</w:t>
      </w:r>
      <w:bookmarkEnd w:id="134"/>
    </w:p>
    <w:p w14:paraId="16BEF096" w14:textId="77777777" w:rsidR="00657368" w:rsidRPr="007C4C20" w:rsidRDefault="00026879" w:rsidP="00026879">
      <w:pPr>
        <w:pStyle w:val="CMSANHeading1"/>
      </w:pPr>
      <w:bookmarkStart w:id="135" w:name="_Ref7182855"/>
      <w:bookmarkStart w:id="136" w:name="_Toc28094904"/>
      <w:r w:rsidRPr="007C4C20">
        <w:t xml:space="preserve">Costs </w:t>
      </w:r>
      <w:r w:rsidR="004935DD" w:rsidRPr="007C4C20">
        <w:t>and</w:t>
      </w:r>
      <w:r w:rsidR="004935DD" w:rsidRPr="007C4C20">
        <w:rPr>
          <w:caps w:val="0"/>
        </w:rPr>
        <w:t xml:space="preserve"> </w:t>
      </w:r>
      <w:r w:rsidRPr="007C4C20">
        <w:t>Expenses</w:t>
      </w:r>
      <w:bookmarkEnd w:id="135"/>
      <w:bookmarkEnd w:id="136"/>
    </w:p>
    <w:p w14:paraId="362077BF" w14:textId="77777777" w:rsidR="00657368" w:rsidRPr="007C4C20" w:rsidRDefault="00657368" w:rsidP="004935DD">
      <w:pPr>
        <w:pStyle w:val="CMSANHeading2"/>
        <w:keepNext/>
        <w:rPr>
          <w:b/>
        </w:rPr>
      </w:pPr>
      <w:bookmarkStart w:id="137" w:name="_Ref7182856"/>
      <w:r w:rsidRPr="007C4C20">
        <w:rPr>
          <w:b/>
        </w:rPr>
        <w:t>Transaction expenses</w:t>
      </w:r>
      <w:bookmarkEnd w:id="137"/>
    </w:p>
    <w:p w14:paraId="169E9848" w14:textId="77777777" w:rsidR="00657368" w:rsidRPr="007C4C20" w:rsidRDefault="00657368" w:rsidP="002922A7">
      <w:pPr>
        <w:pStyle w:val="CMSANIndent2"/>
      </w:pPr>
      <w:r w:rsidRPr="007C4C20">
        <w:t xml:space="preserve">The Borrower shall </w:t>
      </w:r>
      <w:r w:rsidR="00F07EE7" w:rsidRPr="007C4C20">
        <w:t>within 30 days of</w:t>
      </w:r>
      <w:r w:rsidRPr="007C4C20">
        <w:t xml:space="preserve"> demand pay </w:t>
      </w:r>
      <w:r w:rsidR="00D42B11" w:rsidRPr="007C4C20">
        <w:t xml:space="preserve">to </w:t>
      </w:r>
      <w:r w:rsidR="00CE5653" w:rsidRPr="007C4C20">
        <w:t xml:space="preserve">the Lenders </w:t>
      </w:r>
      <w:r w:rsidRPr="007C4C20">
        <w:t xml:space="preserve">the amount of all costs and expenses (including legal fees and/or the stamp taxes, if any) reasonably incurred by any of them in connection with the </w:t>
      </w:r>
      <w:r w:rsidR="00F07EE7" w:rsidRPr="007C4C20">
        <w:t>entry into</w:t>
      </w:r>
      <w:r w:rsidR="002922A7" w:rsidRPr="007C4C20">
        <w:t xml:space="preserve"> </w:t>
      </w:r>
      <w:bookmarkStart w:id="138" w:name="_Ref7182857"/>
      <w:r w:rsidRPr="007C4C20">
        <w:t>this Agreement</w:t>
      </w:r>
      <w:bookmarkEnd w:id="138"/>
      <w:r w:rsidR="002922A7" w:rsidRPr="007C4C20">
        <w:t>.</w:t>
      </w:r>
    </w:p>
    <w:p w14:paraId="5D44B6FB" w14:textId="77777777" w:rsidR="00657368" w:rsidRPr="007C4C20" w:rsidRDefault="003F058B" w:rsidP="004935DD">
      <w:pPr>
        <w:pStyle w:val="CMSANHeading2"/>
        <w:keepNext/>
        <w:rPr>
          <w:b/>
        </w:rPr>
      </w:pPr>
      <w:bookmarkStart w:id="139" w:name="_Ref7182862"/>
      <w:r w:rsidRPr="007C4C20">
        <w:rPr>
          <w:b/>
        </w:rPr>
        <w:t>Amendment</w:t>
      </w:r>
      <w:r w:rsidR="00EE26F0" w:rsidRPr="007C4C20">
        <w:rPr>
          <w:b/>
        </w:rPr>
        <w:t xml:space="preserve"> or</w:t>
      </w:r>
      <w:r w:rsidRPr="007C4C20">
        <w:rPr>
          <w:b/>
        </w:rPr>
        <w:t xml:space="preserve"> </w:t>
      </w:r>
      <w:r w:rsidR="007A3193" w:rsidRPr="007C4C20">
        <w:rPr>
          <w:b/>
        </w:rPr>
        <w:t>Preservation</w:t>
      </w:r>
      <w:r w:rsidRPr="007C4C20">
        <w:rPr>
          <w:b/>
        </w:rPr>
        <w:t xml:space="preserve"> </w:t>
      </w:r>
      <w:r w:rsidR="00657368" w:rsidRPr="007C4C20">
        <w:rPr>
          <w:b/>
        </w:rPr>
        <w:t>costs</w:t>
      </w:r>
      <w:bookmarkEnd w:id="139"/>
    </w:p>
    <w:p w14:paraId="302C9732" w14:textId="77777777" w:rsidR="00657368" w:rsidRPr="007C4C20" w:rsidRDefault="00657368" w:rsidP="00E71A19">
      <w:pPr>
        <w:pStyle w:val="CMSANIndent2"/>
        <w:keepLines/>
      </w:pPr>
      <w:r w:rsidRPr="007C4C20">
        <w:t xml:space="preserve">The Borrower shall, within </w:t>
      </w:r>
      <w:r w:rsidR="00F07EE7" w:rsidRPr="007C4C20">
        <w:t xml:space="preserve">30 days </w:t>
      </w:r>
      <w:r w:rsidRPr="007C4C20">
        <w:t xml:space="preserve">of demand, pay to </w:t>
      </w:r>
      <w:r w:rsidR="00CE5653" w:rsidRPr="007C4C20">
        <w:t xml:space="preserve">the Lenders </w:t>
      </w:r>
      <w:r w:rsidR="001C5E3A">
        <w:t xml:space="preserve">and to the Agent </w:t>
      </w:r>
      <w:r w:rsidRPr="007C4C20">
        <w:t xml:space="preserve">the amount of all costs and expenses (including legal fees) incurred by </w:t>
      </w:r>
      <w:r w:rsidR="00CE5653" w:rsidRPr="007C4C20">
        <w:t xml:space="preserve">the Lenders and the Agent </w:t>
      </w:r>
      <w:r w:rsidRPr="007C4C20">
        <w:t>in connection with the preservation of any rights under</w:t>
      </w:r>
      <w:r w:rsidR="002922A7" w:rsidRPr="007C4C20">
        <w:t xml:space="preserve"> this Agreement</w:t>
      </w:r>
      <w:r w:rsidR="00167733" w:rsidRPr="007C4C20">
        <w:t xml:space="preserve"> or proceedings or investigations made necessary by actions of the Borrower or its failure by the Borrower to comply with this Agreement</w:t>
      </w:r>
      <w:r w:rsidR="007A3193" w:rsidRPr="007C4C20">
        <w:t xml:space="preserve"> or dealing with any amendment, waiver or consent in relation to this Agreement</w:t>
      </w:r>
      <w:r w:rsidRPr="007C4C20">
        <w:t>.</w:t>
      </w:r>
    </w:p>
    <w:p w14:paraId="39B1351A" w14:textId="77777777" w:rsidR="00657368" w:rsidRPr="007C4C20" w:rsidRDefault="00026879" w:rsidP="00026879">
      <w:pPr>
        <w:pStyle w:val="CMSANHeading1"/>
      </w:pPr>
      <w:bookmarkStart w:id="140" w:name="_Ref7182863"/>
      <w:bookmarkStart w:id="141" w:name="_Toc28094905"/>
      <w:r w:rsidRPr="007C4C20">
        <w:t>Representations</w:t>
      </w:r>
      <w:bookmarkEnd w:id="140"/>
      <w:bookmarkEnd w:id="141"/>
    </w:p>
    <w:p w14:paraId="5E4EFB6A" w14:textId="4D520FA7" w:rsidR="00657368" w:rsidRPr="007C4C20" w:rsidRDefault="000F5510" w:rsidP="004935DD">
      <w:pPr>
        <w:pStyle w:val="CMSANIndent1"/>
      </w:pPr>
      <w:r w:rsidRPr="007C4C20">
        <w:t xml:space="preserve">The Borrower makes the representations and warranties set out in this Clause </w:t>
      </w:r>
      <w:r w:rsidRPr="007C4C20">
        <w:fldChar w:fldCharType="begin"/>
      </w:r>
      <w:r w:rsidRPr="007C4C20">
        <w:instrText xml:space="preserve">  REF _Ref7182863 \w \h \* MERGEFORMAT </w:instrText>
      </w:r>
      <w:r w:rsidRPr="007C4C20">
        <w:fldChar w:fldCharType="separate"/>
      </w:r>
      <w:r w:rsidR="00B66043" w:rsidRPr="00B66043">
        <w:rPr>
          <w:color w:val="000000"/>
        </w:rPr>
        <w:t>15</w:t>
      </w:r>
      <w:r w:rsidRPr="007C4C20">
        <w:fldChar w:fldCharType="end"/>
      </w:r>
      <w:r w:rsidRPr="007C4C20">
        <w:t xml:space="preserve"> to </w:t>
      </w:r>
      <w:r w:rsidR="006819B7" w:rsidRPr="007C4C20">
        <w:t xml:space="preserve">the </w:t>
      </w:r>
      <w:r w:rsidR="00962212" w:rsidRPr="007C4C20">
        <w:t>Lenders</w:t>
      </w:r>
      <w:r w:rsidR="006819B7" w:rsidRPr="007C4C20">
        <w:t xml:space="preserve"> </w:t>
      </w:r>
      <w:r w:rsidRPr="007C4C20">
        <w:t xml:space="preserve">on the </w:t>
      </w:r>
      <w:r w:rsidR="00596F32" w:rsidRPr="007C4C20">
        <w:t xml:space="preserve">Effective Date </w:t>
      </w:r>
      <w:r w:rsidRPr="007C4C20">
        <w:t xml:space="preserve">and acknowledges that </w:t>
      </w:r>
      <w:r w:rsidR="00962212" w:rsidRPr="007C4C20">
        <w:t>the Lenders have</w:t>
      </w:r>
      <w:r w:rsidRPr="007C4C20">
        <w:t xml:space="preserve"> entered into this Agreement in reliance on those representations and warranties.</w:t>
      </w:r>
    </w:p>
    <w:p w14:paraId="170FEA9A" w14:textId="77777777" w:rsidR="00657368" w:rsidRPr="007C4C20" w:rsidRDefault="00657368" w:rsidP="004935DD">
      <w:pPr>
        <w:pStyle w:val="CMSANHeading2"/>
        <w:keepNext/>
        <w:rPr>
          <w:b/>
        </w:rPr>
      </w:pPr>
      <w:bookmarkStart w:id="142" w:name="_Ref7182864"/>
      <w:r w:rsidRPr="007C4C20">
        <w:rPr>
          <w:b/>
        </w:rPr>
        <w:t>Status</w:t>
      </w:r>
      <w:bookmarkEnd w:id="142"/>
    </w:p>
    <w:p w14:paraId="58A7C84C" w14:textId="77777777" w:rsidR="00FE5E5D" w:rsidRPr="007C4C20" w:rsidRDefault="00AC08A0" w:rsidP="00FE5E5D">
      <w:pPr>
        <w:pStyle w:val="CMSANIndent1"/>
      </w:pPr>
      <w:bookmarkStart w:id="143" w:name="_Ref7182865"/>
      <w:r w:rsidRPr="007C4C20">
        <w:t xml:space="preserve">The Borrower </w:t>
      </w:r>
      <w:r w:rsidR="0005727A" w:rsidRPr="007C4C20">
        <w:t xml:space="preserve">is a </w:t>
      </w:r>
      <w:r w:rsidR="000F5510" w:rsidRPr="007C4C20">
        <w:t xml:space="preserve">sovereign state with power to sue and be sued and to exercise its rights and perform its obligations under this Agreement </w:t>
      </w:r>
      <w:r w:rsidR="005660D7" w:rsidRPr="007C4C20">
        <w:t>and the Project Documents</w:t>
      </w:r>
      <w:r w:rsidR="000F5510" w:rsidRPr="007C4C20">
        <w:t xml:space="preserve"> and all action required to authorise its execution of this Agreement and the Project Documents to which it is party and its performance of its obligations thereunder has been duly taken.</w:t>
      </w:r>
      <w:bookmarkEnd w:id="143"/>
      <w:r w:rsidR="00FE5E5D" w:rsidRPr="007C4C20">
        <w:t xml:space="preserve"> </w:t>
      </w:r>
    </w:p>
    <w:p w14:paraId="37BBE7D9" w14:textId="77777777" w:rsidR="00657368" w:rsidRPr="007C4C20" w:rsidRDefault="00657368" w:rsidP="004935DD">
      <w:pPr>
        <w:pStyle w:val="CMSANHeading2"/>
        <w:keepNext/>
        <w:rPr>
          <w:b/>
        </w:rPr>
      </w:pPr>
      <w:bookmarkStart w:id="144" w:name="_Ref7182868"/>
      <w:r w:rsidRPr="007C4C20">
        <w:rPr>
          <w:b/>
        </w:rPr>
        <w:t>Binding obligations</w:t>
      </w:r>
      <w:bookmarkEnd w:id="144"/>
    </w:p>
    <w:p w14:paraId="3EBA3A50" w14:textId="77777777" w:rsidR="00657368" w:rsidRPr="007C4C20" w:rsidRDefault="00657368" w:rsidP="004935DD">
      <w:pPr>
        <w:pStyle w:val="CMSANIndent2"/>
      </w:pPr>
      <w:r w:rsidRPr="007C4C20">
        <w:t xml:space="preserve">The obligations expressed to be assumed by it in </w:t>
      </w:r>
      <w:r w:rsidR="00157923" w:rsidRPr="007C4C20">
        <w:t>this Agreement</w:t>
      </w:r>
      <w:r w:rsidR="00F52F31" w:rsidRPr="007C4C20">
        <w:t xml:space="preserve"> and/or the Project Documents to which it is a party</w:t>
      </w:r>
      <w:r w:rsidR="00980721" w:rsidRPr="007C4C20">
        <w:t xml:space="preserve"> are</w:t>
      </w:r>
      <w:r w:rsidRPr="007C4C20">
        <w:t xml:space="preserve"> legal, valid, binding and enforceable obligations.</w:t>
      </w:r>
    </w:p>
    <w:p w14:paraId="095BD7AC" w14:textId="77777777" w:rsidR="00657368" w:rsidRPr="007C4C20" w:rsidRDefault="00657368" w:rsidP="004935DD">
      <w:pPr>
        <w:pStyle w:val="CMSANHeading2"/>
        <w:keepNext/>
        <w:rPr>
          <w:b/>
        </w:rPr>
      </w:pPr>
      <w:bookmarkStart w:id="145" w:name="_Ref7182869"/>
      <w:r w:rsidRPr="007C4C20">
        <w:rPr>
          <w:b/>
        </w:rPr>
        <w:t>Non-conflict with other obligations</w:t>
      </w:r>
      <w:bookmarkEnd w:id="145"/>
    </w:p>
    <w:p w14:paraId="236D9556" w14:textId="77777777" w:rsidR="00657368" w:rsidRPr="007C4C20" w:rsidRDefault="00657368" w:rsidP="004935DD">
      <w:pPr>
        <w:pStyle w:val="CMSANIndent2"/>
        <w:keepNext/>
      </w:pPr>
      <w:r w:rsidRPr="007C4C20">
        <w:t>The entry into and performance by it of,</w:t>
      </w:r>
      <w:r w:rsidR="00A300B4" w:rsidRPr="007C4C20">
        <w:t xml:space="preserve"> </w:t>
      </w:r>
      <w:r w:rsidRPr="007C4C20">
        <w:t xml:space="preserve">and the transactions contemplated by, </w:t>
      </w:r>
      <w:r w:rsidR="00157923" w:rsidRPr="007C4C20">
        <w:t>this Agreement</w:t>
      </w:r>
      <w:r w:rsidR="00FD214F" w:rsidRPr="007C4C20">
        <w:t xml:space="preserve"> and/or the Project Documents</w:t>
      </w:r>
      <w:r w:rsidRPr="007C4C20">
        <w:t xml:space="preserve"> do not and will not conflict with:</w:t>
      </w:r>
    </w:p>
    <w:p w14:paraId="3E06D265" w14:textId="77777777" w:rsidR="00657368" w:rsidRPr="007C4C20" w:rsidRDefault="00FD214F" w:rsidP="00026879">
      <w:pPr>
        <w:pStyle w:val="CMSANHeading3"/>
      </w:pPr>
      <w:bookmarkStart w:id="146" w:name="_Ref7182870"/>
      <w:r w:rsidRPr="007C4C20">
        <w:t>any law,</w:t>
      </w:r>
      <w:r w:rsidR="00657368" w:rsidRPr="007C4C20">
        <w:t xml:space="preserve"> regulation</w:t>
      </w:r>
      <w:r w:rsidRPr="007C4C20">
        <w:t>, bond or other instrument or treaty</w:t>
      </w:r>
      <w:r w:rsidR="00657368" w:rsidRPr="007C4C20">
        <w:t xml:space="preserve"> applicable to it;</w:t>
      </w:r>
      <w:bookmarkEnd w:id="146"/>
    </w:p>
    <w:p w14:paraId="26C2317A" w14:textId="77777777" w:rsidR="00657368" w:rsidRPr="007C4C20" w:rsidRDefault="00657368" w:rsidP="00026879">
      <w:pPr>
        <w:pStyle w:val="CMSANHeading3"/>
      </w:pPr>
      <w:bookmarkStart w:id="147" w:name="_Ref7182871"/>
      <w:r w:rsidRPr="007C4C20">
        <w:t>its constitution; or</w:t>
      </w:r>
      <w:bookmarkEnd w:id="147"/>
    </w:p>
    <w:p w14:paraId="02F0E56C" w14:textId="77777777" w:rsidR="00657368" w:rsidRPr="007C4C20" w:rsidRDefault="00657368" w:rsidP="00026879">
      <w:pPr>
        <w:pStyle w:val="CMSANHeading3"/>
      </w:pPr>
      <w:bookmarkStart w:id="148" w:name="_Ref7182872"/>
      <w:r w:rsidRPr="007C4C20">
        <w:t>any agreement or instrument binding upon it or any of its assets.</w:t>
      </w:r>
      <w:bookmarkEnd w:id="148"/>
    </w:p>
    <w:p w14:paraId="6E9E1A60" w14:textId="77777777" w:rsidR="00657368" w:rsidRPr="007C4C20" w:rsidRDefault="00657368" w:rsidP="004935DD">
      <w:pPr>
        <w:pStyle w:val="CMSANHeading2"/>
        <w:keepNext/>
        <w:rPr>
          <w:b/>
        </w:rPr>
      </w:pPr>
      <w:bookmarkStart w:id="149" w:name="_Ref7182873"/>
      <w:r w:rsidRPr="007C4C20">
        <w:rPr>
          <w:b/>
        </w:rPr>
        <w:lastRenderedPageBreak/>
        <w:t>Power and authority</w:t>
      </w:r>
      <w:bookmarkEnd w:id="149"/>
    </w:p>
    <w:p w14:paraId="4266D348" w14:textId="77777777" w:rsidR="006F60C5" w:rsidRPr="007C4C20" w:rsidRDefault="00657368" w:rsidP="006F60C5">
      <w:pPr>
        <w:pStyle w:val="CMSANHeading3"/>
      </w:pPr>
      <w:r w:rsidRPr="007C4C20">
        <w:t xml:space="preserve">It has the power to enter into, perform and deliver, and has taken all necessary action to authorise its entry into, performance and delivery of, </w:t>
      </w:r>
      <w:r w:rsidR="00157923" w:rsidRPr="007C4C20">
        <w:t>this Agreement</w:t>
      </w:r>
      <w:r w:rsidR="00631160" w:rsidRPr="007C4C20">
        <w:t xml:space="preserve"> and/or the Project Documents</w:t>
      </w:r>
      <w:r w:rsidRPr="007C4C20">
        <w:t xml:space="preserve"> and the transactions contemplated by </w:t>
      </w:r>
      <w:r w:rsidR="002922A7" w:rsidRPr="007C4C20">
        <w:t xml:space="preserve">this Agreement </w:t>
      </w:r>
      <w:r w:rsidR="00631160" w:rsidRPr="007C4C20">
        <w:t>and/or Project Documents</w:t>
      </w:r>
      <w:r w:rsidRPr="007C4C20">
        <w:t>.</w:t>
      </w:r>
      <w:r w:rsidR="006F60C5" w:rsidRPr="007C4C20">
        <w:t xml:space="preserve"> </w:t>
      </w:r>
    </w:p>
    <w:p w14:paraId="7DC44C0A" w14:textId="77777777" w:rsidR="006F60C5" w:rsidRPr="007C4C20" w:rsidRDefault="006F60C5" w:rsidP="006F60C5">
      <w:pPr>
        <w:pStyle w:val="CMSANHeading3"/>
      </w:pPr>
      <w:r w:rsidRPr="007C4C20">
        <w:t>No limit on the Borrower’s powers will be exceeded as a result of the borrowing contemplated by this Agreement.</w:t>
      </w:r>
    </w:p>
    <w:p w14:paraId="6EA6287F" w14:textId="77777777" w:rsidR="00657368" w:rsidRPr="007C4C20" w:rsidRDefault="00657368" w:rsidP="004935DD">
      <w:pPr>
        <w:pStyle w:val="CMSANHeading2"/>
        <w:keepNext/>
        <w:rPr>
          <w:b/>
        </w:rPr>
      </w:pPr>
      <w:bookmarkStart w:id="150" w:name="_Ref7182874"/>
      <w:r w:rsidRPr="007C4C20">
        <w:rPr>
          <w:b/>
        </w:rPr>
        <w:t>Validity and admissibility in evidence</w:t>
      </w:r>
      <w:bookmarkEnd w:id="150"/>
    </w:p>
    <w:p w14:paraId="776C7C8E" w14:textId="77777777" w:rsidR="00343772" w:rsidRPr="007C4C20" w:rsidRDefault="00657368" w:rsidP="00343772">
      <w:pPr>
        <w:pStyle w:val="CMSANHeading3"/>
      </w:pPr>
      <w:bookmarkStart w:id="151" w:name="_Ref7182875"/>
      <w:r w:rsidRPr="007C4C20">
        <w:t>All Authorisations and any other acts, conditions or things required or desirable:</w:t>
      </w:r>
      <w:bookmarkEnd w:id="151"/>
      <w:r w:rsidR="00FD214F" w:rsidRPr="007C4C20">
        <w:t xml:space="preserve"> </w:t>
      </w:r>
    </w:p>
    <w:p w14:paraId="17F34D7F" w14:textId="77777777" w:rsidR="00F07054" w:rsidRPr="007C4C20" w:rsidRDefault="00657368" w:rsidP="00343772">
      <w:pPr>
        <w:pStyle w:val="CMSANHeading4"/>
      </w:pPr>
      <w:bookmarkStart w:id="152" w:name="_Ref7182876"/>
      <w:r w:rsidRPr="007C4C20">
        <w:t xml:space="preserve">to enable it lawfully to enter into, exercise its rights and comply with its obligations in </w:t>
      </w:r>
      <w:r w:rsidR="00157923" w:rsidRPr="007C4C20">
        <w:t>this Agreement</w:t>
      </w:r>
      <w:r w:rsidRPr="007C4C20">
        <w:t xml:space="preserve">; </w:t>
      </w:r>
    </w:p>
    <w:p w14:paraId="6BF0C8FE" w14:textId="77777777" w:rsidR="00657368" w:rsidRPr="007C4C20" w:rsidRDefault="00F07054" w:rsidP="00343772">
      <w:pPr>
        <w:pStyle w:val="CMSANHeading4"/>
      </w:pPr>
      <w:r w:rsidRPr="007C4C20">
        <w:t xml:space="preserve">to ensure that the obligations expressed to be assumed by it in </w:t>
      </w:r>
      <w:r w:rsidR="00157923" w:rsidRPr="007C4C20">
        <w:t>this Agreement</w:t>
      </w:r>
      <w:r w:rsidRPr="007C4C20">
        <w:t xml:space="preserve"> to which it is a party are legal, valid and binding; </w:t>
      </w:r>
      <w:r w:rsidR="00657368" w:rsidRPr="007C4C20">
        <w:t>and</w:t>
      </w:r>
      <w:bookmarkEnd w:id="152"/>
    </w:p>
    <w:p w14:paraId="0F5B9989" w14:textId="77777777" w:rsidR="00657368" w:rsidRPr="007C4C20" w:rsidRDefault="00657368" w:rsidP="00343772">
      <w:pPr>
        <w:pStyle w:val="CMSANHeading4"/>
      </w:pPr>
      <w:bookmarkStart w:id="153" w:name="_Ref7182877"/>
      <w:r w:rsidRPr="007C4C20">
        <w:t xml:space="preserve">to make </w:t>
      </w:r>
      <w:r w:rsidR="00157923" w:rsidRPr="007C4C20">
        <w:t>this Agreement</w:t>
      </w:r>
      <w:r w:rsidRPr="007C4C20">
        <w:t xml:space="preserve"> </w:t>
      </w:r>
      <w:r w:rsidR="005660D7" w:rsidRPr="007C4C20">
        <w:t xml:space="preserve">and Project Documents </w:t>
      </w:r>
      <w:r w:rsidRPr="007C4C20">
        <w:t xml:space="preserve">to which it is a party admissible in evidence in </w:t>
      </w:r>
      <w:r w:rsidR="00A967F0" w:rsidRPr="007C4C20">
        <w:t>t</w:t>
      </w:r>
      <w:r w:rsidR="00D864C8" w:rsidRPr="007C4C20">
        <w:t>he Republic of Serbia</w:t>
      </w:r>
      <w:r w:rsidRPr="007C4C20">
        <w:t>,</w:t>
      </w:r>
      <w:bookmarkEnd w:id="153"/>
    </w:p>
    <w:p w14:paraId="481DC78E" w14:textId="77777777" w:rsidR="00FD214F" w:rsidRPr="007C4C20" w:rsidRDefault="00657368" w:rsidP="00343772">
      <w:pPr>
        <w:pStyle w:val="CMSANIndent3"/>
      </w:pPr>
      <w:r w:rsidRPr="007C4C20">
        <w:t>have been obtained, effected, done, fulfilled or performed and are in full force and effect.</w:t>
      </w:r>
      <w:r w:rsidR="00FD214F" w:rsidRPr="007C4C20">
        <w:t xml:space="preserve"> </w:t>
      </w:r>
    </w:p>
    <w:p w14:paraId="397D6190" w14:textId="77777777" w:rsidR="00343772" w:rsidRPr="007C4C20" w:rsidRDefault="00343772" w:rsidP="00343772">
      <w:pPr>
        <w:pStyle w:val="CMSANHeading3"/>
        <w:rPr>
          <w:rFonts w:cs="Times New Roman"/>
        </w:rPr>
      </w:pPr>
      <w:r w:rsidRPr="007C4C20">
        <w:rPr>
          <w:rFonts w:cs="Times New Roman"/>
        </w:rPr>
        <w:t>All Authorisations necessary to lawfully design, construct, operate and finance each of the Projects</w:t>
      </w:r>
      <w:r w:rsidR="00552277" w:rsidRPr="007C4C20">
        <w:rPr>
          <w:rFonts w:cs="Times New Roman"/>
        </w:rPr>
        <w:t xml:space="preserve"> as and when necessary in accordance with the Project Documents</w:t>
      </w:r>
      <w:r w:rsidRPr="007C4C20">
        <w:rPr>
          <w:rFonts w:cs="Times New Roman"/>
        </w:rPr>
        <w:t xml:space="preserve"> have been obtained or effected and are in full force and effect</w:t>
      </w:r>
      <w:r w:rsidR="00552277" w:rsidRPr="007C4C20">
        <w:rPr>
          <w:rFonts w:cs="Times New Roman"/>
        </w:rPr>
        <w:t xml:space="preserve"> or will be obtained when necessary in accordance with the Project Documents</w:t>
      </w:r>
      <w:r w:rsidRPr="007C4C20">
        <w:rPr>
          <w:rFonts w:cs="Times New Roman"/>
        </w:rPr>
        <w:t xml:space="preserve">. </w:t>
      </w:r>
    </w:p>
    <w:p w14:paraId="1A149606" w14:textId="77777777" w:rsidR="00657368" w:rsidRPr="007C4C20" w:rsidRDefault="00657368" w:rsidP="004935DD">
      <w:pPr>
        <w:pStyle w:val="CMSANHeading2"/>
        <w:keepNext/>
        <w:rPr>
          <w:b/>
        </w:rPr>
      </w:pPr>
      <w:bookmarkStart w:id="154" w:name="_Ref7182879"/>
      <w:r w:rsidRPr="007C4C20">
        <w:rPr>
          <w:b/>
        </w:rPr>
        <w:t>Governing law and enforcement</w:t>
      </w:r>
      <w:bookmarkEnd w:id="154"/>
    </w:p>
    <w:p w14:paraId="22CC2D50" w14:textId="77777777" w:rsidR="00657368" w:rsidRPr="007C4C20" w:rsidRDefault="00657368" w:rsidP="00026879">
      <w:pPr>
        <w:pStyle w:val="CMSANHeading3"/>
      </w:pPr>
      <w:bookmarkStart w:id="155" w:name="_Ref7182880"/>
      <w:r w:rsidRPr="007C4C20">
        <w:t xml:space="preserve">The choice of the law stated to be the governing law of </w:t>
      </w:r>
      <w:r w:rsidR="002922A7" w:rsidRPr="007C4C20">
        <w:t xml:space="preserve">this Agreement </w:t>
      </w:r>
      <w:r w:rsidRPr="007C4C20">
        <w:t>will be recognised and enforced in the Republic of Serbia.</w:t>
      </w:r>
      <w:bookmarkEnd w:id="155"/>
    </w:p>
    <w:p w14:paraId="0DF31455" w14:textId="77777777" w:rsidR="00657368" w:rsidRPr="007C4C20" w:rsidRDefault="00657368" w:rsidP="002922A7">
      <w:pPr>
        <w:pStyle w:val="CMSANHeading3"/>
      </w:pPr>
      <w:bookmarkStart w:id="156" w:name="_Ref7182881"/>
      <w:r w:rsidRPr="007C4C20">
        <w:t xml:space="preserve">Any judgment obtained in relation to </w:t>
      </w:r>
      <w:r w:rsidR="002922A7" w:rsidRPr="007C4C20">
        <w:t xml:space="preserve">this Agreement </w:t>
      </w:r>
      <w:r w:rsidRPr="007C4C20">
        <w:t xml:space="preserve">in the jurisdiction of the stated governing law of </w:t>
      </w:r>
      <w:r w:rsidR="00727E31" w:rsidRPr="007C4C20">
        <w:t xml:space="preserve">this Agreement </w:t>
      </w:r>
      <w:r w:rsidRPr="007C4C20">
        <w:t>will be recognised and enforced in the Republic of Serbia.</w:t>
      </w:r>
      <w:bookmarkEnd w:id="156"/>
    </w:p>
    <w:p w14:paraId="415FB22F" w14:textId="77777777" w:rsidR="00657368" w:rsidRPr="007C4C20" w:rsidRDefault="00657368" w:rsidP="00026879">
      <w:pPr>
        <w:pStyle w:val="CMSANHeading3"/>
      </w:pPr>
      <w:bookmarkStart w:id="157" w:name="_Ref7182882"/>
      <w:r w:rsidRPr="007C4C20">
        <w:t xml:space="preserve">Any arbitral award obtained in relation to </w:t>
      </w:r>
      <w:r w:rsidR="002922A7" w:rsidRPr="007C4C20">
        <w:t xml:space="preserve">this Agreement </w:t>
      </w:r>
      <w:r w:rsidRPr="007C4C20">
        <w:t xml:space="preserve">in the seat of that arbitral tribunal as specified in </w:t>
      </w:r>
      <w:r w:rsidR="002922A7" w:rsidRPr="007C4C20">
        <w:t xml:space="preserve">this Agreement </w:t>
      </w:r>
      <w:r w:rsidRPr="007C4C20">
        <w:t>will be recognised and enforced in the Republic of Serbia.</w:t>
      </w:r>
      <w:bookmarkEnd w:id="157"/>
    </w:p>
    <w:p w14:paraId="0F437C7C" w14:textId="77777777" w:rsidR="00657368" w:rsidRPr="007C4C20" w:rsidRDefault="00657368" w:rsidP="004935DD">
      <w:pPr>
        <w:pStyle w:val="CMSANHeading2"/>
        <w:keepNext/>
        <w:rPr>
          <w:b/>
        </w:rPr>
      </w:pPr>
      <w:bookmarkStart w:id="158" w:name="_Ref7182886"/>
      <w:r w:rsidRPr="007C4C20">
        <w:rPr>
          <w:b/>
        </w:rPr>
        <w:t>Deduction of Tax</w:t>
      </w:r>
      <w:bookmarkEnd w:id="158"/>
    </w:p>
    <w:p w14:paraId="2B0B587F" w14:textId="77777777" w:rsidR="00657368" w:rsidRPr="007C4C20" w:rsidRDefault="00657368" w:rsidP="004935DD">
      <w:pPr>
        <w:pStyle w:val="CMSANIndent2"/>
      </w:pPr>
      <w:r w:rsidRPr="007C4C20">
        <w:t xml:space="preserve">It is not required to make any </w:t>
      </w:r>
      <w:r w:rsidR="001919B0" w:rsidRPr="007C4C20">
        <w:t xml:space="preserve">deduction for </w:t>
      </w:r>
      <w:r w:rsidRPr="007C4C20">
        <w:t xml:space="preserve">Tax from any payment it may make under </w:t>
      </w:r>
      <w:r w:rsidR="002922A7" w:rsidRPr="007C4C20">
        <w:t xml:space="preserve">this Agreement </w:t>
      </w:r>
      <w:r w:rsidRPr="007C4C20">
        <w:t>to a Lender.</w:t>
      </w:r>
    </w:p>
    <w:p w14:paraId="6D4EC37F" w14:textId="77777777" w:rsidR="00657368" w:rsidRPr="007C4C20" w:rsidRDefault="00657368" w:rsidP="004935DD">
      <w:pPr>
        <w:pStyle w:val="CMSANHeading2"/>
        <w:keepNext/>
        <w:rPr>
          <w:b/>
        </w:rPr>
      </w:pPr>
      <w:bookmarkStart w:id="159" w:name="_Ref7182887"/>
      <w:r w:rsidRPr="007C4C20">
        <w:rPr>
          <w:b/>
        </w:rPr>
        <w:t>No filing or stamp taxes</w:t>
      </w:r>
      <w:bookmarkEnd w:id="159"/>
    </w:p>
    <w:p w14:paraId="01AEC44B" w14:textId="77777777" w:rsidR="00657368" w:rsidRPr="007C4C20" w:rsidRDefault="00657368" w:rsidP="004935DD">
      <w:pPr>
        <w:pStyle w:val="CMSANIndent2"/>
      </w:pPr>
      <w:r w:rsidRPr="007C4C20">
        <w:t>Under the law</w:t>
      </w:r>
      <w:r w:rsidR="002A656C" w:rsidRPr="007C4C20">
        <w:t>s</w:t>
      </w:r>
      <w:r w:rsidRPr="007C4C20">
        <w:t xml:space="preserve"> of </w:t>
      </w:r>
      <w:r w:rsidR="00A967F0" w:rsidRPr="007C4C20">
        <w:t>t</w:t>
      </w:r>
      <w:r w:rsidR="002A656C" w:rsidRPr="007C4C20">
        <w:t>he Republic of Serbia</w:t>
      </w:r>
      <w:r w:rsidRPr="007C4C20">
        <w:t xml:space="preserve"> it is not necessary that </w:t>
      </w:r>
      <w:r w:rsidR="00157923" w:rsidRPr="007C4C20">
        <w:t>this Agreement</w:t>
      </w:r>
      <w:r w:rsidRPr="007C4C20">
        <w:t xml:space="preserve"> be filed, recorded or enrolled with any court or other authority in </w:t>
      </w:r>
      <w:r w:rsidR="00A967F0" w:rsidRPr="007C4C20">
        <w:t>t</w:t>
      </w:r>
      <w:r w:rsidR="00F07054" w:rsidRPr="007C4C20">
        <w:t xml:space="preserve">he Republic of Serbia </w:t>
      </w:r>
      <w:r w:rsidRPr="007C4C20">
        <w:t xml:space="preserve">or that any stamp, registration or similar tax be paid on or in relation to </w:t>
      </w:r>
      <w:r w:rsidR="00157923" w:rsidRPr="007C4C20">
        <w:t>this Agreement</w:t>
      </w:r>
      <w:r w:rsidRPr="007C4C20">
        <w:t xml:space="preserve"> or the transactions contemplated by </w:t>
      </w:r>
      <w:r w:rsidR="00157923" w:rsidRPr="007C4C20">
        <w:t>this Agreement</w:t>
      </w:r>
      <w:r w:rsidRPr="007C4C20">
        <w:t>.</w:t>
      </w:r>
    </w:p>
    <w:p w14:paraId="28AD2D1E" w14:textId="77777777" w:rsidR="00657368" w:rsidRPr="007C4C20" w:rsidRDefault="00657368" w:rsidP="004935DD">
      <w:pPr>
        <w:pStyle w:val="CMSANHeading2"/>
        <w:keepNext/>
        <w:rPr>
          <w:b/>
        </w:rPr>
      </w:pPr>
      <w:bookmarkStart w:id="160" w:name="_Ref7182888"/>
      <w:r w:rsidRPr="007C4C20">
        <w:rPr>
          <w:b/>
        </w:rPr>
        <w:lastRenderedPageBreak/>
        <w:t>No default</w:t>
      </w:r>
      <w:bookmarkEnd w:id="160"/>
    </w:p>
    <w:p w14:paraId="16A89066" w14:textId="77777777" w:rsidR="00657368" w:rsidRPr="007C4C20" w:rsidRDefault="00657368" w:rsidP="00026879">
      <w:pPr>
        <w:pStyle w:val="CMSANHeading3"/>
      </w:pPr>
      <w:bookmarkStart w:id="161" w:name="_Ref7182889"/>
      <w:r w:rsidRPr="007C4C20">
        <w:t xml:space="preserve">No Event of Default is continuing or might reasonably be expected to result from the making of any </w:t>
      </w:r>
      <w:r w:rsidR="00D42B11" w:rsidRPr="007C4C20">
        <w:t>u</w:t>
      </w:r>
      <w:r w:rsidRPr="007C4C20">
        <w:t>tilisation</w:t>
      </w:r>
      <w:r w:rsidR="00D42B11" w:rsidRPr="007C4C20">
        <w:t xml:space="preserve"> of any Loan Facility</w:t>
      </w:r>
      <w:r w:rsidRPr="007C4C20">
        <w:t>.</w:t>
      </w:r>
      <w:bookmarkEnd w:id="161"/>
    </w:p>
    <w:p w14:paraId="5BB861E2" w14:textId="77777777" w:rsidR="00657368" w:rsidRPr="007C4C20" w:rsidRDefault="00657368" w:rsidP="00026879">
      <w:pPr>
        <w:pStyle w:val="CMSANHeading3"/>
      </w:pPr>
      <w:bookmarkStart w:id="162" w:name="_Ref7182890"/>
      <w:r w:rsidRPr="007C4C20">
        <w:t xml:space="preserve">No other event or circumstance is outstanding which constitutes a default under any other agreement or instrument which is binding on it </w:t>
      </w:r>
      <w:r w:rsidR="006F60C5" w:rsidRPr="007C4C20">
        <w:t xml:space="preserve">or any of its agencies </w:t>
      </w:r>
      <w:r w:rsidRPr="007C4C20">
        <w:t>or to which its assets are subject which might have a Material Adverse Effect.</w:t>
      </w:r>
      <w:bookmarkEnd w:id="162"/>
    </w:p>
    <w:p w14:paraId="4B900A38" w14:textId="77777777" w:rsidR="00BA4CBF" w:rsidRPr="007C4C20" w:rsidRDefault="00BA4CBF" w:rsidP="00026879">
      <w:pPr>
        <w:pStyle w:val="CMSANHeading3"/>
      </w:pPr>
      <w:r w:rsidRPr="007C4C20">
        <w:t xml:space="preserve">It has not defaulted under any payment obligations and it has not defaulted under any other obligation in respect of any other commitment whatsoever which would authorize the </w:t>
      </w:r>
      <w:r w:rsidR="00E519C5" w:rsidRPr="007C4C20">
        <w:t>creditor of such obligation</w:t>
      </w:r>
      <w:r w:rsidRPr="007C4C20">
        <w:t xml:space="preserve"> to accelerate the amounts due pursuant thereto.</w:t>
      </w:r>
    </w:p>
    <w:p w14:paraId="6FE4EE7E" w14:textId="77777777" w:rsidR="00657368" w:rsidRPr="007C4C20" w:rsidRDefault="00657368" w:rsidP="004935DD">
      <w:pPr>
        <w:pStyle w:val="CMSANHeading2"/>
        <w:keepNext/>
        <w:rPr>
          <w:b/>
        </w:rPr>
      </w:pPr>
      <w:bookmarkStart w:id="163" w:name="_Ref7182891"/>
      <w:r w:rsidRPr="007C4C20">
        <w:rPr>
          <w:b/>
        </w:rPr>
        <w:t>No misleading information</w:t>
      </w:r>
      <w:bookmarkEnd w:id="163"/>
    </w:p>
    <w:p w14:paraId="3C9E440C" w14:textId="77777777" w:rsidR="00657368" w:rsidRPr="007C4C20" w:rsidRDefault="00657368" w:rsidP="004935DD">
      <w:pPr>
        <w:pStyle w:val="CMSANIndent2"/>
      </w:pPr>
      <w:r w:rsidRPr="007C4C20">
        <w:t xml:space="preserve">Any factual information provided by the Borrower (including its advisers) to </w:t>
      </w:r>
      <w:r w:rsidR="006819B7" w:rsidRPr="007C4C20">
        <w:t xml:space="preserve">the </w:t>
      </w:r>
      <w:r w:rsidR="001919B0" w:rsidRPr="007C4C20">
        <w:t>Lenders</w:t>
      </w:r>
      <w:r w:rsidR="006819B7" w:rsidRPr="007C4C20">
        <w:t xml:space="preserve"> </w:t>
      </w:r>
      <w:r w:rsidRPr="007C4C20">
        <w:t>was true, complete and accurate in all material respects as at the date it was provided and i</w:t>
      </w:r>
      <w:r w:rsidR="001F6188" w:rsidRPr="007C4C20">
        <w:t xml:space="preserve">s not misleading in any respect and the Borrower is not aware of any material facts or circumstances that have not been disclosed to the </w:t>
      </w:r>
      <w:r w:rsidR="001919B0" w:rsidRPr="007C4C20">
        <w:t>Lenders</w:t>
      </w:r>
      <w:r w:rsidR="00AC21CB" w:rsidRPr="007C4C20">
        <w:t xml:space="preserve"> </w:t>
      </w:r>
      <w:r w:rsidR="001F6188" w:rsidRPr="007C4C20">
        <w:t>and which might, if disclosed, adversely affect the decision of a person considering whether or not to provide financing to the Borrower.</w:t>
      </w:r>
    </w:p>
    <w:p w14:paraId="1EA545F8" w14:textId="77777777" w:rsidR="00114CAA" w:rsidRPr="007C4C20" w:rsidRDefault="00114CAA" w:rsidP="00114CAA">
      <w:pPr>
        <w:pStyle w:val="CMSANHeading2"/>
        <w:keepNext/>
        <w:rPr>
          <w:b/>
        </w:rPr>
      </w:pPr>
      <w:bookmarkStart w:id="164" w:name="_Ref7182892"/>
      <w:r w:rsidRPr="007C4C20">
        <w:rPr>
          <w:b/>
        </w:rPr>
        <w:t>Pari passu ranking</w:t>
      </w:r>
      <w:bookmarkEnd w:id="164"/>
    </w:p>
    <w:p w14:paraId="457A0B1E" w14:textId="77777777" w:rsidR="00114CAA" w:rsidRPr="007C4C20" w:rsidRDefault="00114CAA" w:rsidP="00114CAA">
      <w:pPr>
        <w:pStyle w:val="CMSANIndent2"/>
      </w:pPr>
      <w:r w:rsidRPr="007C4C20">
        <w:t xml:space="preserve">Its payment obligations under </w:t>
      </w:r>
      <w:r w:rsidR="00157923" w:rsidRPr="007C4C20">
        <w:t>this Agreement</w:t>
      </w:r>
      <w:r w:rsidRPr="007C4C20">
        <w:t xml:space="preserve"> rank at least </w:t>
      </w:r>
      <w:r w:rsidRPr="007C4C20">
        <w:rPr>
          <w:i/>
        </w:rPr>
        <w:t>pari passu</w:t>
      </w:r>
      <w:r w:rsidRPr="007C4C20">
        <w:t xml:space="preserve"> with the claims of all its other unsecured and unsubordinated creditors.</w:t>
      </w:r>
    </w:p>
    <w:p w14:paraId="7609576F" w14:textId="77777777" w:rsidR="00657368" w:rsidRPr="007C4C20" w:rsidRDefault="00657368" w:rsidP="004935DD">
      <w:pPr>
        <w:pStyle w:val="CMSANHeading2"/>
        <w:keepNext/>
        <w:rPr>
          <w:b/>
        </w:rPr>
      </w:pPr>
      <w:bookmarkStart w:id="165" w:name="_Ref7182893"/>
      <w:r w:rsidRPr="007C4C20">
        <w:rPr>
          <w:b/>
        </w:rPr>
        <w:t>No proceedings</w:t>
      </w:r>
      <w:bookmarkEnd w:id="165"/>
    </w:p>
    <w:p w14:paraId="5F6C3FD9" w14:textId="77777777" w:rsidR="00657368" w:rsidRPr="007C4C20" w:rsidRDefault="00657368" w:rsidP="00026879">
      <w:pPr>
        <w:pStyle w:val="CMSANHeading3"/>
      </w:pPr>
      <w:bookmarkStart w:id="166" w:name="_Ref7182894"/>
      <w:r w:rsidRPr="007C4C20">
        <w:t>No litigation, arbitration or administrative proceedings of or before any court, arbitral body or agency which, if adversely determined, might reasonably be expected to have a Material Adverse Effect has or have</w:t>
      </w:r>
      <w:r w:rsidR="00F07054" w:rsidRPr="007C4C20">
        <w:t xml:space="preserve"> </w:t>
      </w:r>
      <w:r w:rsidRPr="007C4C20">
        <w:t xml:space="preserve">been started or threatened against </w:t>
      </w:r>
      <w:r w:rsidR="000066D6" w:rsidRPr="007C4C20">
        <w:t>any Project</w:t>
      </w:r>
      <w:r w:rsidRPr="007C4C20">
        <w:t>.</w:t>
      </w:r>
      <w:bookmarkEnd w:id="166"/>
    </w:p>
    <w:p w14:paraId="56DA51DB" w14:textId="77777777" w:rsidR="00657368" w:rsidRPr="007C4C20" w:rsidRDefault="00657368" w:rsidP="00026879">
      <w:pPr>
        <w:pStyle w:val="CMSANHeading3"/>
      </w:pPr>
      <w:bookmarkStart w:id="167" w:name="_Ref7182895"/>
      <w:r w:rsidRPr="007C4C20">
        <w:t xml:space="preserve">No judgment or order of a court, arbitral body or agency which might reasonably be expected to have a Material Adverse Effect has been made against </w:t>
      </w:r>
      <w:r w:rsidR="000066D6" w:rsidRPr="007C4C20">
        <w:t>any Project</w:t>
      </w:r>
      <w:r w:rsidRPr="007C4C20">
        <w:t>.</w:t>
      </w:r>
      <w:bookmarkEnd w:id="167"/>
    </w:p>
    <w:p w14:paraId="1083193A" w14:textId="77777777" w:rsidR="00657368" w:rsidRPr="007C4C20" w:rsidRDefault="00657368" w:rsidP="004935DD">
      <w:pPr>
        <w:pStyle w:val="CMSANHeading2"/>
        <w:keepNext/>
        <w:rPr>
          <w:b/>
        </w:rPr>
      </w:pPr>
      <w:bookmarkStart w:id="168" w:name="_Ref7182896"/>
      <w:r w:rsidRPr="007C4C20">
        <w:rPr>
          <w:b/>
        </w:rPr>
        <w:t>No breach of laws</w:t>
      </w:r>
      <w:bookmarkEnd w:id="168"/>
    </w:p>
    <w:p w14:paraId="106B714F" w14:textId="77777777" w:rsidR="00657368" w:rsidRPr="007C4C20" w:rsidRDefault="00657368" w:rsidP="00026879">
      <w:pPr>
        <w:pStyle w:val="CMSANHeading3"/>
      </w:pPr>
      <w:bookmarkStart w:id="169" w:name="_Ref7182897"/>
      <w:r w:rsidRPr="007C4C20">
        <w:t xml:space="preserve">It has not breached any law or regulation </w:t>
      </w:r>
      <w:r w:rsidR="001919B0" w:rsidRPr="007C4C20">
        <w:t xml:space="preserve">in respect of this Agreement or the Projects </w:t>
      </w:r>
      <w:r w:rsidRPr="007C4C20">
        <w:t>which breach has or is reasonably likely to have a Material Adverse Effect.</w:t>
      </w:r>
      <w:bookmarkEnd w:id="169"/>
    </w:p>
    <w:p w14:paraId="04E68FC3" w14:textId="77777777" w:rsidR="00657368" w:rsidRPr="007C4C20" w:rsidRDefault="00657368" w:rsidP="00026879">
      <w:pPr>
        <w:pStyle w:val="CMSANHeading3"/>
      </w:pPr>
      <w:bookmarkStart w:id="170" w:name="_Ref7182898"/>
      <w:r w:rsidRPr="007C4C20">
        <w:t xml:space="preserve">No labour disputes are current or, to the best of its knowledge and belief (having made due and careful enquiry), threatened against the Borrower </w:t>
      </w:r>
      <w:r w:rsidR="000613AC" w:rsidRPr="007C4C20">
        <w:t xml:space="preserve">in relation to the Projects </w:t>
      </w:r>
      <w:r w:rsidRPr="007C4C20">
        <w:t>which have or are reasonably likely to have a Material Adverse Effect.</w:t>
      </w:r>
      <w:bookmarkEnd w:id="170"/>
    </w:p>
    <w:p w14:paraId="1C25D7D3" w14:textId="77777777" w:rsidR="00657368" w:rsidRPr="007C4C20" w:rsidRDefault="00657368" w:rsidP="004935DD">
      <w:pPr>
        <w:pStyle w:val="CMSANHeading2"/>
        <w:keepNext/>
        <w:rPr>
          <w:b/>
        </w:rPr>
      </w:pPr>
      <w:bookmarkStart w:id="171" w:name="_Ref7182899"/>
      <w:r w:rsidRPr="007C4C20">
        <w:rPr>
          <w:b/>
        </w:rPr>
        <w:t>Environmental laws</w:t>
      </w:r>
      <w:bookmarkEnd w:id="171"/>
    </w:p>
    <w:p w14:paraId="72D58507" w14:textId="15D6AF0B" w:rsidR="00657368" w:rsidRPr="007C4C20" w:rsidRDefault="008B26D8" w:rsidP="00026879">
      <w:pPr>
        <w:pStyle w:val="CMSANHeading3"/>
      </w:pPr>
      <w:bookmarkStart w:id="172" w:name="_Ref7182900"/>
      <w:r w:rsidRPr="007C4C20">
        <w:t>Each Project</w:t>
      </w:r>
      <w:r w:rsidR="00657368" w:rsidRPr="007C4C20">
        <w:t xml:space="preserve"> is in compliance with Clause </w:t>
      </w:r>
      <w:r w:rsidR="002E5AA9" w:rsidRPr="007C4C20">
        <w:fldChar w:fldCharType="begin"/>
      </w:r>
      <w:r w:rsidR="002E5AA9" w:rsidRPr="007C4C20">
        <w:instrText xml:space="preserve"> REF _Ref7183009 \r \h </w:instrText>
      </w:r>
      <w:r w:rsidR="00A72CA7" w:rsidRPr="007C4C20">
        <w:instrText xml:space="preserve"> \* MERGEFORMAT </w:instrText>
      </w:r>
      <w:r w:rsidR="002E5AA9" w:rsidRPr="007C4C20">
        <w:fldChar w:fldCharType="separate"/>
      </w:r>
      <w:r w:rsidR="00B66043">
        <w:t>17.5</w:t>
      </w:r>
      <w:r w:rsidR="002E5AA9" w:rsidRPr="007C4C20">
        <w:fldChar w:fldCharType="end"/>
      </w:r>
      <w:r w:rsidR="00657368" w:rsidRPr="007C4C20">
        <w:t>‎ (</w:t>
      </w:r>
      <w:r w:rsidR="00657368" w:rsidRPr="007C4C20">
        <w:rPr>
          <w:i/>
        </w:rPr>
        <w:t>Environmental compliance</w:t>
      </w:r>
      <w:r w:rsidR="00657368" w:rsidRPr="007C4C20">
        <w:t>) and to the best of its knowledge and belief (having made due and careful enquiry) no circumstances have occurred which would prevent such compliance in a manner or to an extent which has or is reasonably likely to have a Material Adverse Effect.</w:t>
      </w:r>
      <w:bookmarkEnd w:id="172"/>
    </w:p>
    <w:p w14:paraId="045D5369" w14:textId="77777777" w:rsidR="00657368" w:rsidRPr="007C4C20" w:rsidRDefault="00657368" w:rsidP="00026879">
      <w:pPr>
        <w:pStyle w:val="CMSANHeading3"/>
      </w:pPr>
      <w:bookmarkStart w:id="173" w:name="_Ref7182901"/>
      <w:r w:rsidRPr="007C4C20">
        <w:t xml:space="preserve">No Environmental Claim has been commenced or (to the best of its knowledge and belief (having made due and careful enquiry)) is threatened against </w:t>
      </w:r>
      <w:r w:rsidR="00F0728F" w:rsidRPr="007C4C20">
        <w:t>any Project</w:t>
      </w:r>
      <w:r w:rsidRPr="007C4C20">
        <w:t xml:space="preserve"> where that claim has or is reasonably likely, if determined against </w:t>
      </w:r>
      <w:r w:rsidR="00F0728F" w:rsidRPr="007C4C20">
        <w:t>that Project</w:t>
      </w:r>
      <w:r w:rsidRPr="007C4C20">
        <w:t>, to have a Material Adverse Effect.</w:t>
      </w:r>
      <w:bookmarkEnd w:id="173"/>
    </w:p>
    <w:p w14:paraId="0B558BFC" w14:textId="77777777" w:rsidR="00657368" w:rsidRPr="007C4C20" w:rsidRDefault="00657368" w:rsidP="004935DD">
      <w:pPr>
        <w:pStyle w:val="CMSANHeading2"/>
        <w:keepNext/>
        <w:rPr>
          <w:b/>
        </w:rPr>
      </w:pPr>
      <w:bookmarkStart w:id="174" w:name="_Ref7182902"/>
      <w:r w:rsidRPr="007C4C20">
        <w:rPr>
          <w:b/>
        </w:rPr>
        <w:lastRenderedPageBreak/>
        <w:t>Anti-Corruption Laws</w:t>
      </w:r>
      <w:bookmarkEnd w:id="174"/>
    </w:p>
    <w:p w14:paraId="6BE7F5CC" w14:textId="77777777" w:rsidR="00657368" w:rsidRPr="007C4C20" w:rsidRDefault="00657368" w:rsidP="00026879">
      <w:pPr>
        <w:pStyle w:val="CMSANHeading3"/>
      </w:pPr>
      <w:bookmarkStart w:id="175" w:name="_Ref7182903"/>
      <w:r w:rsidRPr="007C4C20">
        <w:t xml:space="preserve">The Borrower has conducted its affairs in compliance with </w:t>
      </w:r>
      <w:r w:rsidR="000B73A8" w:rsidRPr="007C4C20">
        <w:t>a</w:t>
      </w:r>
      <w:r w:rsidRPr="007C4C20">
        <w:t>nti-</w:t>
      </w:r>
      <w:r w:rsidR="000B73A8" w:rsidRPr="007C4C20">
        <w:t>c</w:t>
      </w:r>
      <w:r w:rsidRPr="007C4C20">
        <w:t xml:space="preserve">orruption </w:t>
      </w:r>
      <w:r w:rsidR="000B73A8" w:rsidRPr="007C4C20">
        <w:t>l</w:t>
      </w:r>
      <w:r w:rsidRPr="007C4C20">
        <w:t xml:space="preserve">aws and has instituted and maintains </w:t>
      </w:r>
      <w:r w:rsidR="00A72CA7" w:rsidRPr="007C4C20">
        <w:t xml:space="preserve">laws, </w:t>
      </w:r>
      <w:r w:rsidRPr="007C4C20">
        <w:t>policies and procedures designed to promote and achieve compliance with such laws.</w:t>
      </w:r>
      <w:bookmarkEnd w:id="175"/>
    </w:p>
    <w:p w14:paraId="3CCD763D" w14:textId="77777777" w:rsidR="00657368" w:rsidRPr="007C4C20" w:rsidRDefault="00657368" w:rsidP="00026879">
      <w:pPr>
        <w:pStyle w:val="CMSANHeading3"/>
      </w:pPr>
      <w:bookmarkStart w:id="176" w:name="_Ref7182904"/>
      <w:r w:rsidRPr="007C4C20">
        <w:t xml:space="preserve">The Borrower has not (nor to the best of its knowledge and belief (having made due and careful enquiry) </w:t>
      </w:r>
      <w:r w:rsidR="00896E26" w:rsidRPr="007C4C20">
        <w:t xml:space="preserve">have </w:t>
      </w:r>
      <w:r w:rsidRPr="007C4C20">
        <w:t>any of its agents, employees or officers</w:t>
      </w:r>
      <w:r w:rsidR="00896E26" w:rsidRPr="007C4C20">
        <w:t>)</w:t>
      </w:r>
      <w:r w:rsidRPr="007C4C20">
        <w:t xml:space="preserve"> made or received, or directed or authorised any other person to make or receive, any offer, payment or promise to pay, of any money, gift or other thing of value, directly or indirectly, to or for the use or benefit of any person, where this violates or would violate, or creates or would create liability for it or any other person under, any </w:t>
      </w:r>
      <w:r w:rsidR="000B73A8" w:rsidRPr="007C4C20">
        <w:t>anti-corruption laws</w:t>
      </w:r>
      <w:r w:rsidRPr="007C4C20">
        <w:t>.</w:t>
      </w:r>
      <w:bookmarkEnd w:id="176"/>
    </w:p>
    <w:p w14:paraId="313DE7FD" w14:textId="77777777" w:rsidR="00B84786" w:rsidRPr="007C4C20" w:rsidRDefault="00B84786" w:rsidP="00B84786">
      <w:pPr>
        <w:pStyle w:val="CMSANHeading2"/>
        <w:keepNext/>
        <w:rPr>
          <w:b/>
        </w:rPr>
      </w:pPr>
      <w:r w:rsidRPr="007C4C20">
        <w:rPr>
          <w:b/>
        </w:rPr>
        <w:t>Sanctions</w:t>
      </w:r>
    </w:p>
    <w:p w14:paraId="2EF9A8FB" w14:textId="77777777" w:rsidR="00B84786" w:rsidRPr="007C4C20" w:rsidRDefault="00B84786" w:rsidP="00B84786">
      <w:pPr>
        <w:pStyle w:val="CMSANHeading3"/>
      </w:pPr>
      <w:r w:rsidRPr="007C4C20">
        <w:t>The Borrower is in compliance with Sanctions.</w:t>
      </w:r>
    </w:p>
    <w:p w14:paraId="3AD47761" w14:textId="77777777" w:rsidR="00B84786" w:rsidRPr="007C4C20" w:rsidRDefault="001376C6" w:rsidP="00B84786">
      <w:pPr>
        <w:pStyle w:val="CMSANHeading3"/>
      </w:pPr>
      <w:r w:rsidRPr="007C4C20">
        <w:t>The Borrower</w:t>
      </w:r>
      <w:r w:rsidR="00B84786" w:rsidRPr="007C4C20">
        <w:t>:</w:t>
      </w:r>
    </w:p>
    <w:p w14:paraId="03F4A80C" w14:textId="77777777" w:rsidR="001069C4" w:rsidRPr="007C4C20" w:rsidRDefault="001069C4" w:rsidP="00B84786">
      <w:pPr>
        <w:pStyle w:val="CMSANHeading4"/>
      </w:pPr>
      <w:r w:rsidRPr="007C4C20">
        <w:t xml:space="preserve">is not </w:t>
      </w:r>
      <w:r w:rsidR="00B84786" w:rsidRPr="007C4C20">
        <w:t xml:space="preserve">a </w:t>
      </w:r>
      <w:r w:rsidR="00367BE6" w:rsidRPr="007C4C20">
        <w:t xml:space="preserve">Sanctioned Territory, is not listed on a Sanctions List or otherwise subject to </w:t>
      </w:r>
      <w:r w:rsidR="00896E26" w:rsidRPr="007C4C20">
        <w:t>any</w:t>
      </w:r>
      <w:r w:rsidR="00367BE6" w:rsidRPr="007C4C20">
        <w:t xml:space="preserve"> Sanctions</w:t>
      </w:r>
      <w:r w:rsidRPr="007C4C20">
        <w:t>;</w:t>
      </w:r>
    </w:p>
    <w:p w14:paraId="5BDF85BC" w14:textId="77777777" w:rsidR="00B84786" w:rsidRPr="007C4C20" w:rsidRDefault="001069C4" w:rsidP="00B84786">
      <w:pPr>
        <w:pStyle w:val="CMSANHeading4"/>
      </w:pPr>
      <w:r w:rsidRPr="007C4C20">
        <w:t>does not engage</w:t>
      </w:r>
      <w:r w:rsidR="00B84786" w:rsidRPr="007C4C20">
        <w:t xml:space="preserve"> directly in regular business with any </w:t>
      </w:r>
      <w:r w:rsidRPr="007C4C20">
        <w:t>Sanctions Restricted Person</w:t>
      </w:r>
      <w:r w:rsidR="00B84786" w:rsidRPr="007C4C20">
        <w:t xml:space="preserve">; </w:t>
      </w:r>
      <w:r w:rsidRPr="007C4C20">
        <w:t>and/</w:t>
      </w:r>
      <w:r w:rsidR="00B84786" w:rsidRPr="007C4C20">
        <w:t>or</w:t>
      </w:r>
    </w:p>
    <w:p w14:paraId="291A7209" w14:textId="77777777" w:rsidR="00B84786" w:rsidRPr="007C4C20" w:rsidRDefault="001069C4" w:rsidP="00B84786">
      <w:pPr>
        <w:pStyle w:val="CMSANHeading4"/>
      </w:pPr>
      <w:r w:rsidRPr="007C4C20">
        <w:t xml:space="preserve">is not </w:t>
      </w:r>
      <w:r w:rsidR="00B84786" w:rsidRPr="007C4C20">
        <w:t>subject to or involved in any formal inquiry, claim, action, suit or proceeding against it with respect to any Sanctions by any Sanctions Authority.</w:t>
      </w:r>
    </w:p>
    <w:p w14:paraId="76959CF5" w14:textId="77777777" w:rsidR="002A656C" w:rsidRPr="007C4C20" w:rsidRDefault="002A656C" w:rsidP="002A656C">
      <w:pPr>
        <w:pStyle w:val="CMSANHeading2"/>
        <w:keepNext/>
        <w:rPr>
          <w:b/>
        </w:rPr>
      </w:pPr>
      <w:r w:rsidRPr="007C4C20">
        <w:rPr>
          <w:b/>
        </w:rPr>
        <w:t>Encumbrances</w:t>
      </w:r>
    </w:p>
    <w:p w14:paraId="64B34D1A" w14:textId="2E283775" w:rsidR="0039398C" w:rsidRPr="007C4C20" w:rsidRDefault="002A656C" w:rsidP="0039398C">
      <w:pPr>
        <w:pStyle w:val="CMSANHeading3"/>
        <w:keepNext/>
      </w:pPr>
      <w:r w:rsidRPr="007C4C20">
        <w:t>Save as permitted by Clause </w:t>
      </w:r>
      <w:r w:rsidRPr="007C4C20">
        <w:fldChar w:fldCharType="begin"/>
      </w:r>
      <w:r w:rsidRPr="007C4C20">
        <w:instrText xml:space="preserve"> REF _Ref7182962 \r \h  \* MERGEFORMAT </w:instrText>
      </w:r>
      <w:r w:rsidRPr="007C4C20">
        <w:fldChar w:fldCharType="separate"/>
      </w:r>
      <w:r w:rsidR="00B66043">
        <w:t>17.3</w:t>
      </w:r>
      <w:r w:rsidRPr="007C4C20">
        <w:fldChar w:fldCharType="end"/>
      </w:r>
      <w:r w:rsidRPr="007C4C20">
        <w:t xml:space="preserve"> (</w:t>
      </w:r>
      <w:r w:rsidRPr="007C4C20">
        <w:rPr>
          <w:i/>
        </w:rPr>
        <w:t>Negative Pledge</w:t>
      </w:r>
      <w:r w:rsidRPr="007C4C20">
        <w:t xml:space="preserve">), no </w:t>
      </w:r>
      <w:r w:rsidR="0039398C" w:rsidRPr="007C4C20">
        <w:t>E</w:t>
      </w:r>
      <w:r w:rsidRPr="007C4C20">
        <w:t>ncumbrance exists over all or any of the present or future assets of the Borrower or any of its agencies.</w:t>
      </w:r>
      <w:r w:rsidR="0039398C" w:rsidRPr="007C4C20">
        <w:t xml:space="preserve"> </w:t>
      </w:r>
    </w:p>
    <w:p w14:paraId="4DA1C014" w14:textId="77777777" w:rsidR="0039398C" w:rsidRPr="007C4C20" w:rsidRDefault="0039398C" w:rsidP="0039398C">
      <w:pPr>
        <w:pStyle w:val="CMSANHeading3"/>
        <w:keepNext/>
      </w:pPr>
      <w:r w:rsidRPr="007C4C20">
        <w:t xml:space="preserve">The execution of </w:t>
      </w:r>
      <w:r w:rsidR="00157923" w:rsidRPr="007C4C20">
        <w:t>this Agreement</w:t>
      </w:r>
      <w:r w:rsidR="006F60C5" w:rsidRPr="007C4C20">
        <w:t xml:space="preserve"> and the</w:t>
      </w:r>
      <w:r w:rsidRPr="007C4C20">
        <w:t xml:space="preserve"> Project Documents to which </w:t>
      </w:r>
      <w:r w:rsidR="00D0643A" w:rsidRPr="007C4C20">
        <w:t>the Borrower</w:t>
      </w:r>
      <w:r w:rsidRPr="007C4C20">
        <w:t xml:space="preserve"> is party and its exercise of its rights and performance of its obligations thereunder will not result in the existence of or oblige it or any of its agencies to create any </w:t>
      </w:r>
      <w:r w:rsidR="00D0643A" w:rsidRPr="007C4C20">
        <w:t>E</w:t>
      </w:r>
      <w:r w:rsidRPr="007C4C20">
        <w:t>ncumbrance over all or any of its present or future assets.</w:t>
      </w:r>
    </w:p>
    <w:p w14:paraId="51528CBE" w14:textId="77777777" w:rsidR="00657368" w:rsidRPr="007C4C20" w:rsidRDefault="00657368" w:rsidP="004935DD">
      <w:pPr>
        <w:pStyle w:val="CMSANHeading2"/>
        <w:keepNext/>
        <w:rPr>
          <w:b/>
        </w:rPr>
      </w:pPr>
      <w:bookmarkStart w:id="177" w:name="_Ref7182910"/>
      <w:r w:rsidRPr="007C4C20">
        <w:rPr>
          <w:b/>
        </w:rPr>
        <w:t>No adverse consequences</w:t>
      </w:r>
      <w:bookmarkEnd w:id="177"/>
    </w:p>
    <w:p w14:paraId="66EE27D1" w14:textId="77777777" w:rsidR="00657368" w:rsidRPr="007C4C20" w:rsidRDefault="00657368" w:rsidP="004935DD">
      <w:pPr>
        <w:pStyle w:val="CMSANHeading3"/>
        <w:keepNext/>
      </w:pPr>
      <w:bookmarkStart w:id="178" w:name="_Ref7182911"/>
      <w:r w:rsidRPr="007C4C20">
        <w:t xml:space="preserve">It is not necessary under the laws </w:t>
      </w:r>
      <w:r w:rsidR="00A967F0" w:rsidRPr="007C4C20">
        <w:t>of t</w:t>
      </w:r>
      <w:r w:rsidR="00D864C8" w:rsidRPr="007C4C20">
        <w:t>he Republic of Serbia</w:t>
      </w:r>
      <w:r w:rsidRPr="007C4C20">
        <w:t>:</w:t>
      </w:r>
      <w:bookmarkEnd w:id="178"/>
    </w:p>
    <w:p w14:paraId="597A721D" w14:textId="77777777" w:rsidR="00657368" w:rsidRPr="007C4C20" w:rsidRDefault="00657368" w:rsidP="00026879">
      <w:pPr>
        <w:pStyle w:val="CMSANHeading4"/>
      </w:pPr>
      <w:bookmarkStart w:id="179" w:name="_Ref7182912"/>
      <w:r w:rsidRPr="007C4C20">
        <w:t xml:space="preserve">in order to enable </w:t>
      </w:r>
      <w:r w:rsidR="00477D4B" w:rsidRPr="007C4C20">
        <w:t>each</w:t>
      </w:r>
      <w:r w:rsidR="006819B7" w:rsidRPr="007C4C20">
        <w:t xml:space="preserve"> </w:t>
      </w:r>
      <w:r w:rsidR="00477D4B" w:rsidRPr="007C4C20">
        <w:t>Lender and the Agent</w:t>
      </w:r>
      <w:r w:rsidR="008E0E95" w:rsidRPr="007C4C20">
        <w:t xml:space="preserve"> </w:t>
      </w:r>
      <w:r w:rsidRPr="007C4C20">
        <w:t xml:space="preserve">to enforce its rights under </w:t>
      </w:r>
      <w:r w:rsidR="002922A7" w:rsidRPr="007C4C20">
        <w:t>this Agreement</w:t>
      </w:r>
      <w:r w:rsidRPr="007C4C20">
        <w:t>; or</w:t>
      </w:r>
      <w:bookmarkEnd w:id="179"/>
    </w:p>
    <w:p w14:paraId="49789FAC" w14:textId="77777777" w:rsidR="00657368" w:rsidRPr="007C4C20" w:rsidRDefault="00657368" w:rsidP="00026879">
      <w:pPr>
        <w:pStyle w:val="CMSANHeading4"/>
      </w:pPr>
      <w:bookmarkStart w:id="180" w:name="_Ref7182913"/>
      <w:r w:rsidRPr="007C4C20">
        <w:t xml:space="preserve">by reason of the execution of </w:t>
      </w:r>
      <w:r w:rsidR="002922A7" w:rsidRPr="007C4C20">
        <w:t xml:space="preserve">this Agreement </w:t>
      </w:r>
      <w:r w:rsidRPr="007C4C20">
        <w:t xml:space="preserve">or the performance by it of its obligations under </w:t>
      </w:r>
      <w:r w:rsidR="002922A7" w:rsidRPr="007C4C20">
        <w:t>this Agreement</w:t>
      </w:r>
      <w:r w:rsidRPr="007C4C20">
        <w:t>,</w:t>
      </w:r>
      <w:bookmarkEnd w:id="180"/>
    </w:p>
    <w:p w14:paraId="33925ADC" w14:textId="77777777" w:rsidR="00657368" w:rsidRPr="007C4C20" w:rsidRDefault="00657368" w:rsidP="004935DD">
      <w:pPr>
        <w:pStyle w:val="CMSANIndent3"/>
      </w:pPr>
      <w:r w:rsidRPr="007C4C20">
        <w:t xml:space="preserve">that any </w:t>
      </w:r>
      <w:r w:rsidR="00DB1BF4" w:rsidRPr="007C4C20">
        <w:t>Lender</w:t>
      </w:r>
      <w:r w:rsidRPr="007C4C20">
        <w:t xml:space="preserve"> should be licensed, qualified or otherwise entitled to carry on business in </w:t>
      </w:r>
      <w:r w:rsidR="00A967F0" w:rsidRPr="007C4C20">
        <w:t>t</w:t>
      </w:r>
      <w:r w:rsidR="00D864C8" w:rsidRPr="007C4C20">
        <w:t>he Republic of Serbia</w:t>
      </w:r>
      <w:r w:rsidRPr="007C4C20">
        <w:t>.</w:t>
      </w:r>
    </w:p>
    <w:p w14:paraId="10B46771" w14:textId="77777777" w:rsidR="00657368" w:rsidRPr="007C4C20" w:rsidRDefault="00DB1BF4" w:rsidP="00026879">
      <w:pPr>
        <w:pStyle w:val="CMSANHeading3"/>
      </w:pPr>
      <w:bookmarkStart w:id="181" w:name="_Ref7182914"/>
      <w:r w:rsidRPr="007C4C20">
        <w:t>A Lender</w:t>
      </w:r>
      <w:r w:rsidR="005B58C4" w:rsidRPr="007C4C20">
        <w:t xml:space="preserve"> </w:t>
      </w:r>
      <w:r w:rsidR="00657368" w:rsidRPr="007C4C20">
        <w:t xml:space="preserve">is </w:t>
      </w:r>
      <w:r w:rsidR="005B58C4" w:rsidRPr="007C4C20">
        <w:t xml:space="preserve">not </w:t>
      </w:r>
      <w:r w:rsidR="00657368" w:rsidRPr="007C4C20">
        <w:t xml:space="preserve">or will </w:t>
      </w:r>
      <w:r w:rsidR="005B58C4" w:rsidRPr="007C4C20">
        <w:t xml:space="preserve">not </w:t>
      </w:r>
      <w:r w:rsidR="00657368" w:rsidRPr="007C4C20">
        <w:t>be deemed to be resident, domiciled or carrying on bu</w:t>
      </w:r>
      <w:r w:rsidR="00991838" w:rsidRPr="007C4C20">
        <w:t>s</w:t>
      </w:r>
      <w:r w:rsidR="00657368" w:rsidRPr="007C4C20">
        <w:t xml:space="preserve">iness in </w:t>
      </w:r>
      <w:r w:rsidR="00A967F0" w:rsidRPr="007C4C20">
        <w:t>t</w:t>
      </w:r>
      <w:r w:rsidR="00FE5203" w:rsidRPr="007C4C20">
        <w:t xml:space="preserve">he Republic of Serbia </w:t>
      </w:r>
      <w:r w:rsidR="00657368" w:rsidRPr="007C4C20">
        <w:t xml:space="preserve">by reason only of the execution, performance and/or enforcement of </w:t>
      </w:r>
      <w:r w:rsidR="002922A7" w:rsidRPr="007C4C20">
        <w:t>this Agreement</w:t>
      </w:r>
      <w:r w:rsidR="00657368" w:rsidRPr="007C4C20">
        <w:t>.</w:t>
      </w:r>
      <w:bookmarkEnd w:id="181"/>
    </w:p>
    <w:p w14:paraId="73F11265" w14:textId="77777777" w:rsidR="00657368" w:rsidRPr="007C4C20" w:rsidRDefault="00657368" w:rsidP="004935DD">
      <w:pPr>
        <w:pStyle w:val="CMSANHeading2"/>
        <w:keepNext/>
        <w:rPr>
          <w:b/>
        </w:rPr>
      </w:pPr>
      <w:bookmarkStart w:id="182" w:name="_Ref7182915"/>
      <w:r w:rsidRPr="007C4C20">
        <w:rPr>
          <w:b/>
        </w:rPr>
        <w:lastRenderedPageBreak/>
        <w:t>Public procurement rules</w:t>
      </w:r>
      <w:bookmarkEnd w:id="182"/>
    </w:p>
    <w:p w14:paraId="025B9D50" w14:textId="77777777" w:rsidR="00657368" w:rsidRPr="007C4C20" w:rsidRDefault="008F3D14" w:rsidP="004935DD">
      <w:pPr>
        <w:pStyle w:val="CMSANIndent2"/>
      </w:pPr>
      <w:r w:rsidRPr="007C4C20">
        <w:t xml:space="preserve">The </w:t>
      </w:r>
      <w:r w:rsidR="00657368" w:rsidRPr="007C4C20">
        <w:t xml:space="preserve">public procurement </w:t>
      </w:r>
      <w:r w:rsidR="00CE396B" w:rsidRPr="007C4C20">
        <w:t xml:space="preserve">and state aid </w:t>
      </w:r>
      <w:r w:rsidR="00657368" w:rsidRPr="007C4C20">
        <w:t xml:space="preserve">rules in </w:t>
      </w:r>
      <w:r w:rsidR="00A967F0" w:rsidRPr="007C4C20">
        <w:t>t</w:t>
      </w:r>
      <w:r w:rsidR="002A656C" w:rsidRPr="007C4C20">
        <w:t xml:space="preserve">he Republic of Serbia </w:t>
      </w:r>
      <w:r w:rsidRPr="007C4C20">
        <w:t xml:space="preserve">are not </w:t>
      </w:r>
      <w:r w:rsidR="00657368" w:rsidRPr="007C4C20">
        <w:t xml:space="preserve">applicable to its entry into and the exercise of its rights and performance of its obligations under </w:t>
      </w:r>
      <w:r w:rsidR="00157923" w:rsidRPr="007C4C20">
        <w:t>this Agreement</w:t>
      </w:r>
      <w:r w:rsidRPr="007C4C20">
        <w:t>.</w:t>
      </w:r>
    </w:p>
    <w:p w14:paraId="0FAEB9D7" w14:textId="77777777" w:rsidR="00657368" w:rsidRPr="007C4C20" w:rsidRDefault="00657368" w:rsidP="004935DD">
      <w:pPr>
        <w:pStyle w:val="CMSANHeading2"/>
        <w:keepNext/>
        <w:rPr>
          <w:b/>
        </w:rPr>
      </w:pPr>
      <w:bookmarkStart w:id="183" w:name="_Ref7182916"/>
      <w:r w:rsidRPr="007C4C20">
        <w:rPr>
          <w:b/>
        </w:rPr>
        <w:t>No immunity</w:t>
      </w:r>
      <w:bookmarkEnd w:id="183"/>
    </w:p>
    <w:p w14:paraId="3D1C344A" w14:textId="77777777" w:rsidR="00657368" w:rsidRPr="007C4C20" w:rsidRDefault="00117C85" w:rsidP="004935DD">
      <w:pPr>
        <w:pStyle w:val="CMSANIndent2"/>
      </w:pPr>
      <w:r w:rsidRPr="007C4C20">
        <w:t>In</w:t>
      </w:r>
      <w:r w:rsidR="00A967F0" w:rsidRPr="007C4C20">
        <w:t xml:space="preserve"> any proceedings taken in t</w:t>
      </w:r>
      <w:r w:rsidR="002A656C" w:rsidRPr="007C4C20">
        <w:t xml:space="preserve">he Republic of Serbia </w:t>
      </w:r>
      <w:r w:rsidR="00657368" w:rsidRPr="007C4C20">
        <w:t xml:space="preserve">in relation to </w:t>
      </w:r>
      <w:r w:rsidR="00157923" w:rsidRPr="007C4C20">
        <w:t>this Agreement</w:t>
      </w:r>
      <w:r w:rsidR="00657368" w:rsidRPr="007C4C20">
        <w:t xml:space="preserve"> to which it is a party, it will not be entitled to claim for itself or any of its assets immunity from suit, execution, attachment or other legal process</w:t>
      </w:r>
      <w:r w:rsidR="00681282" w:rsidRPr="007C4C20">
        <w:t xml:space="preserve"> other than in relation to property which is (i) used by a diplomatic, consular or special mission and missions of international organizations or international conferences of</w:t>
      </w:r>
      <w:r w:rsidR="006C409A" w:rsidRPr="007C4C20">
        <w:t xml:space="preserve"> the Republic of</w:t>
      </w:r>
      <w:r w:rsidR="00681282" w:rsidRPr="007C4C20">
        <w:t xml:space="preserve"> Serbia or (ii) of a military character and under the control of a military authority of </w:t>
      </w:r>
      <w:r w:rsidR="006C409A" w:rsidRPr="007C4C20">
        <w:t>the Republic of Serbia</w:t>
      </w:r>
      <w:r w:rsidR="00681282" w:rsidRPr="007C4C20">
        <w:t xml:space="preserve"> or (iii) other assets</w:t>
      </w:r>
      <w:r w:rsidR="006C409A" w:rsidRPr="007C4C20">
        <w:t xml:space="preserve"> of the Republic of Serbia</w:t>
      </w:r>
      <w:r w:rsidR="00681282" w:rsidRPr="007C4C20">
        <w:t xml:space="preserve"> exempt from enforcement by law or international treaties.</w:t>
      </w:r>
    </w:p>
    <w:p w14:paraId="7E0EDACA" w14:textId="77777777" w:rsidR="00657368" w:rsidRPr="007C4C20" w:rsidRDefault="00657368" w:rsidP="004935DD">
      <w:pPr>
        <w:pStyle w:val="CMSANHeading2"/>
        <w:keepNext/>
        <w:rPr>
          <w:b/>
        </w:rPr>
      </w:pPr>
      <w:bookmarkStart w:id="184" w:name="_Ref7182917"/>
      <w:r w:rsidRPr="007C4C20">
        <w:rPr>
          <w:b/>
        </w:rPr>
        <w:t>Private and commercial acts</w:t>
      </w:r>
      <w:bookmarkEnd w:id="184"/>
    </w:p>
    <w:p w14:paraId="1AEC6468" w14:textId="77777777" w:rsidR="001A17A2" w:rsidRPr="007C4C20" w:rsidRDefault="00B21453" w:rsidP="00B21453">
      <w:pPr>
        <w:pStyle w:val="CMSANHeading3"/>
      </w:pPr>
      <w:r w:rsidRPr="007C4C20">
        <w:tab/>
        <w:t xml:space="preserve">Its execution of </w:t>
      </w:r>
      <w:r w:rsidR="00157923" w:rsidRPr="007C4C20">
        <w:t>this Agreement</w:t>
      </w:r>
      <w:r w:rsidRPr="007C4C20">
        <w:t xml:space="preserve"> to which it is a party constitutes, and its exercise of its rights and performance of its obligations thereunder will constitute, private and commercial acts done and performed for private and commercial purposes rather than governmental or public acts and the Borrower does not, under the laws of </w:t>
      </w:r>
      <w:r w:rsidR="00CE1062">
        <w:t xml:space="preserve">the Republic of </w:t>
      </w:r>
      <w:r w:rsidRPr="007C4C20">
        <w:t>Serbia, enjoy any right of immunity from service of process, jurisdiction, suit, judgement, set-off, counterclaim or other legal process in respect of any of the obligations of the Borrower under this Agreement.</w:t>
      </w:r>
      <w:r w:rsidR="001A17A2" w:rsidRPr="007C4C20">
        <w:t xml:space="preserve"> </w:t>
      </w:r>
    </w:p>
    <w:p w14:paraId="79D4A858" w14:textId="77777777" w:rsidR="001A17A2" w:rsidRPr="007C4C20" w:rsidRDefault="001A17A2" w:rsidP="001A17A2">
      <w:pPr>
        <w:pStyle w:val="CMSANHeading3"/>
      </w:pPr>
      <w:r w:rsidRPr="007C4C20">
        <w:t xml:space="preserve">Its obligations to repay the </w:t>
      </w:r>
      <w:r w:rsidR="0063120B" w:rsidRPr="007C4C20">
        <w:t>Tranche</w:t>
      </w:r>
      <w:r w:rsidRPr="007C4C20">
        <w:t xml:space="preserve">s made under this Agreement and to make all other payments under this Agreement constitute un-subordinated indebtedness of the Republic of Serbia. </w:t>
      </w:r>
    </w:p>
    <w:p w14:paraId="6E4B2B81" w14:textId="77777777" w:rsidR="00F07054" w:rsidRPr="007C4C20" w:rsidRDefault="00F07054" w:rsidP="00F07054">
      <w:pPr>
        <w:pStyle w:val="CMSANHeading2"/>
        <w:rPr>
          <w:b/>
        </w:rPr>
      </w:pPr>
      <w:r w:rsidRPr="007C4C20">
        <w:rPr>
          <w:b/>
        </w:rPr>
        <w:t>Allocations for Payments</w:t>
      </w:r>
    </w:p>
    <w:p w14:paraId="54D0F7A9" w14:textId="77777777" w:rsidR="00F07054" w:rsidRPr="007C4C20" w:rsidRDefault="00F07054" w:rsidP="00F07054">
      <w:pPr>
        <w:pStyle w:val="CMSANIndent2"/>
        <w:rPr>
          <w:snapToGrid w:val="0"/>
        </w:rPr>
      </w:pPr>
      <w:r w:rsidRPr="007C4C20">
        <w:rPr>
          <w:snapToGrid w:val="0"/>
        </w:rPr>
        <w:t>All necessary allocations in its annual budget, as approved by the annual budgetary law, for payments to be made from time to time by it under this Agreement have been made.</w:t>
      </w:r>
    </w:p>
    <w:p w14:paraId="6FB9FBB6" w14:textId="77777777" w:rsidR="006D605D" w:rsidRPr="007C4C20" w:rsidRDefault="006D605D" w:rsidP="006D605D">
      <w:pPr>
        <w:pStyle w:val="CMSANHeading2"/>
        <w:keepNext/>
        <w:rPr>
          <w:b/>
        </w:rPr>
      </w:pPr>
      <w:r w:rsidRPr="007C4C20">
        <w:rPr>
          <w:b/>
        </w:rPr>
        <w:t>S</w:t>
      </w:r>
      <w:r w:rsidR="00131A1E" w:rsidRPr="007C4C20">
        <w:rPr>
          <w:b/>
        </w:rPr>
        <w:t>overeign I</w:t>
      </w:r>
      <w:r w:rsidRPr="007C4C20">
        <w:rPr>
          <w:b/>
        </w:rPr>
        <w:t>ndebtedness</w:t>
      </w:r>
    </w:p>
    <w:p w14:paraId="4CFA75D8" w14:textId="77777777" w:rsidR="00131A1E" w:rsidRPr="007C4C20" w:rsidRDefault="00131A1E" w:rsidP="006D605D">
      <w:pPr>
        <w:pStyle w:val="CMSANIndent2"/>
      </w:pPr>
      <w:r w:rsidRPr="007C4C20">
        <w:t xml:space="preserve">The obligations of the Borrower to repay the </w:t>
      </w:r>
      <w:r w:rsidR="0063120B" w:rsidRPr="007C4C20">
        <w:t>Tranche</w:t>
      </w:r>
      <w:r w:rsidRPr="007C4C20">
        <w:t xml:space="preserve">s made under this Agreement and to make all other payments under </w:t>
      </w:r>
      <w:r w:rsidR="00157923" w:rsidRPr="007C4C20">
        <w:t>this Agreement</w:t>
      </w:r>
      <w:r w:rsidRPr="007C4C20">
        <w:t xml:space="preserve"> constitute sovereign indebtedness of the Republic of Serbia ranking at least pari passu as to priority of payment with the claims of all other unsecured and unsubordinated creditors in respect of present or future External Indebtedness of the Borrower.</w:t>
      </w:r>
    </w:p>
    <w:p w14:paraId="3F87BBB5" w14:textId="77777777" w:rsidR="00657368" w:rsidRPr="007C4C20" w:rsidRDefault="00657368" w:rsidP="004935DD">
      <w:pPr>
        <w:pStyle w:val="CMSANHeading2"/>
        <w:keepNext/>
        <w:rPr>
          <w:b/>
        </w:rPr>
      </w:pPr>
      <w:bookmarkStart w:id="185" w:name="_Ref7182918"/>
      <w:r w:rsidRPr="007C4C20">
        <w:rPr>
          <w:b/>
        </w:rPr>
        <w:t>Repetition</w:t>
      </w:r>
      <w:bookmarkEnd w:id="185"/>
    </w:p>
    <w:p w14:paraId="5538D93B" w14:textId="77777777" w:rsidR="00657368" w:rsidRPr="007C4C20" w:rsidRDefault="00657368" w:rsidP="004935DD">
      <w:pPr>
        <w:pStyle w:val="CMSANIndent2"/>
      </w:pPr>
      <w:r w:rsidRPr="007C4C20">
        <w:t xml:space="preserve">The Repeating Representations are deemed to be made by </w:t>
      </w:r>
      <w:r w:rsidR="007767E7" w:rsidRPr="007C4C20">
        <w:t xml:space="preserve">the Borrower </w:t>
      </w:r>
      <w:r w:rsidRPr="007C4C20">
        <w:t>by reference to the facts and circumstances then existing on the date of each Utilisation Request</w:t>
      </w:r>
      <w:r w:rsidR="00D74493" w:rsidRPr="007C4C20">
        <w:t xml:space="preserve">, </w:t>
      </w:r>
      <w:r w:rsidR="00167501" w:rsidRPr="007C4C20">
        <w:t xml:space="preserve">on </w:t>
      </w:r>
      <w:r w:rsidR="00896E26" w:rsidRPr="007C4C20">
        <w:t xml:space="preserve">each </w:t>
      </w:r>
      <w:r w:rsidR="00167501" w:rsidRPr="007C4C20">
        <w:t>Utilisation D</w:t>
      </w:r>
      <w:r w:rsidR="00D74493" w:rsidRPr="007C4C20">
        <w:t>ate</w:t>
      </w:r>
      <w:r w:rsidRPr="007C4C20">
        <w:t xml:space="preserve"> and the first day of each Interest Period.</w:t>
      </w:r>
    </w:p>
    <w:p w14:paraId="00F29B68" w14:textId="77777777" w:rsidR="00657368" w:rsidRPr="007C4C20" w:rsidRDefault="00026879" w:rsidP="00026879">
      <w:pPr>
        <w:pStyle w:val="CMSANHeading1"/>
      </w:pPr>
      <w:bookmarkStart w:id="186" w:name="_Ref7182919"/>
      <w:bookmarkStart w:id="187" w:name="_Toc28094906"/>
      <w:r w:rsidRPr="007C4C20">
        <w:t>Information Undertakings</w:t>
      </w:r>
      <w:bookmarkEnd w:id="186"/>
      <w:bookmarkEnd w:id="187"/>
    </w:p>
    <w:p w14:paraId="764098A1" w14:textId="6A4EBF25" w:rsidR="00657368" w:rsidRPr="007C4C20" w:rsidRDefault="00657368" w:rsidP="004935DD">
      <w:pPr>
        <w:pStyle w:val="CMSANIndent1"/>
      </w:pPr>
      <w:r w:rsidRPr="007C4C20">
        <w:t xml:space="preserve">The undertakings in this Clause </w:t>
      </w:r>
      <w:r w:rsidR="00C91BE0" w:rsidRPr="007C4C20">
        <w:fldChar w:fldCharType="begin"/>
      </w:r>
      <w:r w:rsidR="00C91BE0" w:rsidRPr="007C4C20">
        <w:instrText xml:space="preserve">  REF _Ref7182919 \w \h \* MERGEFORMAT </w:instrText>
      </w:r>
      <w:r w:rsidR="00C91BE0" w:rsidRPr="007C4C20">
        <w:fldChar w:fldCharType="separate"/>
      </w:r>
      <w:r w:rsidR="00B66043" w:rsidRPr="00B66043">
        <w:rPr>
          <w:color w:val="000000"/>
        </w:rPr>
        <w:t>16</w:t>
      </w:r>
      <w:r w:rsidR="00C91BE0" w:rsidRPr="007C4C20">
        <w:fldChar w:fldCharType="end"/>
      </w:r>
      <w:r w:rsidRPr="007C4C20">
        <w:t xml:space="preserve"> remain in force from </w:t>
      </w:r>
      <w:r w:rsidR="00596F32" w:rsidRPr="007C4C20">
        <w:t xml:space="preserve">the Effective Date </w:t>
      </w:r>
      <w:r w:rsidRPr="007C4C20">
        <w:t xml:space="preserve">for so long as any amount is outstanding under </w:t>
      </w:r>
      <w:r w:rsidR="00157923" w:rsidRPr="007C4C20">
        <w:t>this Agreement</w:t>
      </w:r>
      <w:r w:rsidRPr="007C4C20">
        <w:t xml:space="preserve"> or any Commitment is in force.</w:t>
      </w:r>
    </w:p>
    <w:p w14:paraId="272C4D01" w14:textId="77777777" w:rsidR="00657368" w:rsidRPr="007C4C20" w:rsidRDefault="00657368" w:rsidP="004935DD">
      <w:pPr>
        <w:pStyle w:val="CMSANHeading2"/>
        <w:keepNext/>
        <w:rPr>
          <w:b/>
        </w:rPr>
      </w:pPr>
      <w:bookmarkStart w:id="188" w:name="_Ref7182920"/>
      <w:r w:rsidRPr="007C4C20">
        <w:rPr>
          <w:b/>
        </w:rPr>
        <w:t>Financial Information</w:t>
      </w:r>
      <w:bookmarkEnd w:id="188"/>
    </w:p>
    <w:p w14:paraId="6992EFC2" w14:textId="77777777" w:rsidR="00657368" w:rsidRPr="007C4C20" w:rsidRDefault="00657368" w:rsidP="00026879">
      <w:pPr>
        <w:pStyle w:val="CMSANHeading3"/>
      </w:pPr>
      <w:bookmarkStart w:id="189" w:name="_Ref7182921"/>
      <w:r w:rsidRPr="007C4C20">
        <w:t xml:space="preserve">The Borrower shall, from time to time upon request of the Agent, furnish the Agent with such financial, statistical, economic and other information as </w:t>
      </w:r>
      <w:r w:rsidR="00C54E73" w:rsidRPr="007C4C20">
        <w:t xml:space="preserve">any Lender (through the </w:t>
      </w:r>
      <w:r w:rsidR="00C54E73" w:rsidRPr="007C4C20">
        <w:lastRenderedPageBreak/>
        <w:t>Agent)</w:t>
      </w:r>
      <w:r w:rsidRPr="007C4C20">
        <w:t xml:space="preserve"> may reasonably require provided that, and without prejudice to any of the Borrower’s other obligations hereunder, the Borrower shall not be required to disclose or permit the furnishing of such part of such information if the same is confidential (and disclosure thereof to the Agent would cause the Borrower to be in breach of any obligation binding upon it) or if such disclosure is prohibited by reason of national security or public policy.</w:t>
      </w:r>
      <w:bookmarkEnd w:id="189"/>
    </w:p>
    <w:p w14:paraId="4504E1DC" w14:textId="4B109BFF" w:rsidR="004F5CC4" w:rsidRPr="007C4C20" w:rsidRDefault="004F5CC4" w:rsidP="004F5CC4">
      <w:pPr>
        <w:pStyle w:val="CMSANHeading3"/>
        <w:keepNext/>
      </w:pPr>
      <w:bookmarkStart w:id="190" w:name="_Ref7182922"/>
      <w:r w:rsidRPr="007C4C20">
        <w:t xml:space="preserve">Without prejudice to paragraph </w:t>
      </w:r>
      <w:r w:rsidRPr="007C4C20">
        <w:fldChar w:fldCharType="begin"/>
      </w:r>
      <w:r w:rsidRPr="007C4C20">
        <w:instrText xml:space="preserve"> REF  _Ref7182921 \h \n \w  \* MERGEFORMAT </w:instrText>
      </w:r>
      <w:r w:rsidRPr="007C4C20">
        <w:fldChar w:fldCharType="separate"/>
      </w:r>
      <w:r w:rsidR="00B66043">
        <w:t>(a)</w:t>
      </w:r>
      <w:r w:rsidRPr="007C4C20">
        <w:fldChar w:fldCharType="end"/>
      </w:r>
      <w:r w:rsidRPr="007C4C20">
        <w:t xml:space="preserve"> above, the Borrower shall upon written request of the Agent, but no longer than 45 days from the expiration of the financial year to which such information relates, deliver to the Agent, unless it is published on the official website of the Ministry of Finance or National Bank of Serbia, the related edition of the economic indicators published by the Ministry of Finance, Public Debt </w:t>
      </w:r>
      <w:r w:rsidR="00163B49" w:rsidRPr="007C4C20">
        <w:t xml:space="preserve">Administration </w:t>
      </w:r>
      <w:r w:rsidRPr="007C4C20">
        <w:t>for such year</w:t>
      </w:r>
      <w:bookmarkEnd w:id="190"/>
      <w:r w:rsidRPr="007C4C20">
        <w:t>.</w:t>
      </w:r>
    </w:p>
    <w:p w14:paraId="67597C7A" w14:textId="77777777" w:rsidR="00657368" w:rsidRPr="007C4C20" w:rsidRDefault="00657368" w:rsidP="004935DD">
      <w:pPr>
        <w:pStyle w:val="CMSANHeading2"/>
        <w:keepNext/>
        <w:rPr>
          <w:b/>
        </w:rPr>
      </w:pPr>
      <w:bookmarkStart w:id="191" w:name="_Ref7182923"/>
      <w:r w:rsidRPr="007C4C20">
        <w:rPr>
          <w:b/>
        </w:rPr>
        <w:t>Anti-corruption information</w:t>
      </w:r>
      <w:bookmarkEnd w:id="191"/>
    </w:p>
    <w:p w14:paraId="6F094011" w14:textId="77777777" w:rsidR="00657368" w:rsidRPr="007C4C20" w:rsidRDefault="00657368" w:rsidP="004935DD">
      <w:pPr>
        <w:pStyle w:val="CMSANIndent2"/>
        <w:keepNext/>
      </w:pPr>
      <w:r w:rsidRPr="007C4C20">
        <w:t>Unless such disclosure would constitute a breach of any applicable law or regulation, the Borrower shall supply to the Agent:</w:t>
      </w:r>
    </w:p>
    <w:p w14:paraId="50EBADA8" w14:textId="77777777" w:rsidR="00657368" w:rsidRPr="007C4C20" w:rsidRDefault="00657368" w:rsidP="00026879">
      <w:pPr>
        <w:pStyle w:val="CMSANHeading3"/>
      </w:pPr>
      <w:bookmarkStart w:id="192" w:name="_Ref7182924"/>
      <w:r w:rsidRPr="007C4C20">
        <w:t xml:space="preserve">promptly upon becoming aware of them, the details of any actual or potential violation by, or creation of liability for, any agent, director, employee or officer of the Borrower (or any counterparty of any such person in relation to any transaction contemplated by </w:t>
      </w:r>
      <w:r w:rsidR="00727E31" w:rsidRPr="007C4C20">
        <w:t>this Agreement</w:t>
      </w:r>
      <w:r w:rsidRPr="007C4C20">
        <w:t xml:space="preserve">) of or in relation to any </w:t>
      </w:r>
      <w:r w:rsidR="000B73A8" w:rsidRPr="007C4C20">
        <w:t>anti-corruption laws</w:t>
      </w:r>
      <w:r w:rsidRPr="007C4C20">
        <w:t>, or of any investigation or proceedings relating to the same;</w:t>
      </w:r>
      <w:bookmarkEnd w:id="192"/>
    </w:p>
    <w:p w14:paraId="7C71EC01" w14:textId="56B8F370" w:rsidR="00657368" w:rsidRPr="007C4C20" w:rsidRDefault="00657368" w:rsidP="00026879">
      <w:pPr>
        <w:pStyle w:val="CMSANHeading3"/>
      </w:pPr>
      <w:bookmarkStart w:id="193" w:name="_Ref7182925"/>
      <w:r w:rsidRPr="007C4C20">
        <w:t xml:space="preserve">copies of any correspondence delivered to, or received from, any regulatory authorities in relation to any matter referred to in paragraph </w:t>
      </w:r>
      <w:r w:rsidR="00104EBF" w:rsidRPr="007C4C20">
        <w:fldChar w:fldCharType="begin"/>
      </w:r>
      <w:r w:rsidR="00104EBF" w:rsidRPr="007C4C20">
        <w:instrText xml:space="preserve"> REF  _Ref7182924 \h \n \w  \* MERGEFORMAT </w:instrText>
      </w:r>
      <w:r w:rsidR="00104EBF" w:rsidRPr="007C4C20">
        <w:fldChar w:fldCharType="separate"/>
      </w:r>
      <w:r w:rsidR="00B66043">
        <w:t>(a)</w:t>
      </w:r>
      <w:r w:rsidR="00104EBF" w:rsidRPr="007C4C20">
        <w:fldChar w:fldCharType="end"/>
      </w:r>
      <w:r w:rsidRPr="007C4C20">
        <w:t xml:space="preserve"> above at the same time as they are dispatched or promptly upon receipt (as the case may be); and</w:t>
      </w:r>
      <w:bookmarkEnd w:id="193"/>
    </w:p>
    <w:p w14:paraId="3977EABC" w14:textId="0D7F5DBD" w:rsidR="00657368" w:rsidRPr="007C4C20" w:rsidRDefault="00657368" w:rsidP="00026879">
      <w:pPr>
        <w:pStyle w:val="CMSANHeading3"/>
      </w:pPr>
      <w:bookmarkStart w:id="194" w:name="_Ref7182926"/>
      <w:r w:rsidRPr="007C4C20">
        <w:t xml:space="preserve">promptly upon request by </w:t>
      </w:r>
      <w:r w:rsidR="00A707E3" w:rsidRPr="007C4C20">
        <w:t xml:space="preserve">the </w:t>
      </w:r>
      <w:r w:rsidR="00477D4B" w:rsidRPr="007C4C20">
        <w:t>Lenders</w:t>
      </w:r>
      <w:r w:rsidR="00A707E3" w:rsidRPr="007C4C20">
        <w:t xml:space="preserve"> </w:t>
      </w:r>
      <w:r w:rsidRPr="007C4C20">
        <w:t xml:space="preserve">(through the Agent), such further information relating to any matter referred to in paragraphs </w:t>
      </w:r>
      <w:r w:rsidR="00104EBF" w:rsidRPr="007C4C20">
        <w:fldChar w:fldCharType="begin"/>
      </w:r>
      <w:r w:rsidR="00104EBF" w:rsidRPr="007C4C20">
        <w:instrText xml:space="preserve"> REF  _Ref7182924 \h \n \w  \* MERGEFORMAT </w:instrText>
      </w:r>
      <w:r w:rsidR="00104EBF" w:rsidRPr="007C4C20">
        <w:fldChar w:fldCharType="separate"/>
      </w:r>
      <w:r w:rsidR="00B66043">
        <w:t>(a)</w:t>
      </w:r>
      <w:r w:rsidR="00104EBF" w:rsidRPr="007C4C20">
        <w:fldChar w:fldCharType="end"/>
      </w:r>
      <w:r w:rsidRPr="007C4C20">
        <w:t xml:space="preserve"> and </w:t>
      </w:r>
      <w:r w:rsidR="00104EBF" w:rsidRPr="007C4C20">
        <w:fldChar w:fldCharType="begin"/>
      </w:r>
      <w:r w:rsidR="00104EBF" w:rsidRPr="007C4C20">
        <w:instrText xml:space="preserve"> REF  _Ref7182925 \h \n \w  \* MERGEFORMAT </w:instrText>
      </w:r>
      <w:r w:rsidR="00104EBF" w:rsidRPr="007C4C20">
        <w:fldChar w:fldCharType="separate"/>
      </w:r>
      <w:r w:rsidR="00B66043">
        <w:t>(b)</w:t>
      </w:r>
      <w:r w:rsidR="00104EBF" w:rsidRPr="007C4C20">
        <w:fldChar w:fldCharType="end"/>
      </w:r>
      <w:r w:rsidRPr="007C4C20">
        <w:t xml:space="preserve"> above as </w:t>
      </w:r>
      <w:r w:rsidR="00A707E3" w:rsidRPr="007C4C20">
        <w:t xml:space="preserve">the </w:t>
      </w:r>
      <w:r w:rsidR="00477D4B" w:rsidRPr="007C4C20">
        <w:t>Lenders</w:t>
      </w:r>
      <w:r w:rsidR="00A707E3" w:rsidRPr="007C4C20">
        <w:t xml:space="preserve"> </w:t>
      </w:r>
      <w:r w:rsidRPr="007C4C20">
        <w:t>may reasonably require.</w:t>
      </w:r>
      <w:bookmarkEnd w:id="194"/>
    </w:p>
    <w:p w14:paraId="4874F840" w14:textId="77777777" w:rsidR="00657368" w:rsidRPr="007C4C20" w:rsidRDefault="00657368" w:rsidP="004935DD">
      <w:pPr>
        <w:pStyle w:val="CMSANHeading2"/>
        <w:keepNext/>
        <w:rPr>
          <w:b/>
        </w:rPr>
      </w:pPr>
      <w:bookmarkStart w:id="195" w:name="_Ref7182927"/>
      <w:r w:rsidRPr="007C4C20">
        <w:rPr>
          <w:b/>
        </w:rPr>
        <w:t>Information: miscellaneous</w:t>
      </w:r>
      <w:bookmarkEnd w:id="195"/>
    </w:p>
    <w:p w14:paraId="4A6493CE" w14:textId="77777777" w:rsidR="00657368" w:rsidRPr="007C4C20" w:rsidRDefault="00657368" w:rsidP="004935DD">
      <w:pPr>
        <w:pStyle w:val="CMSANIndent2"/>
        <w:keepNext/>
      </w:pPr>
      <w:r w:rsidRPr="007C4C20">
        <w:t>The Borrower shall supply to the Agent:</w:t>
      </w:r>
    </w:p>
    <w:p w14:paraId="0F871689" w14:textId="77777777" w:rsidR="00657368" w:rsidRPr="007C4C20" w:rsidRDefault="00657368" w:rsidP="004F5CC4">
      <w:pPr>
        <w:pStyle w:val="CMSANHeading3"/>
      </w:pPr>
      <w:bookmarkStart w:id="196" w:name="_Ref7182928"/>
      <w:r w:rsidRPr="007C4C20">
        <w:t>all documents dispatched by the Borrower to its creditors</w:t>
      </w:r>
      <w:r w:rsidR="004F5CC4" w:rsidRPr="007C4C20">
        <w:t xml:space="preserve"> of External Indebtedness</w:t>
      </w:r>
      <w:r w:rsidRPr="007C4C20">
        <w:t xml:space="preserve"> at the same time as they are dispatched</w:t>
      </w:r>
      <w:r w:rsidR="00FA726C" w:rsidRPr="007C4C20">
        <w:t xml:space="preserve"> relating t</w:t>
      </w:r>
      <w:r w:rsidR="00212712" w:rsidRPr="007C4C20">
        <w:t>o the suspension of payments of any External Indebtedness or a moratorium of any External Indebtedness or the commencement of negotiations, by reason of actual or anticipated financial difficulties, with a view to rescheduling any of its External Indebtedness</w:t>
      </w:r>
      <w:r w:rsidRPr="007C4C20">
        <w:t>;</w:t>
      </w:r>
      <w:bookmarkEnd w:id="196"/>
    </w:p>
    <w:p w14:paraId="4C78514C" w14:textId="77777777" w:rsidR="00D82C89" w:rsidRPr="007C4C20" w:rsidRDefault="00D82C89" w:rsidP="00D82C89">
      <w:pPr>
        <w:pStyle w:val="CMSANHeading3"/>
      </w:pPr>
      <w:r w:rsidRPr="007C4C20">
        <w:t>immediately</w:t>
      </w:r>
      <w:r w:rsidR="00B62B94" w:rsidRPr="007C4C20">
        <w:t xml:space="preserve"> any </w:t>
      </w:r>
      <w:r w:rsidR="00356FC4" w:rsidRPr="007C4C20">
        <w:t xml:space="preserve">information regarding </w:t>
      </w:r>
      <w:r w:rsidRPr="007C4C20">
        <w:t xml:space="preserve">any fact obliging it and any demand made to it ether to prepay by reason of default, in whole or in part, any </w:t>
      </w:r>
      <w:r w:rsidR="00356FC4" w:rsidRPr="007C4C20">
        <w:t>l</w:t>
      </w:r>
      <w:r w:rsidRPr="007C4C20">
        <w:t xml:space="preserve">oan made to it by a third party or to discharge by such reason ahead of </w:t>
      </w:r>
      <w:r w:rsidR="00896E26" w:rsidRPr="007C4C20">
        <w:t xml:space="preserve">its scheduled </w:t>
      </w:r>
      <w:r w:rsidRPr="007C4C20">
        <w:t xml:space="preserve">maturity any </w:t>
      </w:r>
      <w:r w:rsidR="00C54E73" w:rsidRPr="007C4C20">
        <w:t>External Indebtedness</w:t>
      </w:r>
      <w:r w:rsidRPr="007C4C20">
        <w:t>;</w:t>
      </w:r>
    </w:p>
    <w:p w14:paraId="3ED3AE0C" w14:textId="77777777" w:rsidR="00356FC4" w:rsidRPr="007C4C20" w:rsidRDefault="00356FC4" w:rsidP="00D82C89">
      <w:pPr>
        <w:pStyle w:val="CMSANHeading3"/>
      </w:pPr>
      <w:r w:rsidRPr="007C4C20">
        <w:t>information regarding any intention on its part to grant any security over any of its assets in favour of a third party;</w:t>
      </w:r>
    </w:p>
    <w:p w14:paraId="59C8C93E" w14:textId="77777777" w:rsidR="00356FC4" w:rsidRPr="007C4C20" w:rsidRDefault="00356FC4" w:rsidP="00D82C89">
      <w:pPr>
        <w:pStyle w:val="CMSANHeading3"/>
      </w:pPr>
      <w:r w:rsidRPr="007C4C20">
        <w:t>generally information regarding any fact or event which might prevent the fulfilment of any obligation of the Borrower under this Agreement;</w:t>
      </w:r>
    </w:p>
    <w:p w14:paraId="06DD22EC" w14:textId="77777777" w:rsidR="00657368" w:rsidRPr="007C4C20" w:rsidRDefault="00657368" w:rsidP="00026879">
      <w:pPr>
        <w:pStyle w:val="CMSANHeading3"/>
      </w:pPr>
      <w:bookmarkStart w:id="197" w:name="_Ref7182929"/>
      <w:r w:rsidRPr="007C4C20">
        <w:lastRenderedPageBreak/>
        <w:t>promptly upon becoming aware of them, the details of any litigation, arbitration or administrative proceedings which are current, threatened or pending against the Borrower, and which might, if adversely determined, have a Material Adverse Effect;</w:t>
      </w:r>
      <w:bookmarkEnd w:id="197"/>
    </w:p>
    <w:p w14:paraId="6C917194" w14:textId="77777777" w:rsidR="00657368" w:rsidRPr="007C4C20" w:rsidRDefault="00657368" w:rsidP="00E71A19">
      <w:pPr>
        <w:pStyle w:val="CMSANHeading3"/>
        <w:keepLines/>
      </w:pPr>
      <w:bookmarkStart w:id="198" w:name="_Ref7182930"/>
      <w:r w:rsidRPr="007C4C20">
        <w:t xml:space="preserve">promptly upon becoming aware of them, the details of any judgment or order of a court, arbitral body or agency which is made against the Borrower and which might </w:t>
      </w:r>
      <w:r w:rsidR="00F41E3F" w:rsidRPr="007C4C20">
        <w:t xml:space="preserve">have a Material Adverse Effect </w:t>
      </w:r>
      <w:r w:rsidRPr="007C4C20">
        <w:t xml:space="preserve">or which would involve a liability, or a potential or alleged liability, exceeding </w:t>
      </w:r>
      <w:r w:rsidR="00DC00C9" w:rsidRPr="007C4C20">
        <w:t>EUR 10,000,000</w:t>
      </w:r>
      <w:r w:rsidR="004935DD" w:rsidRPr="007C4C20">
        <w:t xml:space="preserve"> </w:t>
      </w:r>
      <w:r w:rsidRPr="007C4C20">
        <w:t>(or its equivalent in any other currency or currencies); and</w:t>
      </w:r>
      <w:bookmarkEnd w:id="198"/>
    </w:p>
    <w:p w14:paraId="22BF1D4C" w14:textId="77777777" w:rsidR="00657368" w:rsidRPr="007C4C20" w:rsidRDefault="00657368" w:rsidP="00026879">
      <w:pPr>
        <w:pStyle w:val="CMSANHeading3"/>
      </w:pPr>
      <w:bookmarkStart w:id="199" w:name="_Ref7182931"/>
      <w:r w:rsidRPr="007C4C20">
        <w:t xml:space="preserve">promptly such further information regarding the financial condition </w:t>
      </w:r>
      <w:r w:rsidR="00E519C5" w:rsidRPr="007C4C20">
        <w:t>of the Borrower</w:t>
      </w:r>
      <w:r w:rsidRPr="007C4C20">
        <w:t xml:space="preserve"> </w:t>
      </w:r>
      <w:r w:rsidR="00D82C89" w:rsidRPr="007C4C20">
        <w:t xml:space="preserve">or regarding any of the Projects </w:t>
      </w:r>
      <w:r w:rsidRPr="007C4C20">
        <w:t xml:space="preserve">as </w:t>
      </w:r>
      <w:r w:rsidR="00C54E73" w:rsidRPr="007C4C20">
        <w:t xml:space="preserve">any Lender (through </w:t>
      </w:r>
      <w:r w:rsidRPr="007C4C20">
        <w:t>the Agent</w:t>
      </w:r>
      <w:r w:rsidR="00C54E73" w:rsidRPr="007C4C20">
        <w:t>)</w:t>
      </w:r>
      <w:r w:rsidRPr="007C4C20">
        <w:t xml:space="preserve"> may reasonably request.</w:t>
      </w:r>
      <w:bookmarkEnd w:id="199"/>
    </w:p>
    <w:p w14:paraId="18D3C10E" w14:textId="77777777" w:rsidR="00657368" w:rsidRPr="007C4C20" w:rsidRDefault="00657368" w:rsidP="004935DD">
      <w:pPr>
        <w:pStyle w:val="CMSANHeading2"/>
        <w:keepNext/>
        <w:rPr>
          <w:b/>
        </w:rPr>
      </w:pPr>
      <w:bookmarkStart w:id="200" w:name="_Ref7182932"/>
      <w:r w:rsidRPr="007C4C20">
        <w:rPr>
          <w:b/>
        </w:rPr>
        <w:t>Notification of default</w:t>
      </w:r>
      <w:bookmarkEnd w:id="200"/>
    </w:p>
    <w:p w14:paraId="0EA204C4" w14:textId="77777777" w:rsidR="00657368" w:rsidRPr="007C4C20" w:rsidRDefault="00657368" w:rsidP="00026879">
      <w:pPr>
        <w:pStyle w:val="CMSANHeading3"/>
      </w:pPr>
      <w:bookmarkStart w:id="201" w:name="_Ref7182933"/>
      <w:r w:rsidRPr="007C4C20">
        <w:t>The Borrower shall notify the Agent of any Default (and the steps, if any, being taken to remedy it) promptly upon becoming aware of its occurrence.</w:t>
      </w:r>
      <w:bookmarkEnd w:id="201"/>
    </w:p>
    <w:p w14:paraId="789D7C09" w14:textId="77777777" w:rsidR="00657368" w:rsidRPr="007C4C20" w:rsidRDefault="00657368" w:rsidP="00026879">
      <w:pPr>
        <w:pStyle w:val="CMSANHeading3"/>
      </w:pPr>
      <w:bookmarkStart w:id="202" w:name="_Ref7182934"/>
      <w:r w:rsidRPr="007C4C20">
        <w:t>Promptly upon a request by the Agent, the Borrower shall supply to the Agent a certificate signed by its authori</w:t>
      </w:r>
      <w:r w:rsidR="00A269B1" w:rsidRPr="007C4C20">
        <w:t>s</w:t>
      </w:r>
      <w:r w:rsidRPr="007C4C20">
        <w:t>ed signatories on its behalf certifying that no Default is continuing (or if a Default is continuing, specifying the Default and the steps, if any, being taken to remedy it).</w:t>
      </w:r>
      <w:bookmarkEnd w:id="202"/>
    </w:p>
    <w:p w14:paraId="4CAC653F" w14:textId="77777777" w:rsidR="00657368" w:rsidRPr="007C4C20" w:rsidRDefault="00026879" w:rsidP="00026879">
      <w:pPr>
        <w:pStyle w:val="CMSANHeading1"/>
      </w:pPr>
      <w:bookmarkStart w:id="203" w:name="_Ref7182953"/>
      <w:bookmarkStart w:id="204" w:name="_Toc28094907"/>
      <w:r w:rsidRPr="007C4C20">
        <w:t>General Undertakings</w:t>
      </w:r>
      <w:bookmarkEnd w:id="203"/>
      <w:bookmarkEnd w:id="204"/>
    </w:p>
    <w:p w14:paraId="0CB50505" w14:textId="658600B8" w:rsidR="00657368" w:rsidRPr="007C4C20" w:rsidRDefault="00657368" w:rsidP="007C65BF">
      <w:pPr>
        <w:pStyle w:val="CMSANIndent1"/>
      </w:pPr>
      <w:r w:rsidRPr="007C4C20">
        <w:t xml:space="preserve">The undertakings in this Clause </w:t>
      </w:r>
      <w:r w:rsidR="00C91BE0" w:rsidRPr="007C4C20">
        <w:fldChar w:fldCharType="begin"/>
      </w:r>
      <w:r w:rsidR="00C91BE0" w:rsidRPr="007C4C20">
        <w:instrText xml:space="preserve">  REF _Ref7182953 \w \h \* MERGEFORMAT </w:instrText>
      </w:r>
      <w:r w:rsidR="00C91BE0" w:rsidRPr="007C4C20">
        <w:fldChar w:fldCharType="separate"/>
      </w:r>
      <w:r w:rsidR="00B66043" w:rsidRPr="00B66043">
        <w:rPr>
          <w:color w:val="000000"/>
        </w:rPr>
        <w:t>17</w:t>
      </w:r>
      <w:r w:rsidR="00C91BE0" w:rsidRPr="007C4C20">
        <w:fldChar w:fldCharType="end"/>
      </w:r>
      <w:r w:rsidRPr="007C4C20">
        <w:t xml:space="preserve"> remain in force from the </w:t>
      </w:r>
      <w:r w:rsidR="00C54E73" w:rsidRPr="007C4C20">
        <w:t>Effective Date</w:t>
      </w:r>
      <w:r w:rsidRPr="007C4C20">
        <w:t xml:space="preserve"> for so long as any amount is outstanding under </w:t>
      </w:r>
      <w:r w:rsidR="00157923" w:rsidRPr="007C4C20">
        <w:t>this Agreement</w:t>
      </w:r>
      <w:r w:rsidRPr="007C4C20">
        <w:t xml:space="preserve"> or any Commitment is in force.</w:t>
      </w:r>
    </w:p>
    <w:p w14:paraId="178E5035" w14:textId="77777777" w:rsidR="00657368" w:rsidRPr="007C4C20" w:rsidRDefault="00657368" w:rsidP="007C65BF">
      <w:pPr>
        <w:pStyle w:val="CMSANHeading2"/>
        <w:keepNext/>
        <w:rPr>
          <w:b/>
        </w:rPr>
      </w:pPr>
      <w:bookmarkStart w:id="205" w:name="_Ref7182954"/>
      <w:r w:rsidRPr="007C4C20">
        <w:rPr>
          <w:b/>
        </w:rPr>
        <w:t>Authorisations</w:t>
      </w:r>
      <w:bookmarkEnd w:id="205"/>
    </w:p>
    <w:p w14:paraId="49A7CE5B" w14:textId="77777777" w:rsidR="00657368" w:rsidRPr="007C4C20" w:rsidRDefault="00657368" w:rsidP="007C65BF">
      <w:pPr>
        <w:pStyle w:val="CMSANIndent2"/>
        <w:keepNext/>
      </w:pPr>
      <w:r w:rsidRPr="007C4C20">
        <w:t>The Borrower shall promptly:</w:t>
      </w:r>
    </w:p>
    <w:p w14:paraId="45A44F60" w14:textId="77777777" w:rsidR="00657368" w:rsidRPr="007C4C20" w:rsidRDefault="00657368" w:rsidP="00026879">
      <w:pPr>
        <w:pStyle w:val="CMSANHeading3"/>
      </w:pPr>
      <w:bookmarkStart w:id="206" w:name="_Ref7182955"/>
      <w:r w:rsidRPr="007C4C20">
        <w:t>obtain, comply with and do all that is necessary to maintain in full force and effect; and</w:t>
      </w:r>
      <w:bookmarkEnd w:id="206"/>
    </w:p>
    <w:p w14:paraId="4B85F94E" w14:textId="77777777" w:rsidR="00D80360" w:rsidRPr="007C4C20" w:rsidRDefault="00657368" w:rsidP="00D80360">
      <w:pPr>
        <w:pStyle w:val="CMSANHeading3"/>
      </w:pPr>
      <w:bookmarkStart w:id="207" w:name="_Ref7182956"/>
      <w:r w:rsidRPr="007C4C20">
        <w:t>supply certified copies to the Agent of</w:t>
      </w:r>
      <w:bookmarkStart w:id="208" w:name="_Ref7182957"/>
      <w:bookmarkEnd w:id="207"/>
      <w:r w:rsidR="00D80360" w:rsidRPr="007C4C20">
        <w:t xml:space="preserve"> </w:t>
      </w:r>
      <w:r w:rsidRPr="007C4C20">
        <w:t xml:space="preserve">any Authorisation required under any law or regulation </w:t>
      </w:r>
      <w:r w:rsidR="00FE5203" w:rsidRPr="007C4C20">
        <w:t xml:space="preserve">of </w:t>
      </w:r>
      <w:r w:rsidR="00A967F0" w:rsidRPr="007C4C20">
        <w:t>t</w:t>
      </w:r>
      <w:r w:rsidR="00FE5203" w:rsidRPr="007C4C20">
        <w:t xml:space="preserve">he Republic of Serbia </w:t>
      </w:r>
      <w:r w:rsidRPr="007C4C20">
        <w:t>to:</w:t>
      </w:r>
      <w:bookmarkStart w:id="209" w:name="_Ref7182958"/>
      <w:bookmarkEnd w:id="208"/>
      <w:r w:rsidR="00D80360" w:rsidRPr="007C4C20">
        <w:t xml:space="preserve"> </w:t>
      </w:r>
    </w:p>
    <w:p w14:paraId="6DBA0099" w14:textId="77777777" w:rsidR="00657368" w:rsidRPr="007C4C20" w:rsidRDefault="00657368" w:rsidP="00D80360">
      <w:pPr>
        <w:pStyle w:val="CMSANHeading4"/>
      </w:pPr>
      <w:r w:rsidRPr="007C4C20">
        <w:t xml:space="preserve">enable it to perform its obligations under </w:t>
      </w:r>
      <w:r w:rsidR="00157923" w:rsidRPr="007C4C20">
        <w:t>this Agreement</w:t>
      </w:r>
      <w:r w:rsidR="00D80360" w:rsidRPr="007C4C20">
        <w:t xml:space="preserve"> and/or the Project Documents</w:t>
      </w:r>
      <w:r w:rsidRPr="007C4C20">
        <w:t>;</w:t>
      </w:r>
      <w:bookmarkEnd w:id="209"/>
      <w:r w:rsidR="006B1BE0" w:rsidRPr="007C4C20">
        <w:t xml:space="preserve"> </w:t>
      </w:r>
    </w:p>
    <w:p w14:paraId="13B5D091" w14:textId="77777777" w:rsidR="00657368" w:rsidRPr="007C4C20" w:rsidRDefault="00657368" w:rsidP="00D80360">
      <w:pPr>
        <w:pStyle w:val="CMSANHeading4"/>
      </w:pPr>
      <w:bookmarkStart w:id="210" w:name="_Ref7182959"/>
      <w:r w:rsidRPr="007C4C20">
        <w:t xml:space="preserve">ensure the legality, validity, enforceability or admissibility in evidence of </w:t>
      </w:r>
      <w:bookmarkEnd w:id="210"/>
      <w:r w:rsidR="00727E31" w:rsidRPr="007C4C20">
        <w:t xml:space="preserve">this Agreement </w:t>
      </w:r>
      <w:r w:rsidR="00D80360" w:rsidRPr="007C4C20">
        <w:t>and/or the Project Document; or</w:t>
      </w:r>
    </w:p>
    <w:p w14:paraId="410EFC34" w14:textId="77777777" w:rsidR="00D80360" w:rsidRPr="007C4C20" w:rsidRDefault="00D80360" w:rsidP="00D80360">
      <w:pPr>
        <w:pStyle w:val="CMSANHeading4"/>
      </w:pPr>
      <w:r w:rsidRPr="007C4C20">
        <w:t>to carry out the Projects in accordance with the Project Documents.</w:t>
      </w:r>
    </w:p>
    <w:p w14:paraId="76EE3333" w14:textId="77777777" w:rsidR="00657368" w:rsidRPr="007C4C20" w:rsidRDefault="00657368" w:rsidP="007C65BF">
      <w:pPr>
        <w:pStyle w:val="CMSANHeading2"/>
        <w:keepNext/>
        <w:rPr>
          <w:b/>
        </w:rPr>
      </w:pPr>
      <w:bookmarkStart w:id="211" w:name="_Ref7182961"/>
      <w:r w:rsidRPr="007C4C20">
        <w:rPr>
          <w:b/>
        </w:rPr>
        <w:t>Compliance with laws</w:t>
      </w:r>
      <w:bookmarkEnd w:id="211"/>
    </w:p>
    <w:p w14:paraId="2B2F2357" w14:textId="77777777" w:rsidR="00657368" w:rsidRPr="007C4C20" w:rsidRDefault="00657368" w:rsidP="007C65BF">
      <w:pPr>
        <w:pStyle w:val="CMSANIndent2"/>
      </w:pPr>
      <w:r w:rsidRPr="007C4C20">
        <w:t xml:space="preserve">The Borrower shall comply in all respects with all laws to which it may be subject, if failure so to comply would materially impair its ability to perform its obligations under </w:t>
      </w:r>
      <w:r w:rsidR="00157923" w:rsidRPr="007C4C20">
        <w:t>this Agreement</w:t>
      </w:r>
      <w:r w:rsidRPr="007C4C20">
        <w:t>.</w:t>
      </w:r>
    </w:p>
    <w:p w14:paraId="4A6B852A" w14:textId="77777777" w:rsidR="00657368" w:rsidRPr="007C4C20" w:rsidRDefault="00657368" w:rsidP="007C65BF">
      <w:pPr>
        <w:pStyle w:val="CMSANHeading2"/>
        <w:keepNext/>
        <w:rPr>
          <w:b/>
        </w:rPr>
      </w:pPr>
      <w:bookmarkStart w:id="212" w:name="_Ref7182962"/>
      <w:r w:rsidRPr="007C4C20">
        <w:rPr>
          <w:b/>
        </w:rPr>
        <w:t>Negative pledge</w:t>
      </w:r>
      <w:bookmarkEnd w:id="212"/>
    </w:p>
    <w:p w14:paraId="19E07DD1" w14:textId="77777777" w:rsidR="004C2E33" w:rsidRPr="007C4C20" w:rsidRDefault="004C2E33" w:rsidP="004C2E33">
      <w:pPr>
        <w:pStyle w:val="CMSANIndent2"/>
      </w:pPr>
      <w:r w:rsidRPr="007C4C20">
        <w:t xml:space="preserve">The Borrower shall not and shall ensure that each of its agencies shall not, without the prior written consent of </w:t>
      </w:r>
      <w:r w:rsidR="009C19A8" w:rsidRPr="007C4C20">
        <w:t xml:space="preserve">the </w:t>
      </w:r>
      <w:r w:rsidR="00D070B3" w:rsidRPr="007C4C20">
        <w:t>Lenders</w:t>
      </w:r>
      <w:r w:rsidRPr="007C4C20">
        <w:t xml:space="preserve">, create or permit to subsist any </w:t>
      </w:r>
      <w:r w:rsidR="00B53D92" w:rsidRPr="007C4C20">
        <w:t>E</w:t>
      </w:r>
      <w:r w:rsidRPr="007C4C20">
        <w:t>ncumbrance over all or any of its present or future assets other than a Permitted Encumbrance.</w:t>
      </w:r>
    </w:p>
    <w:p w14:paraId="5447816F" w14:textId="77777777" w:rsidR="003C169B" w:rsidRPr="007C4C20" w:rsidRDefault="003C169B" w:rsidP="003C169B">
      <w:pPr>
        <w:pStyle w:val="CMSANHeading2"/>
        <w:keepNext/>
      </w:pPr>
      <w:r w:rsidRPr="007C4C20">
        <w:rPr>
          <w:b/>
        </w:rPr>
        <w:lastRenderedPageBreak/>
        <w:t>Project Documents</w:t>
      </w:r>
    </w:p>
    <w:p w14:paraId="563D563D" w14:textId="77777777" w:rsidR="006F0C02" w:rsidRDefault="006F0C02" w:rsidP="006F0C02">
      <w:pPr>
        <w:pStyle w:val="CMSANHeading3"/>
      </w:pPr>
      <w:r>
        <w:t xml:space="preserve">The Borrower shall fund from own sources </w:t>
      </w:r>
      <w:r w:rsidRPr="007C4C20">
        <w:t xml:space="preserve">capital expenditures </w:t>
      </w:r>
      <w:r>
        <w:t>as</w:t>
      </w:r>
      <w:r w:rsidRPr="007C4C20">
        <w:t xml:space="preserve"> described in the Investment Budget for each Project in the minimum amount of twenty (20) per cent. of each contract price as defined in the relevant Commercial Contract</w:t>
      </w:r>
      <w:r>
        <w:t>.</w:t>
      </w:r>
    </w:p>
    <w:p w14:paraId="0A2256FA" w14:textId="77777777" w:rsidR="003C169B" w:rsidRPr="007C4C20" w:rsidRDefault="003C169B" w:rsidP="006F0C02">
      <w:pPr>
        <w:pStyle w:val="CMSANHeading3"/>
      </w:pPr>
      <w:r w:rsidRPr="007C4C20">
        <w:t xml:space="preserve">The Borrower shall not, without the prior consent of </w:t>
      </w:r>
      <w:r w:rsidR="009C19A8" w:rsidRPr="007C4C20">
        <w:t xml:space="preserve">the </w:t>
      </w:r>
      <w:r w:rsidR="00D070B3" w:rsidRPr="007C4C20">
        <w:t>Lenders</w:t>
      </w:r>
      <w:r w:rsidRPr="007C4C20">
        <w:t>, permit or suffer to occur any</w:t>
      </w:r>
      <w:r w:rsidR="00D070B3" w:rsidRPr="007C4C20">
        <w:t xml:space="preserve"> </w:t>
      </w:r>
      <w:r w:rsidRPr="007C4C20">
        <w:t>alteration of or amendment to or departure from the terms of the Project Documents</w:t>
      </w:r>
      <w:r w:rsidR="00D070B3" w:rsidRPr="007C4C20">
        <w:t xml:space="preserve"> which would result in a change of the scope of any of the Projects or a change of the contractor</w:t>
      </w:r>
      <w:r w:rsidR="00896E26" w:rsidRPr="007C4C20">
        <w:t xml:space="preserve"> under any Project Document</w:t>
      </w:r>
      <w:r w:rsidR="00D22B6A" w:rsidRPr="007C4C20">
        <w:t>.</w:t>
      </w:r>
    </w:p>
    <w:p w14:paraId="626F6F1D" w14:textId="77777777" w:rsidR="00657368" w:rsidRPr="007C4C20" w:rsidRDefault="00657368" w:rsidP="007C65BF">
      <w:pPr>
        <w:pStyle w:val="CMSANHeading2"/>
        <w:keepNext/>
      </w:pPr>
      <w:bookmarkStart w:id="213" w:name="_Ref7183009"/>
      <w:r w:rsidRPr="007C4C20">
        <w:rPr>
          <w:b/>
        </w:rPr>
        <w:t>Environmental compliance</w:t>
      </w:r>
      <w:bookmarkEnd w:id="213"/>
    </w:p>
    <w:p w14:paraId="68069183" w14:textId="77777777" w:rsidR="00657368" w:rsidRPr="007C4C20" w:rsidRDefault="00657368" w:rsidP="007C65BF">
      <w:pPr>
        <w:pStyle w:val="CMSANIndent2"/>
        <w:keepNext/>
      </w:pPr>
      <w:r w:rsidRPr="007C4C20">
        <w:t>The Borrower shall:</w:t>
      </w:r>
    </w:p>
    <w:p w14:paraId="5F093098" w14:textId="77777777" w:rsidR="00657368" w:rsidRPr="007C4C20" w:rsidRDefault="00657368" w:rsidP="00026879">
      <w:pPr>
        <w:pStyle w:val="CMSANHeading3"/>
      </w:pPr>
      <w:bookmarkStart w:id="214" w:name="_Ref7183010"/>
      <w:r w:rsidRPr="007C4C20">
        <w:t>comply with all Environmental Laws;</w:t>
      </w:r>
      <w:bookmarkEnd w:id="214"/>
      <w:r w:rsidR="00D322D8" w:rsidRPr="007C4C20">
        <w:t xml:space="preserve"> and</w:t>
      </w:r>
    </w:p>
    <w:p w14:paraId="7E9A2788" w14:textId="77777777" w:rsidR="00657368" w:rsidRPr="007C4C20" w:rsidRDefault="00657368" w:rsidP="00026879">
      <w:pPr>
        <w:pStyle w:val="CMSANHeading3"/>
      </w:pPr>
      <w:bookmarkStart w:id="215" w:name="_Ref7183012"/>
      <w:r w:rsidRPr="007C4C20">
        <w:t>implement procedures to monitor compliance with and to prevent liability under any Environmental Law,</w:t>
      </w:r>
      <w:bookmarkEnd w:id="215"/>
    </w:p>
    <w:p w14:paraId="7AEB9752" w14:textId="77777777" w:rsidR="00657368" w:rsidRPr="007C4C20" w:rsidRDefault="00025B82" w:rsidP="007C65BF">
      <w:pPr>
        <w:pStyle w:val="CMSANIndent2"/>
      </w:pPr>
      <w:r w:rsidRPr="007C4C20">
        <w:t xml:space="preserve">in respect of the Projects </w:t>
      </w:r>
      <w:r w:rsidR="00657368" w:rsidRPr="007C4C20">
        <w:t>where failure to do so has or is reasonably likely to have a Material Adverse Effect.</w:t>
      </w:r>
    </w:p>
    <w:p w14:paraId="3B191C00" w14:textId="77777777" w:rsidR="00657368" w:rsidRPr="007C4C20" w:rsidRDefault="00657368" w:rsidP="007C65BF">
      <w:pPr>
        <w:pStyle w:val="CMSANHeading2"/>
        <w:keepNext/>
        <w:rPr>
          <w:b/>
        </w:rPr>
      </w:pPr>
      <w:bookmarkStart w:id="216" w:name="_Ref7183016"/>
      <w:r w:rsidRPr="007C4C20">
        <w:rPr>
          <w:b/>
        </w:rPr>
        <w:t>Anti-Corruption Laws</w:t>
      </w:r>
      <w:bookmarkEnd w:id="216"/>
    </w:p>
    <w:p w14:paraId="4D54058A" w14:textId="77777777" w:rsidR="00657368" w:rsidRPr="007C4C20" w:rsidRDefault="00657368" w:rsidP="00026879">
      <w:pPr>
        <w:pStyle w:val="CMSANHeading3"/>
      </w:pPr>
      <w:bookmarkStart w:id="217" w:name="_Ref7183017"/>
      <w:r w:rsidRPr="007C4C20">
        <w:t xml:space="preserve">The Borrower shall not directly or indirectly use the proceeds of </w:t>
      </w:r>
      <w:r w:rsidR="006B1BE0" w:rsidRPr="007C4C20">
        <w:t>any</w:t>
      </w:r>
      <w:r w:rsidRPr="007C4C20">
        <w:t xml:space="preserve"> </w:t>
      </w:r>
      <w:r w:rsidR="00025B82" w:rsidRPr="007C4C20">
        <w:t xml:space="preserve">Loan </w:t>
      </w:r>
      <w:r w:rsidRPr="007C4C20">
        <w:t xml:space="preserve">Facility for any purpose which would breach any </w:t>
      </w:r>
      <w:r w:rsidR="000B73A8" w:rsidRPr="007C4C20">
        <w:t>anti-corruption laws</w:t>
      </w:r>
      <w:r w:rsidRPr="007C4C20">
        <w:t>.</w:t>
      </w:r>
      <w:bookmarkEnd w:id="217"/>
    </w:p>
    <w:p w14:paraId="2B655B4C" w14:textId="77777777" w:rsidR="00657368" w:rsidRPr="007C4C20" w:rsidRDefault="00657368" w:rsidP="00E71A19">
      <w:pPr>
        <w:pStyle w:val="CMSANHeading3"/>
        <w:keepNext/>
      </w:pPr>
      <w:bookmarkStart w:id="218" w:name="_Ref7183018"/>
      <w:r w:rsidRPr="007C4C20">
        <w:t>The Borrower shall:</w:t>
      </w:r>
      <w:bookmarkEnd w:id="218"/>
    </w:p>
    <w:p w14:paraId="6A6C361E" w14:textId="77777777" w:rsidR="00657368" w:rsidRPr="007C4C20" w:rsidRDefault="00657368" w:rsidP="00026879">
      <w:pPr>
        <w:pStyle w:val="CMSANHeading4"/>
      </w:pPr>
      <w:bookmarkStart w:id="219" w:name="_Ref7183019"/>
      <w:r w:rsidRPr="007C4C20">
        <w:t xml:space="preserve">conduct its </w:t>
      </w:r>
      <w:r w:rsidR="00025B82" w:rsidRPr="007C4C20">
        <w:t>activity</w:t>
      </w:r>
      <w:r w:rsidRPr="007C4C20">
        <w:t xml:space="preserve"> in compliance with </w:t>
      </w:r>
      <w:r w:rsidR="000B73A8" w:rsidRPr="007C4C20">
        <w:t>any anti-corruption laws</w:t>
      </w:r>
      <w:r w:rsidRPr="007C4C20">
        <w:t>;</w:t>
      </w:r>
      <w:bookmarkEnd w:id="219"/>
    </w:p>
    <w:p w14:paraId="54650FFD" w14:textId="77777777" w:rsidR="00657368" w:rsidRPr="007C4C20" w:rsidRDefault="00657368" w:rsidP="00026879">
      <w:pPr>
        <w:pStyle w:val="CMSANHeading4"/>
      </w:pPr>
      <w:bookmarkStart w:id="220" w:name="_Ref7183020"/>
      <w:r w:rsidRPr="007C4C20">
        <w:t>maintain policies and procedures designed to promote and achieve compliance with such laws; and</w:t>
      </w:r>
      <w:bookmarkEnd w:id="220"/>
    </w:p>
    <w:p w14:paraId="442336C0" w14:textId="77777777" w:rsidR="00A57C69" w:rsidRPr="007C4C20" w:rsidRDefault="00657368" w:rsidP="00A57C69">
      <w:pPr>
        <w:pStyle w:val="CMSANHeading4"/>
      </w:pPr>
      <w:bookmarkStart w:id="221" w:name="_Ref7183021"/>
      <w:r w:rsidRPr="007C4C20">
        <w:t>take all reasonable and prudent steps to ensure that each of its agents, directors, employees and officers comply with such laws.</w:t>
      </w:r>
      <w:bookmarkEnd w:id="221"/>
    </w:p>
    <w:p w14:paraId="15F8356D" w14:textId="77777777" w:rsidR="00A57C69" w:rsidRPr="007C4C20" w:rsidRDefault="00A77A9F" w:rsidP="00A57C69">
      <w:pPr>
        <w:pStyle w:val="CMSANHeading2"/>
        <w:keepNext/>
        <w:rPr>
          <w:b/>
        </w:rPr>
      </w:pPr>
      <w:r w:rsidRPr="007C4C20">
        <w:rPr>
          <w:b/>
        </w:rPr>
        <w:t>Sanctions</w:t>
      </w:r>
    </w:p>
    <w:p w14:paraId="6E26499F" w14:textId="77777777" w:rsidR="00A57C69" w:rsidRPr="007C4C20" w:rsidRDefault="00A57C69" w:rsidP="00A57C69">
      <w:pPr>
        <w:pStyle w:val="CMSANIndent2"/>
      </w:pPr>
      <w:r w:rsidRPr="007C4C20">
        <w:t xml:space="preserve">The Borrower shall not apply the proceeds of the </w:t>
      </w:r>
      <w:r w:rsidR="00025B82" w:rsidRPr="007C4C20">
        <w:t>L</w:t>
      </w:r>
      <w:r w:rsidR="001957E8" w:rsidRPr="007C4C20">
        <w:t xml:space="preserve">oan </w:t>
      </w:r>
      <w:r w:rsidR="00025B82" w:rsidRPr="007C4C20">
        <w:t>F</w:t>
      </w:r>
      <w:r w:rsidRPr="007C4C20">
        <w:t xml:space="preserve">acilities for any purpose which would breach Sanctions. </w:t>
      </w:r>
    </w:p>
    <w:p w14:paraId="4DE34D5A" w14:textId="77777777" w:rsidR="00657368" w:rsidRPr="007C4C20" w:rsidRDefault="00657368" w:rsidP="007C65BF">
      <w:pPr>
        <w:pStyle w:val="CMSANHeading2"/>
        <w:keepNext/>
        <w:rPr>
          <w:b/>
        </w:rPr>
      </w:pPr>
      <w:bookmarkStart w:id="222" w:name="_Ref7183027"/>
      <w:r w:rsidRPr="007C4C20">
        <w:rPr>
          <w:b/>
        </w:rPr>
        <w:t>Pari passu ranking</w:t>
      </w:r>
      <w:bookmarkEnd w:id="222"/>
    </w:p>
    <w:p w14:paraId="241B4173" w14:textId="77777777" w:rsidR="00DE4C38" w:rsidRPr="007C4C20" w:rsidRDefault="00DE4C38" w:rsidP="00DE4C38">
      <w:pPr>
        <w:pStyle w:val="CMSANIndent2"/>
      </w:pPr>
      <w:r w:rsidRPr="007C4C20">
        <w:t>The Borrower undertakes to ensure that at all times the claim</w:t>
      </w:r>
      <w:r w:rsidR="00840C30" w:rsidRPr="007C4C20">
        <w:t>s</w:t>
      </w:r>
      <w:r w:rsidRPr="007C4C20">
        <w:t xml:space="preserve"> of </w:t>
      </w:r>
      <w:r w:rsidR="00F84E00" w:rsidRPr="007C4C20">
        <w:t xml:space="preserve">the </w:t>
      </w:r>
      <w:r w:rsidR="00840C30" w:rsidRPr="007C4C20">
        <w:t>Lenders</w:t>
      </w:r>
      <w:r w:rsidR="00F84E00" w:rsidRPr="007C4C20">
        <w:t xml:space="preserve"> </w:t>
      </w:r>
      <w:r w:rsidRPr="007C4C20">
        <w:t xml:space="preserve">against the Borrower under </w:t>
      </w:r>
      <w:r w:rsidR="00157923" w:rsidRPr="007C4C20">
        <w:t>this Agreement</w:t>
      </w:r>
      <w:r w:rsidRPr="007C4C20">
        <w:t xml:space="preserve"> rank at least pari passu as to priority of payment with the claims of all other unsecured and unsubordinated creditors in respect of present or future External Indebtedness of the Borrower.</w:t>
      </w:r>
    </w:p>
    <w:p w14:paraId="44AAA4C1" w14:textId="77777777" w:rsidR="00657368" w:rsidRPr="007C4C20" w:rsidRDefault="00C20FBE" w:rsidP="00C20FBE">
      <w:pPr>
        <w:pStyle w:val="CMSANHeading2"/>
        <w:rPr>
          <w:b/>
        </w:rPr>
      </w:pPr>
      <w:r w:rsidRPr="007C4C20">
        <w:rPr>
          <w:b/>
        </w:rPr>
        <w:t>Inspection of Books and Records</w:t>
      </w:r>
    </w:p>
    <w:p w14:paraId="617F60FE" w14:textId="77777777" w:rsidR="00657368" w:rsidRPr="007C4C20" w:rsidRDefault="00C20FBE" w:rsidP="007C65BF">
      <w:pPr>
        <w:pStyle w:val="CMSANIndent2"/>
      </w:pPr>
      <w:r w:rsidRPr="007C4C20">
        <w:t xml:space="preserve">The Borrower shall permit representatives of </w:t>
      </w:r>
      <w:r w:rsidR="00F84E00" w:rsidRPr="007C4C20">
        <w:t xml:space="preserve">the </w:t>
      </w:r>
      <w:r w:rsidR="00840C30" w:rsidRPr="007C4C20">
        <w:t>Lenders</w:t>
      </w:r>
      <w:r w:rsidR="00F84E00" w:rsidRPr="007C4C20">
        <w:t xml:space="preserve"> </w:t>
      </w:r>
      <w:r w:rsidRPr="007C4C20">
        <w:t>upon five (5) Business Days prior written notice to the Borrower during normal working hours to inspect and make extracts from and copies of its books and records in so far as it relates to the rights and remedies of the Agent or the Lenders under this Agreement or the obligations of the Borrower under any Project Document to which it is party provided that</w:t>
      </w:r>
      <w:r w:rsidRPr="007C4C20">
        <w:rPr>
          <w:b/>
        </w:rPr>
        <w:t xml:space="preserve"> </w:t>
      </w:r>
      <w:r w:rsidRPr="007C4C20">
        <w:t>the Borrower shall not be required to permit such inspection and/or the making of such extracts if and to the extent the same is prohibited by reason of national security or public policy.</w:t>
      </w:r>
    </w:p>
    <w:p w14:paraId="6EB8EB27" w14:textId="77777777" w:rsidR="00657368" w:rsidRPr="007C4C20" w:rsidRDefault="00026879" w:rsidP="00026879">
      <w:pPr>
        <w:pStyle w:val="CMSANHeading1"/>
      </w:pPr>
      <w:bookmarkStart w:id="223" w:name="_Ref7183029"/>
      <w:bookmarkStart w:id="224" w:name="_Toc28094908"/>
      <w:r w:rsidRPr="007C4C20">
        <w:lastRenderedPageBreak/>
        <w:t xml:space="preserve">Events </w:t>
      </w:r>
      <w:r w:rsidR="007C65BF" w:rsidRPr="007C4C20">
        <w:t>of</w:t>
      </w:r>
      <w:r w:rsidR="007C65BF" w:rsidRPr="007C4C20">
        <w:rPr>
          <w:caps w:val="0"/>
        </w:rPr>
        <w:t xml:space="preserve"> </w:t>
      </w:r>
      <w:r w:rsidRPr="007C4C20">
        <w:t>Default</w:t>
      </w:r>
      <w:bookmarkEnd w:id="223"/>
      <w:bookmarkEnd w:id="224"/>
    </w:p>
    <w:p w14:paraId="4722332D" w14:textId="25D21CC1" w:rsidR="00657368" w:rsidRPr="007C4C20" w:rsidRDefault="00657368" w:rsidP="007C65BF">
      <w:pPr>
        <w:pStyle w:val="CMSANIndent2"/>
      </w:pPr>
      <w:r w:rsidRPr="007C4C20">
        <w:t xml:space="preserve">Each of the events or circumstances set out in Clause </w:t>
      </w:r>
      <w:r w:rsidR="00C91BE0" w:rsidRPr="007C4C20">
        <w:fldChar w:fldCharType="begin"/>
      </w:r>
      <w:r w:rsidR="00C91BE0" w:rsidRPr="007C4C20">
        <w:instrText xml:space="preserve">  REF _Ref7183029 \w \h \* MERGEFORMAT </w:instrText>
      </w:r>
      <w:r w:rsidR="00C91BE0" w:rsidRPr="007C4C20">
        <w:fldChar w:fldCharType="separate"/>
      </w:r>
      <w:r w:rsidR="00B66043" w:rsidRPr="00B66043">
        <w:rPr>
          <w:color w:val="000000"/>
        </w:rPr>
        <w:t>18</w:t>
      </w:r>
      <w:r w:rsidR="00C91BE0" w:rsidRPr="007C4C20">
        <w:fldChar w:fldCharType="end"/>
      </w:r>
      <w:r w:rsidRPr="007C4C20">
        <w:t xml:space="preserve"> is an Event of Default (save for Clause </w:t>
      </w:r>
      <w:r w:rsidR="00C91BE0" w:rsidRPr="007C4C20">
        <w:fldChar w:fldCharType="begin"/>
      </w:r>
      <w:r w:rsidR="00C91BE0" w:rsidRPr="007C4C20">
        <w:instrText xml:space="preserve">  REF _Ref7183074 \w \h \* MERGEFORMAT </w:instrText>
      </w:r>
      <w:r w:rsidR="00C91BE0" w:rsidRPr="007C4C20">
        <w:fldChar w:fldCharType="separate"/>
      </w:r>
      <w:r w:rsidR="00B66043" w:rsidRPr="00B66043">
        <w:rPr>
          <w:color w:val="000000"/>
        </w:rPr>
        <w:t>18.15</w:t>
      </w:r>
      <w:r w:rsidR="00C91BE0" w:rsidRPr="007C4C20">
        <w:fldChar w:fldCharType="end"/>
      </w:r>
      <w:r w:rsidRPr="007C4C20">
        <w:t xml:space="preserve"> (</w:t>
      </w:r>
      <w:r w:rsidRPr="007C4C20">
        <w:rPr>
          <w:i/>
        </w:rPr>
        <w:t>Acceleration</w:t>
      </w:r>
      <w:r w:rsidRPr="007C4C20">
        <w:t>)).</w:t>
      </w:r>
    </w:p>
    <w:p w14:paraId="06121081" w14:textId="77777777" w:rsidR="00657368" w:rsidRPr="007C4C20" w:rsidRDefault="00657368" w:rsidP="007C65BF">
      <w:pPr>
        <w:pStyle w:val="CMSANHeading2"/>
        <w:keepNext/>
        <w:rPr>
          <w:b/>
        </w:rPr>
      </w:pPr>
      <w:bookmarkStart w:id="225" w:name="_Ref7183030"/>
      <w:r w:rsidRPr="007C4C20">
        <w:rPr>
          <w:b/>
        </w:rPr>
        <w:t>Non-payment</w:t>
      </w:r>
      <w:bookmarkEnd w:id="225"/>
    </w:p>
    <w:p w14:paraId="7E0FDF74" w14:textId="77777777" w:rsidR="00657368" w:rsidRPr="007C4C20" w:rsidRDefault="00657368" w:rsidP="00E76E9B">
      <w:pPr>
        <w:pStyle w:val="CMSANIndent2"/>
        <w:keepNext/>
      </w:pPr>
      <w:r w:rsidRPr="007C4C20">
        <w:t xml:space="preserve">The Borrower does not pay on the due date any amount payable </w:t>
      </w:r>
      <w:r w:rsidR="00274408" w:rsidRPr="007C4C20">
        <w:t>under or in connection with</w:t>
      </w:r>
      <w:r w:rsidRPr="007C4C20">
        <w:t xml:space="preserve"> </w:t>
      </w:r>
      <w:r w:rsidR="00727E31" w:rsidRPr="007C4C20">
        <w:t xml:space="preserve">this Agreement </w:t>
      </w:r>
      <w:r w:rsidRPr="007C4C20">
        <w:t>at the place and in the currency in whic</w:t>
      </w:r>
      <w:r w:rsidR="00C10B3A" w:rsidRPr="007C4C20">
        <w:t xml:space="preserve">h it is expressed to be payable, </w:t>
      </w:r>
      <w:r w:rsidRPr="007C4C20">
        <w:t>unless</w:t>
      </w:r>
      <w:r w:rsidR="001D6EAB" w:rsidRPr="007C4C20">
        <w:t xml:space="preserve"> its failure to pay is caused by</w:t>
      </w:r>
      <w:bookmarkStart w:id="226" w:name="_Ref7183032"/>
      <w:r w:rsidR="00E76E9B" w:rsidRPr="007C4C20">
        <w:t xml:space="preserve"> </w:t>
      </w:r>
      <w:r w:rsidRPr="007C4C20">
        <w:t>administrative or technical error or</w:t>
      </w:r>
      <w:bookmarkStart w:id="227" w:name="_Ref7183033"/>
      <w:bookmarkEnd w:id="226"/>
      <w:r w:rsidR="00E76E9B" w:rsidRPr="007C4C20">
        <w:t xml:space="preserve"> </w:t>
      </w:r>
      <w:r w:rsidR="002C3639" w:rsidRPr="007C4C20">
        <w:t xml:space="preserve">by </w:t>
      </w:r>
      <w:r w:rsidR="0036317C" w:rsidRPr="007C4C20">
        <w:t xml:space="preserve">a </w:t>
      </w:r>
      <w:r w:rsidRPr="007C4C20">
        <w:t>Disruption Event and</w:t>
      </w:r>
      <w:bookmarkStart w:id="228" w:name="_Ref7183034"/>
      <w:bookmarkEnd w:id="227"/>
      <w:r w:rsidR="00E76E9B" w:rsidRPr="007C4C20">
        <w:t xml:space="preserve"> </w:t>
      </w:r>
      <w:r w:rsidR="002C3639" w:rsidRPr="007C4C20">
        <w:t xml:space="preserve">in each case </w:t>
      </w:r>
      <w:r w:rsidRPr="007C4C20">
        <w:t>payment is made within</w:t>
      </w:r>
      <w:bookmarkEnd w:id="228"/>
      <w:r w:rsidR="00897C1D" w:rsidRPr="007C4C20">
        <w:t xml:space="preserve"> one</w:t>
      </w:r>
      <w:r w:rsidR="001D6EAB" w:rsidRPr="007C4C20">
        <w:t xml:space="preserve"> </w:t>
      </w:r>
      <w:r w:rsidR="00897C1D" w:rsidRPr="007C4C20">
        <w:t>(</w:t>
      </w:r>
      <w:r w:rsidR="001D6EAB" w:rsidRPr="007C4C20">
        <w:t>1</w:t>
      </w:r>
      <w:r w:rsidR="00897C1D" w:rsidRPr="007C4C20">
        <w:t>)</w:t>
      </w:r>
      <w:r w:rsidR="001D6EAB" w:rsidRPr="007C4C20">
        <w:t xml:space="preserve"> Business Day of its due date.</w:t>
      </w:r>
    </w:p>
    <w:p w14:paraId="41FC66FE" w14:textId="77777777" w:rsidR="00657368" w:rsidRPr="007C4C20" w:rsidRDefault="00657368" w:rsidP="007C65BF">
      <w:pPr>
        <w:pStyle w:val="CMSANHeading2"/>
        <w:keepNext/>
        <w:rPr>
          <w:b/>
        </w:rPr>
      </w:pPr>
      <w:bookmarkStart w:id="229" w:name="_Ref7183037"/>
      <w:r w:rsidRPr="007C4C20">
        <w:rPr>
          <w:b/>
        </w:rPr>
        <w:t>Other obligations</w:t>
      </w:r>
      <w:bookmarkEnd w:id="229"/>
    </w:p>
    <w:p w14:paraId="0B07EFE0" w14:textId="5CCDA286" w:rsidR="00657368" w:rsidRPr="007C4C20" w:rsidRDefault="00657368" w:rsidP="00026879">
      <w:pPr>
        <w:pStyle w:val="CMSANHeading3"/>
      </w:pPr>
      <w:bookmarkStart w:id="230" w:name="_Ref7183038"/>
      <w:r w:rsidRPr="007C4C20">
        <w:t xml:space="preserve">The Borrower does not comply with any provision of </w:t>
      </w:r>
      <w:r w:rsidR="00157923" w:rsidRPr="007C4C20">
        <w:t>this Agreement</w:t>
      </w:r>
      <w:r w:rsidR="00C400BC" w:rsidRPr="007C4C20">
        <w:t xml:space="preserve"> and/or any Project Document to which it is a party</w:t>
      </w:r>
      <w:r w:rsidRPr="007C4C20">
        <w:t xml:space="preserve"> (other than those referred to in Clause </w:t>
      </w:r>
      <w:r w:rsidR="00C91BE0" w:rsidRPr="007C4C20">
        <w:fldChar w:fldCharType="begin"/>
      </w:r>
      <w:r w:rsidR="00C91BE0" w:rsidRPr="007C4C20">
        <w:instrText xml:space="preserve">  REF _Ref7183030 \w \h \* MERGEFORMAT </w:instrText>
      </w:r>
      <w:r w:rsidR="00C91BE0" w:rsidRPr="007C4C20">
        <w:fldChar w:fldCharType="separate"/>
      </w:r>
      <w:r w:rsidR="00B66043" w:rsidRPr="00B66043">
        <w:rPr>
          <w:color w:val="000000"/>
        </w:rPr>
        <w:t>18.1</w:t>
      </w:r>
      <w:r w:rsidR="00C91BE0" w:rsidRPr="007C4C20">
        <w:fldChar w:fldCharType="end"/>
      </w:r>
      <w:r w:rsidRPr="007C4C20">
        <w:t xml:space="preserve"> (</w:t>
      </w:r>
      <w:r w:rsidRPr="007C4C20">
        <w:rPr>
          <w:i/>
        </w:rPr>
        <w:t>Non-payment</w:t>
      </w:r>
      <w:r w:rsidRPr="007C4C20">
        <w:t>)</w:t>
      </w:r>
      <w:r w:rsidR="007A3C0E" w:rsidRPr="007C4C20">
        <w:t>)</w:t>
      </w:r>
      <w:r w:rsidRPr="007C4C20">
        <w:t>.</w:t>
      </w:r>
      <w:bookmarkEnd w:id="230"/>
    </w:p>
    <w:p w14:paraId="4A8A106F" w14:textId="77777777" w:rsidR="00657368" w:rsidRPr="007C4C20" w:rsidRDefault="00657368" w:rsidP="00757DAD">
      <w:pPr>
        <w:pStyle w:val="CMSANHeading3"/>
        <w:keepNext/>
      </w:pPr>
      <w:bookmarkStart w:id="231" w:name="_Ref7183039"/>
      <w:r w:rsidRPr="007C4C20">
        <w:t xml:space="preserve">No Event of Default under paragraph </w:t>
      </w:r>
      <w:bookmarkStart w:id="232" w:name="DocXTextRef197"/>
      <w:r w:rsidRPr="007C4C20">
        <w:t>(a)</w:t>
      </w:r>
      <w:bookmarkEnd w:id="232"/>
      <w:r w:rsidRPr="007C4C20">
        <w:t xml:space="preserve"> above will occur if the failure to comply is capable of remedy and is remedied within</w:t>
      </w:r>
      <w:r w:rsidR="00757DAD" w:rsidRPr="007C4C20">
        <w:t xml:space="preserve"> </w:t>
      </w:r>
      <w:r w:rsidR="00897C1D" w:rsidRPr="007C4C20">
        <w:t>five (</w:t>
      </w:r>
      <w:r w:rsidR="00757DAD" w:rsidRPr="007C4C20">
        <w:t>5</w:t>
      </w:r>
      <w:r w:rsidR="00897C1D" w:rsidRPr="007C4C20">
        <w:t>)</w:t>
      </w:r>
      <w:r w:rsidR="00757DAD" w:rsidRPr="007C4C20">
        <w:t xml:space="preserve"> </w:t>
      </w:r>
      <w:bookmarkStart w:id="233" w:name="_Ref7183040"/>
      <w:bookmarkEnd w:id="231"/>
      <w:r w:rsidRPr="007C4C20">
        <w:t>Business Days</w:t>
      </w:r>
      <w:bookmarkEnd w:id="233"/>
      <w:r w:rsidR="00757DAD" w:rsidRPr="007C4C20">
        <w:t xml:space="preserve"> </w:t>
      </w:r>
      <w:r w:rsidRPr="007C4C20">
        <w:t xml:space="preserve">of the earlier of </w:t>
      </w:r>
      <w:bookmarkStart w:id="234" w:name="DocXTextRef198"/>
      <w:r w:rsidRPr="007C4C20">
        <w:t>(A)</w:t>
      </w:r>
      <w:bookmarkEnd w:id="234"/>
      <w:r w:rsidRPr="007C4C20">
        <w:t xml:space="preserve"> the Agent giving notice to the Borrower and </w:t>
      </w:r>
      <w:bookmarkStart w:id="235" w:name="DocXTextRef199"/>
      <w:r w:rsidRPr="007C4C20">
        <w:t>(B)</w:t>
      </w:r>
      <w:bookmarkEnd w:id="235"/>
      <w:r w:rsidRPr="007C4C20">
        <w:t xml:space="preserve"> the Borrower becoming aware of the failure to comply.</w:t>
      </w:r>
    </w:p>
    <w:p w14:paraId="2DA544AC" w14:textId="77777777" w:rsidR="00657368" w:rsidRPr="007C4C20" w:rsidRDefault="00657368" w:rsidP="007C65BF">
      <w:pPr>
        <w:pStyle w:val="CMSANHeading2"/>
        <w:keepNext/>
        <w:rPr>
          <w:b/>
        </w:rPr>
      </w:pPr>
      <w:bookmarkStart w:id="236" w:name="_Ref7183042"/>
      <w:r w:rsidRPr="007C4C20">
        <w:rPr>
          <w:b/>
        </w:rPr>
        <w:t>Misrepresentation</w:t>
      </w:r>
      <w:bookmarkEnd w:id="236"/>
    </w:p>
    <w:p w14:paraId="384845DD" w14:textId="77777777" w:rsidR="00657368" w:rsidRPr="007C4C20" w:rsidRDefault="00657368" w:rsidP="007C65BF">
      <w:pPr>
        <w:pStyle w:val="CMSANIndent2"/>
      </w:pPr>
      <w:r w:rsidRPr="007C4C20">
        <w:t xml:space="preserve">Any representation or statement made or deemed to be made by the Borrower in </w:t>
      </w:r>
      <w:r w:rsidR="00157923" w:rsidRPr="007C4C20">
        <w:t>this Agreement</w:t>
      </w:r>
      <w:r w:rsidRPr="007C4C20">
        <w:t xml:space="preserve"> </w:t>
      </w:r>
      <w:r w:rsidR="004956BC" w:rsidRPr="007C4C20">
        <w:t xml:space="preserve">and/or in the Project Documents to which it is a party </w:t>
      </w:r>
      <w:r w:rsidRPr="007C4C20">
        <w:t xml:space="preserve">or any other document delivered by or on behalf the Borrower under or in connection with </w:t>
      </w:r>
      <w:r w:rsidR="00727E31" w:rsidRPr="007C4C20">
        <w:t xml:space="preserve">this Agreement </w:t>
      </w:r>
      <w:r w:rsidR="004956BC" w:rsidRPr="007C4C20">
        <w:t xml:space="preserve">and/or </w:t>
      </w:r>
      <w:r w:rsidR="00C400BC" w:rsidRPr="007C4C20">
        <w:t xml:space="preserve">any </w:t>
      </w:r>
      <w:r w:rsidR="004956BC" w:rsidRPr="007C4C20">
        <w:t xml:space="preserve">Project Document </w:t>
      </w:r>
      <w:r w:rsidRPr="007C4C20">
        <w:t>is or proves to have been incorrect or misleading in any material respect when made or deemed to be made.</w:t>
      </w:r>
    </w:p>
    <w:p w14:paraId="47ACFEC9" w14:textId="77777777" w:rsidR="00657368" w:rsidRPr="007C4C20" w:rsidRDefault="00657368" w:rsidP="007C65BF">
      <w:pPr>
        <w:pStyle w:val="CMSANHeading2"/>
        <w:keepNext/>
        <w:rPr>
          <w:b/>
        </w:rPr>
      </w:pPr>
      <w:bookmarkStart w:id="237" w:name="_Ref7183043"/>
      <w:r w:rsidRPr="007C4C20">
        <w:rPr>
          <w:b/>
        </w:rPr>
        <w:t>Cross default</w:t>
      </w:r>
      <w:bookmarkEnd w:id="237"/>
    </w:p>
    <w:p w14:paraId="52B73425" w14:textId="77777777" w:rsidR="00657368" w:rsidRPr="007C4C20" w:rsidRDefault="00657368" w:rsidP="006B6989">
      <w:pPr>
        <w:pStyle w:val="CMSANHeading3"/>
        <w:numPr>
          <w:ilvl w:val="0"/>
          <w:numId w:val="0"/>
        </w:numPr>
        <w:ind w:left="851"/>
      </w:pPr>
      <w:bookmarkStart w:id="238" w:name="_Ref7183044"/>
      <w:r w:rsidRPr="007C4C20">
        <w:t>Any indebtedness of the Borrower</w:t>
      </w:r>
      <w:r w:rsidR="00537DA5" w:rsidRPr="007C4C20">
        <w:t>, the National Bank of Serbia,</w:t>
      </w:r>
      <w:r w:rsidRPr="007C4C20">
        <w:t xml:space="preserve"> or any of </w:t>
      </w:r>
      <w:r w:rsidR="00537DA5" w:rsidRPr="007C4C20">
        <w:t>their respective agencies (i) is not paid when due, (ii) i</w:t>
      </w:r>
      <w:r w:rsidRPr="007C4C20">
        <w:t>s declared to be or otherwise becomes due and payable prior to its specified maturity</w:t>
      </w:r>
      <w:r w:rsidR="00537DA5" w:rsidRPr="007C4C20">
        <w:t>,</w:t>
      </w:r>
      <w:r w:rsidRPr="007C4C20">
        <w:t xml:space="preserve"> or </w:t>
      </w:r>
      <w:r w:rsidR="00537DA5" w:rsidRPr="007C4C20">
        <w:t xml:space="preserve">(iii) </w:t>
      </w:r>
      <w:r w:rsidRPr="007C4C20">
        <w:t>any creditor</w:t>
      </w:r>
      <w:r w:rsidR="00537DA5" w:rsidRPr="007C4C20">
        <w:t xml:space="preserve"> or creditors</w:t>
      </w:r>
      <w:r w:rsidRPr="007C4C20">
        <w:t xml:space="preserve"> </w:t>
      </w:r>
      <w:r w:rsidR="00537DA5" w:rsidRPr="007C4C20">
        <w:t>of the Borrower, the National Bank of Serbia, or any of their respective agencies</w:t>
      </w:r>
      <w:r w:rsidRPr="007C4C20">
        <w:t xml:space="preserve"> become entitled to declare any indebtedness of </w:t>
      </w:r>
      <w:r w:rsidR="00537DA5" w:rsidRPr="007C4C20">
        <w:t>the Borrower, the National Bank of Serbia, or any of their respective agencies</w:t>
      </w:r>
      <w:r w:rsidRPr="007C4C20">
        <w:t xml:space="preserve"> due and payable prior to its specified maturity.</w:t>
      </w:r>
      <w:bookmarkEnd w:id="238"/>
    </w:p>
    <w:p w14:paraId="59584216" w14:textId="77777777" w:rsidR="00657368" w:rsidRPr="007C4C20" w:rsidRDefault="00657368" w:rsidP="007C65BF">
      <w:pPr>
        <w:pStyle w:val="CMSANHeading2"/>
        <w:keepNext/>
        <w:rPr>
          <w:b/>
        </w:rPr>
      </w:pPr>
      <w:bookmarkStart w:id="239" w:name="_Ref7183046"/>
      <w:r w:rsidRPr="007C4C20">
        <w:rPr>
          <w:b/>
        </w:rPr>
        <w:t>Project Documents</w:t>
      </w:r>
      <w:bookmarkEnd w:id="239"/>
    </w:p>
    <w:p w14:paraId="29EC2D3F" w14:textId="77777777" w:rsidR="00F43965" w:rsidRPr="007C4C20" w:rsidRDefault="00F43965" w:rsidP="00F43965">
      <w:pPr>
        <w:pStyle w:val="CMSANIndent2"/>
      </w:pPr>
      <w:bookmarkStart w:id="240" w:name="_Ref7183047"/>
      <w:r w:rsidRPr="007C4C20">
        <w:t>A</w:t>
      </w:r>
      <w:r w:rsidR="00411145" w:rsidRPr="007C4C20">
        <w:t>ny</w:t>
      </w:r>
      <w:r w:rsidRPr="007C4C20">
        <w:t xml:space="preserve"> default or </w:t>
      </w:r>
      <w:r w:rsidR="00411145" w:rsidRPr="007C4C20">
        <w:t xml:space="preserve">any </w:t>
      </w:r>
      <w:r w:rsidRPr="007C4C20">
        <w:t>event of default (however defined) occurs under the Project Documents and/or the Borrower</w:t>
      </w:r>
      <w:r w:rsidR="0073426D" w:rsidRPr="007C4C20">
        <w:t xml:space="preserve"> and/or</w:t>
      </w:r>
      <w:r w:rsidRPr="007C4C20">
        <w:t xml:space="preserve"> any party to the Project Documents does not comply with any provision of the Project Documents</w:t>
      </w:r>
      <w:r w:rsidR="00657368" w:rsidRPr="007C4C20">
        <w:t>.</w:t>
      </w:r>
      <w:bookmarkEnd w:id="240"/>
    </w:p>
    <w:p w14:paraId="649088E6" w14:textId="77777777" w:rsidR="00657368" w:rsidRPr="007C4C20" w:rsidRDefault="00657368" w:rsidP="007C65BF">
      <w:pPr>
        <w:pStyle w:val="CMSANHeading2"/>
        <w:keepNext/>
        <w:rPr>
          <w:b/>
        </w:rPr>
      </w:pPr>
      <w:bookmarkStart w:id="241" w:name="_Ref7183059"/>
      <w:r w:rsidRPr="007C4C20">
        <w:rPr>
          <w:b/>
        </w:rPr>
        <w:t>Failure to comply with court judgment or arbitral award</w:t>
      </w:r>
      <w:bookmarkEnd w:id="241"/>
    </w:p>
    <w:p w14:paraId="17E0D68B" w14:textId="77777777" w:rsidR="00657368" w:rsidRPr="007C4C20" w:rsidRDefault="00657368" w:rsidP="00E407F2">
      <w:pPr>
        <w:pStyle w:val="CMSANHeading3"/>
        <w:numPr>
          <w:ilvl w:val="0"/>
          <w:numId w:val="0"/>
        </w:numPr>
        <w:ind w:left="851"/>
      </w:pPr>
      <w:bookmarkStart w:id="242" w:name="_Ref7183060"/>
      <w:r w:rsidRPr="007C4C20">
        <w:t>The Borrower fails to pay by the required time any sum due from it under any final judgment or any final order made or given by a court or arbitral tribunal or other arbitral body, in each case of competent jurisdiction</w:t>
      </w:r>
      <w:r w:rsidR="006C34EC" w:rsidRPr="007C4C20">
        <w:t xml:space="preserve"> in relation to its External Indebtedness</w:t>
      </w:r>
      <w:r w:rsidRPr="007C4C20">
        <w:t>.</w:t>
      </w:r>
      <w:bookmarkEnd w:id="242"/>
    </w:p>
    <w:p w14:paraId="2793570F" w14:textId="77777777" w:rsidR="00657368" w:rsidRPr="007C4C20" w:rsidRDefault="00657368" w:rsidP="007C65BF">
      <w:pPr>
        <w:pStyle w:val="CMSANHeading2"/>
        <w:keepNext/>
        <w:rPr>
          <w:b/>
        </w:rPr>
      </w:pPr>
      <w:bookmarkStart w:id="243" w:name="_Ref7183062"/>
      <w:r w:rsidRPr="007C4C20">
        <w:rPr>
          <w:b/>
        </w:rPr>
        <w:t>Unlawfulness and invalidity</w:t>
      </w:r>
      <w:bookmarkEnd w:id="243"/>
    </w:p>
    <w:p w14:paraId="5A7F95A4" w14:textId="77777777" w:rsidR="00657368" w:rsidRPr="007C4C20" w:rsidRDefault="00657368" w:rsidP="00026879">
      <w:pPr>
        <w:pStyle w:val="CMSANHeading3"/>
      </w:pPr>
      <w:bookmarkStart w:id="244" w:name="_Ref7183063"/>
      <w:r w:rsidRPr="007C4C20">
        <w:t xml:space="preserve">It is or becomes unlawful for the Borrower to perform any of its obligations under </w:t>
      </w:r>
      <w:r w:rsidR="00157923" w:rsidRPr="007C4C20">
        <w:t>this Agreement</w:t>
      </w:r>
      <w:r w:rsidR="00F41E3F" w:rsidRPr="007C4C20">
        <w:t xml:space="preserve"> </w:t>
      </w:r>
      <w:r w:rsidR="00153518" w:rsidRPr="007C4C20">
        <w:t>and/or the Project Documents to which it is a party</w:t>
      </w:r>
      <w:r w:rsidRPr="007C4C20">
        <w:t>.</w:t>
      </w:r>
      <w:bookmarkEnd w:id="244"/>
    </w:p>
    <w:p w14:paraId="6B9CA172" w14:textId="77777777" w:rsidR="00657368" w:rsidRPr="007C4C20" w:rsidRDefault="00657368" w:rsidP="00026879">
      <w:pPr>
        <w:pStyle w:val="CMSANHeading3"/>
      </w:pPr>
      <w:bookmarkStart w:id="245" w:name="_Ref7183064"/>
      <w:r w:rsidRPr="007C4C20">
        <w:lastRenderedPageBreak/>
        <w:t xml:space="preserve">Any obligation or obligations of the Borrower under </w:t>
      </w:r>
      <w:r w:rsidR="00727E31" w:rsidRPr="007C4C20">
        <w:t xml:space="preserve">this Agreement </w:t>
      </w:r>
      <w:r w:rsidR="00153518" w:rsidRPr="007C4C20">
        <w:t>and/or the Project Documents to which it is a party</w:t>
      </w:r>
      <w:r w:rsidRPr="007C4C20">
        <w:t xml:space="preserve"> are not or cease to be legal, valid, binding or enforceable and the cessation individually or cumulatively materially and adversely affects the interests of the Lenders under </w:t>
      </w:r>
      <w:r w:rsidR="00157923" w:rsidRPr="007C4C20">
        <w:t>this Agreement</w:t>
      </w:r>
      <w:r w:rsidRPr="007C4C20">
        <w:t>.</w:t>
      </w:r>
      <w:bookmarkEnd w:id="245"/>
    </w:p>
    <w:p w14:paraId="72EA8FB1" w14:textId="77777777" w:rsidR="00657368" w:rsidRPr="007C4C20" w:rsidRDefault="00727E31" w:rsidP="00026879">
      <w:pPr>
        <w:pStyle w:val="CMSANHeading3"/>
      </w:pPr>
      <w:bookmarkStart w:id="246" w:name="_Ref7183065"/>
      <w:r w:rsidRPr="007C4C20">
        <w:t>This Agreement</w:t>
      </w:r>
      <w:r w:rsidR="00657368" w:rsidRPr="007C4C20">
        <w:t xml:space="preserve"> ceases to be in full force and effect or is alleged by a party to it (other than </w:t>
      </w:r>
      <w:r w:rsidR="00F84E00" w:rsidRPr="007C4C20">
        <w:t xml:space="preserve">the </w:t>
      </w:r>
      <w:r w:rsidR="006C34EC" w:rsidRPr="007C4C20">
        <w:t>Lenders</w:t>
      </w:r>
      <w:r w:rsidR="007A3C0E" w:rsidRPr="007C4C20">
        <w:t>)</w:t>
      </w:r>
      <w:r w:rsidR="00657368" w:rsidRPr="007C4C20">
        <w:t xml:space="preserve"> to be ineffective.</w:t>
      </w:r>
      <w:bookmarkEnd w:id="246"/>
    </w:p>
    <w:p w14:paraId="2B976E1E" w14:textId="77777777" w:rsidR="00657368" w:rsidRPr="007C4C20" w:rsidRDefault="00657368" w:rsidP="007C65BF">
      <w:pPr>
        <w:pStyle w:val="CMSANHeading2"/>
        <w:keepNext/>
        <w:rPr>
          <w:b/>
        </w:rPr>
      </w:pPr>
      <w:bookmarkStart w:id="247" w:name="_Ref7183066"/>
      <w:r w:rsidRPr="007C4C20">
        <w:rPr>
          <w:b/>
        </w:rPr>
        <w:t>Repudiation and rescission of agreements</w:t>
      </w:r>
      <w:bookmarkEnd w:id="247"/>
    </w:p>
    <w:p w14:paraId="6B682F44" w14:textId="77777777" w:rsidR="00657368" w:rsidRPr="007C4C20" w:rsidRDefault="00657368" w:rsidP="007C65BF">
      <w:pPr>
        <w:pStyle w:val="CMSANIndent2"/>
      </w:pPr>
      <w:r w:rsidRPr="007C4C20">
        <w:t>The Borrower rescinds or purports to rescind or repudiates or purports to repudiate</w:t>
      </w:r>
      <w:r w:rsidR="005E477F" w:rsidRPr="007C4C20">
        <w:t xml:space="preserve"> (or does or causes to be done any act or thing evidencing in writing that it unequivocally intends to do so)</w:t>
      </w:r>
      <w:r w:rsidRPr="007C4C20">
        <w:t xml:space="preserve"> </w:t>
      </w:r>
      <w:r w:rsidR="00727E31" w:rsidRPr="007C4C20">
        <w:t xml:space="preserve">this Agreement </w:t>
      </w:r>
      <w:r w:rsidR="002B32AB" w:rsidRPr="007C4C20">
        <w:t xml:space="preserve">and/or a Project Document </w:t>
      </w:r>
      <w:r w:rsidRPr="007C4C20">
        <w:t xml:space="preserve">or evidences an intention to rescind or repudiate </w:t>
      </w:r>
      <w:r w:rsidR="00727E31" w:rsidRPr="007C4C20">
        <w:t xml:space="preserve">this Agreement </w:t>
      </w:r>
      <w:r w:rsidR="002B32AB" w:rsidRPr="007C4C20">
        <w:t>and/or a Project Document</w:t>
      </w:r>
      <w:r w:rsidRPr="007C4C20">
        <w:t>.</w:t>
      </w:r>
    </w:p>
    <w:p w14:paraId="16EA30A7" w14:textId="77777777" w:rsidR="00657368" w:rsidRPr="007C4C20" w:rsidRDefault="00657368" w:rsidP="007C65BF">
      <w:pPr>
        <w:pStyle w:val="CMSANHeading2"/>
        <w:keepNext/>
        <w:rPr>
          <w:b/>
        </w:rPr>
      </w:pPr>
      <w:bookmarkStart w:id="248" w:name="_Ref7183067"/>
      <w:r w:rsidRPr="007C4C20">
        <w:rPr>
          <w:b/>
        </w:rPr>
        <w:t>Litigation</w:t>
      </w:r>
      <w:bookmarkEnd w:id="248"/>
    </w:p>
    <w:p w14:paraId="31592E57" w14:textId="77777777" w:rsidR="00657368" w:rsidRPr="007C4C20" w:rsidRDefault="00657368" w:rsidP="007C65BF">
      <w:pPr>
        <w:pStyle w:val="CMSANIndent2"/>
      </w:pPr>
      <w:r w:rsidRPr="007C4C20">
        <w:t xml:space="preserve">Any litigation, arbitration, administrative, governmental, regulatory or other investigation, proceeding or dispute is commenced or threatened against the Borrower and/or the </w:t>
      </w:r>
      <w:r w:rsidR="00527ECD" w:rsidRPr="007C4C20">
        <w:t>Government of the Republic of Serbia</w:t>
      </w:r>
      <w:r w:rsidRPr="007C4C20">
        <w:t xml:space="preserve">, or any judgment or order of a court, arbitral body or agency is made in relation to </w:t>
      </w:r>
      <w:r w:rsidR="00157923" w:rsidRPr="007C4C20">
        <w:t>this Agreement</w:t>
      </w:r>
      <w:r w:rsidR="00E407F2" w:rsidRPr="007C4C20">
        <w:t xml:space="preserve"> and/or the Project Documents,</w:t>
      </w:r>
      <w:r w:rsidRPr="007C4C20">
        <w:t xml:space="preserve"> or the transactions contemplated in </w:t>
      </w:r>
      <w:r w:rsidR="00157923" w:rsidRPr="007C4C20">
        <w:t>this Agreement</w:t>
      </w:r>
      <w:r w:rsidR="00E407F2" w:rsidRPr="007C4C20">
        <w:t xml:space="preserve"> and/or the Project Documents</w:t>
      </w:r>
      <w:r w:rsidRPr="007C4C20">
        <w:t xml:space="preserve"> which (in each case) is reasonably likely to be adversely determined and, if adversely determined, will have or is reasonably likely to have a Material Adverse Effect.</w:t>
      </w:r>
    </w:p>
    <w:p w14:paraId="455397DF" w14:textId="77777777" w:rsidR="00657368" w:rsidRPr="007C4C20" w:rsidRDefault="00657368" w:rsidP="007C65BF">
      <w:pPr>
        <w:pStyle w:val="CMSANHeading2"/>
        <w:keepNext/>
        <w:rPr>
          <w:b/>
        </w:rPr>
      </w:pPr>
      <w:bookmarkStart w:id="249" w:name="_Ref7183068"/>
      <w:r w:rsidRPr="007C4C20">
        <w:rPr>
          <w:b/>
        </w:rPr>
        <w:t>Convertibility/Transferability</w:t>
      </w:r>
      <w:bookmarkEnd w:id="249"/>
    </w:p>
    <w:p w14:paraId="32F61ECE" w14:textId="77777777" w:rsidR="00657368" w:rsidRPr="007C4C20" w:rsidRDefault="00657368" w:rsidP="00E71A19">
      <w:pPr>
        <w:pStyle w:val="CMSANIndent2"/>
        <w:keepNext/>
      </w:pPr>
      <w:r w:rsidRPr="007C4C20">
        <w:t xml:space="preserve">Any foreign exchange law is amended, enacted or introduced or is reasonably likely to be amended, enacted or introduced in </w:t>
      </w:r>
      <w:r w:rsidR="00A967F0" w:rsidRPr="007C4C20">
        <w:t>the Republic of Serbia</w:t>
      </w:r>
      <w:r w:rsidRPr="007C4C20">
        <w:t xml:space="preserve"> that (in the opinion of the </w:t>
      </w:r>
      <w:r w:rsidR="006C34EC" w:rsidRPr="007C4C20">
        <w:t>Lenders</w:t>
      </w:r>
      <w:r w:rsidRPr="007C4C20">
        <w:t>):</w:t>
      </w:r>
    </w:p>
    <w:p w14:paraId="270881AE" w14:textId="77777777" w:rsidR="00657368" w:rsidRPr="007C4C20" w:rsidRDefault="00657368" w:rsidP="00026879">
      <w:pPr>
        <w:pStyle w:val="CMSANHeading3"/>
      </w:pPr>
      <w:bookmarkStart w:id="250" w:name="_Ref7183069"/>
      <w:r w:rsidRPr="007C4C20">
        <w:t xml:space="preserve">has or is reasonably likely to have the effect of prohibiting, or restricting or delaying in any material respect any payment that the Borrower is required to make pursuant to the terms of </w:t>
      </w:r>
      <w:r w:rsidR="00157923" w:rsidRPr="007C4C20">
        <w:t>this Agreement</w:t>
      </w:r>
      <w:r w:rsidRPr="007C4C20">
        <w:t>; or</w:t>
      </w:r>
      <w:bookmarkEnd w:id="250"/>
    </w:p>
    <w:p w14:paraId="0C63B692" w14:textId="77777777" w:rsidR="00657368" w:rsidRPr="007C4C20" w:rsidRDefault="00657368" w:rsidP="00026879">
      <w:pPr>
        <w:pStyle w:val="CMSANHeading3"/>
      </w:pPr>
      <w:bookmarkStart w:id="251" w:name="_Ref7183070"/>
      <w:r w:rsidRPr="007C4C20">
        <w:t xml:space="preserve">is materially prejudicial to the interests of the </w:t>
      </w:r>
      <w:r w:rsidR="00477D4B" w:rsidRPr="007C4C20">
        <w:t>Lenders</w:t>
      </w:r>
      <w:r w:rsidRPr="007C4C20">
        <w:t xml:space="preserve"> under or in connection with </w:t>
      </w:r>
      <w:r w:rsidR="00157923" w:rsidRPr="007C4C20">
        <w:t>this Agreement</w:t>
      </w:r>
      <w:r w:rsidRPr="007C4C20">
        <w:t>.</w:t>
      </w:r>
      <w:bookmarkEnd w:id="251"/>
    </w:p>
    <w:p w14:paraId="685FC804" w14:textId="77777777" w:rsidR="00657368" w:rsidRPr="007C4C20" w:rsidRDefault="00657368" w:rsidP="007C65BF">
      <w:pPr>
        <w:pStyle w:val="CMSANHeading2"/>
        <w:keepNext/>
        <w:rPr>
          <w:b/>
        </w:rPr>
      </w:pPr>
      <w:bookmarkStart w:id="252" w:name="_Ref7183071"/>
      <w:r w:rsidRPr="007C4C20">
        <w:rPr>
          <w:b/>
        </w:rPr>
        <w:t>Moratorium</w:t>
      </w:r>
      <w:bookmarkEnd w:id="252"/>
    </w:p>
    <w:p w14:paraId="3D893E82" w14:textId="77777777" w:rsidR="005E477F" w:rsidRPr="007C4C20" w:rsidRDefault="00657368" w:rsidP="005E477F">
      <w:pPr>
        <w:pStyle w:val="CMSANHeading3"/>
      </w:pPr>
      <w:r w:rsidRPr="007C4C20">
        <w:t>A moratorium is called on payments in relation to or</w:t>
      </w:r>
      <w:r w:rsidR="00F02D3C" w:rsidRPr="007C4C20">
        <w:t xml:space="preserve"> under guarantees</w:t>
      </w:r>
      <w:r w:rsidR="00BB3DCF" w:rsidRPr="007C4C20">
        <w:t xml:space="preserve"> of the External Indebtedness</w:t>
      </w:r>
      <w:r w:rsidRPr="007C4C20">
        <w:t>.</w:t>
      </w:r>
      <w:r w:rsidR="005E477F" w:rsidRPr="007C4C20">
        <w:t xml:space="preserve"> </w:t>
      </w:r>
    </w:p>
    <w:p w14:paraId="552FE122" w14:textId="77777777" w:rsidR="005E477F" w:rsidRPr="007C4C20" w:rsidRDefault="005E477F" w:rsidP="005E477F">
      <w:pPr>
        <w:pStyle w:val="CMSANHeading3"/>
      </w:pPr>
      <w:r w:rsidRPr="007C4C20">
        <w:t xml:space="preserve">The Borrower or any of its agencies is unable to pay its </w:t>
      </w:r>
      <w:r w:rsidR="006E0B06" w:rsidRPr="007C4C20">
        <w:t xml:space="preserve">External Indebtedness </w:t>
      </w:r>
      <w:r w:rsidRPr="007C4C20">
        <w:t xml:space="preserve">as and when it falls due or commences negotiations with any one or more of its creditors with a view to the general readjustment or rescheduling of its </w:t>
      </w:r>
      <w:r w:rsidR="006E0B06" w:rsidRPr="007C4C20">
        <w:t>External Indebtedness</w:t>
      </w:r>
      <w:r w:rsidRPr="007C4C20">
        <w:t>.</w:t>
      </w:r>
    </w:p>
    <w:p w14:paraId="28DCC260" w14:textId="77777777" w:rsidR="00657368" w:rsidRPr="007C4C20" w:rsidRDefault="00657368" w:rsidP="007C65BF">
      <w:pPr>
        <w:pStyle w:val="CMSANHeading2"/>
        <w:keepNext/>
        <w:rPr>
          <w:b/>
        </w:rPr>
      </w:pPr>
      <w:bookmarkStart w:id="253" w:name="_Ref7183072"/>
      <w:r w:rsidRPr="007C4C20">
        <w:rPr>
          <w:b/>
        </w:rPr>
        <w:t>Political and economic risk</w:t>
      </w:r>
      <w:bookmarkEnd w:id="253"/>
    </w:p>
    <w:p w14:paraId="38199B5E" w14:textId="77777777" w:rsidR="00657368" w:rsidRPr="007C4C20" w:rsidRDefault="00657368" w:rsidP="007C65BF">
      <w:pPr>
        <w:pStyle w:val="CMSANIndent2"/>
      </w:pPr>
      <w:r w:rsidRPr="007C4C20">
        <w:t>A deterioration occurs in the political or e</w:t>
      </w:r>
      <w:r w:rsidR="00A967F0" w:rsidRPr="007C4C20">
        <w:t>conomic situation generally in t</w:t>
      </w:r>
      <w:r w:rsidRPr="007C4C20">
        <w:t>he Republic of Serbia, or an act of war or hostilities, invasion, armed conflict or act of foreign enemy, revolution, insurrection, insurgency or threat thereof occurs in or i</w:t>
      </w:r>
      <w:r w:rsidR="00C83316" w:rsidRPr="007C4C20">
        <w:t>nvolving the Republic of Serbia</w:t>
      </w:r>
      <w:r w:rsidRPr="007C4C20">
        <w:t>.</w:t>
      </w:r>
    </w:p>
    <w:p w14:paraId="496A2B5B" w14:textId="77777777" w:rsidR="00657368" w:rsidRPr="007C4C20" w:rsidRDefault="00657368" w:rsidP="007C65BF">
      <w:pPr>
        <w:pStyle w:val="CMSANHeading2"/>
        <w:keepNext/>
        <w:rPr>
          <w:b/>
        </w:rPr>
      </w:pPr>
      <w:bookmarkStart w:id="254" w:name="_Ref7183073"/>
      <w:r w:rsidRPr="007C4C20">
        <w:rPr>
          <w:b/>
        </w:rPr>
        <w:t>Material adverse change</w:t>
      </w:r>
      <w:bookmarkEnd w:id="254"/>
    </w:p>
    <w:p w14:paraId="090E2378" w14:textId="77777777" w:rsidR="00657368" w:rsidRPr="007C4C20" w:rsidRDefault="00657368" w:rsidP="007C65BF">
      <w:pPr>
        <w:pStyle w:val="CMSANIndent2"/>
      </w:pPr>
      <w:r w:rsidRPr="007C4C20">
        <w:t xml:space="preserve">Any event or circumstance occurs which the </w:t>
      </w:r>
      <w:r w:rsidR="00477D4B" w:rsidRPr="007C4C20">
        <w:t>Lenders</w:t>
      </w:r>
      <w:r w:rsidR="007E6ADB" w:rsidRPr="007C4C20">
        <w:t xml:space="preserve"> </w:t>
      </w:r>
      <w:r w:rsidRPr="007C4C20">
        <w:t>reasonably believe has or is reasonably likely to have a Material Adverse Effect.</w:t>
      </w:r>
    </w:p>
    <w:p w14:paraId="7E736B29" w14:textId="77777777" w:rsidR="002A512C" w:rsidRPr="007C4C20" w:rsidRDefault="002A512C" w:rsidP="002A512C">
      <w:pPr>
        <w:pStyle w:val="CMSANHeading2"/>
        <w:keepNext/>
        <w:rPr>
          <w:b/>
        </w:rPr>
      </w:pPr>
      <w:r w:rsidRPr="007C4C20">
        <w:rPr>
          <w:b/>
        </w:rPr>
        <w:lastRenderedPageBreak/>
        <w:t>Force Majeure</w:t>
      </w:r>
    </w:p>
    <w:p w14:paraId="2CE3096B" w14:textId="77777777" w:rsidR="002A512C" w:rsidRPr="007C4C20" w:rsidRDefault="00D82B65" w:rsidP="007C65BF">
      <w:pPr>
        <w:pStyle w:val="CMSANIndent2"/>
      </w:pPr>
      <w:r w:rsidRPr="007C4C20">
        <w:t>A</w:t>
      </w:r>
      <w:r w:rsidR="00294AD7" w:rsidRPr="007C4C20">
        <w:t xml:space="preserve">ny Force Majeure event </w:t>
      </w:r>
      <w:r w:rsidR="00DD4EE0" w:rsidRPr="007C4C20">
        <w:t xml:space="preserve">occurs and continues </w:t>
      </w:r>
      <w:r w:rsidR="00294AD7" w:rsidRPr="007C4C20">
        <w:t xml:space="preserve">for more than </w:t>
      </w:r>
      <w:r w:rsidR="00A269B1" w:rsidRPr="007C4C20">
        <w:t>1</w:t>
      </w:r>
      <w:r w:rsidRPr="007C4C20">
        <w:t xml:space="preserve"> Month</w:t>
      </w:r>
      <w:r w:rsidR="002A512C" w:rsidRPr="007C4C20">
        <w:t>.</w:t>
      </w:r>
    </w:p>
    <w:p w14:paraId="1CED1BB9" w14:textId="77777777" w:rsidR="00657368" w:rsidRPr="007C4C20" w:rsidRDefault="00657368" w:rsidP="007C65BF">
      <w:pPr>
        <w:pStyle w:val="CMSANHeading2"/>
        <w:keepNext/>
        <w:rPr>
          <w:b/>
        </w:rPr>
      </w:pPr>
      <w:bookmarkStart w:id="255" w:name="_Ref7183074"/>
      <w:r w:rsidRPr="007C4C20">
        <w:rPr>
          <w:b/>
        </w:rPr>
        <w:t>Acceleration</w:t>
      </w:r>
      <w:bookmarkEnd w:id="255"/>
    </w:p>
    <w:p w14:paraId="4F4D577B" w14:textId="5CAE56F0" w:rsidR="00657368" w:rsidRPr="007C4C20" w:rsidRDefault="00657368" w:rsidP="007C65BF">
      <w:pPr>
        <w:pStyle w:val="CMSANIndent2"/>
        <w:keepNext/>
      </w:pPr>
      <w:r w:rsidRPr="007C4C20">
        <w:t>On and at any time after the occurrence of an Event of Default</w:t>
      </w:r>
      <w:r w:rsidR="005963AD" w:rsidRPr="007C4C20">
        <w:t xml:space="preserve"> </w:t>
      </w:r>
      <w:r w:rsidRPr="007C4C20">
        <w:t xml:space="preserve">the Agent may, and shall if so directed by the </w:t>
      </w:r>
      <w:r w:rsidR="00477D4B" w:rsidRPr="007C4C20">
        <w:t>Lenders</w:t>
      </w:r>
      <w:r w:rsidR="00AE260E" w:rsidRPr="007C4C20">
        <w:t xml:space="preserve"> </w:t>
      </w:r>
      <w:r w:rsidR="005963AD" w:rsidRPr="007C4C20">
        <w:t>(</w:t>
      </w:r>
      <w:r w:rsidR="005B6B40" w:rsidRPr="007C4C20">
        <w:t xml:space="preserve">or in </w:t>
      </w:r>
      <w:r w:rsidR="005963AD" w:rsidRPr="007C4C20">
        <w:t xml:space="preserve">case of </w:t>
      </w:r>
      <w:r w:rsidR="00095671" w:rsidRPr="007C4C20">
        <w:t xml:space="preserve">an </w:t>
      </w:r>
      <w:r w:rsidR="005963AD" w:rsidRPr="007C4C20">
        <w:t xml:space="preserve">Event of Default </w:t>
      </w:r>
      <w:r w:rsidR="00095671" w:rsidRPr="007C4C20">
        <w:t>under</w:t>
      </w:r>
      <w:r w:rsidR="005963AD" w:rsidRPr="007C4C20">
        <w:t xml:space="preserve"> Clause </w:t>
      </w:r>
      <w:r w:rsidR="005963AD" w:rsidRPr="007C4C20">
        <w:fldChar w:fldCharType="begin"/>
      </w:r>
      <w:r w:rsidR="005963AD" w:rsidRPr="007C4C20">
        <w:instrText xml:space="preserve"> REF _Ref7183030 \r \h </w:instrText>
      </w:r>
      <w:r w:rsidR="005963AD" w:rsidRPr="007C4C20">
        <w:fldChar w:fldCharType="separate"/>
      </w:r>
      <w:r w:rsidR="00B66043">
        <w:t>18.1</w:t>
      </w:r>
      <w:r w:rsidR="005963AD" w:rsidRPr="007C4C20">
        <w:fldChar w:fldCharType="end"/>
      </w:r>
      <w:r w:rsidR="005963AD" w:rsidRPr="007C4C20">
        <w:t xml:space="preserve"> (</w:t>
      </w:r>
      <w:r w:rsidR="005963AD" w:rsidRPr="007C4C20">
        <w:rPr>
          <w:i/>
        </w:rPr>
        <w:t>Non-payment</w:t>
      </w:r>
      <w:r w:rsidR="005963AD" w:rsidRPr="007C4C20">
        <w:t xml:space="preserve">) of this Agreement </w:t>
      </w:r>
      <w:r w:rsidR="005B6B40" w:rsidRPr="007C4C20">
        <w:t xml:space="preserve">if so directed by </w:t>
      </w:r>
      <w:r w:rsidR="007A3C0E" w:rsidRPr="007C4C20">
        <w:t>any</w:t>
      </w:r>
      <w:r w:rsidR="005963AD" w:rsidRPr="007C4C20">
        <w:t xml:space="preserve"> Lender)</w:t>
      </w:r>
      <w:r w:rsidRPr="007C4C20">
        <w:t>, by notice to the Borrower:</w:t>
      </w:r>
    </w:p>
    <w:p w14:paraId="6521EA44" w14:textId="77777777" w:rsidR="00657368" w:rsidRPr="007C4C20" w:rsidRDefault="00657368" w:rsidP="00026879">
      <w:pPr>
        <w:pStyle w:val="CMSANHeading3"/>
      </w:pPr>
      <w:bookmarkStart w:id="256" w:name="_Ref7183075"/>
      <w:r w:rsidRPr="007C4C20">
        <w:t>cancel the</w:t>
      </w:r>
      <w:r w:rsidR="00E83F89" w:rsidRPr="007C4C20">
        <w:t xml:space="preserve"> amount</w:t>
      </w:r>
      <w:r w:rsidR="00700976" w:rsidRPr="007C4C20">
        <w:t>s</w:t>
      </w:r>
      <w:r w:rsidR="00E83F89" w:rsidRPr="007C4C20">
        <w:t xml:space="preserve"> of the Loan Facility 1</w:t>
      </w:r>
      <w:r w:rsidR="00700976" w:rsidRPr="007C4C20">
        <w:t xml:space="preserve"> Commitment</w:t>
      </w:r>
      <w:r w:rsidR="00E83F89" w:rsidRPr="007C4C20">
        <w:t xml:space="preserve"> and</w:t>
      </w:r>
      <w:r w:rsidR="00B922F0" w:rsidRPr="007C4C20">
        <w:t>/or</w:t>
      </w:r>
      <w:r w:rsidR="00E83F89" w:rsidRPr="007C4C20">
        <w:t xml:space="preserve"> the Loan Facility 2</w:t>
      </w:r>
      <w:r w:rsidR="00700976" w:rsidRPr="007C4C20">
        <w:t xml:space="preserve"> Commitment</w:t>
      </w:r>
      <w:r w:rsidRPr="007C4C20">
        <w:t xml:space="preserve"> whereupon they shall immediately be cancelled;</w:t>
      </w:r>
      <w:bookmarkEnd w:id="256"/>
    </w:p>
    <w:p w14:paraId="612511B6" w14:textId="77777777" w:rsidR="00657368" w:rsidRPr="007C4C20" w:rsidRDefault="00657368" w:rsidP="00026879">
      <w:pPr>
        <w:pStyle w:val="CMSANHeading3"/>
      </w:pPr>
      <w:bookmarkStart w:id="257" w:name="_Ref7183076"/>
      <w:r w:rsidRPr="007C4C20">
        <w:t xml:space="preserve">declare that all or part of the </w:t>
      </w:r>
      <w:r w:rsidR="0063120B" w:rsidRPr="007C4C20">
        <w:t>Tranche</w:t>
      </w:r>
      <w:r w:rsidRPr="007C4C20">
        <w:t xml:space="preserve">s, together with accrued interest, and all other amounts accrued or outstanding under </w:t>
      </w:r>
      <w:r w:rsidR="00157923" w:rsidRPr="007C4C20">
        <w:t>this Agreement</w:t>
      </w:r>
      <w:r w:rsidRPr="007C4C20">
        <w:t xml:space="preserve"> be immediately due and payable, whereupon they shall become immediately due and payable; and/or</w:t>
      </w:r>
      <w:bookmarkEnd w:id="257"/>
    </w:p>
    <w:p w14:paraId="6625593E" w14:textId="77777777" w:rsidR="00657368" w:rsidRPr="007C4C20" w:rsidRDefault="00657368" w:rsidP="00026879">
      <w:pPr>
        <w:pStyle w:val="CMSANHeading3"/>
      </w:pPr>
      <w:bookmarkStart w:id="258" w:name="_Ref7183077"/>
      <w:r w:rsidRPr="007C4C20">
        <w:t xml:space="preserve">declare that all or part of the </w:t>
      </w:r>
      <w:r w:rsidR="0063120B" w:rsidRPr="007C4C20">
        <w:t>Tranche</w:t>
      </w:r>
      <w:r w:rsidRPr="007C4C20">
        <w:t xml:space="preserve">s be payable on demand, whereupon they shall immediately become payable on demand by the Agent on the instructions of the </w:t>
      </w:r>
      <w:r w:rsidR="00477D4B" w:rsidRPr="007C4C20">
        <w:t>Lenders</w:t>
      </w:r>
      <w:r w:rsidRPr="007C4C20">
        <w:t>.</w:t>
      </w:r>
      <w:bookmarkEnd w:id="258"/>
    </w:p>
    <w:p w14:paraId="41DD8F77" w14:textId="77777777" w:rsidR="00657368" w:rsidRPr="007C4C20" w:rsidRDefault="00026879" w:rsidP="00026879">
      <w:pPr>
        <w:pStyle w:val="CMSANHeading1"/>
      </w:pPr>
      <w:bookmarkStart w:id="259" w:name="_Ref7183078"/>
      <w:bookmarkStart w:id="260" w:name="_Toc28094909"/>
      <w:r w:rsidRPr="007C4C20">
        <w:t xml:space="preserve">Changes </w:t>
      </w:r>
      <w:r w:rsidR="007C65BF" w:rsidRPr="007C4C20">
        <w:t xml:space="preserve">to the </w:t>
      </w:r>
      <w:r w:rsidRPr="007C4C20">
        <w:t>Lenders</w:t>
      </w:r>
      <w:bookmarkEnd w:id="259"/>
      <w:bookmarkEnd w:id="260"/>
    </w:p>
    <w:p w14:paraId="6BD5B04E" w14:textId="77777777" w:rsidR="00657368" w:rsidRPr="007C4C20" w:rsidRDefault="00657368" w:rsidP="007C65BF">
      <w:pPr>
        <w:pStyle w:val="CMSANHeading2"/>
        <w:keepNext/>
        <w:rPr>
          <w:b/>
        </w:rPr>
      </w:pPr>
      <w:bookmarkStart w:id="261" w:name="_Ref7183079"/>
      <w:r w:rsidRPr="007C4C20">
        <w:rPr>
          <w:b/>
        </w:rPr>
        <w:t>Assignments and transfers by the Lenders</w:t>
      </w:r>
      <w:bookmarkEnd w:id="261"/>
    </w:p>
    <w:p w14:paraId="7FD985A3" w14:textId="404BA80C" w:rsidR="00657368" w:rsidRPr="007C4C20" w:rsidRDefault="00657368" w:rsidP="007C65BF">
      <w:pPr>
        <w:pStyle w:val="CMSANIndent2"/>
        <w:keepNext/>
      </w:pPr>
      <w:r w:rsidRPr="007C4C20">
        <w:t xml:space="preserve">Subject to this Clause </w:t>
      </w:r>
      <w:r w:rsidR="00C91BE0" w:rsidRPr="007C4C20">
        <w:fldChar w:fldCharType="begin"/>
      </w:r>
      <w:r w:rsidR="00C91BE0" w:rsidRPr="007C4C20">
        <w:instrText xml:space="preserve">  REF _Ref7183078 \w \h \* MERGEFORMAT </w:instrText>
      </w:r>
      <w:r w:rsidR="00C91BE0" w:rsidRPr="007C4C20">
        <w:fldChar w:fldCharType="separate"/>
      </w:r>
      <w:r w:rsidR="00B66043" w:rsidRPr="00B66043">
        <w:rPr>
          <w:color w:val="000000"/>
        </w:rPr>
        <w:t>19</w:t>
      </w:r>
      <w:r w:rsidR="00C91BE0" w:rsidRPr="007C4C20">
        <w:fldChar w:fldCharType="end"/>
      </w:r>
      <w:r w:rsidR="001C2563" w:rsidRPr="007C4C20">
        <w:t xml:space="preserve"> and subject to </w:t>
      </w:r>
      <w:r w:rsidR="007D08A7" w:rsidRPr="007C4C20">
        <w:t>the provision set out</w:t>
      </w:r>
      <w:r w:rsidR="001C2563" w:rsidRPr="007C4C20">
        <w:t xml:space="preserve"> in </w:t>
      </w:r>
      <w:r w:rsidR="001C2563" w:rsidRPr="007C4C20">
        <w:fldChar w:fldCharType="begin"/>
      </w:r>
      <w:r w:rsidR="001C2563" w:rsidRPr="007C4C20">
        <w:instrText xml:space="preserve"> REF _Ref17284271 \r \h </w:instrText>
      </w:r>
      <w:r w:rsidR="001C2563" w:rsidRPr="007C4C20">
        <w:fldChar w:fldCharType="separate"/>
      </w:r>
      <w:r w:rsidR="00B66043">
        <w:t>Schedule 4</w:t>
      </w:r>
      <w:r w:rsidR="001C2563" w:rsidRPr="007C4C20">
        <w:fldChar w:fldCharType="end"/>
      </w:r>
      <w:r w:rsidR="001C2563" w:rsidRPr="007C4C20">
        <w:t xml:space="preserve"> (</w:t>
      </w:r>
      <w:r w:rsidR="001C2563" w:rsidRPr="007C4C20">
        <w:rPr>
          <w:i/>
        </w:rPr>
        <w:t>Conditions Relating to Assignment or Transfer</w:t>
      </w:r>
      <w:r w:rsidR="001C2563" w:rsidRPr="007C4C20">
        <w:t>) of this Agreement</w:t>
      </w:r>
      <w:r w:rsidRPr="007C4C20">
        <w:t>, a Lender (the “</w:t>
      </w:r>
      <w:r w:rsidRPr="007C4C20">
        <w:rPr>
          <w:b/>
        </w:rPr>
        <w:t>Existing Lender</w:t>
      </w:r>
      <w:r w:rsidRPr="007C4C20">
        <w:t>”) may:</w:t>
      </w:r>
    </w:p>
    <w:p w14:paraId="56E8AE3B" w14:textId="77777777" w:rsidR="00657368" w:rsidRPr="007C4C20" w:rsidRDefault="00657368" w:rsidP="00026879">
      <w:pPr>
        <w:pStyle w:val="CMSANHeading3"/>
      </w:pPr>
      <w:bookmarkStart w:id="262" w:name="_Ref7183080"/>
      <w:r w:rsidRPr="007C4C20">
        <w:t>assign any of its rights; or</w:t>
      </w:r>
      <w:bookmarkEnd w:id="262"/>
    </w:p>
    <w:p w14:paraId="3770FC8E" w14:textId="77777777" w:rsidR="00657368" w:rsidRPr="007C4C20" w:rsidRDefault="00657368" w:rsidP="00026879">
      <w:pPr>
        <w:pStyle w:val="CMSANHeading3"/>
      </w:pPr>
      <w:bookmarkStart w:id="263" w:name="_Ref7183081"/>
      <w:r w:rsidRPr="007C4C20">
        <w:t>transfer by novation any of its rights and obligations,</w:t>
      </w:r>
      <w:bookmarkEnd w:id="263"/>
    </w:p>
    <w:p w14:paraId="04959560" w14:textId="77777777" w:rsidR="00657368" w:rsidRPr="007C4C20" w:rsidRDefault="00657368" w:rsidP="007C65BF">
      <w:pPr>
        <w:pStyle w:val="CMSANIndent2"/>
      </w:pPr>
      <w:r w:rsidRPr="007C4C20">
        <w:t>to another bank or financial institution or to a trust, fund or other entity which is regularly engaged in or established for the purpose of making, purchasing or investing in loans, securities or other financial assets (the “</w:t>
      </w:r>
      <w:r w:rsidRPr="007C4C20">
        <w:rPr>
          <w:b/>
        </w:rPr>
        <w:t>New Lender</w:t>
      </w:r>
      <w:r w:rsidRPr="007C4C20">
        <w:t>”)</w:t>
      </w:r>
      <w:r w:rsidR="007D08A7" w:rsidRPr="007C4C20">
        <w:t xml:space="preserve"> without consent of the Borrower</w:t>
      </w:r>
      <w:r w:rsidRPr="007C4C20">
        <w:t>.</w:t>
      </w:r>
    </w:p>
    <w:p w14:paraId="799049C8" w14:textId="77777777" w:rsidR="00657368" w:rsidRPr="007C4C20" w:rsidRDefault="00657368" w:rsidP="00062606">
      <w:pPr>
        <w:pStyle w:val="CMSANHeading2"/>
        <w:keepNext/>
        <w:rPr>
          <w:b/>
        </w:rPr>
      </w:pPr>
      <w:bookmarkStart w:id="264" w:name="_Ref7183082"/>
      <w:r w:rsidRPr="007C4C20">
        <w:rPr>
          <w:b/>
        </w:rPr>
        <w:t>Conditions of assignment or transfer</w:t>
      </w:r>
      <w:bookmarkEnd w:id="264"/>
    </w:p>
    <w:p w14:paraId="2F6B698E" w14:textId="77777777" w:rsidR="00657368" w:rsidRPr="007C4C20" w:rsidRDefault="00657368" w:rsidP="00062606">
      <w:pPr>
        <w:pStyle w:val="CMSANHeading3"/>
        <w:keepNext/>
      </w:pPr>
      <w:bookmarkStart w:id="265" w:name="_Ref7183083"/>
      <w:r w:rsidRPr="007C4C20">
        <w:t>An assignment will only be effective on:</w:t>
      </w:r>
      <w:bookmarkEnd w:id="265"/>
    </w:p>
    <w:p w14:paraId="46BD35A4" w14:textId="77777777" w:rsidR="00657368" w:rsidRPr="007C4C20" w:rsidRDefault="00657368" w:rsidP="00026879">
      <w:pPr>
        <w:pStyle w:val="CMSANHeading4"/>
      </w:pPr>
      <w:bookmarkStart w:id="266" w:name="_Ref7183084"/>
      <w:r w:rsidRPr="007C4C20">
        <w:t xml:space="preserve">receipt by the Agent (whether in the Assignment Agreement or otherwise) of written confirmation from the New Lender (in form and substance satisfactory to the Agent) that the New Lender will assume the same obligations to the </w:t>
      </w:r>
      <w:r w:rsidR="007D08A7" w:rsidRPr="007C4C20">
        <w:t xml:space="preserve">other </w:t>
      </w:r>
      <w:r w:rsidR="00CB56E2" w:rsidRPr="007C4C20">
        <w:t>Lenders and the Agent</w:t>
      </w:r>
      <w:r w:rsidR="007D08A7" w:rsidRPr="007C4C20">
        <w:t xml:space="preserve"> </w:t>
      </w:r>
      <w:r w:rsidRPr="007C4C20">
        <w:t>as it would have been under if it had been an</w:t>
      </w:r>
      <w:r w:rsidR="007E57D7" w:rsidRPr="007C4C20">
        <w:t xml:space="preserve"> original </w:t>
      </w:r>
      <w:r w:rsidR="007D08A7" w:rsidRPr="007C4C20">
        <w:t>Lender</w:t>
      </w:r>
      <w:r w:rsidRPr="007C4C20">
        <w:t>; and</w:t>
      </w:r>
      <w:bookmarkEnd w:id="266"/>
    </w:p>
    <w:p w14:paraId="63BFB23D" w14:textId="77777777" w:rsidR="00657368" w:rsidRPr="007C4C20" w:rsidRDefault="00657368" w:rsidP="00026879">
      <w:pPr>
        <w:pStyle w:val="CMSANHeading4"/>
      </w:pPr>
      <w:bookmarkStart w:id="267" w:name="_Ref7183085"/>
      <w:r w:rsidRPr="007C4C20">
        <w:t>performance by the Agent of all necessary “know your customer” or other similar checks under all applicable laws and regulations in relation to such assignment to a New Lender, the completion of which the Agent shall promptly notify to the Existing Lender and the New Lender.</w:t>
      </w:r>
      <w:bookmarkEnd w:id="267"/>
    </w:p>
    <w:p w14:paraId="4C25A9F2" w14:textId="77777777" w:rsidR="00CB56E2" w:rsidRPr="007C4C20" w:rsidRDefault="007D08A7" w:rsidP="007D08A7">
      <w:pPr>
        <w:pStyle w:val="CMSANHeading3"/>
      </w:pPr>
      <w:r w:rsidRPr="007C4C20">
        <w:t>For avoidance of doubt,</w:t>
      </w:r>
      <w:r w:rsidR="00CB56E2" w:rsidRPr="007C4C20">
        <w:t xml:space="preserve"> the terms </w:t>
      </w:r>
      <w:r w:rsidR="006E20FA" w:rsidRPr="007C4C20">
        <w:t xml:space="preserve">and conditions </w:t>
      </w:r>
      <w:r w:rsidR="00CB56E2" w:rsidRPr="007C4C20">
        <w:t>of this Agreement shall continue to apply to the Borrower after an assignment or transfer.</w:t>
      </w:r>
    </w:p>
    <w:p w14:paraId="5BF5964F" w14:textId="77777777" w:rsidR="007D08A7" w:rsidRPr="007C4C20" w:rsidRDefault="00CB56E2" w:rsidP="007D08A7">
      <w:pPr>
        <w:pStyle w:val="CMSANHeading3"/>
      </w:pPr>
      <w:r w:rsidRPr="007C4C20">
        <w:t>The Agent shall, as soon as reasonably practicable after it has executed a Transfer Certificate or an Assignment Agreement, send to the Borrower a copy of that Transfer Certificate or Assignment Agreement.  The Borrower shall take all actions required to give effect to an assignment or transfer by an Existing Lender under this Clause 20.</w:t>
      </w:r>
    </w:p>
    <w:p w14:paraId="77943607" w14:textId="77777777" w:rsidR="00657368" w:rsidRPr="007C4C20" w:rsidRDefault="00657368" w:rsidP="00026879">
      <w:pPr>
        <w:pStyle w:val="CMSANHeading3"/>
      </w:pPr>
      <w:bookmarkStart w:id="268" w:name="_Ref7183086"/>
      <w:r w:rsidRPr="007C4C20">
        <w:lastRenderedPageBreak/>
        <w:t>A transfer will only be effective if the procedure set out in</w:t>
      </w:r>
      <w:r w:rsidR="00DD6B98" w:rsidRPr="007C4C20">
        <w:t xml:space="preserve"> Clause 1.3 of Schedule </w:t>
      </w:r>
      <w:r w:rsidR="007A3C0E" w:rsidRPr="007C4C20">
        <w:t>4</w:t>
      </w:r>
      <w:r w:rsidR="00DD6B98" w:rsidRPr="007C4C20">
        <w:t xml:space="preserve"> </w:t>
      </w:r>
      <w:r w:rsidRPr="007C4C20">
        <w:t>(</w:t>
      </w:r>
      <w:r w:rsidR="007A3C0E" w:rsidRPr="007C4C20">
        <w:rPr>
          <w:i/>
          <w:iCs/>
        </w:rPr>
        <w:t>Conditions relating to assignment or</w:t>
      </w:r>
      <w:r w:rsidRPr="007C4C20">
        <w:rPr>
          <w:i/>
        </w:rPr>
        <w:t xml:space="preserve"> transfer</w:t>
      </w:r>
      <w:r w:rsidRPr="007C4C20">
        <w:t>)</w:t>
      </w:r>
      <w:r w:rsidRPr="007C4C20">
        <w:rPr>
          <w:i/>
        </w:rPr>
        <w:t xml:space="preserve"> </w:t>
      </w:r>
      <w:r w:rsidRPr="007C4C20">
        <w:t>is complied with.</w:t>
      </w:r>
      <w:bookmarkEnd w:id="268"/>
    </w:p>
    <w:p w14:paraId="0BE9A8E0" w14:textId="77777777" w:rsidR="00657368" w:rsidRPr="007C4C20" w:rsidRDefault="00657368" w:rsidP="00062606">
      <w:pPr>
        <w:pStyle w:val="CMSANHeading3"/>
        <w:keepNext/>
      </w:pPr>
      <w:bookmarkStart w:id="269" w:name="_Ref7183087"/>
      <w:r w:rsidRPr="007C4C20">
        <w:t>If:</w:t>
      </w:r>
      <w:bookmarkEnd w:id="269"/>
    </w:p>
    <w:p w14:paraId="1E005672" w14:textId="77777777" w:rsidR="00657368" w:rsidRPr="007C4C20" w:rsidRDefault="00657368" w:rsidP="00026879">
      <w:pPr>
        <w:pStyle w:val="CMSANHeading4"/>
      </w:pPr>
      <w:bookmarkStart w:id="270" w:name="_Ref7183088"/>
      <w:r w:rsidRPr="007C4C20">
        <w:t xml:space="preserve">a Lender assigns or transfers any of its rights or obligations under </w:t>
      </w:r>
      <w:r w:rsidR="00157923" w:rsidRPr="007C4C20">
        <w:t>this Agreement</w:t>
      </w:r>
      <w:r w:rsidRPr="007C4C20">
        <w:t xml:space="preserve"> or changes its Facility Office; and</w:t>
      </w:r>
      <w:bookmarkEnd w:id="270"/>
    </w:p>
    <w:p w14:paraId="0E010851" w14:textId="488B4271" w:rsidR="00657368" w:rsidRPr="007C4C20" w:rsidRDefault="00657368" w:rsidP="00026879">
      <w:pPr>
        <w:pStyle w:val="CMSANHeading4"/>
      </w:pPr>
      <w:bookmarkStart w:id="271" w:name="_Ref7183089"/>
      <w:r w:rsidRPr="007C4C20">
        <w:t xml:space="preserve">as a result of circumstances existing at the date the assignment, transfer or change occurs, </w:t>
      </w:r>
      <w:r w:rsidR="007767E7" w:rsidRPr="007C4C20">
        <w:t>the Borrower</w:t>
      </w:r>
      <w:r w:rsidRPr="007C4C20">
        <w:t xml:space="preserve"> would be obliged to make a payment to the New Lender or Lender acting through its new Facility Office under Clause </w:t>
      </w:r>
      <w:r w:rsidR="00C91BE0" w:rsidRPr="007C4C20">
        <w:fldChar w:fldCharType="begin"/>
      </w:r>
      <w:r w:rsidR="00C91BE0" w:rsidRPr="007C4C20">
        <w:instrText xml:space="preserve">  REF _Ref7182780 \w \h \* MERGEFORMAT </w:instrText>
      </w:r>
      <w:r w:rsidR="00C91BE0" w:rsidRPr="007C4C20">
        <w:fldChar w:fldCharType="separate"/>
      </w:r>
      <w:r w:rsidR="00B66043" w:rsidRPr="00B66043">
        <w:rPr>
          <w:color w:val="000000"/>
        </w:rPr>
        <w:t>11</w:t>
      </w:r>
      <w:r w:rsidR="00C91BE0" w:rsidRPr="007C4C20">
        <w:fldChar w:fldCharType="end"/>
      </w:r>
      <w:r w:rsidRPr="007C4C20">
        <w:t xml:space="preserve"> (</w:t>
      </w:r>
      <w:r w:rsidRPr="007C4C20">
        <w:rPr>
          <w:i/>
        </w:rPr>
        <w:t>Tax</w:t>
      </w:r>
      <w:r w:rsidR="007A3C0E" w:rsidRPr="007C4C20">
        <w:rPr>
          <w:i/>
        </w:rPr>
        <w:t>es</w:t>
      </w:r>
      <w:r w:rsidR="00433878" w:rsidRPr="007C4C20">
        <w:rPr>
          <w:i/>
        </w:rPr>
        <w:t xml:space="preserve"> and Changes in Circumstances</w:t>
      </w:r>
      <w:r w:rsidRPr="007C4C20">
        <w:t>),</w:t>
      </w:r>
      <w:bookmarkEnd w:id="271"/>
    </w:p>
    <w:p w14:paraId="58A8C80B" w14:textId="77777777" w:rsidR="00657368" w:rsidRPr="007C4C20" w:rsidRDefault="00657368" w:rsidP="00062606">
      <w:pPr>
        <w:pStyle w:val="CMSANIndent3"/>
      </w:pPr>
      <w:r w:rsidRPr="007C4C20">
        <w:t>then the New Lender or Lender acting through its new Facility Office is only entitled to receive payment under those Clauses to the same extent as the Existing Lender or Lender acting through its previous Facility Office would have been if the assignment, transfer or change had not occurred.</w:t>
      </w:r>
    </w:p>
    <w:p w14:paraId="5E0F25CF" w14:textId="77777777" w:rsidR="00657368" w:rsidRPr="007C4C20" w:rsidRDefault="00657368" w:rsidP="001C2563">
      <w:pPr>
        <w:pStyle w:val="CMSANHeading3"/>
      </w:pPr>
      <w:bookmarkStart w:id="272" w:name="_Ref7183090"/>
      <w:r w:rsidRPr="007C4C20">
        <w:t>Each New Lender, by executing the relevant Transfer Certificate or Assignment Agreement, confirms, for the avoidance of doubt, that the Agent has authority to execute on its behalf any amendment or waiver that has been approved by or on behalf of the requisite Lender or Lenders in accordance with this Agreement on or prior to the date on which the transfer or assignment becomes effective in accordance with this Agreement and that it is bound by that decision to the same extent as the Existing Lender would have been had it remained a Lender</w:t>
      </w:r>
      <w:bookmarkEnd w:id="272"/>
      <w:r w:rsidR="00666C65" w:rsidRPr="007C4C20">
        <w:t>.</w:t>
      </w:r>
    </w:p>
    <w:p w14:paraId="062A71E9" w14:textId="77777777" w:rsidR="00657368" w:rsidRPr="007C4C20" w:rsidRDefault="00657368" w:rsidP="00E7388E">
      <w:pPr>
        <w:pStyle w:val="CMSANHeading1"/>
        <w:rPr>
          <w:bCs/>
        </w:rPr>
      </w:pPr>
      <w:bookmarkStart w:id="273" w:name="_Ref7183135"/>
      <w:bookmarkStart w:id="274" w:name="_Toc28094910"/>
      <w:r w:rsidRPr="007C4C20">
        <w:rPr>
          <w:bCs/>
        </w:rPr>
        <w:t xml:space="preserve">Assignments and transfer by </w:t>
      </w:r>
      <w:bookmarkEnd w:id="273"/>
      <w:r w:rsidR="007767E7" w:rsidRPr="007C4C20">
        <w:rPr>
          <w:bCs/>
        </w:rPr>
        <w:t>the Borrower</w:t>
      </w:r>
      <w:bookmarkEnd w:id="274"/>
    </w:p>
    <w:p w14:paraId="2560A6DA" w14:textId="77777777" w:rsidR="00657368" w:rsidRPr="007C4C20" w:rsidRDefault="007767E7" w:rsidP="007718C3">
      <w:pPr>
        <w:pStyle w:val="CMSANIndent2"/>
      </w:pPr>
      <w:r w:rsidRPr="007C4C20">
        <w:t>The Borrower</w:t>
      </w:r>
      <w:r w:rsidR="00657368" w:rsidRPr="007C4C20">
        <w:t xml:space="preserve"> may </w:t>
      </w:r>
      <w:r w:rsidRPr="007C4C20">
        <w:t xml:space="preserve">not </w:t>
      </w:r>
      <w:r w:rsidR="00657368" w:rsidRPr="007C4C20">
        <w:t xml:space="preserve">assign any of its rights or transfer any of its rights or obligations under </w:t>
      </w:r>
      <w:r w:rsidR="00157923" w:rsidRPr="007C4C20">
        <w:t>this Agreement</w:t>
      </w:r>
      <w:r w:rsidR="00657368" w:rsidRPr="007C4C20">
        <w:t>.</w:t>
      </w:r>
    </w:p>
    <w:p w14:paraId="07EDBD4F" w14:textId="77777777" w:rsidR="00657368" w:rsidRPr="007C4C20" w:rsidRDefault="00026879" w:rsidP="00026879">
      <w:pPr>
        <w:pStyle w:val="CMSANHeading1"/>
      </w:pPr>
      <w:bookmarkStart w:id="275" w:name="_Ref7183136"/>
      <w:bookmarkStart w:id="276" w:name="_Toc28094911"/>
      <w:r w:rsidRPr="007C4C20">
        <w:t xml:space="preserve">Role </w:t>
      </w:r>
      <w:r w:rsidR="00D2445B" w:rsidRPr="007C4C20">
        <w:t>of the</w:t>
      </w:r>
      <w:r w:rsidR="00D2445B" w:rsidRPr="007C4C20">
        <w:rPr>
          <w:caps w:val="0"/>
        </w:rPr>
        <w:t xml:space="preserve"> </w:t>
      </w:r>
      <w:r w:rsidRPr="007C4C20">
        <w:t>Agent</w:t>
      </w:r>
      <w:bookmarkEnd w:id="275"/>
      <w:bookmarkEnd w:id="276"/>
    </w:p>
    <w:p w14:paraId="46843772" w14:textId="77777777" w:rsidR="00657368" w:rsidRPr="007C4C20" w:rsidRDefault="00657368" w:rsidP="007718C3">
      <w:pPr>
        <w:pStyle w:val="CMSANHeading2"/>
        <w:keepNext/>
        <w:rPr>
          <w:b/>
        </w:rPr>
      </w:pPr>
      <w:bookmarkStart w:id="277" w:name="_Ref7183137"/>
      <w:r w:rsidRPr="007C4C20">
        <w:rPr>
          <w:b/>
        </w:rPr>
        <w:t>Appointment of the Agent</w:t>
      </w:r>
      <w:bookmarkEnd w:id="277"/>
    </w:p>
    <w:p w14:paraId="594FEFA6" w14:textId="77777777" w:rsidR="00657368" w:rsidRPr="007C4C20" w:rsidRDefault="00657368" w:rsidP="00026879">
      <w:pPr>
        <w:pStyle w:val="CMSANHeading3"/>
      </w:pPr>
      <w:bookmarkStart w:id="278" w:name="_Ref7183138"/>
      <w:r w:rsidRPr="007C4C20">
        <w:t xml:space="preserve">Each Lender appoints the Agent to act as its agent under and in connection with </w:t>
      </w:r>
      <w:r w:rsidR="00157923" w:rsidRPr="007C4C20">
        <w:t>this Agreement</w:t>
      </w:r>
      <w:r w:rsidRPr="007C4C20">
        <w:t>.</w:t>
      </w:r>
      <w:bookmarkEnd w:id="278"/>
    </w:p>
    <w:p w14:paraId="6AA987F9" w14:textId="77777777" w:rsidR="00657368" w:rsidRPr="007C4C20" w:rsidRDefault="00657368" w:rsidP="00026879">
      <w:pPr>
        <w:pStyle w:val="CMSANHeading3"/>
      </w:pPr>
      <w:bookmarkStart w:id="279" w:name="_Ref7183139"/>
      <w:r w:rsidRPr="007C4C20">
        <w:t xml:space="preserve">Each Lender authorises the Agent to perform the duties, obligations and responsibilities and to exercise the rights, powers, authorities and discretions specifically given to the Agent under or in connection with </w:t>
      </w:r>
      <w:r w:rsidR="00157923" w:rsidRPr="007C4C20">
        <w:t>this Agreement</w:t>
      </w:r>
      <w:r w:rsidRPr="007C4C20">
        <w:t xml:space="preserve"> together with any other incidental rights, powers, authorities and discretions.</w:t>
      </w:r>
      <w:bookmarkEnd w:id="279"/>
    </w:p>
    <w:p w14:paraId="04D23F0A" w14:textId="77777777" w:rsidR="00657368" w:rsidRPr="007C4C20" w:rsidRDefault="00657368" w:rsidP="007718C3">
      <w:pPr>
        <w:pStyle w:val="CMSANHeading2"/>
        <w:keepNext/>
        <w:rPr>
          <w:b/>
        </w:rPr>
      </w:pPr>
      <w:bookmarkStart w:id="280" w:name="_Ref7183140"/>
      <w:r w:rsidRPr="007C4C20">
        <w:rPr>
          <w:b/>
        </w:rPr>
        <w:t>Instructions</w:t>
      </w:r>
      <w:bookmarkEnd w:id="280"/>
    </w:p>
    <w:p w14:paraId="10C92579" w14:textId="77777777" w:rsidR="00657368" w:rsidRPr="007C4C20" w:rsidRDefault="00657368" w:rsidP="007718C3">
      <w:pPr>
        <w:pStyle w:val="CMSANHeading3"/>
        <w:keepNext/>
      </w:pPr>
      <w:bookmarkStart w:id="281" w:name="_Ref7183141"/>
      <w:r w:rsidRPr="007C4C20">
        <w:t>The Agent shall:</w:t>
      </w:r>
      <w:bookmarkEnd w:id="281"/>
    </w:p>
    <w:p w14:paraId="0FAF4756" w14:textId="77777777" w:rsidR="00657368" w:rsidRPr="007C4C20" w:rsidRDefault="00657368" w:rsidP="00A83985">
      <w:pPr>
        <w:pStyle w:val="CMSANHeading4"/>
      </w:pPr>
      <w:bookmarkStart w:id="282" w:name="_Ref7183142"/>
      <w:r w:rsidRPr="007C4C20">
        <w:t xml:space="preserve">unless a contrary indication appears in </w:t>
      </w:r>
      <w:r w:rsidR="00727E31" w:rsidRPr="007C4C20">
        <w:t>this Agreement</w:t>
      </w:r>
      <w:r w:rsidRPr="007C4C20">
        <w:t>, exercise or refrain from exercising any right, power, authority or discretion vested in it as Agent in accordance with any instructions given to it by</w:t>
      </w:r>
      <w:bookmarkEnd w:id="282"/>
      <w:r w:rsidR="00A83985" w:rsidRPr="007C4C20">
        <w:t xml:space="preserve"> the Lenders</w:t>
      </w:r>
      <w:bookmarkStart w:id="283" w:name="_Ref7183144"/>
      <w:r w:rsidRPr="007C4C20">
        <w:t>; and</w:t>
      </w:r>
      <w:bookmarkEnd w:id="283"/>
    </w:p>
    <w:p w14:paraId="52506071" w14:textId="6D80D524" w:rsidR="00657368" w:rsidRPr="007C4C20" w:rsidRDefault="00657368" w:rsidP="00026879">
      <w:pPr>
        <w:pStyle w:val="CMSANHeading4"/>
      </w:pPr>
      <w:bookmarkStart w:id="284" w:name="_Ref7183145"/>
      <w:r w:rsidRPr="007C4C20">
        <w:t xml:space="preserve">not be liable for any act (or omission) if it acts (or refrains from acting) in accordance with paragraph </w:t>
      </w:r>
      <w:r w:rsidR="009E773E" w:rsidRPr="007C4C20">
        <w:fldChar w:fldCharType="begin"/>
      </w:r>
      <w:r w:rsidR="009E773E" w:rsidRPr="007C4C20">
        <w:instrText xml:space="preserve"> REF  _Ref7183142 \h \n \w </w:instrText>
      </w:r>
      <w:r w:rsidR="00FE356C" w:rsidRPr="007C4C20">
        <w:instrText xml:space="preserve"> \* MERGEFORMAT </w:instrText>
      </w:r>
      <w:r w:rsidR="009E773E" w:rsidRPr="007C4C20">
        <w:fldChar w:fldCharType="separate"/>
      </w:r>
      <w:r w:rsidR="00B66043">
        <w:t>(i)</w:t>
      </w:r>
      <w:r w:rsidR="009E773E" w:rsidRPr="007C4C20">
        <w:fldChar w:fldCharType="end"/>
      </w:r>
      <w:r w:rsidRPr="007C4C20">
        <w:t xml:space="preserve"> above.</w:t>
      </w:r>
      <w:bookmarkEnd w:id="284"/>
    </w:p>
    <w:p w14:paraId="7090C3B6" w14:textId="77777777" w:rsidR="00657368" w:rsidRPr="007C4C20" w:rsidRDefault="00657368" w:rsidP="007718C3">
      <w:pPr>
        <w:pStyle w:val="CMSANHeading2"/>
        <w:keepNext/>
        <w:keepLines/>
        <w:rPr>
          <w:b/>
        </w:rPr>
      </w:pPr>
      <w:bookmarkStart w:id="285" w:name="_Ref7183151"/>
      <w:r w:rsidRPr="007C4C20">
        <w:rPr>
          <w:b/>
        </w:rPr>
        <w:lastRenderedPageBreak/>
        <w:t>Duties of the Agent</w:t>
      </w:r>
      <w:bookmarkEnd w:id="285"/>
    </w:p>
    <w:p w14:paraId="7CB11633" w14:textId="77777777" w:rsidR="00657368" w:rsidRPr="007C4C20" w:rsidRDefault="00657368" w:rsidP="00026879">
      <w:pPr>
        <w:pStyle w:val="CMSANHeading3"/>
      </w:pPr>
      <w:bookmarkStart w:id="286" w:name="_Ref7183152"/>
      <w:r w:rsidRPr="007C4C20">
        <w:t xml:space="preserve">The Agent’s duties under </w:t>
      </w:r>
      <w:r w:rsidR="00157923" w:rsidRPr="007C4C20">
        <w:t>this Agreement</w:t>
      </w:r>
      <w:r w:rsidRPr="007C4C20">
        <w:t xml:space="preserve"> are solely mechanical and administrative in nature.</w:t>
      </w:r>
      <w:bookmarkEnd w:id="286"/>
    </w:p>
    <w:p w14:paraId="30AD90C0" w14:textId="4B017A03" w:rsidR="00657368" w:rsidRPr="007C4C20" w:rsidRDefault="00657368" w:rsidP="00026879">
      <w:pPr>
        <w:pStyle w:val="CMSANHeading3"/>
      </w:pPr>
      <w:bookmarkStart w:id="287" w:name="_Ref7183153"/>
      <w:r w:rsidRPr="007C4C20">
        <w:t xml:space="preserve">Subject to paragraph </w:t>
      </w:r>
      <w:r w:rsidR="009E773E" w:rsidRPr="007C4C20">
        <w:fldChar w:fldCharType="begin"/>
      </w:r>
      <w:r w:rsidR="009E773E" w:rsidRPr="007C4C20">
        <w:instrText xml:space="preserve"> REF  _Ref7183154 \h \n \w </w:instrText>
      </w:r>
      <w:r w:rsidR="00FE356C" w:rsidRPr="007C4C20">
        <w:instrText xml:space="preserve"> \* MERGEFORMAT </w:instrText>
      </w:r>
      <w:r w:rsidR="009E773E" w:rsidRPr="007C4C20">
        <w:fldChar w:fldCharType="separate"/>
      </w:r>
      <w:r w:rsidR="00B66043">
        <w:t>(c)</w:t>
      </w:r>
      <w:r w:rsidR="009E773E" w:rsidRPr="007C4C20">
        <w:fldChar w:fldCharType="end"/>
      </w:r>
      <w:r w:rsidRPr="007C4C20">
        <w:t xml:space="preserve"> below, the Agent shall promptly forward to a Party the original or a copy of any document which is delivered to the Agent for that Party by any other Party.</w:t>
      </w:r>
      <w:bookmarkEnd w:id="287"/>
      <w:r w:rsidR="0049475F" w:rsidRPr="007C4C20">
        <w:t xml:space="preserve"> For the avoidance of doubt the Agent shall promptly forward to the Lenders any information or documents received by it in its capacity as Agent from the Borrower.</w:t>
      </w:r>
    </w:p>
    <w:p w14:paraId="0D96D0B9" w14:textId="6CC3BCE2" w:rsidR="00657368" w:rsidRPr="007C4C20" w:rsidRDefault="00657368" w:rsidP="00026879">
      <w:pPr>
        <w:pStyle w:val="CMSANHeading3"/>
      </w:pPr>
      <w:bookmarkStart w:id="288" w:name="_Ref7183154"/>
      <w:r w:rsidRPr="007C4C20">
        <w:t xml:space="preserve">Without prejudice to </w:t>
      </w:r>
      <w:r w:rsidR="0011717E" w:rsidRPr="007C4C20">
        <w:t xml:space="preserve">Clause 1.5 </w:t>
      </w:r>
      <w:r w:rsidRPr="007C4C20">
        <w:t>(</w:t>
      </w:r>
      <w:r w:rsidRPr="007C4C20">
        <w:rPr>
          <w:i/>
        </w:rPr>
        <w:t>Copy of Transfer Certificate or Assignment Agreement</w:t>
      </w:r>
      <w:r w:rsidRPr="007C4C20">
        <w:t>)</w:t>
      </w:r>
      <w:r w:rsidR="007A3C0E" w:rsidRPr="007C4C20">
        <w:t xml:space="preserve"> of Schedule 4 (</w:t>
      </w:r>
      <w:r w:rsidR="007A3C0E" w:rsidRPr="007C4C20">
        <w:rPr>
          <w:i/>
          <w:iCs/>
        </w:rPr>
        <w:t>Conditions relating to assignment or transfer</w:t>
      </w:r>
      <w:r w:rsidR="007A3C0E" w:rsidRPr="007C4C20">
        <w:t>)</w:t>
      </w:r>
      <w:r w:rsidRPr="007C4C20">
        <w:t xml:space="preserve">, paragraph </w:t>
      </w:r>
      <w:r w:rsidR="009E773E" w:rsidRPr="007C4C20">
        <w:fldChar w:fldCharType="begin"/>
      </w:r>
      <w:r w:rsidR="009E773E" w:rsidRPr="007C4C20">
        <w:instrText xml:space="preserve"> REF  _Ref7183153 \h \n \w </w:instrText>
      </w:r>
      <w:r w:rsidR="00FE356C" w:rsidRPr="007C4C20">
        <w:instrText xml:space="preserve"> \* MERGEFORMAT </w:instrText>
      </w:r>
      <w:r w:rsidR="009E773E" w:rsidRPr="007C4C20">
        <w:fldChar w:fldCharType="separate"/>
      </w:r>
      <w:r w:rsidR="00B66043">
        <w:t>(b)</w:t>
      </w:r>
      <w:r w:rsidR="009E773E" w:rsidRPr="007C4C20">
        <w:fldChar w:fldCharType="end"/>
      </w:r>
      <w:r w:rsidRPr="007C4C20">
        <w:t xml:space="preserve"> above shall not apply to any Transfer Certificate or any Assignment Agreement.</w:t>
      </w:r>
      <w:bookmarkEnd w:id="288"/>
    </w:p>
    <w:p w14:paraId="6DD1FACF" w14:textId="77777777" w:rsidR="00657368" w:rsidRPr="007C4C20" w:rsidRDefault="00657368" w:rsidP="00026879">
      <w:pPr>
        <w:pStyle w:val="CMSANHeading3"/>
      </w:pPr>
      <w:bookmarkStart w:id="289" w:name="_Ref7183155"/>
      <w:r w:rsidRPr="007C4C20">
        <w:t xml:space="preserve">Except where </w:t>
      </w:r>
      <w:r w:rsidR="00727E31" w:rsidRPr="007C4C20">
        <w:t xml:space="preserve">this Agreement </w:t>
      </w:r>
      <w:r w:rsidRPr="007C4C20">
        <w:t>specifically provides otherwise, the Agent is not obliged to review or check the adequacy, accuracy or completeness of any document it forwards to another Party.</w:t>
      </w:r>
      <w:bookmarkEnd w:id="289"/>
    </w:p>
    <w:p w14:paraId="2B8FBA7B" w14:textId="77777777" w:rsidR="00657368" w:rsidRPr="007C4C20" w:rsidRDefault="00657368" w:rsidP="00026879">
      <w:pPr>
        <w:pStyle w:val="CMSANHeading3"/>
      </w:pPr>
      <w:bookmarkStart w:id="290" w:name="_Ref7183156"/>
      <w:r w:rsidRPr="007C4C20">
        <w:t>If the Agent receives notice from a Party referring to this Agreement, describing a Default and stating that the circumstance described is a Default, it shall promptly notify the</w:t>
      </w:r>
      <w:r w:rsidR="00AC21CB" w:rsidRPr="007C4C20">
        <w:t xml:space="preserve"> </w:t>
      </w:r>
      <w:r w:rsidR="00477D4B" w:rsidRPr="007C4C20">
        <w:t>Lenders</w:t>
      </w:r>
      <w:r w:rsidRPr="007C4C20">
        <w:t>.</w:t>
      </w:r>
      <w:bookmarkEnd w:id="290"/>
    </w:p>
    <w:p w14:paraId="43F1CE16" w14:textId="77777777" w:rsidR="00657368" w:rsidRPr="007C4C20" w:rsidRDefault="00657368" w:rsidP="00026879">
      <w:pPr>
        <w:pStyle w:val="CMSANHeading3"/>
      </w:pPr>
      <w:bookmarkStart w:id="291" w:name="_Ref7183157"/>
      <w:r w:rsidRPr="007C4C20">
        <w:t xml:space="preserve">If the Agent is aware of the non-payment of any principal, interest, commitment fee or other fee payable to </w:t>
      </w:r>
      <w:r w:rsidR="00F84E00" w:rsidRPr="007C4C20">
        <w:t xml:space="preserve">the </w:t>
      </w:r>
      <w:r w:rsidR="00477D4B" w:rsidRPr="007C4C20">
        <w:t>Lenders</w:t>
      </w:r>
      <w:r w:rsidR="00F84E00" w:rsidRPr="007C4C20">
        <w:t xml:space="preserve"> </w:t>
      </w:r>
      <w:r w:rsidRPr="007C4C20">
        <w:t xml:space="preserve">(other than the Agent) under this Agreement it shall promptly notify </w:t>
      </w:r>
      <w:r w:rsidR="00AC21CB" w:rsidRPr="007C4C20">
        <w:t xml:space="preserve">the </w:t>
      </w:r>
      <w:r w:rsidR="00477D4B" w:rsidRPr="007C4C20">
        <w:t>Lenders</w:t>
      </w:r>
      <w:r w:rsidRPr="007C4C20">
        <w:t>.</w:t>
      </w:r>
      <w:bookmarkEnd w:id="291"/>
    </w:p>
    <w:p w14:paraId="2E7BEDD2" w14:textId="77777777" w:rsidR="00657368" w:rsidRPr="007C4C20" w:rsidRDefault="00657368" w:rsidP="00026879">
      <w:pPr>
        <w:pStyle w:val="CMSANHeading3"/>
      </w:pPr>
      <w:bookmarkStart w:id="292" w:name="_Ref7183158"/>
      <w:r w:rsidRPr="007C4C20">
        <w:t xml:space="preserve">The Agent shall have only those duties, obligations and responsibilities expressly specified in </w:t>
      </w:r>
      <w:r w:rsidR="00157923" w:rsidRPr="007C4C20">
        <w:t>this Agreement</w:t>
      </w:r>
      <w:r w:rsidRPr="007C4C20">
        <w:t xml:space="preserve"> to which it is expressed to be a party (and no others shall be implied).</w:t>
      </w:r>
      <w:bookmarkEnd w:id="292"/>
    </w:p>
    <w:p w14:paraId="635F643C" w14:textId="77777777" w:rsidR="00657368" w:rsidRPr="007C4C20" w:rsidRDefault="00657368" w:rsidP="007718C3">
      <w:pPr>
        <w:pStyle w:val="CMSANHeading2"/>
        <w:keepNext/>
        <w:rPr>
          <w:b/>
        </w:rPr>
      </w:pPr>
      <w:bookmarkStart w:id="293" w:name="_Ref7183159"/>
      <w:r w:rsidRPr="007C4C20">
        <w:rPr>
          <w:b/>
        </w:rPr>
        <w:t>No fiduciary duties</w:t>
      </w:r>
      <w:bookmarkEnd w:id="293"/>
    </w:p>
    <w:p w14:paraId="5D952E8E" w14:textId="77777777" w:rsidR="00657368" w:rsidRPr="007C4C20" w:rsidRDefault="00657368" w:rsidP="00026879">
      <w:pPr>
        <w:pStyle w:val="CMSANHeading3"/>
      </w:pPr>
      <w:bookmarkStart w:id="294" w:name="_Ref7183160"/>
      <w:r w:rsidRPr="007C4C20">
        <w:t xml:space="preserve">Nothing in </w:t>
      </w:r>
      <w:r w:rsidR="00727E31" w:rsidRPr="007C4C20">
        <w:t xml:space="preserve">this Agreement </w:t>
      </w:r>
      <w:r w:rsidRPr="007C4C20">
        <w:t>constitutes the Agent as a trustee or fiduciary of any other person.</w:t>
      </w:r>
      <w:bookmarkEnd w:id="294"/>
    </w:p>
    <w:p w14:paraId="3F27F8D8" w14:textId="77777777" w:rsidR="00657368" w:rsidRPr="007C4C20" w:rsidRDefault="00657368" w:rsidP="00026879">
      <w:pPr>
        <w:pStyle w:val="CMSANHeading3"/>
      </w:pPr>
      <w:bookmarkStart w:id="295" w:name="_Ref7183161"/>
      <w:r w:rsidRPr="007C4C20">
        <w:t>The Agent shall not be bound to account to any Lender for any sum or the profit element of any sum received by it for its own account.</w:t>
      </w:r>
      <w:bookmarkEnd w:id="295"/>
    </w:p>
    <w:p w14:paraId="7B824896" w14:textId="77777777" w:rsidR="00657368" w:rsidRPr="007C4C20" w:rsidRDefault="00657368" w:rsidP="007718C3">
      <w:pPr>
        <w:pStyle w:val="CMSANHeading2"/>
        <w:keepNext/>
        <w:rPr>
          <w:b/>
        </w:rPr>
      </w:pPr>
      <w:bookmarkStart w:id="296" w:name="_Ref7183162"/>
      <w:r w:rsidRPr="007C4C20">
        <w:rPr>
          <w:b/>
        </w:rPr>
        <w:t>Rights and discretions</w:t>
      </w:r>
      <w:bookmarkEnd w:id="296"/>
    </w:p>
    <w:p w14:paraId="5027A5B1" w14:textId="77777777" w:rsidR="00657368" w:rsidRPr="007C4C20" w:rsidRDefault="00657368" w:rsidP="007718C3">
      <w:pPr>
        <w:pStyle w:val="CMSANHeading3"/>
        <w:keepNext/>
      </w:pPr>
      <w:bookmarkStart w:id="297" w:name="_Ref7183163"/>
      <w:r w:rsidRPr="007C4C20">
        <w:t>The Agent may:</w:t>
      </w:r>
      <w:bookmarkEnd w:id="297"/>
    </w:p>
    <w:p w14:paraId="1C0C533E" w14:textId="77777777" w:rsidR="00657368" w:rsidRPr="007C4C20" w:rsidRDefault="00657368" w:rsidP="00026879">
      <w:pPr>
        <w:pStyle w:val="CMSANHeading4"/>
      </w:pPr>
      <w:bookmarkStart w:id="298" w:name="_Ref7183164"/>
      <w:r w:rsidRPr="007C4C20">
        <w:t>rely on any representation, communication, notice or document believed by it to be genuine, correct and appropriately authorised;</w:t>
      </w:r>
      <w:bookmarkEnd w:id="298"/>
    </w:p>
    <w:p w14:paraId="1FE22022" w14:textId="77777777" w:rsidR="00657368" w:rsidRPr="007C4C20" w:rsidRDefault="00657368" w:rsidP="007718C3">
      <w:pPr>
        <w:pStyle w:val="CMSANHeading4"/>
        <w:keepNext/>
      </w:pPr>
      <w:bookmarkStart w:id="299" w:name="_Ref7183165"/>
      <w:r w:rsidRPr="007C4C20">
        <w:t>assume that:</w:t>
      </w:r>
      <w:bookmarkEnd w:id="299"/>
    </w:p>
    <w:p w14:paraId="40F76B14" w14:textId="77777777" w:rsidR="00657368" w:rsidRPr="007C4C20" w:rsidRDefault="00657368" w:rsidP="00026879">
      <w:pPr>
        <w:pStyle w:val="CMSANHeading5"/>
      </w:pPr>
      <w:bookmarkStart w:id="300" w:name="_Ref7183166"/>
      <w:r w:rsidRPr="007C4C20">
        <w:t>any instructions received by it from the</w:t>
      </w:r>
      <w:r w:rsidR="00837DEE" w:rsidRPr="007C4C20">
        <w:t xml:space="preserve"> </w:t>
      </w:r>
      <w:r w:rsidR="00477D4B" w:rsidRPr="007C4C20">
        <w:t>Lenders or any of them</w:t>
      </w:r>
      <w:r w:rsidRPr="007C4C20">
        <w:t xml:space="preserve"> are duly given in accordance with the terms of </w:t>
      </w:r>
      <w:r w:rsidR="00157923" w:rsidRPr="007C4C20">
        <w:t>this Agreement</w:t>
      </w:r>
      <w:r w:rsidRPr="007C4C20">
        <w:t>; and</w:t>
      </w:r>
      <w:bookmarkEnd w:id="300"/>
    </w:p>
    <w:p w14:paraId="6ED3B6FA" w14:textId="77777777" w:rsidR="00657368" w:rsidRPr="007C4C20" w:rsidRDefault="00657368" w:rsidP="00026879">
      <w:pPr>
        <w:pStyle w:val="CMSANHeading5"/>
      </w:pPr>
      <w:bookmarkStart w:id="301" w:name="_Ref7183167"/>
      <w:r w:rsidRPr="007C4C20">
        <w:t>unless it has received notice of revocation, that those instructions have not been revoked; and</w:t>
      </w:r>
      <w:bookmarkEnd w:id="301"/>
    </w:p>
    <w:p w14:paraId="4B1F976C" w14:textId="77777777" w:rsidR="00657368" w:rsidRPr="007C4C20" w:rsidRDefault="00657368" w:rsidP="007718C3">
      <w:pPr>
        <w:pStyle w:val="CMSANHeading4"/>
        <w:keepNext/>
      </w:pPr>
      <w:bookmarkStart w:id="302" w:name="_Ref7183168"/>
      <w:r w:rsidRPr="007C4C20">
        <w:t>rely on a certificate from any person:</w:t>
      </w:r>
      <w:bookmarkEnd w:id="302"/>
    </w:p>
    <w:p w14:paraId="1600D4CA" w14:textId="77777777" w:rsidR="00657368" w:rsidRPr="007C4C20" w:rsidRDefault="00657368" w:rsidP="00026879">
      <w:pPr>
        <w:pStyle w:val="CMSANHeading5"/>
      </w:pPr>
      <w:bookmarkStart w:id="303" w:name="_Ref7183169"/>
      <w:r w:rsidRPr="007C4C20">
        <w:t>as to any matter of fact or circumstance which might reasonably be expected to be within the knowledge of that person; or</w:t>
      </w:r>
      <w:bookmarkEnd w:id="303"/>
    </w:p>
    <w:p w14:paraId="38F018F5" w14:textId="77777777" w:rsidR="00657368" w:rsidRPr="007C4C20" w:rsidRDefault="00657368" w:rsidP="00026879">
      <w:pPr>
        <w:pStyle w:val="CMSANHeading5"/>
      </w:pPr>
      <w:bookmarkStart w:id="304" w:name="_Ref7183170"/>
      <w:r w:rsidRPr="007C4C20">
        <w:lastRenderedPageBreak/>
        <w:t>to the effect that such person approves of any particular dealing, transaction, step, action or thing,</w:t>
      </w:r>
      <w:bookmarkEnd w:id="304"/>
    </w:p>
    <w:p w14:paraId="6DFA4518" w14:textId="2A2050C9" w:rsidR="00657368" w:rsidRPr="007C4C20" w:rsidRDefault="00657368" w:rsidP="007718C3">
      <w:pPr>
        <w:pStyle w:val="CMSANIndent4"/>
      </w:pPr>
      <w:r w:rsidRPr="007C4C20">
        <w:t xml:space="preserve">as sufficient evidence that that is the case and, in the case of paragraph </w:t>
      </w:r>
      <w:r w:rsidR="009E773E" w:rsidRPr="007C4C20">
        <w:fldChar w:fldCharType="begin"/>
      </w:r>
      <w:r w:rsidR="009E773E" w:rsidRPr="007C4C20">
        <w:instrText xml:space="preserve"> REF  _Ref7183169 \h \n \w </w:instrText>
      </w:r>
      <w:r w:rsidR="00FE356C" w:rsidRPr="007C4C20">
        <w:instrText xml:space="preserve"> \* MERGEFORMAT </w:instrText>
      </w:r>
      <w:r w:rsidR="009E773E" w:rsidRPr="007C4C20">
        <w:fldChar w:fldCharType="separate"/>
      </w:r>
      <w:r w:rsidR="00B66043">
        <w:t>(A)</w:t>
      </w:r>
      <w:r w:rsidR="009E773E" w:rsidRPr="007C4C20">
        <w:fldChar w:fldCharType="end"/>
      </w:r>
      <w:r w:rsidRPr="007C4C20">
        <w:t xml:space="preserve"> above, may assume the truth and accuracy of that certificate.</w:t>
      </w:r>
    </w:p>
    <w:p w14:paraId="35399E9C" w14:textId="77777777" w:rsidR="00657368" w:rsidRPr="007C4C20" w:rsidRDefault="00657368" w:rsidP="007718C3">
      <w:pPr>
        <w:pStyle w:val="CMSANHeading3"/>
        <w:keepNext/>
      </w:pPr>
      <w:bookmarkStart w:id="305" w:name="_Ref7183171"/>
      <w:r w:rsidRPr="007C4C20">
        <w:t>The Agent may assume (unless it has received notice to the contrary in its capacity as agent for the Lenders) that:</w:t>
      </w:r>
      <w:bookmarkEnd w:id="305"/>
    </w:p>
    <w:p w14:paraId="7E8687EE" w14:textId="78E63324" w:rsidR="00657368" w:rsidRPr="007C4C20" w:rsidRDefault="00657368" w:rsidP="00026879">
      <w:pPr>
        <w:pStyle w:val="CMSANHeading4"/>
      </w:pPr>
      <w:bookmarkStart w:id="306" w:name="_Ref7183172"/>
      <w:r w:rsidRPr="007C4C20">
        <w:t xml:space="preserve">no Default has occurred (unless it has actual knowledge of a Default arising under Clause </w:t>
      </w:r>
      <w:r w:rsidR="00C91BE0" w:rsidRPr="007C4C20">
        <w:fldChar w:fldCharType="begin"/>
      </w:r>
      <w:r w:rsidR="00C91BE0" w:rsidRPr="007C4C20">
        <w:instrText xml:space="preserve">  REF _Ref7183030 \w \h \* MERGEFORMAT </w:instrText>
      </w:r>
      <w:r w:rsidR="00C91BE0" w:rsidRPr="007C4C20">
        <w:fldChar w:fldCharType="separate"/>
      </w:r>
      <w:r w:rsidR="00B66043" w:rsidRPr="00B66043">
        <w:rPr>
          <w:color w:val="000000"/>
        </w:rPr>
        <w:t>18.1</w:t>
      </w:r>
      <w:r w:rsidR="00C91BE0" w:rsidRPr="007C4C20">
        <w:fldChar w:fldCharType="end"/>
      </w:r>
      <w:r w:rsidRPr="007C4C20">
        <w:t xml:space="preserve"> (</w:t>
      </w:r>
      <w:r w:rsidRPr="007C4C20">
        <w:rPr>
          <w:i/>
        </w:rPr>
        <w:t>Non-payment</w:t>
      </w:r>
      <w:r w:rsidRPr="007C4C20">
        <w:t>));</w:t>
      </w:r>
      <w:bookmarkEnd w:id="306"/>
      <w:r w:rsidR="00CA7060" w:rsidRPr="007C4C20">
        <w:t xml:space="preserve"> and</w:t>
      </w:r>
    </w:p>
    <w:p w14:paraId="0A19BDAF" w14:textId="77777777" w:rsidR="00657368" w:rsidRPr="007C4C20" w:rsidRDefault="00657368" w:rsidP="00026879">
      <w:pPr>
        <w:pStyle w:val="CMSANHeading4"/>
      </w:pPr>
      <w:bookmarkStart w:id="307" w:name="_Ref7183173"/>
      <w:r w:rsidRPr="007C4C20">
        <w:t>any right, power, authority or discretion vested in any Party or any group of Lenders has not been exercised</w:t>
      </w:r>
      <w:r w:rsidR="00CA7060" w:rsidRPr="007C4C20">
        <w:t>.</w:t>
      </w:r>
      <w:bookmarkEnd w:id="307"/>
    </w:p>
    <w:p w14:paraId="188E9EBF" w14:textId="77777777" w:rsidR="00657368" w:rsidRPr="007C4C20" w:rsidRDefault="00657368" w:rsidP="00026879">
      <w:pPr>
        <w:pStyle w:val="CMSANHeading3"/>
      </w:pPr>
      <w:bookmarkStart w:id="308" w:name="_Ref7183175"/>
      <w:r w:rsidRPr="007C4C20">
        <w:t>The Agent may engage and pay for the advice or services of any lawyers, accountants, tax advisers, surveyors or other professional advisers or experts</w:t>
      </w:r>
      <w:r w:rsidR="00C0120E" w:rsidRPr="007C4C20">
        <w:t xml:space="preserve"> in connection with this Agreement</w:t>
      </w:r>
      <w:r w:rsidRPr="007C4C20">
        <w:t>.</w:t>
      </w:r>
      <w:bookmarkEnd w:id="308"/>
    </w:p>
    <w:p w14:paraId="326CB365" w14:textId="61D1BA37" w:rsidR="00657368" w:rsidRPr="007C4C20" w:rsidRDefault="00657368" w:rsidP="00026879">
      <w:pPr>
        <w:pStyle w:val="CMSANHeading3"/>
      </w:pPr>
      <w:bookmarkStart w:id="309" w:name="_Ref7183176"/>
      <w:r w:rsidRPr="007C4C20">
        <w:t xml:space="preserve">Without prejudice to the generality of paragraph </w:t>
      </w:r>
      <w:r w:rsidR="009E773E" w:rsidRPr="007C4C20">
        <w:fldChar w:fldCharType="begin"/>
      </w:r>
      <w:r w:rsidR="009E773E" w:rsidRPr="007C4C20">
        <w:instrText xml:space="preserve"> REF  _Ref7183175 \h \n \w </w:instrText>
      </w:r>
      <w:r w:rsidR="00FE356C" w:rsidRPr="007C4C20">
        <w:instrText xml:space="preserve"> \* MERGEFORMAT </w:instrText>
      </w:r>
      <w:r w:rsidR="009E773E" w:rsidRPr="007C4C20">
        <w:fldChar w:fldCharType="separate"/>
      </w:r>
      <w:r w:rsidR="00B66043">
        <w:t>(c)</w:t>
      </w:r>
      <w:r w:rsidR="009E773E" w:rsidRPr="007C4C20">
        <w:fldChar w:fldCharType="end"/>
      </w:r>
      <w:r w:rsidRPr="007C4C20">
        <w:t xml:space="preserve"> above or paragraph </w:t>
      </w:r>
      <w:r w:rsidR="009E773E" w:rsidRPr="007C4C20">
        <w:fldChar w:fldCharType="begin"/>
      </w:r>
      <w:r w:rsidR="009E773E" w:rsidRPr="007C4C20">
        <w:instrText xml:space="preserve"> REF  _Ref7183177 \h \n \w </w:instrText>
      </w:r>
      <w:r w:rsidR="00FE356C" w:rsidRPr="007C4C20">
        <w:instrText xml:space="preserve"> \* MERGEFORMAT </w:instrText>
      </w:r>
      <w:r w:rsidR="009E773E" w:rsidRPr="007C4C20">
        <w:fldChar w:fldCharType="separate"/>
      </w:r>
      <w:r w:rsidR="00B66043">
        <w:t>(e)</w:t>
      </w:r>
      <w:r w:rsidR="009E773E" w:rsidRPr="007C4C20">
        <w:fldChar w:fldCharType="end"/>
      </w:r>
      <w:r w:rsidRPr="007C4C20">
        <w:t xml:space="preserve"> below, the Agent may at any time engage and pay for the services of any lawyers to act as independent counsel to the Agent (and so separate from any lawyers instructed by the Lenders) if the Agent in its reasonable opinion deems this to be necessary.</w:t>
      </w:r>
      <w:bookmarkEnd w:id="309"/>
    </w:p>
    <w:p w14:paraId="0F2AF167" w14:textId="77777777" w:rsidR="00657368" w:rsidRPr="007C4C20" w:rsidRDefault="00657368" w:rsidP="00026879">
      <w:pPr>
        <w:pStyle w:val="CMSANHeading3"/>
      </w:pPr>
      <w:bookmarkStart w:id="310" w:name="_Ref7183177"/>
      <w:r w:rsidRPr="007C4C20">
        <w:t>The Agent may rely on the advice or services of any lawyers, accountants, tax advisers, surveyors or other professional advisers or experts (whether obtained by the Agent or by any other Party) and shall not be liable for any damages, costs or losses to any person, any diminution in value or any liability whatsoever arising as a result of its so relying.</w:t>
      </w:r>
      <w:bookmarkEnd w:id="310"/>
    </w:p>
    <w:p w14:paraId="7D7BA95F" w14:textId="77777777" w:rsidR="00657368" w:rsidRPr="007C4C20" w:rsidRDefault="00657368" w:rsidP="00026879">
      <w:pPr>
        <w:pStyle w:val="CMSANHeading3"/>
      </w:pPr>
      <w:bookmarkStart w:id="311" w:name="_Ref7183178"/>
      <w:r w:rsidRPr="007C4C20">
        <w:t xml:space="preserve">The Agent may act in relation to </w:t>
      </w:r>
      <w:r w:rsidR="00157923" w:rsidRPr="007C4C20">
        <w:t>this Agreement</w:t>
      </w:r>
      <w:r w:rsidRPr="007C4C20">
        <w:t xml:space="preserve"> through its officers, employees and agents.</w:t>
      </w:r>
      <w:bookmarkEnd w:id="311"/>
    </w:p>
    <w:p w14:paraId="0C1DA11E" w14:textId="77777777" w:rsidR="00657368" w:rsidRPr="007C4C20" w:rsidRDefault="00657368" w:rsidP="00026879">
      <w:pPr>
        <w:pStyle w:val="CMSANHeading3"/>
      </w:pPr>
      <w:bookmarkStart w:id="312" w:name="_Ref7183179"/>
      <w:r w:rsidRPr="007C4C20">
        <w:t xml:space="preserve">Unless </w:t>
      </w:r>
      <w:r w:rsidR="00727E31" w:rsidRPr="007C4C20">
        <w:t>this Agreement</w:t>
      </w:r>
      <w:r w:rsidRPr="007C4C20">
        <w:t xml:space="preserve"> expressly provides otherwise the Agent may disclose to any other Party any information it reasonably believes it has received as agent under this Agreement.</w:t>
      </w:r>
      <w:bookmarkEnd w:id="312"/>
    </w:p>
    <w:p w14:paraId="67BABC42" w14:textId="77777777" w:rsidR="00657368" w:rsidRPr="007C4C20" w:rsidRDefault="00657368" w:rsidP="00026879">
      <w:pPr>
        <w:pStyle w:val="CMSANHeading3"/>
      </w:pPr>
      <w:bookmarkStart w:id="313" w:name="_Ref7183180"/>
      <w:r w:rsidRPr="007C4C20">
        <w:t xml:space="preserve">Notwithstanding any other provision of </w:t>
      </w:r>
      <w:r w:rsidR="00727E31" w:rsidRPr="007C4C20">
        <w:t xml:space="preserve">this Agreement </w:t>
      </w:r>
      <w:r w:rsidRPr="007C4C20">
        <w:t>to the contrary, the Agent is not obliged to do or omit to do anything if it would, or might in its reasonable opinion, constitute a breach of any law or regulation or a breach of a fiduciary duty or duty of confidentiality.</w:t>
      </w:r>
      <w:bookmarkEnd w:id="313"/>
    </w:p>
    <w:p w14:paraId="01D5314F" w14:textId="77777777" w:rsidR="00657368" w:rsidRPr="007C4C20" w:rsidRDefault="00657368" w:rsidP="00026879">
      <w:pPr>
        <w:pStyle w:val="CMSANHeading3"/>
      </w:pPr>
      <w:bookmarkStart w:id="314" w:name="_Ref7183181"/>
      <w:r w:rsidRPr="007C4C20">
        <w:t xml:space="preserve">Notwithstanding any provision of </w:t>
      </w:r>
      <w:r w:rsidR="00727E31" w:rsidRPr="007C4C20">
        <w:t>this Agreement</w:t>
      </w:r>
      <w:r w:rsidRPr="007C4C20">
        <w:t xml:space="preserve"> to the contrary, the Agent is not obliged to expend or risk its own funds or otherwise incur any financial liability in the performance of its duties, obligations or responsibilities or the exercise of any right, power, authority or discretion if it has grounds for believing the repayment of such funds or adequate indemnity against, or security for, such risk or liability is not reasonably assured to it.</w:t>
      </w:r>
      <w:bookmarkEnd w:id="314"/>
    </w:p>
    <w:p w14:paraId="6AD14471" w14:textId="77777777" w:rsidR="00657368" w:rsidRPr="007C4C20" w:rsidRDefault="00657368" w:rsidP="007718C3">
      <w:pPr>
        <w:pStyle w:val="CMSANHeading2"/>
        <w:keepNext/>
        <w:rPr>
          <w:b/>
        </w:rPr>
      </w:pPr>
      <w:bookmarkStart w:id="315" w:name="_Ref7183190"/>
      <w:r w:rsidRPr="007C4C20">
        <w:rPr>
          <w:b/>
        </w:rPr>
        <w:t>Exclusion of liability</w:t>
      </w:r>
      <w:bookmarkEnd w:id="315"/>
    </w:p>
    <w:p w14:paraId="793B8B5A" w14:textId="3667EA39" w:rsidR="00657368" w:rsidRPr="007C4C20" w:rsidRDefault="00657368" w:rsidP="00026879">
      <w:pPr>
        <w:pStyle w:val="CMSANHeading3"/>
      </w:pPr>
      <w:bookmarkStart w:id="316" w:name="_Ref7183191"/>
      <w:r w:rsidRPr="007C4C20">
        <w:t xml:space="preserve">Without limiting paragraph </w:t>
      </w:r>
      <w:r w:rsidR="009E773E" w:rsidRPr="007C4C20">
        <w:fldChar w:fldCharType="begin"/>
      </w:r>
      <w:r w:rsidR="009E773E" w:rsidRPr="007C4C20">
        <w:instrText xml:space="preserve"> REF  _Ref7183197 \h \n \w </w:instrText>
      </w:r>
      <w:r w:rsidR="00FE356C" w:rsidRPr="007C4C20">
        <w:instrText xml:space="preserve"> \* MERGEFORMAT </w:instrText>
      </w:r>
      <w:r w:rsidR="009E773E" w:rsidRPr="007C4C20">
        <w:fldChar w:fldCharType="separate"/>
      </w:r>
      <w:r w:rsidR="00B66043">
        <w:t>(b)</w:t>
      </w:r>
      <w:r w:rsidR="009E773E" w:rsidRPr="007C4C20">
        <w:fldChar w:fldCharType="end"/>
      </w:r>
      <w:r w:rsidRPr="007C4C20">
        <w:t xml:space="preserve"> below (and without prejudice to any other provision of </w:t>
      </w:r>
      <w:r w:rsidR="00727E31" w:rsidRPr="007C4C20">
        <w:t xml:space="preserve">this Agreement </w:t>
      </w:r>
      <w:r w:rsidRPr="007C4C20">
        <w:t>excluding or limiting the liability of the Agent), the Agent will not be liable for:</w:t>
      </w:r>
      <w:bookmarkEnd w:id="316"/>
    </w:p>
    <w:p w14:paraId="7C5DE69D" w14:textId="77777777" w:rsidR="00657368" w:rsidRPr="007C4C20" w:rsidRDefault="00657368" w:rsidP="00026879">
      <w:pPr>
        <w:pStyle w:val="CMSANHeading4"/>
      </w:pPr>
      <w:bookmarkStart w:id="317" w:name="_Ref7183192"/>
      <w:r w:rsidRPr="007C4C20">
        <w:t xml:space="preserve">any damages, costs or losses to any person, any diminution in value, or any liability whatsoever arising as a result of taking or not taking any action under </w:t>
      </w:r>
      <w:r w:rsidRPr="007C4C20">
        <w:lastRenderedPageBreak/>
        <w:t xml:space="preserve">or in connection with </w:t>
      </w:r>
      <w:r w:rsidR="00727E31" w:rsidRPr="007C4C20">
        <w:t>this Agreement</w:t>
      </w:r>
      <w:r w:rsidRPr="007C4C20">
        <w:t>, unless directly caused by its gross negligence or wilful misconduct;</w:t>
      </w:r>
      <w:bookmarkEnd w:id="317"/>
    </w:p>
    <w:p w14:paraId="39651D08" w14:textId="77777777" w:rsidR="00657368" w:rsidRPr="007C4C20" w:rsidRDefault="00657368" w:rsidP="00026879">
      <w:pPr>
        <w:pStyle w:val="CMSANHeading4"/>
      </w:pPr>
      <w:bookmarkStart w:id="318" w:name="_Ref7183193"/>
      <w:r w:rsidRPr="007C4C20">
        <w:t xml:space="preserve">exercising, or not exercising, any right, power, authority or discretion given to it by, or in connection with, </w:t>
      </w:r>
      <w:r w:rsidR="00727E31" w:rsidRPr="007C4C20">
        <w:t xml:space="preserve">this Agreement </w:t>
      </w:r>
      <w:r w:rsidRPr="007C4C20">
        <w:t xml:space="preserve">or any other agreement, arrangement or document entered into, made or executed in anticipation of, under or in connection with, </w:t>
      </w:r>
      <w:r w:rsidR="00727E31" w:rsidRPr="007C4C20">
        <w:t>this Agreement</w:t>
      </w:r>
      <w:r w:rsidRPr="007C4C20">
        <w:t>, other than by reason of its gross negligence or wilful misconduct; or</w:t>
      </w:r>
      <w:bookmarkEnd w:id="318"/>
    </w:p>
    <w:p w14:paraId="77178974" w14:textId="4CD859DD" w:rsidR="00657368" w:rsidRPr="007C4C20" w:rsidRDefault="00657368" w:rsidP="00026879">
      <w:pPr>
        <w:pStyle w:val="CMSANHeading4"/>
      </w:pPr>
      <w:bookmarkStart w:id="319" w:name="_Ref7183194"/>
      <w:r w:rsidRPr="007C4C20">
        <w:t xml:space="preserve">without prejudice to the generality of paragraphs </w:t>
      </w:r>
      <w:r w:rsidR="009E773E" w:rsidRPr="007C4C20">
        <w:fldChar w:fldCharType="begin"/>
      </w:r>
      <w:r w:rsidR="009E773E" w:rsidRPr="007C4C20">
        <w:instrText xml:space="preserve"> REF  _Ref7183192 \h \n \w </w:instrText>
      </w:r>
      <w:r w:rsidR="00FE356C" w:rsidRPr="007C4C20">
        <w:instrText xml:space="preserve"> \* MERGEFORMAT </w:instrText>
      </w:r>
      <w:r w:rsidR="009E773E" w:rsidRPr="007C4C20">
        <w:fldChar w:fldCharType="separate"/>
      </w:r>
      <w:r w:rsidR="00B66043">
        <w:t>(i)</w:t>
      </w:r>
      <w:r w:rsidR="009E773E" w:rsidRPr="007C4C20">
        <w:fldChar w:fldCharType="end"/>
      </w:r>
      <w:r w:rsidRPr="007C4C20">
        <w:t xml:space="preserve"> and </w:t>
      </w:r>
      <w:r w:rsidR="009E773E" w:rsidRPr="007C4C20">
        <w:fldChar w:fldCharType="begin"/>
      </w:r>
      <w:r w:rsidR="009E773E" w:rsidRPr="007C4C20">
        <w:instrText xml:space="preserve"> REF  _Ref7183193 \h \n \w </w:instrText>
      </w:r>
      <w:r w:rsidR="00FE356C" w:rsidRPr="007C4C20">
        <w:instrText xml:space="preserve"> \* MERGEFORMAT </w:instrText>
      </w:r>
      <w:r w:rsidR="009E773E" w:rsidRPr="007C4C20">
        <w:fldChar w:fldCharType="separate"/>
      </w:r>
      <w:r w:rsidR="00B66043">
        <w:t>(ii)</w:t>
      </w:r>
      <w:r w:rsidR="009E773E" w:rsidRPr="007C4C20">
        <w:fldChar w:fldCharType="end"/>
      </w:r>
      <w:r w:rsidRPr="007C4C20">
        <w:t xml:space="preserve"> above, any damages, costs or losses to any person, any diminution in value or any liability whatsoever (including, without limitation, for negligence or any other category of liability whatsoever but not including any claim based on the fraud of the Agent) arising as a result of:</w:t>
      </w:r>
      <w:bookmarkEnd w:id="319"/>
    </w:p>
    <w:p w14:paraId="5D012744" w14:textId="77777777" w:rsidR="00657368" w:rsidRPr="007C4C20" w:rsidRDefault="00657368" w:rsidP="00026879">
      <w:pPr>
        <w:pStyle w:val="CMSANHeading5"/>
      </w:pPr>
      <w:bookmarkStart w:id="320" w:name="_Ref7183195"/>
      <w:r w:rsidRPr="007C4C20">
        <w:t>any act, event or circumstance not reasonably within its control; or</w:t>
      </w:r>
      <w:bookmarkEnd w:id="320"/>
    </w:p>
    <w:p w14:paraId="104C4CEC" w14:textId="77777777" w:rsidR="00657368" w:rsidRPr="007C4C20" w:rsidRDefault="00657368" w:rsidP="00026879">
      <w:pPr>
        <w:pStyle w:val="CMSANHeading5"/>
      </w:pPr>
      <w:bookmarkStart w:id="321" w:name="_Ref7183196"/>
      <w:r w:rsidRPr="007C4C20">
        <w:t>the general risks of investment in, or the holding of assets in, any jurisdiction,</w:t>
      </w:r>
      <w:bookmarkEnd w:id="321"/>
    </w:p>
    <w:p w14:paraId="5A2FBED1" w14:textId="77777777" w:rsidR="00657368" w:rsidRPr="007C4C20" w:rsidRDefault="00657368" w:rsidP="007718C3">
      <w:pPr>
        <w:pStyle w:val="CMSANIndent4"/>
      </w:pPr>
      <w:r w:rsidRPr="007C4C20">
        <w:t>including (in each case and without limitation) such damages, costs, losses, diminution in value or liability arising as a result of: nationalisation, expropriation or other governmental actions; any regulation, currency restriction, devaluation or fluctuation; market conditions affecting the execution or settlement of transactions or the value of assets (including any Disruption Event); breakdown, failure or malfunction of any third party transport, telecommunications, computer services or systems; natural disasters or acts of God; war, terrorism, insurrection or revolution; or strikes or industrial action.</w:t>
      </w:r>
    </w:p>
    <w:p w14:paraId="74B843E5" w14:textId="45864685" w:rsidR="00657368" w:rsidRPr="007C4C20" w:rsidRDefault="00657368" w:rsidP="00026879">
      <w:pPr>
        <w:pStyle w:val="CMSANHeading3"/>
      </w:pPr>
      <w:bookmarkStart w:id="322" w:name="_Ref7183197"/>
      <w:r w:rsidRPr="007C4C20">
        <w:t xml:space="preserve">No Party (other than the Agent) may take any proceedings against any officer, employee or agent of the Agent in respect of any claim it might have against the Agent or in respect of any act or omission of any kind by that officer, employee or agent in relation to </w:t>
      </w:r>
      <w:r w:rsidR="00727E31" w:rsidRPr="007C4C20">
        <w:t xml:space="preserve">this Agreement </w:t>
      </w:r>
      <w:r w:rsidRPr="007C4C20">
        <w:t xml:space="preserve">and any officer, employee or agent of the Agent may rely on this paragraph </w:t>
      </w:r>
      <w:r w:rsidR="009E773E" w:rsidRPr="007C4C20">
        <w:fldChar w:fldCharType="begin"/>
      </w:r>
      <w:r w:rsidR="009E773E" w:rsidRPr="007C4C20">
        <w:instrText xml:space="preserve"> REF  _Ref7183197 \h \n \w </w:instrText>
      </w:r>
      <w:r w:rsidR="00FE356C" w:rsidRPr="007C4C20">
        <w:instrText xml:space="preserve"> \* MERGEFORMAT </w:instrText>
      </w:r>
      <w:r w:rsidR="009E773E" w:rsidRPr="007C4C20">
        <w:fldChar w:fldCharType="separate"/>
      </w:r>
      <w:r w:rsidR="00B66043">
        <w:t>(b)</w:t>
      </w:r>
      <w:r w:rsidR="009E773E" w:rsidRPr="007C4C20">
        <w:fldChar w:fldCharType="end"/>
      </w:r>
      <w:r w:rsidRPr="007C4C20">
        <w:t xml:space="preserve"> subject to Clause </w:t>
      </w:r>
      <w:r w:rsidR="00C91BE0" w:rsidRPr="007C4C20">
        <w:fldChar w:fldCharType="begin"/>
      </w:r>
      <w:r w:rsidR="00C91BE0" w:rsidRPr="007C4C20">
        <w:instrText xml:space="preserve">  REF _Ref7182668 \w \h \* MERGEFORMAT </w:instrText>
      </w:r>
      <w:r w:rsidR="00C91BE0" w:rsidRPr="007C4C20">
        <w:fldChar w:fldCharType="separate"/>
      </w:r>
      <w:r w:rsidR="00B66043" w:rsidRPr="00B66043">
        <w:rPr>
          <w:color w:val="000000"/>
        </w:rPr>
        <w:t>1.3</w:t>
      </w:r>
      <w:r w:rsidR="00C91BE0" w:rsidRPr="007C4C20">
        <w:fldChar w:fldCharType="end"/>
      </w:r>
      <w:r w:rsidRPr="007C4C20">
        <w:t xml:space="preserve"> (</w:t>
      </w:r>
      <w:r w:rsidRPr="007C4C20">
        <w:rPr>
          <w:i/>
        </w:rPr>
        <w:t>Third party rights</w:t>
      </w:r>
      <w:r w:rsidRPr="007C4C20">
        <w:t xml:space="preserve">) and the provisions of the </w:t>
      </w:r>
      <w:r w:rsidR="00280303" w:rsidRPr="007C4C20">
        <w:t xml:space="preserve">Contracts (Rights of </w:t>
      </w:r>
      <w:r w:rsidRPr="007C4C20">
        <w:t>Third Parties</w:t>
      </w:r>
      <w:r w:rsidR="00280303" w:rsidRPr="007C4C20">
        <w:t>)</w:t>
      </w:r>
      <w:r w:rsidRPr="007C4C20">
        <w:t xml:space="preserve"> Act</w:t>
      </w:r>
      <w:r w:rsidR="00280303" w:rsidRPr="007C4C20">
        <w:t xml:space="preserve"> 1999 referred to therein</w:t>
      </w:r>
      <w:r w:rsidRPr="007C4C20">
        <w:t>.</w:t>
      </w:r>
      <w:bookmarkEnd w:id="322"/>
    </w:p>
    <w:p w14:paraId="5C119E94" w14:textId="77777777" w:rsidR="00657368" w:rsidRPr="007C4C20" w:rsidRDefault="00657368" w:rsidP="00026879">
      <w:pPr>
        <w:pStyle w:val="CMSANHeading3"/>
      </w:pPr>
      <w:bookmarkStart w:id="323" w:name="_Ref7183198"/>
      <w:r w:rsidRPr="007C4C20">
        <w:t xml:space="preserve">The Agent will not be liable for any delay (or any related consequences) in crediting an account with an amount required under </w:t>
      </w:r>
      <w:r w:rsidR="00157923" w:rsidRPr="007C4C20">
        <w:t>this Agreement</w:t>
      </w:r>
      <w:r w:rsidRPr="007C4C20">
        <w:t xml:space="preserve"> to be paid by the Agent if the Agent has taken all necessary steps as soon as reasonably practicable to comply with the regulations or operating procedures of any recognised clearing or settlement system used by the Agent for that purpose.</w:t>
      </w:r>
      <w:bookmarkEnd w:id="323"/>
    </w:p>
    <w:p w14:paraId="2AFD6D4E" w14:textId="77777777" w:rsidR="00657368" w:rsidRPr="007C4C20" w:rsidRDefault="00657368" w:rsidP="007718C3">
      <w:pPr>
        <w:pStyle w:val="CMSANHeading3"/>
        <w:keepNext/>
      </w:pPr>
      <w:bookmarkStart w:id="324" w:name="_Ref7183199"/>
      <w:r w:rsidRPr="007C4C20">
        <w:t>Nothing in this Agreement shall oblige the Agent to carry out:</w:t>
      </w:r>
      <w:bookmarkEnd w:id="324"/>
    </w:p>
    <w:p w14:paraId="5757257F" w14:textId="77777777" w:rsidR="00657368" w:rsidRPr="007C4C20" w:rsidRDefault="00657368" w:rsidP="00026879">
      <w:pPr>
        <w:pStyle w:val="CMSANHeading4"/>
      </w:pPr>
      <w:bookmarkStart w:id="325" w:name="_Ref7183200"/>
      <w:r w:rsidRPr="007C4C20">
        <w:t>any “know your customer” or other checks in relation to any person; or</w:t>
      </w:r>
      <w:bookmarkEnd w:id="325"/>
    </w:p>
    <w:p w14:paraId="45466303" w14:textId="77777777" w:rsidR="00657368" w:rsidRPr="007C4C20" w:rsidRDefault="00657368" w:rsidP="00026879">
      <w:pPr>
        <w:pStyle w:val="CMSANHeading4"/>
      </w:pPr>
      <w:bookmarkStart w:id="326" w:name="_Ref7183201"/>
      <w:r w:rsidRPr="007C4C20">
        <w:t>any check on the extent to which any transaction contemplated by this Agreement might be unlawful for any Lender or for any Affiliate of any Lender,</w:t>
      </w:r>
      <w:bookmarkEnd w:id="326"/>
    </w:p>
    <w:p w14:paraId="385136D1" w14:textId="77777777" w:rsidR="00657368" w:rsidRPr="007C4C20" w:rsidRDefault="00657368" w:rsidP="007718C3">
      <w:pPr>
        <w:pStyle w:val="CMSANIndent3"/>
      </w:pPr>
      <w:r w:rsidRPr="007C4C20">
        <w:t>on behalf of any Lender and each Lender confirms to the Agent that it is solely responsible for any such checks it is required to carry out and that it may not rely on any statement in relation to such checks made by the Agent.</w:t>
      </w:r>
    </w:p>
    <w:p w14:paraId="1EB0C9C4" w14:textId="77777777" w:rsidR="00657368" w:rsidRPr="007C4C20" w:rsidRDefault="00657368" w:rsidP="00026879">
      <w:pPr>
        <w:pStyle w:val="CMSANHeading3"/>
      </w:pPr>
      <w:bookmarkStart w:id="327" w:name="_Ref7183202"/>
      <w:r w:rsidRPr="007C4C20">
        <w:lastRenderedPageBreak/>
        <w:t xml:space="preserve">Without prejudice to any provision of </w:t>
      </w:r>
      <w:r w:rsidR="00727E31" w:rsidRPr="007C4C20">
        <w:t xml:space="preserve">this Agreement </w:t>
      </w:r>
      <w:r w:rsidRPr="007C4C20">
        <w:t xml:space="preserve">excluding or limiting the Agent’s liability, any liability of the Agent arising under or in connection with </w:t>
      </w:r>
      <w:r w:rsidR="00727E31" w:rsidRPr="007C4C20">
        <w:t xml:space="preserve">this Agreement </w:t>
      </w:r>
      <w:r w:rsidRPr="007C4C20">
        <w:t>shall be limited to the amount of actual loss which has been suffered (as determined by reference to the date of default of the Agent or, if later, the date on which the loss arises as a result of such default) but without reference to any special conditions or circumstances known to the Agent at any time which increase the amount of that loss. In no event shall the Agent be liable for any loss of profits, goodwill, reputation, business opportunity or anticipated saving, or for special, punitive, indirect or consequential damages, whether or not the Agent has been advised of the possibility of such loss or damages.</w:t>
      </w:r>
      <w:bookmarkEnd w:id="327"/>
    </w:p>
    <w:p w14:paraId="7F3935DF" w14:textId="77777777" w:rsidR="00657368" w:rsidRPr="007C4C20" w:rsidRDefault="00657368" w:rsidP="007718C3">
      <w:pPr>
        <w:pStyle w:val="CMSANHeading2"/>
        <w:keepNext/>
        <w:rPr>
          <w:b/>
        </w:rPr>
      </w:pPr>
      <w:bookmarkStart w:id="328" w:name="_Ref7183204"/>
      <w:r w:rsidRPr="007C4C20">
        <w:rPr>
          <w:b/>
        </w:rPr>
        <w:t>Resignation of the Agent</w:t>
      </w:r>
      <w:bookmarkEnd w:id="328"/>
    </w:p>
    <w:p w14:paraId="50D4ABC4" w14:textId="77777777" w:rsidR="00657368" w:rsidRPr="007C4C20" w:rsidRDefault="00657368" w:rsidP="00026879">
      <w:pPr>
        <w:pStyle w:val="CMSANHeading3"/>
      </w:pPr>
      <w:bookmarkStart w:id="329" w:name="_Ref7183205"/>
      <w:r w:rsidRPr="007C4C20">
        <w:t xml:space="preserve">The Agent may resign and appoint one of its Affiliates acting through an office in </w:t>
      </w:r>
      <w:r w:rsidR="00E7559E" w:rsidRPr="007C4C20">
        <w:t>Turkey</w:t>
      </w:r>
      <w:r w:rsidRPr="007C4C20">
        <w:t xml:space="preserve"> as successor by giving notice to the Lenders and the Borrower.</w:t>
      </w:r>
      <w:bookmarkEnd w:id="329"/>
    </w:p>
    <w:p w14:paraId="09CE4C82" w14:textId="77777777" w:rsidR="00657368" w:rsidRPr="007C4C20" w:rsidRDefault="00657368" w:rsidP="00026879">
      <w:pPr>
        <w:pStyle w:val="CMSANHeading3"/>
      </w:pPr>
      <w:bookmarkStart w:id="330" w:name="_Ref7183206"/>
      <w:r w:rsidRPr="007C4C20">
        <w:t xml:space="preserve">Alternatively </w:t>
      </w:r>
      <w:r w:rsidR="00553E7B" w:rsidRPr="007C4C20">
        <w:t xml:space="preserve">the Agent may resign by giving </w:t>
      </w:r>
      <w:r w:rsidR="005841A9" w:rsidRPr="007C4C20">
        <w:t>3</w:t>
      </w:r>
      <w:r w:rsidRPr="007C4C20">
        <w:t xml:space="preserve">0 days’ notice to the Lenders and the Borrower, in which case the </w:t>
      </w:r>
      <w:r w:rsidR="00477D4B" w:rsidRPr="007C4C20">
        <w:t>Lenders</w:t>
      </w:r>
      <w:r w:rsidR="00AE260E" w:rsidRPr="007C4C20">
        <w:t xml:space="preserve"> </w:t>
      </w:r>
      <w:r w:rsidRPr="007C4C20">
        <w:t>(after consultation with the Borrower) may appoint a successor Agent.</w:t>
      </w:r>
      <w:bookmarkEnd w:id="330"/>
    </w:p>
    <w:p w14:paraId="4A59C395" w14:textId="1C2FC8E3" w:rsidR="00657368" w:rsidRPr="007C4C20" w:rsidRDefault="00657368" w:rsidP="00026879">
      <w:pPr>
        <w:pStyle w:val="CMSANHeading3"/>
      </w:pPr>
      <w:bookmarkStart w:id="331" w:name="_Ref7183207"/>
      <w:r w:rsidRPr="007C4C20">
        <w:t xml:space="preserve">If the </w:t>
      </w:r>
      <w:r w:rsidR="00477D4B" w:rsidRPr="007C4C20">
        <w:t xml:space="preserve">Lenders have </w:t>
      </w:r>
      <w:r w:rsidRPr="007C4C20">
        <w:t xml:space="preserve">not appointed a successor Agent in accordance with paragraph </w:t>
      </w:r>
      <w:r w:rsidR="009E773E" w:rsidRPr="007C4C20">
        <w:fldChar w:fldCharType="begin"/>
      </w:r>
      <w:r w:rsidR="009E773E" w:rsidRPr="007C4C20">
        <w:instrText xml:space="preserve"> REF  _Ref7183206 \h \n \w </w:instrText>
      </w:r>
      <w:r w:rsidR="00FE356C" w:rsidRPr="007C4C20">
        <w:instrText xml:space="preserve"> \* MERGEFORMAT </w:instrText>
      </w:r>
      <w:r w:rsidR="009E773E" w:rsidRPr="007C4C20">
        <w:fldChar w:fldCharType="separate"/>
      </w:r>
      <w:r w:rsidR="00B66043">
        <w:t>(b)</w:t>
      </w:r>
      <w:r w:rsidR="009E773E" w:rsidRPr="007C4C20">
        <w:fldChar w:fldCharType="end"/>
      </w:r>
      <w:r w:rsidRPr="007C4C20">
        <w:t xml:space="preserve"> above within </w:t>
      </w:r>
      <w:r w:rsidR="005841A9" w:rsidRPr="007C4C20">
        <w:t>2</w:t>
      </w:r>
      <w:r w:rsidRPr="007C4C20">
        <w:t xml:space="preserve">0 days after notice of resignation was given, the retiring Agent (after consultation with the Borrower) may appoint a successor Agent (acting through an office in </w:t>
      </w:r>
      <w:r w:rsidR="00E7559E" w:rsidRPr="007C4C20">
        <w:t>Turkey)</w:t>
      </w:r>
      <w:r w:rsidRPr="007C4C20">
        <w:t>.</w:t>
      </w:r>
      <w:bookmarkEnd w:id="331"/>
    </w:p>
    <w:p w14:paraId="70B11959" w14:textId="4AF637B3" w:rsidR="00657368" w:rsidRPr="007C4C20" w:rsidRDefault="00657368" w:rsidP="00026879">
      <w:pPr>
        <w:pStyle w:val="CMSANHeading3"/>
      </w:pPr>
      <w:bookmarkStart w:id="332" w:name="_Ref7183208"/>
      <w:r w:rsidRPr="007C4C20">
        <w:t xml:space="preserve">If the Agent wishes to resign because (acting reasonably) it has concluded that it is no longer appropriate for it to remain as agent and the Agent is entitled to appoint a successor Agent under paragraph </w:t>
      </w:r>
      <w:r w:rsidR="009E773E" w:rsidRPr="007C4C20">
        <w:fldChar w:fldCharType="begin"/>
      </w:r>
      <w:r w:rsidR="009E773E" w:rsidRPr="007C4C20">
        <w:instrText xml:space="preserve"> REF  _Ref7183207 \h \n \w </w:instrText>
      </w:r>
      <w:r w:rsidR="00FE356C" w:rsidRPr="007C4C20">
        <w:instrText xml:space="preserve"> \* MERGEFORMAT </w:instrText>
      </w:r>
      <w:r w:rsidR="009E773E" w:rsidRPr="007C4C20">
        <w:fldChar w:fldCharType="separate"/>
      </w:r>
      <w:r w:rsidR="00B66043">
        <w:t>(c)</w:t>
      </w:r>
      <w:r w:rsidR="009E773E" w:rsidRPr="007C4C20">
        <w:fldChar w:fldCharType="end"/>
      </w:r>
      <w:r w:rsidRPr="007C4C20">
        <w:t xml:space="preserve"> above, the Agent may (if it concludes (acting reasonably) that it is necessary to do so in order to persuade the proposed successor Agent to become a party to this Agreement as Agent) agree with the proposed successor Agent</w:t>
      </w:r>
      <w:r w:rsidR="009156AB" w:rsidRPr="007C4C20">
        <w:t xml:space="preserve"> and the Lenders</w:t>
      </w:r>
      <w:r w:rsidRPr="007C4C20">
        <w:t xml:space="preserve"> amendments to this Clause </w:t>
      </w:r>
      <w:r w:rsidR="00C91BE0" w:rsidRPr="007C4C20">
        <w:fldChar w:fldCharType="begin"/>
      </w:r>
      <w:r w:rsidR="00C91BE0" w:rsidRPr="007C4C20">
        <w:instrText xml:space="preserve">  REF _Ref7183136 \w \h \* MERGEFORMAT </w:instrText>
      </w:r>
      <w:r w:rsidR="00C91BE0" w:rsidRPr="007C4C20">
        <w:fldChar w:fldCharType="separate"/>
      </w:r>
      <w:r w:rsidR="00B66043" w:rsidRPr="00B66043">
        <w:rPr>
          <w:color w:val="000000"/>
        </w:rPr>
        <w:t>21</w:t>
      </w:r>
      <w:r w:rsidR="00C91BE0" w:rsidRPr="007C4C20">
        <w:fldChar w:fldCharType="end"/>
      </w:r>
      <w:r w:rsidRPr="007C4C20">
        <w:t xml:space="preserve"> and any other term of this Agreement dealing with the rights or obligations of the Agent consistent with then current market practice for the appointment and protection of corporate trustees.</w:t>
      </w:r>
      <w:bookmarkEnd w:id="332"/>
    </w:p>
    <w:p w14:paraId="55264C97" w14:textId="77777777" w:rsidR="00657368" w:rsidRPr="007C4C20" w:rsidRDefault="00657368" w:rsidP="00026879">
      <w:pPr>
        <w:pStyle w:val="CMSANHeading3"/>
      </w:pPr>
      <w:bookmarkStart w:id="333" w:name="_Ref7183209"/>
      <w:r w:rsidRPr="007C4C20">
        <w:t xml:space="preserve">The retiring Agent shall, at its own cost, make available to the successor Agent such documents and records and provide such assistance as the successor Agent may reasonably request for the purposes of performing its functions as Agent under </w:t>
      </w:r>
      <w:r w:rsidR="00157923" w:rsidRPr="007C4C20">
        <w:t>this Agreement</w:t>
      </w:r>
      <w:r w:rsidRPr="007C4C20">
        <w:t>.</w:t>
      </w:r>
      <w:bookmarkEnd w:id="333"/>
    </w:p>
    <w:p w14:paraId="39550E01" w14:textId="77777777" w:rsidR="00657368" w:rsidRPr="007C4C20" w:rsidRDefault="00657368" w:rsidP="00026879">
      <w:pPr>
        <w:pStyle w:val="CMSANHeading3"/>
      </w:pPr>
      <w:bookmarkStart w:id="334" w:name="_Ref7183210"/>
      <w:r w:rsidRPr="007C4C20">
        <w:t>The Agent’s resignation notice shall only take effect upon the appointment of a successor.</w:t>
      </w:r>
      <w:bookmarkEnd w:id="334"/>
    </w:p>
    <w:p w14:paraId="0F070B57" w14:textId="0FBB37E9" w:rsidR="00657368" w:rsidRPr="007C4C20" w:rsidRDefault="00657368" w:rsidP="00026879">
      <w:pPr>
        <w:pStyle w:val="CMSANHeading3"/>
      </w:pPr>
      <w:bookmarkStart w:id="335" w:name="_Ref7183211"/>
      <w:r w:rsidRPr="007C4C20">
        <w:t xml:space="preserve">Upon the appointment of a successor, the retiring Agent shall be discharged from any further obligation in respect of </w:t>
      </w:r>
      <w:r w:rsidR="00157923" w:rsidRPr="007C4C20">
        <w:t>this Agreement</w:t>
      </w:r>
      <w:r w:rsidRPr="007C4C20">
        <w:t xml:space="preserve"> (other than its obligations under paragraph </w:t>
      </w:r>
      <w:r w:rsidR="009E773E" w:rsidRPr="007C4C20">
        <w:fldChar w:fldCharType="begin"/>
      </w:r>
      <w:r w:rsidR="009E773E" w:rsidRPr="007C4C20">
        <w:instrText xml:space="preserve"> REF  _Ref7183209 \h \n \w </w:instrText>
      </w:r>
      <w:r w:rsidR="00FE356C" w:rsidRPr="007C4C20">
        <w:instrText xml:space="preserve"> \* MERGEFORMAT </w:instrText>
      </w:r>
      <w:r w:rsidR="009E773E" w:rsidRPr="007C4C20">
        <w:fldChar w:fldCharType="separate"/>
      </w:r>
      <w:r w:rsidR="00B66043">
        <w:t>(e)</w:t>
      </w:r>
      <w:r w:rsidR="009E773E" w:rsidRPr="007C4C20">
        <w:fldChar w:fldCharType="end"/>
      </w:r>
      <w:r w:rsidRPr="007C4C20">
        <w:t xml:space="preserve"> above) but shall remain entitled to the benefit of Clause </w:t>
      </w:r>
      <w:r w:rsidR="00C91BE0" w:rsidRPr="007C4C20">
        <w:fldChar w:fldCharType="begin"/>
      </w:r>
      <w:r w:rsidR="00C91BE0" w:rsidRPr="007C4C20">
        <w:instrText xml:space="preserve">  REF _Ref7182842 \w \h \* MERGEFORMAT </w:instrText>
      </w:r>
      <w:r w:rsidR="00C91BE0" w:rsidRPr="007C4C20">
        <w:fldChar w:fldCharType="separate"/>
      </w:r>
      <w:r w:rsidR="00B66043" w:rsidRPr="00B66043">
        <w:rPr>
          <w:color w:val="000000"/>
        </w:rPr>
        <w:t>12.3</w:t>
      </w:r>
      <w:r w:rsidR="00C91BE0" w:rsidRPr="007C4C20">
        <w:fldChar w:fldCharType="end"/>
      </w:r>
      <w:r w:rsidRPr="007C4C20">
        <w:t xml:space="preserve"> (</w:t>
      </w:r>
      <w:r w:rsidRPr="007C4C20">
        <w:rPr>
          <w:i/>
        </w:rPr>
        <w:t>Indemnity to the Agent</w:t>
      </w:r>
      <w:r w:rsidRPr="007C4C20">
        <w:t xml:space="preserve">) and this Clause </w:t>
      </w:r>
      <w:r w:rsidR="00C91BE0" w:rsidRPr="007C4C20">
        <w:fldChar w:fldCharType="begin"/>
      </w:r>
      <w:r w:rsidR="00C91BE0" w:rsidRPr="007C4C20">
        <w:instrText xml:space="preserve">  REF _Ref7183136 \w \h \* MERGEFORMAT </w:instrText>
      </w:r>
      <w:r w:rsidR="00C91BE0" w:rsidRPr="007C4C20">
        <w:fldChar w:fldCharType="separate"/>
      </w:r>
      <w:r w:rsidR="00B66043" w:rsidRPr="00B66043">
        <w:rPr>
          <w:color w:val="000000"/>
        </w:rPr>
        <w:t>21</w:t>
      </w:r>
      <w:r w:rsidR="00C91BE0" w:rsidRPr="007C4C20">
        <w:fldChar w:fldCharType="end"/>
      </w:r>
      <w:r w:rsidRPr="007C4C20">
        <w:t xml:space="preserve"> (and any agency fees for the account of the retiring Agent shall cease to accrue from (and shall be payable on) that date). Any successor and each of the other Parties shall have the same rights and obligations amongst themselves as they would have had if such successor had been an original Party.</w:t>
      </w:r>
      <w:bookmarkEnd w:id="335"/>
    </w:p>
    <w:p w14:paraId="1C4ACD51" w14:textId="59538242" w:rsidR="00657368" w:rsidRPr="007C4C20" w:rsidRDefault="00657368" w:rsidP="00026879">
      <w:pPr>
        <w:pStyle w:val="CMSANHeading3"/>
      </w:pPr>
      <w:bookmarkStart w:id="336" w:name="_Ref7183212"/>
      <w:r w:rsidRPr="007C4C20">
        <w:t xml:space="preserve">After consultation with the Borrower, the </w:t>
      </w:r>
      <w:r w:rsidR="00477D4B" w:rsidRPr="007C4C20">
        <w:t>Lenders</w:t>
      </w:r>
      <w:r w:rsidR="00AE260E" w:rsidRPr="007C4C20">
        <w:t xml:space="preserve"> </w:t>
      </w:r>
      <w:r w:rsidRPr="007C4C20">
        <w:t>may, by notice to the Agent, require it to resign in accord</w:t>
      </w:r>
      <w:r w:rsidR="007718C3" w:rsidRPr="007C4C20">
        <w:t xml:space="preserve">ance with paragraph </w:t>
      </w:r>
      <w:r w:rsidR="009E773E" w:rsidRPr="007C4C20">
        <w:fldChar w:fldCharType="begin"/>
      </w:r>
      <w:r w:rsidR="009E773E" w:rsidRPr="007C4C20">
        <w:instrText xml:space="preserve"> REF  _Ref7183206 \h \n \w </w:instrText>
      </w:r>
      <w:r w:rsidR="00FE356C" w:rsidRPr="007C4C20">
        <w:instrText xml:space="preserve"> \* MERGEFORMAT </w:instrText>
      </w:r>
      <w:r w:rsidR="009E773E" w:rsidRPr="007C4C20">
        <w:fldChar w:fldCharType="separate"/>
      </w:r>
      <w:r w:rsidR="00B66043">
        <w:t>(b)</w:t>
      </w:r>
      <w:r w:rsidR="009E773E" w:rsidRPr="007C4C20">
        <w:fldChar w:fldCharType="end"/>
      </w:r>
      <w:r w:rsidR="007718C3" w:rsidRPr="007C4C20">
        <w:t xml:space="preserve"> above. </w:t>
      </w:r>
      <w:r w:rsidRPr="007C4C20">
        <w:t xml:space="preserve">In this event, the Agent shall resign in accordance with paragraph </w:t>
      </w:r>
      <w:r w:rsidR="009E773E" w:rsidRPr="007C4C20">
        <w:fldChar w:fldCharType="begin"/>
      </w:r>
      <w:r w:rsidR="009E773E" w:rsidRPr="007C4C20">
        <w:instrText xml:space="preserve"> REF  _Ref7183206 \h \n \w </w:instrText>
      </w:r>
      <w:r w:rsidR="00FE356C" w:rsidRPr="007C4C20">
        <w:instrText xml:space="preserve"> \* MERGEFORMAT </w:instrText>
      </w:r>
      <w:r w:rsidR="009E773E" w:rsidRPr="007C4C20">
        <w:fldChar w:fldCharType="separate"/>
      </w:r>
      <w:r w:rsidR="00B66043">
        <w:t>(b)</w:t>
      </w:r>
      <w:r w:rsidR="009E773E" w:rsidRPr="007C4C20">
        <w:fldChar w:fldCharType="end"/>
      </w:r>
      <w:r w:rsidRPr="007C4C20">
        <w:t xml:space="preserve"> above.</w:t>
      </w:r>
      <w:bookmarkEnd w:id="336"/>
    </w:p>
    <w:p w14:paraId="7CB3658D" w14:textId="77777777" w:rsidR="00657368" w:rsidRPr="007C4C20" w:rsidRDefault="00026879" w:rsidP="00026879">
      <w:pPr>
        <w:pStyle w:val="CMSANHeading1"/>
      </w:pPr>
      <w:bookmarkStart w:id="337" w:name="_Ref7183228"/>
      <w:bookmarkStart w:id="338" w:name="_Toc28094912"/>
      <w:r w:rsidRPr="007C4C20">
        <w:lastRenderedPageBreak/>
        <w:t xml:space="preserve">Conduct </w:t>
      </w:r>
      <w:r w:rsidR="00A90ED0" w:rsidRPr="007C4C20">
        <w:t>of</w:t>
      </w:r>
      <w:r w:rsidR="00A90ED0" w:rsidRPr="007C4C20">
        <w:rPr>
          <w:caps w:val="0"/>
        </w:rPr>
        <w:t xml:space="preserve"> </w:t>
      </w:r>
      <w:r w:rsidRPr="007C4C20">
        <w:t xml:space="preserve">Business </w:t>
      </w:r>
      <w:r w:rsidR="00A90ED0" w:rsidRPr="007C4C20">
        <w:t>by the</w:t>
      </w:r>
      <w:r w:rsidR="00A90ED0" w:rsidRPr="007C4C20">
        <w:rPr>
          <w:caps w:val="0"/>
        </w:rPr>
        <w:t xml:space="preserve"> </w:t>
      </w:r>
      <w:bookmarkEnd w:id="337"/>
      <w:r w:rsidR="008D2C42" w:rsidRPr="007C4C20">
        <w:t>Lenders</w:t>
      </w:r>
      <w:bookmarkEnd w:id="338"/>
    </w:p>
    <w:p w14:paraId="094BDD38" w14:textId="77777777" w:rsidR="00657368" w:rsidRPr="007C4C20" w:rsidRDefault="00657368" w:rsidP="00A90ED0">
      <w:pPr>
        <w:pStyle w:val="CMSANIndent2"/>
        <w:keepNext/>
      </w:pPr>
      <w:r w:rsidRPr="007C4C20">
        <w:t>No provision of this Agreement will:</w:t>
      </w:r>
    </w:p>
    <w:p w14:paraId="3E725EB9" w14:textId="77777777" w:rsidR="00657368" w:rsidRPr="007C4C20" w:rsidRDefault="00657368" w:rsidP="00026879">
      <w:pPr>
        <w:pStyle w:val="CMSANHeading3"/>
      </w:pPr>
      <w:bookmarkStart w:id="339" w:name="_Ref7183229"/>
      <w:r w:rsidRPr="007C4C20">
        <w:t xml:space="preserve">interfere with the right of </w:t>
      </w:r>
      <w:r w:rsidR="00477D4B" w:rsidRPr="007C4C20">
        <w:t>any Lender</w:t>
      </w:r>
      <w:r w:rsidR="00F84E00" w:rsidRPr="007C4C20">
        <w:t xml:space="preserve"> </w:t>
      </w:r>
      <w:r w:rsidRPr="007C4C20">
        <w:t>to arrange its affairs (tax or otherwise) in whatever manner it thinks fit;</w:t>
      </w:r>
      <w:bookmarkEnd w:id="339"/>
    </w:p>
    <w:p w14:paraId="44A8AD95" w14:textId="77777777" w:rsidR="00657368" w:rsidRPr="007C4C20" w:rsidRDefault="00657368" w:rsidP="00026879">
      <w:pPr>
        <w:pStyle w:val="CMSANHeading3"/>
      </w:pPr>
      <w:bookmarkStart w:id="340" w:name="_Ref7183230"/>
      <w:r w:rsidRPr="007C4C20">
        <w:t xml:space="preserve">oblige </w:t>
      </w:r>
      <w:r w:rsidR="00477D4B" w:rsidRPr="007C4C20">
        <w:t>any Lender</w:t>
      </w:r>
      <w:r w:rsidR="00F84E00" w:rsidRPr="007C4C20">
        <w:t xml:space="preserve"> </w:t>
      </w:r>
      <w:r w:rsidRPr="007C4C20">
        <w:t>to investigate or claim any credit, relief, remission or repayment available to it or the extent, order and manner of any claim; or</w:t>
      </w:r>
      <w:bookmarkEnd w:id="340"/>
    </w:p>
    <w:p w14:paraId="161806D2" w14:textId="77777777" w:rsidR="00657368" w:rsidRPr="007C4C20" w:rsidRDefault="00657368" w:rsidP="00026879">
      <w:pPr>
        <w:pStyle w:val="CMSANHeading3"/>
      </w:pPr>
      <w:bookmarkStart w:id="341" w:name="_Ref7183231"/>
      <w:r w:rsidRPr="007C4C20">
        <w:t xml:space="preserve">oblige </w:t>
      </w:r>
      <w:r w:rsidR="00477D4B" w:rsidRPr="007C4C20">
        <w:t>any Lender</w:t>
      </w:r>
      <w:r w:rsidR="00F84E00" w:rsidRPr="007C4C20">
        <w:t xml:space="preserve"> </w:t>
      </w:r>
      <w:r w:rsidRPr="007C4C20">
        <w:t>to disclose any information relating to its affairs (tax or otherwise) or any computations in respect of Tax.</w:t>
      </w:r>
      <w:bookmarkEnd w:id="341"/>
    </w:p>
    <w:p w14:paraId="32CA6A06" w14:textId="77777777" w:rsidR="00657368" w:rsidRPr="007C4C20" w:rsidRDefault="00026879" w:rsidP="00026879">
      <w:pPr>
        <w:pStyle w:val="CMSANHeading1"/>
      </w:pPr>
      <w:bookmarkStart w:id="342" w:name="_Ref7183232"/>
      <w:bookmarkStart w:id="343" w:name="_Ref24520865"/>
      <w:bookmarkStart w:id="344" w:name="_Toc28094913"/>
      <w:r w:rsidRPr="007C4C20">
        <w:t xml:space="preserve">Sharing </w:t>
      </w:r>
      <w:bookmarkEnd w:id="342"/>
      <w:r w:rsidR="000F2C50" w:rsidRPr="007C4C20">
        <w:t>Provisions</w:t>
      </w:r>
      <w:bookmarkEnd w:id="343"/>
      <w:bookmarkEnd w:id="344"/>
    </w:p>
    <w:p w14:paraId="1A5249D0" w14:textId="77777777" w:rsidR="00657368" w:rsidRPr="007C4C20" w:rsidRDefault="00657368" w:rsidP="00A90ED0">
      <w:pPr>
        <w:pStyle w:val="CMSANHeading2"/>
        <w:keepNext/>
        <w:rPr>
          <w:b/>
        </w:rPr>
      </w:pPr>
      <w:bookmarkStart w:id="345" w:name="_Ref7183233"/>
      <w:r w:rsidRPr="007C4C20">
        <w:rPr>
          <w:b/>
        </w:rPr>
        <w:t>Payments to</w:t>
      </w:r>
      <w:bookmarkEnd w:id="345"/>
      <w:r w:rsidR="00AC21CB" w:rsidRPr="007C4C20">
        <w:rPr>
          <w:b/>
        </w:rPr>
        <w:t xml:space="preserve"> </w:t>
      </w:r>
      <w:r w:rsidR="00477D4B" w:rsidRPr="007C4C20">
        <w:rPr>
          <w:b/>
        </w:rPr>
        <w:t>the Lenders</w:t>
      </w:r>
    </w:p>
    <w:p w14:paraId="61E67E09" w14:textId="32DE945B" w:rsidR="00657368" w:rsidRPr="007C4C20" w:rsidRDefault="00657368" w:rsidP="00A90ED0">
      <w:pPr>
        <w:pStyle w:val="CMSANIndent2"/>
      </w:pPr>
      <w:r w:rsidRPr="007C4C20">
        <w:t xml:space="preserve">If </w:t>
      </w:r>
      <w:r w:rsidR="00477D4B" w:rsidRPr="007C4C20">
        <w:t xml:space="preserve">a Lender </w:t>
      </w:r>
      <w:r w:rsidRPr="007C4C20">
        <w:t>(a “</w:t>
      </w:r>
      <w:r w:rsidR="00F84E00" w:rsidRPr="007C4C20">
        <w:rPr>
          <w:b/>
        </w:rPr>
        <w:t xml:space="preserve">Recovering </w:t>
      </w:r>
      <w:r w:rsidR="00A747C1" w:rsidRPr="007C4C20">
        <w:rPr>
          <w:b/>
        </w:rPr>
        <w:t>Lender</w:t>
      </w:r>
      <w:r w:rsidRPr="007C4C20">
        <w:t xml:space="preserve">”) receives or recovers any amount from </w:t>
      </w:r>
      <w:r w:rsidR="00A80DFE" w:rsidRPr="007C4C20">
        <w:t>the Borrower</w:t>
      </w:r>
      <w:r w:rsidRPr="007C4C20">
        <w:t xml:space="preserve"> other than in accordance with Clause </w:t>
      </w:r>
      <w:r w:rsidR="00C91BE0" w:rsidRPr="007C4C20">
        <w:fldChar w:fldCharType="begin"/>
      </w:r>
      <w:r w:rsidR="00C91BE0" w:rsidRPr="007C4C20">
        <w:instrText xml:space="preserve">  REF _Ref7183247 \w \h \* MERGEFORMAT </w:instrText>
      </w:r>
      <w:r w:rsidR="00C91BE0" w:rsidRPr="007C4C20">
        <w:fldChar w:fldCharType="separate"/>
      </w:r>
      <w:r w:rsidR="00B66043" w:rsidRPr="00B66043">
        <w:rPr>
          <w:color w:val="000000"/>
        </w:rPr>
        <w:t>24</w:t>
      </w:r>
      <w:r w:rsidR="00C91BE0" w:rsidRPr="007C4C20">
        <w:fldChar w:fldCharType="end"/>
      </w:r>
      <w:r w:rsidRPr="007C4C20">
        <w:t xml:space="preserve"> (</w:t>
      </w:r>
      <w:r w:rsidRPr="007C4C20">
        <w:rPr>
          <w:i/>
        </w:rPr>
        <w:t>Payment mechanics</w:t>
      </w:r>
      <w:r w:rsidRPr="007C4C20">
        <w:t>) (a “</w:t>
      </w:r>
      <w:r w:rsidRPr="007C4C20">
        <w:rPr>
          <w:b/>
        </w:rPr>
        <w:t>Recovered Amount</w:t>
      </w:r>
      <w:r w:rsidRPr="007C4C20">
        <w:t xml:space="preserve">”) and applies that amount to a payment due under </w:t>
      </w:r>
      <w:r w:rsidR="00157923" w:rsidRPr="007C4C20">
        <w:t>this Agreement</w:t>
      </w:r>
      <w:r w:rsidRPr="007C4C20">
        <w:t xml:space="preserve"> then:</w:t>
      </w:r>
    </w:p>
    <w:p w14:paraId="627E186D" w14:textId="77777777" w:rsidR="00657368" w:rsidRPr="007C4C20" w:rsidRDefault="00657368" w:rsidP="00026879">
      <w:pPr>
        <w:pStyle w:val="CMSANHeading3"/>
      </w:pPr>
      <w:bookmarkStart w:id="346" w:name="_Ref7183234"/>
      <w:r w:rsidRPr="007C4C20">
        <w:t xml:space="preserve">the </w:t>
      </w:r>
      <w:r w:rsidR="00F84E00" w:rsidRPr="007C4C20">
        <w:t xml:space="preserve">Recovering </w:t>
      </w:r>
      <w:r w:rsidR="00A747C1" w:rsidRPr="007C4C20">
        <w:t>Lender</w:t>
      </w:r>
      <w:r w:rsidRPr="007C4C20">
        <w:t xml:space="preserve"> shall, within three</w:t>
      </w:r>
      <w:r w:rsidR="00D82B2A" w:rsidRPr="007C4C20">
        <w:t xml:space="preserve"> (3)</w:t>
      </w:r>
      <w:r w:rsidRPr="007C4C20">
        <w:t xml:space="preserve"> Business Days, notify details of the receipt or recovery to the Agent;</w:t>
      </w:r>
      <w:bookmarkEnd w:id="346"/>
    </w:p>
    <w:p w14:paraId="1A7C02CA" w14:textId="0F0F0DD4" w:rsidR="00657368" w:rsidRPr="007C4C20" w:rsidRDefault="00657368" w:rsidP="00026879">
      <w:pPr>
        <w:pStyle w:val="CMSANHeading3"/>
      </w:pPr>
      <w:bookmarkStart w:id="347" w:name="_Ref7183235"/>
      <w:r w:rsidRPr="007C4C20">
        <w:t xml:space="preserve">the Agent shall determine whether the receipt or recovery is in excess of the amount the </w:t>
      </w:r>
      <w:r w:rsidR="00F84E00" w:rsidRPr="007C4C20">
        <w:t xml:space="preserve">Recovering </w:t>
      </w:r>
      <w:r w:rsidR="00A747C1" w:rsidRPr="007C4C20">
        <w:t>Lender</w:t>
      </w:r>
      <w:r w:rsidRPr="007C4C20">
        <w:t xml:space="preserve"> would have been paid had the receipt or recovery been received or made by the Agent and distributed in accordance with Clause </w:t>
      </w:r>
      <w:r w:rsidR="00C91BE0" w:rsidRPr="007C4C20">
        <w:fldChar w:fldCharType="begin"/>
      </w:r>
      <w:r w:rsidR="00C91BE0" w:rsidRPr="007C4C20">
        <w:instrText xml:space="preserve">  REF _Ref7183247 \w \h \* MERGEFORMAT </w:instrText>
      </w:r>
      <w:r w:rsidR="00C91BE0" w:rsidRPr="007C4C20">
        <w:fldChar w:fldCharType="separate"/>
      </w:r>
      <w:r w:rsidR="00B66043" w:rsidRPr="00B66043">
        <w:rPr>
          <w:color w:val="000000"/>
        </w:rPr>
        <w:t>24</w:t>
      </w:r>
      <w:r w:rsidR="00C91BE0" w:rsidRPr="007C4C20">
        <w:fldChar w:fldCharType="end"/>
      </w:r>
      <w:r w:rsidRPr="007C4C20">
        <w:t xml:space="preserve"> (</w:t>
      </w:r>
      <w:r w:rsidRPr="007C4C20">
        <w:rPr>
          <w:i/>
        </w:rPr>
        <w:t>Payment mechanics</w:t>
      </w:r>
      <w:r w:rsidRPr="007C4C20">
        <w:t>), without taking account of any Tax which would be imposed on the Agent in relation to the receipt, recovery or distribution; and</w:t>
      </w:r>
      <w:bookmarkEnd w:id="347"/>
    </w:p>
    <w:p w14:paraId="2283B628" w14:textId="04E79C4B" w:rsidR="00657368" w:rsidRPr="007C4C20" w:rsidRDefault="00657368" w:rsidP="00026879">
      <w:pPr>
        <w:pStyle w:val="CMSANHeading3"/>
      </w:pPr>
      <w:bookmarkStart w:id="348" w:name="_Ref7183236"/>
      <w:r w:rsidRPr="007C4C20">
        <w:t xml:space="preserve">the </w:t>
      </w:r>
      <w:r w:rsidR="00F84E00" w:rsidRPr="007C4C20">
        <w:t xml:space="preserve">Recovering </w:t>
      </w:r>
      <w:r w:rsidR="00A747C1" w:rsidRPr="007C4C20">
        <w:t>Lender</w:t>
      </w:r>
      <w:r w:rsidRPr="007C4C20">
        <w:t xml:space="preserve"> shall, within three</w:t>
      </w:r>
      <w:r w:rsidR="00D82B2A" w:rsidRPr="007C4C20">
        <w:t xml:space="preserve"> (3)</w:t>
      </w:r>
      <w:r w:rsidRPr="007C4C20">
        <w:t xml:space="preserve"> Business Days of demand by the Agent, pay to the Agent an amount (the “</w:t>
      </w:r>
      <w:r w:rsidRPr="007C4C20">
        <w:rPr>
          <w:b/>
        </w:rPr>
        <w:t>Sharing Payment</w:t>
      </w:r>
      <w:r w:rsidRPr="007C4C20">
        <w:t xml:space="preserve">”) equal to such receipt or recovery less any amount which the Agent determines may be retained by the </w:t>
      </w:r>
      <w:r w:rsidR="00F84E00" w:rsidRPr="007C4C20">
        <w:t xml:space="preserve">Recovering </w:t>
      </w:r>
      <w:r w:rsidR="00A747C1" w:rsidRPr="007C4C20">
        <w:t>Lender</w:t>
      </w:r>
      <w:r w:rsidRPr="007C4C20">
        <w:t xml:space="preserve"> as its share of any payment to be made, in accordance with Clause </w:t>
      </w:r>
      <w:r w:rsidR="00C91BE0" w:rsidRPr="007C4C20">
        <w:fldChar w:fldCharType="begin"/>
      </w:r>
      <w:r w:rsidR="00C91BE0" w:rsidRPr="007C4C20">
        <w:instrText xml:space="preserve">  REF _Ref7183259 \w \h \* MERGEFORMAT </w:instrText>
      </w:r>
      <w:r w:rsidR="00C91BE0" w:rsidRPr="007C4C20">
        <w:fldChar w:fldCharType="separate"/>
      </w:r>
      <w:r w:rsidR="00B66043" w:rsidRPr="00B66043">
        <w:rPr>
          <w:color w:val="000000"/>
        </w:rPr>
        <w:t>24.6</w:t>
      </w:r>
      <w:r w:rsidR="00C91BE0" w:rsidRPr="007C4C20">
        <w:fldChar w:fldCharType="end"/>
      </w:r>
      <w:r w:rsidRPr="007C4C20">
        <w:t xml:space="preserve"> (</w:t>
      </w:r>
      <w:r w:rsidRPr="007C4C20">
        <w:rPr>
          <w:i/>
        </w:rPr>
        <w:t>Partial payments</w:t>
      </w:r>
      <w:r w:rsidRPr="007C4C20">
        <w:t>).</w:t>
      </w:r>
      <w:bookmarkEnd w:id="348"/>
    </w:p>
    <w:p w14:paraId="31EFEDE8" w14:textId="77777777" w:rsidR="00657368" w:rsidRPr="007C4C20" w:rsidRDefault="00657368" w:rsidP="00A90ED0">
      <w:pPr>
        <w:pStyle w:val="CMSANHeading2"/>
        <w:keepNext/>
        <w:rPr>
          <w:b/>
        </w:rPr>
      </w:pPr>
      <w:bookmarkStart w:id="349" w:name="_Ref7183237"/>
      <w:r w:rsidRPr="007C4C20">
        <w:rPr>
          <w:b/>
        </w:rPr>
        <w:t>Redistribution of payments</w:t>
      </w:r>
      <w:bookmarkEnd w:id="349"/>
    </w:p>
    <w:p w14:paraId="5C869ACC" w14:textId="54ABF8EC" w:rsidR="00657368" w:rsidRPr="007C4C20" w:rsidRDefault="00657368" w:rsidP="00A90ED0">
      <w:pPr>
        <w:pStyle w:val="CMSANIndent2"/>
      </w:pPr>
      <w:r w:rsidRPr="007C4C20">
        <w:t xml:space="preserve">The Agent shall treat the Sharing Payment as if it had been paid by </w:t>
      </w:r>
      <w:r w:rsidR="00A80DFE" w:rsidRPr="007C4C20">
        <w:t xml:space="preserve">the Borrower </w:t>
      </w:r>
      <w:r w:rsidRPr="007C4C20">
        <w:t xml:space="preserve">and distribute it </w:t>
      </w:r>
      <w:r w:rsidR="00550D54" w:rsidRPr="007C4C20">
        <w:t>between the Lenders</w:t>
      </w:r>
      <w:r w:rsidRPr="007C4C20">
        <w:t xml:space="preserve"> (other than the </w:t>
      </w:r>
      <w:r w:rsidR="00F84E00" w:rsidRPr="007C4C20">
        <w:t xml:space="preserve">Recovering </w:t>
      </w:r>
      <w:r w:rsidR="00550D54" w:rsidRPr="007C4C20">
        <w:t>Lender</w:t>
      </w:r>
      <w:r w:rsidRPr="007C4C20">
        <w:t xml:space="preserve">) </w:t>
      </w:r>
      <w:r w:rsidR="00550D54" w:rsidRPr="007C4C20">
        <w:t>(the “</w:t>
      </w:r>
      <w:r w:rsidR="00550D54" w:rsidRPr="007C4C20">
        <w:rPr>
          <w:b/>
          <w:bCs/>
        </w:rPr>
        <w:t xml:space="preserve">Sharing </w:t>
      </w:r>
      <w:r w:rsidR="00A44B02" w:rsidRPr="007C4C20">
        <w:rPr>
          <w:b/>
          <w:bCs/>
        </w:rPr>
        <w:t>Lenders</w:t>
      </w:r>
      <w:r w:rsidR="00550D54" w:rsidRPr="007C4C20">
        <w:t xml:space="preserve">”) </w:t>
      </w:r>
      <w:r w:rsidRPr="007C4C20">
        <w:t xml:space="preserve">in accordance with Clause </w:t>
      </w:r>
      <w:r w:rsidR="00C91BE0" w:rsidRPr="007C4C20">
        <w:fldChar w:fldCharType="begin"/>
      </w:r>
      <w:r w:rsidR="00C91BE0" w:rsidRPr="007C4C20">
        <w:instrText xml:space="preserve">  REF _Ref7183259 \w \h \* MERGEFORMAT </w:instrText>
      </w:r>
      <w:r w:rsidR="00C91BE0" w:rsidRPr="007C4C20">
        <w:fldChar w:fldCharType="separate"/>
      </w:r>
      <w:r w:rsidR="00B66043" w:rsidRPr="00B66043">
        <w:rPr>
          <w:color w:val="000000"/>
        </w:rPr>
        <w:t>24.6</w:t>
      </w:r>
      <w:r w:rsidR="00C91BE0" w:rsidRPr="007C4C20">
        <w:fldChar w:fldCharType="end"/>
      </w:r>
      <w:r w:rsidRPr="007C4C20">
        <w:t xml:space="preserve"> (</w:t>
      </w:r>
      <w:r w:rsidRPr="007C4C20">
        <w:rPr>
          <w:i/>
        </w:rPr>
        <w:t>Partial payments</w:t>
      </w:r>
      <w:r w:rsidRPr="007C4C20">
        <w:t xml:space="preserve">) towards the obligations of </w:t>
      </w:r>
      <w:r w:rsidR="00A80DFE" w:rsidRPr="007C4C20">
        <w:t>the Borrower</w:t>
      </w:r>
      <w:r w:rsidRPr="007C4C20">
        <w:t xml:space="preserve"> to the </w:t>
      </w:r>
      <w:r w:rsidR="00550D54" w:rsidRPr="007C4C20">
        <w:t>Sharing Lenders</w:t>
      </w:r>
      <w:r w:rsidRPr="007C4C20">
        <w:t>.</w:t>
      </w:r>
      <w:r w:rsidR="00550D54" w:rsidRPr="007C4C20">
        <w:t xml:space="preserve"> </w:t>
      </w:r>
    </w:p>
    <w:p w14:paraId="32ED62D2" w14:textId="77777777" w:rsidR="00657368" w:rsidRPr="007C4C20" w:rsidRDefault="00F84E00" w:rsidP="00A90ED0">
      <w:pPr>
        <w:pStyle w:val="CMSANHeading2"/>
        <w:keepNext/>
        <w:rPr>
          <w:b/>
        </w:rPr>
      </w:pPr>
      <w:bookmarkStart w:id="350" w:name="_Ref7183238"/>
      <w:r w:rsidRPr="007C4C20">
        <w:rPr>
          <w:b/>
        </w:rPr>
        <w:t xml:space="preserve">Recovering </w:t>
      </w:r>
      <w:r w:rsidR="00852B72" w:rsidRPr="007C4C20">
        <w:rPr>
          <w:b/>
        </w:rPr>
        <w:t>Lender’s</w:t>
      </w:r>
      <w:r w:rsidR="00657368" w:rsidRPr="007C4C20">
        <w:rPr>
          <w:b/>
        </w:rPr>
        <w:t xml:space="preserve"> rights</w:t>
      </w:r>
      <w:bookmarkEnd w:id="350"/>
    </w:p>
    <w:p w14:paraId="57F4DC8B" w14:textId="1C36945B" w:rsidR="00657368" w:rsidRPr="007C4C20" w:rsidRDefault="00657368" w:rsidP="00A90ED0">
      <w:pPr>
        <w:pStyle w:val="CMSANIndent2"/>
      </w:pPr>
      <w:r w:rsidRPr="007C4C20">
        <w:t xml:space="preserve">On a distribution by the Agent under Clause </w:t>
      </w:r>
      <w:r w:rsidR="00C91BE0" w:rsidRPr="007C4C20">
        <w:fldChar w:fldCharType="begin"/>
      </w:r>
      <w:r w:rsidR="00C91BE0" w:rsidRPr="007C4C20">
        <w:instrText xml:space="preserve">  REF _Ref7183237 \w \h \* MERGEFORMAT </w:instrText>
      </w:r>
      <w:r w:rsidR="00C91BE0" w:rsidRPr="007C4C20">
        <w:fldChar w:fldCharType="separate"/>
      </w:r>
      <w:r w:rsidR="00B66043" w:rsidRPr="00B66043">
        <w:rPr>
          <w:color w:val="000000"/>
        </w:rPr>
        <w:t>23.2</w:t>
      </w:r>
      <w:r w:rsidR="00C91BE0" w:rsidRPr="007C4C20">
        <w:fldChar w:fldCharType="end"/>
      </w:r>
      <w:r w:rsidRPr="007C4C20">
        <w:t xml:space="preserve"> (</w:t>
      </w:r>
      <w:r w:rsidRPr="007C4C20">
        <w:rPr>
          <w:i/>
        </w:rPr>
        <w:t>Redistribution of payments</w:t>
      </w:r>
      <w:r w:rsidRPr="007C4C20">
        <w:t xml:space="preserve">) of a payment received by a </w:t>
      </w:r>
      <w:r w:rsidR="00F84E00" w:rsidRPr="007C4C20">
        <w:t xml:space="preserve">Recovering </w:t>
      </w:r>
      <w:r w:rsidR="00852B72" w:rsidRPr="007C4C20">
        <w:t>Lender</w:t>
      </w:r>
      <w:r w:rsidRPr="007C4C20">
        <w:t xml:space="preserve"> from </w:t>
      </w:r>
      <w:r w:rsidR="00A80DFE" w:rsidRPr="007C4C20">
        <w:t>the Borrower</w:t>
      </w:r>
      <w:r w:rsidRPr="007C4C20">
        <w:t xml:space="preserve">, as between </w:t>
      </w:r>
      <w:r w:rsidR="00A80DFE" w:rsidRPr="007C4C20">
        <w:t xml:space="preserve">the Borrower </w:t>
      </w:r>
      <w:r w:rsidRPr="007C4C20">
        <w:t xml:space="preserve">and the </w:t>
      </w:r>
      <w:r w:rsidR="00F84E00" w:rsidRPr="007C4C20">
        <w:t xml:space="preserve">Recovering </w:t>
      </w:r>
      <w:r w:rsidR="00852B72" w:rsidRPr="007C4C20">
        <w:t>Lender</w:t>
      </w:r>
      <w:r w:rsidRPr="007C4C20">
        <w:t xml:space="preserve">, an amount of the Recovered Amount equal to the Sharing Payment will be treated as not having been paid by </w:t>
      </w:r>
      <w:r w:rsidR="00A80DFE" w:rsidRPr="007C4C20">
        <w:t>the Borrower</w:t>
      </w:r>
      <w:r w:rsidRPr="007C4C20">
        <w:t>.</w:t>
      </w:r>
      <w:r w:rsidR="00852B72" w:rsidRPr="007C4C20">
        <w:t xml:space="preserve">  </w:t>
      </w:r>
    </w:p>
    <w:p w14:paraId="67BD9A8F" w14:textId="77777777" w:rsidR="00657368" w:rsidRPr="007C4C20" w:rsidRDefault="00657368" w:rsidP="00A90ED0">
      <w:pPr>
        <w:pStyle w:val="CMSANHeading2"/>
        <w:keepNext/>
        <w:rPr>
          <w:b/>
        </w:rPr>
      </w:pPr>
      <w:bookmarkStart w:id="351" w:name="_Ref7183239"/>
      <w:r w:rsidRPr="007C4C20">
        <w:rPr>
          <w:b/>
        </w:rPr>
        <w:t>Reversal of redistribution</w:t>
      </w:r>
      <w:bookmarkEnd w:id="351"/>
    </w:p>
    <w:p w14:paraId="6FDF4686" w14:textId="77777777" w:rsidR="00657368" w:rsidRPr="007C4C20" w:rsidRDefault="00657368" w:rsidP="00A90ED0">
      <w:pPr>
        <w:pStyle w:val="CMSANIndent2"/>
        <w:keepNext/>
      </w:pPr>
      <w:bookmarkStart w:id="352" w:name="Quotes"/>
      <w:r w:rsidRPr="007C4C20">
        <w:t xml:space="preserve">If any part of the Sharing Payment received or recovered by a </w:t>
      </w:r>
      <w:r w:rsidR="00F84E00" w:rsidRPr="007C4C20">
        <w:t xml:space="preserve">Recovering </w:t>
      </w:r>
      <w:r w:rsidR="004E5D2B" w:rsidRPr="007C4C20">
        <w:t>Lender</w:t>
      </w:r>
      <w:r w:rsidRPr="007C4C20">
        <w:t xml:space="preserve"> becomes repayable and is repaid by that </w:t>
      </w:r>
      <w:r w:rsidR="00F84E00" w:rsidRPr="007C4C20">
        <w:t xml:space="preserve">Recovering </w:t>
      </w:r>
      <w:r w:rsidR="004E5D2B" w:rsidRPr="007C4C20">
        <w:t>Lender</w:t>
      </w:r>
      <w:r w:rsidRPr="007C4C20">
        <w:t>, then:</w:t>
      </w:r>
    </w:p>
    <w:p w14:paraId="63A17611" w14:textId="77777777" w:rsidR="00657368" w:rsidRPr="007C4C20" w:rsidRDefault="004E5D2B" w:rsidP="00026879">
      <w:pPr>
        <w:pStyle w:val="CMSANHeading3"/>
      </w:pPr>
      <w:bookmarkStart w:id="353" w:name="_Ref7183240"/>
      <w:bookmarkEnd w:id="352"/>
      <w:r w:rsidRPr="007C4C20">
        <w:t>each Sharing Lender</w:t>
      </w:r>
      <w:r w:rsidR="00AC21CB" w:rsidRPr="007C4C20">
        <w:t xml:space="preserve"> </w:t>
      </w:r>
      <w:r w:rsidR="00657368" w:rsidRPr="007C4C20">
        <w:t xml:space="preserve">shall, upon request of the Agent, pay to the Agent for the account of that </w:t>
      </w:r>
      <w:r w:rsidR="00F84E00" w:rsidRPr="007C4C20">
        <w:t xml:space="preserve">Recovering </w:t>
      </w:r>
      <w:r w:rsidRPr="007C4C20">
        <w:t>Lender</w:t>
      </w:r>
      <w:r w:rsidR="00657368" w:rsidRPr="007C4C20">
        <w:t xml:space="preserve"> an amount equal to the appropriate part of its share of the Sharing Payment (together with an amount as is necessary to reimburse that </w:t>
      </w:r>
      <w:r w:rsidR="00F84E00" w:rsidRPr="007C4C20">
        <w:t xml:space="preserve">Recovering </w:t>
      </w:r>
      <w:r w:rsidRPr="007C4C20">
        <w:lastRenderedPageBreak/>
        <w:t>Lender</w:t>
      </w:r>
      <w:r w:rsidR="00657368" w:rsidRPr="007C4C20">
        <w:t xml:space="preserve"> for its proportion of any interest on the Sharing Payment which that </w:t>
      </w:r>
      <w:r w:rsidR="00F84E00" w:rsidRPr="007C4C20">
        <w:t xml:space="preserve">Recovering </w:t>
      </w:r>
      <w:r w:rsidR="00A254A6" w:rsidRPr="007C4C20">
        <w:t>Lender</w:t>
      </w:r>
      <w:r w:rsidR="00657368" w:rsidRPr="007C4C20">
        <w:t xml:space="preserve"> is required to pay) (the “</w:t>
      </w:r>
      <w:r w:rsidR="00657368" w:rsidRPr="007C4C20">
        <w:rPr>
          <w:b/>
        </w:rPr>
        <w:t>Redistributed Amount</w:t>
      </w:r>
      <w:r w:rsidR="00657368" w:rsidRPr="007C4C20">
        <w:t>”); and</w:t>
      </w:r>
      <w:bookmarkEnd w:id="353"/>
    </w:p>
    <w:p w14:paraId="443B5FE3" w14:textId="77777777" w:rsidR="00657368" w:rsidRPr="007C4C20" w:rsidRDefault="00657368" w:rsidP="00026879">
      <w:pPr>
        <w:pStyle w:val="CMSANHeading3"/>
      </w:pPr>
      <w:bookmarkStart w:id="354" w:name="_Ref7183241"/>
      <w:r w:rsidRPr="007C4C20">
        <w:t xml:space="preserve">as between the </w:t>
      </w:r>
      <w:r w:rsidR="000E259B" w:rsidRPr="007C4C20">
        <w:t>Borrower</w:t>
      </w:r>
      <w:r w:rsidRPr="007C4C20">
        <w:t xml:space="preserve"> and </w:t>
      </w:r>
      <w:r w:rsidR="00A254A6" w:rsidRPr="007C4C20">
        <w:t>each relevant Sharing Lender</w:t>
      </w:r>
      <w:r w:rsidRPr="007C4C20">
        <w:t xml:space="preserve">, an amount equal to the relevant Redistributed Amount will be treated as not having been paid by </w:t>
      </w:r>
      <w:r w:rsidR="000E259B" w:rsidRPr="007C4C20">
        <w:t>the Borrower</w:t>
      </w:r>
      <w:r w:rsidRPr="007C4C20">
        <w:t>.</w:t>
      </w:r>
      <w:bookmarkEnd w:id="354"/>
      <w:r w:rsidR="00A254A6" w:rsidRPr="007C4C20">
        <w:t xml:space="preserve"> </w:t>
      </w:r>
    </w:p>
    <w:p w14:paraId="34DA6F04" w14:textId="77777777" w:rsidR="00657368" w:rsidRPr="007C4C20" w:rsidRDefault="00657368" w:rsidP="002B4EE8">
      <w:pPr>
        <w:pStyle w:val="CMSANHeading2"/>
        <w:keepNext/>
        <w:rPr>
          <w:b/>
        </w:rPr>
      </w:pPr>
      <w:bookmarkStart w:id="355" w:name="_Ref7183242"/>
      <w:r w:rsidRPr="007C4C20">
        <w:rPr>
          <w:b/>
        </w:rPr>
        <w:t>Exceptions</w:t>
      </w:r>
      <w:bookmarkEnd w:id="355"/>
    </w:p>
    <w:p w14:paraId="3AE1C757" w14:textId="39CB947F" w:rsidR="00657368" w:rsidRPr="007C4C20" w:rsidRDefault="00657368" w:rsidP="00026879">
      <w:pPr>
        <w:pStyle w:val="CMSANHeading3"/>
      </w:pPr>
      <w:bookmarkStart w:id="356" w:name="_Ref7183243"/>
      <w:r w:rsidRPr="007C4C20">
        <w:t xml:space="preserve">This Clause </w:t>
      </w:r>
      <w:r w:rsidR="00C91BE0" w:rsidRPr="007C4C20">
        <w:fldChar w:fldCharType="begin"/>
      </w:r>
      <w:r w:rsidR="00C91BE0" w:rsidRPr="007C4C20">
        <w:instrText xml:space="preserve">  REF _Ref7183232 \w \h \* MERGEFORMAT </w:instrText>
      </w:r>
      <w:r w:rsidR="00C91BE0" w:rsidRPr="007C4C20">
        <w:fldChar w:fldCharType="separate"/>
      </w:r>
      <w:r w:rsidR="00B66043" w:rsidRPr="00B66043">
        <w:rPr>
          <w:color w:val="000000"/>
        </w:rPr>
        <w:t>23</w:t>
      </w:r>
      <w:r w:rsidR="00C91BE0" w:rsidRPr="007C4C20">
        <w:fldChar w:fldCharType="end"/>
      </w:r>
      <w:r w:rsidRPr="007C4C20">
        <w:t xml:space="preserve"> shall not apply to the extent that the </w:t>
      </w:r>
      <w:r w:rsidR="00F84E00" w:rsidRPr="007C4C20">
        <w:t xml:space="preserve">Recovering </w:t>
      </w:r>
      <w:r w:rsidR="005A555A" w:rsidRPr="007C4C20">
        <w:t>Lender</w:t>
      </w:r>
      <w:r w:rsidRPr="007C4C20">
        <w:t xml:space="preserve"> would not, after making any payment pursuant to this Clause, have a valid and enforceable claim against </w:t>
      </w:r>
      <w:r w:rsidR="000E259B" w:rsidRPr="007C4C20">
        <w:t>the Borrower</w:t>
      </w:r>
      <w:r w:rsidRPr="007C4C20">
        <w:t>.</w:t>
      </w:r>
      <w:bookmarkEnd w:id="356"/>
    </w:p>
    <w:p w14:paraId="02A93B1D" w14:textId="77777777" w:rsidR="00657368" w:rsidRPr="007C4C20" w:rsidRDefault="00657368" w:rsidP="002B4EE8">
      <w:pPr>
        <w:pStyle w:val="CMSANHeading3"/>
      </w:pPr>
      <w:bookmarkStart w:id="357" w:name="_Ref7183244"/>
      <w:r w:rsidRPr="007C4C20">
        <w:t xml:space="preserve">A </w:t>
      </w:r>
      <w:r w:rsidR="00F84E00" w:rsidRPr="007C4C20">
        <w:t xml:space="preserve">Recovering </w:t>
      </w:r>
      <w:r w:rsidR="005A555A" w:rsidRPr="007C4C20">
        <w:t>Lender</w:t>
      </w:r>
      <w:r w:rsidRPr="007C4C20">
        <w:t xml:space="preserve"> is not obliged to share with any </w:t>
      </w:r>
      <w:r w:rsidR="005A555A" w:rsidRPr="007C4C20">
        <w:t>Lender</w:t>
      </w:r>
      <w:r w:rsidRPr="007C4C20">
        <w:t xml:space="preserve"> any amount which the </w:t>
      </w:r>
      <w:r w:rsidR="00F84E00" w:rsidRPr="007C4C20">
        <w:t xml:space="preserve">Recovering </w:t>
      </w:r>
      <w:r w:rsidR="005A555A" w:rsidRPr="007C4C20">
        <w:t>Lender</w:t>
      </w:r>
      <w:r w:rsidRPr="007C4C20">
        <w:t xml:space="preserve"> has received or recovered as a result of taking legal or arbitration proceedings, if:</w:t>
      </w:r>
      <w:bookmarkEnd w:id="357"/>
    </w:p>
    <w:p w14:paraId="314D673B" w14:textId="77777777" w:rsidR="00657368" w:rsidRPr="007C4C20" w:rsidRDefault="00657368" w:rsidP="00026879">
      <w:pPr>
        <w:pStyle w:val="CMSANHeading4"/>
      </w:pPr>
      <w:bookmarkStart w:id="358" w:name="_Ref7183245"/>
      <w:r w:rsidRPr="007C4C20">
        <w:t xml:space="preserve">it notified that other </w:t>
      </w:r>
      <w:r w:rsidR="005A555A" w:rsidRPr="007C4C20">
        <w:t>Lender</w:t>
      </w:r>
      <w:r w:rsidRPr="007C4C20">
        <w:t xml:space="preserve"> of the legal or arbitration proceedings; and</w:t>
      </w:r>
      <w:bookmarkEnd w:id="358"/>
    </w:p>
    <w:p w14:paraId="017E15E9" w14:textId="77777777" w:rsidR="00657368" w:rsidRPr="007C4C20" w:rsidRDefault="00657368" w:rsidP="00026879">
      <w:pPr>
        <w:pStyle w:val="CMSANHeading4"/>
      </w:pPr>
      <w:bookmarkStart w:id="359" w:name="_Ref7183246"/>
      <w:r w:rsidRPr="007C4C20">
        <w:t xml:space="preserve">that other </w:t>
      </w:r>
      <w:r w:rsidR="005A555A" w:rsidRPr="007C4C20">
        <w:t>Lender</w:t>
      </w:r>
      <w:r w:rsidRPr="007C4C20">
        <w:t xml:space="preserve"> had an opportunity to participate in those legal or arbitration proceedings but did not do so as soon as reasonably practicable having received notice and did not take separate legal or arbitration proceedings.</w:t>
      </w:r>
      <w:bookmarkEnd w:id="359"/>
    </w:p>
    <w:p w14:paraId="5D1B3D19" w14:textId="77777777" w:rsidR="00657368" w:rsidRPr="007C4C20" w:rsidRDefault="00026879" w:rsidP="00026879">
      <w:pPr>
        <w:pStyle w:val="CMSANHeading1"/>
      </w:pPr>
      <w:bookmarkStart w:id="360" w:name="_Ref7183247"/>
      <w:bookmarkStart w:id="361" w:name="_Toc28094914"/>
      <w:r w:rsidRPr="007C4C20">
        <w:t>Payment Mechanics</w:t>
      </w:r>
      <w:bookmarkEnd w:id="360"/>
      <w:bookmarkEnd w:id="361"/>
    </w:p>
    <w:p w14:paraId="7903BD6C" w14:textId="77777777" w:rsidR="00657368" w:rsidRPr="007C4C20" w:rsidRDefault="00657368" w:rsidP="002B4EE8">
      <w:pPr>
        <w:pStyle w:val="CMSANHeading2"/>
        <w:keepNext/>
        <w:rPr>
          <w:b/>
        </w:rPr>
      </w:pPr>
      <w:bookmarkStart w:id="362" w:name="_Ref7183248"/>
      <w:r w:rsidRPr="007C4C20">
        <w:rPr>
          <w:b/>
        </w:rPr>
        <w:t>Payments to the Agent</w:t>
      </w:r>
      <w:bookmarkEnd w:id="362"/>
    </w:p>
    <w:p w14:paraId="1F86DFA2" w14:textId="31440ED4" w:rsidR="00657368" w:rsidRPr="007C4C20" w:rsidRDefault="00CE0F53" w:rsidP="00026879">
      <w:pPr>
        <w:pStyle w:val="CMSANHeading3"/>
      </w:pPr>
      <w:bookmarkStart w:id="363" w:name="_Ref7183249"/>
      <w:r w:rsidRPr="007C4C20">
        <w:t xml:space="preserve">Other than as provided for under Clause </w:t>
      </w:r>
      <w:r w:rsidRPr="007C4C20">
        <w:fldChar w:fldCharType="begin"/>
      </w:r>
      <w:r w:rsidRPr="007C4C20">
        <w:instrText xml:space="preserve"> REF _Ref7182700 \r \h </w:instrText>
      </w:r>
      <w:r w:rsidRPr="007C4C20">
        <w:fldChar w:fldCharType="separate"/>
      </w:r>
      <w:r w:rsidR="00B66043">
        <w:t>5.8</w:t>
      </w:r>
      <w:r w:rsidRPr="007C4C20">
        <w:fldChar w:fldCharType="end"/>
      </w:r>
      <w:r w:rsidRPr="007C4C20">
        <w:t xml:space="preserve"> (</w:t>
      </w:r>
      <w:r w:rsidRPr="007C4C20">
        <w:rPr>
          <w:i/>
          <w:iCs/>
        </w:rPr>
        <w:t>Lenders Participation</w:t>
      </w:r>
      <w:r w:rsidRPr="007C4C20">
        <w:t xml:space="preserve">), under Clause </w:t>
      </w:r>
      <w:r w:rsidRPr="007C4C20">
        <w:fldChar w:fldCharType="begin"/>
      </w:r>
      <w:r w:rsidRPr="007C4C20">
        <w:instrText xml:space="preserve"> REF _Ref7182772 \r \h </w:instrText>
      </w:r>
      <w:r w:rsidRPr="007C4C20">
        <w:fldChar w:fldCharType="separate"/>
      </w:r>
      <w:r w:rsidR="00B66043">
        <w:t>10</w:t>
      </w:r>
      <w:r w:rsidRPr="007C4C20">
        <w:fldChar w:fldCharType="end"/>
      </w:r>
      <w:r w:rsidRPr="007C4C20">
        <w:t xml:space="preserve"> (</w:t>
      </w:r>
      <w:r w:rsidRPr="007C4C20">
        <w:rPr>
          <w:i/>
          <w:iCs/>
        </w:rPr>
        <w:t>Fees</w:t>
      </w:r>
      <w:r w:rsidRPr="007C4C20">
        <w:t xml:space="preserve">) and other than as may be requested by the Lenders in accordance with Clause </w:t>
      </w:r>
      <w:r w:rsidRPr="007C4C20">
        <w:fldChar w:fldCharType="begin"/>
      </w:r>
      <w:r w:rsidRPr="007C4C20">
        <w:instrText xml:space="preserve"> REF _Ref24389906 \r \h </w:instrText>
      </w:r>
      <w:r w:rsidRPr="007C4C20">
        <w:fldChar w:fldCharType="separate"/>
      </w:r>
      <w:r w:rsidR="00B66043">
        <w:t>24.2</w:t>
      </w:r>
      <w:r w:rsidRPr="007C4C20">
        <w:fldChar w:fldCharType="end"/>
      </w:r>
      <w:r w:rsidRPr="007C4C20">
        <w:t xml:space="preserve"> (</w:t>
      </w:r>
      <w:r w:rsidRPr="007C4C20">
        <w:rPr>
          <w:i/>
          <w:iCs/>
        </w:rPr>
        <w:t>Alternative Payment Arrangements</w:t>
      </w:r>
      <w:r w:rsidRPr="007C4C20">
        <w:t>), o</w:t>
      </w:r>
      <w:r w:rsidR="00657368" w:rsidRPr="007C4C20">
        <w:t xml:space="preserve">n each date on which </w:t>
      </w:r>
      <w:r w:rsidR="000E259B" w:rsidRPr="007C4C20">
        <w:t xml:space="preserve">the Borrower </w:t>
      </w:r>
      <w:r w:rsidR="00657368" w:rsidRPr="007C4C20">
        <w:t xml:space="preserve">or a Lender is required to make a payment under </w:t>
      </w:r>
      <w:r w:rsidR="00727E31" w:rsidRPr="007C4C20">
        <w:t>this Agreement</w:t>
      </w:r>
      <w:r w:rsidR="00657368" w:rsidRPr="007C4C20">
        <w:t xml:space="preserve">, </w:t>
      </w:r>
      <w:r w:rsidR="000E259B" w:rsidRPr="007C4C20">
        <w:t xml:space="preserve">the Borrower </w:t>
      </w:r>
      <w:r w:rsidR="00657368" w:rsidRPr="007C4C20">
        <w:t xml:space="preserve">or Lender </w:t>
      </w:r>
      <w:r w:rsidR="000B7E5C">
        <w:t xml:space="preserve">(through any domestic or foreign branch) </w:t>
      </w:r>
      <w:r w:rsidR="00657368" w:rsidRPr="007C4C20">
        <w:t xml:space="preserve">shall make the same available to the Agent (unless a contrary indication appears in </w:t>
      </w:r>
      <w:r w:rsidR="00727E31" w:rsidRPr="007C4C20">
        <w:t>this Agreement</w:t>
      </w:r>
      <w:r w:rsidR="00657368" w:rsidRPr="007C4C20">
        <w:t>) for value on the due date at the time and in such funds specified by the Agent as being customary at the time for settlement of transactions in the relevant currency in the place of payment.</w:t>
      </w:r>
      <w:bookmarkEnd w:id="363"/>
    </w:p>
    <w:p w14:paraId="143E0606" w14:textId="4A03FD40" w:rsidR="00E35022" w:rsidRPr="007C4C20" w:rsidRDefault="00D845A3" w:rsidP="002E39F1">
      <w:pPr>
        <w:pStyle w:val="CMSANHeading3"/>
      </w:pPr>
      <w:bookmarkStart w:id="364" w:name="_Ref7183250"/>
      <w:r>
        <w:t xml:space="preserve">Subject to </w:t>
      </w:r>
      <w:r w:rsidRPr="007C4C20">
        <w:t xml:space="preserve">Clause </w:t>
      </w:r>
      <w:r w:rsidRPr="007C4C20">
        <w:fldChar w:fldCharType="begin"/>
      </w:r>
      <w:r w:rsidRPr="007C4C20">
        <w:instrText xml:space="preserve"> REF _Ref24389906 \r \h </w:instrText>
      </w:r>
      <w:r w:rsidRPr="007C4C20">
        <w:fldChar w:fldCharType="separate"/>
      </w:r>
      <w:r w:rsidR="00B66043">
        <w:t>24.2</w:t>
      </w:r>
      <w:r w:rsidRPr="007C4C20">
        <w:fldChar w:fldCharType="end"/>
      </w:r>
      <w:r w:rsidRPr="007C4C20">
        <w:t xml:space="preserve"> (</w:t>
      </w:r>
      <w:r w:rsidRPr="007C4C20">
        <w:rPr>
          <w:i/>
          <w:iCs/>
        </w:rPr>
        <w:t>Alternative Payment Arrangements</w:t>
      </w:r>
      <w:r w:rsidRPr="007C4C20">
        <w:t xml:space="preserve">), </w:t>
      </w:r>
      <w:r>
        <w:t>p</w:t>
      </w:r>
      <w:r w:rsidR="00657368" w:rsidRPr="007C4C20">
        <w:t xml:space="preserve">ayment shall be made to such account in the principal financial centre </w:t>
      </w:r>
      <w:r w:rsidR="00BA7823" w:rsidRPr="007C4C20">
        <w:t xml:space="preserve">in such Participating Member State or </w:t>
      </w:r>
      <w:r w:rsidR="00433878" w:rsidRPr="007C4C20">
        <w:t>Turkey</w:t>
      </w:r>
      <w:r w:rsidR="00BA7823" w:rsidRPr="007C4C20">
        <w:t xml:space="preserve"> </w:t>
      </w:r>
      <w:r w:rsidR="00657368" w:rsidRPr="007C4C20">
        <w:t>and with such bank as the Agent, in each case, specifies</w:t>
      </w:r>
      <w:r>
        <w:t xml:space="preserve"> and the Agent shall notify the Borrower such information</w:t>
      </w:r>
      <w:r w:rsidR="00E35022">
        <w:t xml:space="preserve"> </w:t>
      </w:r>
      <w:r>
        <w:t xml:space="preserve">no later than </w:t>
      </w:r>
      <w:r w:rsidR="00E35022">
        <w:t>15 days prior to each Payment Date</w:t>
      </w:r>
      <w:r w:rsidR="00657368" w:rsidRPr="007C4C20">
        <w:t>.</w:t>
      </w:r>
      <w:bookmarkEnd w:id="364"/>
      <w:r w:rsidR="00E35022">
        <w:t xml:space="preserve">  F</w:t>
      </w:r>
      <w:r w:rsidR="00E35022" w:rsidRPr="00E35022">
        <w:t xml:space="preserve">ailure </w:t>
      </w:r>
      <w:r w:rsidR="00E35022">
        <w:t xml:space="preserve">by the Agent </w:t>
      </w:r>
      <w:r w:rsidR="00E35022" w:rsidRPr="00E35022">
        <w:t xml:space="preserve">to </w:t>
      </w:r>
      <w:r w:rsidR="00E35022">
        <w:t xml:space="preserve">provide such </w:t>
      </w:r>
      <w:r>
        <w:t xml:space="preserve">information </w:t>
      </w:r>
      <w:r w:rsidR="00E35022" w:rsidRPr="00E35022">
        <w:t xml:space="preserve">will not affect the </w:t>
      </w:r>
      <w:r w:rsidR="00E35022">
        <w:t>B</w:t>
      </w:r>
      <w:r w:rsidR="00E35022" w:rsidRPr="00E35022">
        <w:t xml:space="preserve">orrower’s obligation to make the relevant payments when due in accordance with the </w:t>
      </w:r>
      <w:r w:rsidR="00E35022">
        <w:t>A</w:t>
      </w:r>
      <w:r w:rsidR="00E35022" w:rsidRPr="00E35022">
        <w:t>greement</w:t>
      </w:r>
      <w:r w:rsidR="00E35022">
        <w:t>.</w:t>
      </w:r>
    </w:p>
    <w:p w14:paraId="2A79C230" w14:textId="77777777" w:rsidR="00DA4248" w:rsidRPr="007C4C20" w:rsidRDefault="00DA4248" w:rsidP="00DA4248">
      <w:pPr>
        <w:pStyle w:val="CMSANHeading2"/>
        <w:keepNext/>
        <w:rPr>
          <w:b/>
          <w:bCs/>
        </w:rPr>
      </w:pPr>
      <w:bookmarkStart w:id="365" w:name="_Ref24389906"/>
      <w:r w:rsidRPr="007C4C20">
        <w:rPr>
          <w:b/>
          <w:bCs/>
        </w:rPr>
        <w:t>Alternative Payment Arrangements</w:t>
      </w:r>
      <w:bookmarkEnd w:id="365"/>
      <w:r w:rsidRPr="007C4C20">
        <w:rPr>
          <w:b/>
          <w:bCs/>
        </w:rPr>
        <w:t xml:space="preserve"> </w:t>
      </w:r>
    </w:p>
    <w:p w14:paraId="1C1B7325" w14:textId="10549E78" w:rsidR="008D2C42" w:rsidRPr="007C4C20" w:rsidRDefault="00E60574" w:rsidP="00CE0F53">
      <w:pPr>
        <w:pStyle w:val="CMSANIndent2"/>
      </w:pPr>
      <w:r w:rsidRPr="007C4C20">
        <w:t xml:space="preserve">Without prejudice to Clause </w:t>
      </w:r>
      <w:r w:rsidRPr="007C4C20">
        <w:fldChar w:fldCharType="begin"/>
      </w:r>
      <w:r w:rsidRPr="007C4C20">
        <w:instrText xml:space="preserve"> REF _Ref24520865 \r \h </w:instrText>
      </w:r>
      <w:r w:rsidRPr="007C4C20">
        <w:fldChar w:fldCharType="separate"/>
      </w:r>
      <w:r w:rsidR="00B66043">
        <w:t>23</w:t>
      </w:r>
      <w:r w:rsidRPr="007C4C20">
        <w:fldChar w:fldCharType="end"/>
      </w:r>
      <w:r w:rsidRPr="007C4C20">
        <w:t xml:space="preserve"> (</w:t>
      </w:r>
      <w:r w:rsidRPr="007C4C20">
        <w:rPr>
          <w:i/>
          <w:iCs/>
        </w:rPr>
        <w:t>Sharing Provisions</w:t>
      </w:r>
      <w:r w:rsidRPr="007C4C20">
        <w:t>), i</w:t>
      </w:r>
      <w:r w:rsidR="00CE0F53" w:rsidRPr="007C4C20">
        <w:t xml:space="preserve">f, at any time, the Lenders so notify the Borrower in relation to a payment the Borrower is required to make under this Agreement to the Agent in accordance with Clause </w:t>
      </w:r>
      <w:r w:rsidR="00CE0F53" w:rsidRPr="007C4C20">
        <w:fldChar w:fldCharType="begin"/>
      </w:r>
      <w:r w:rsidR="00CE0F53" w:rsidRPr="007C4C20">
        <w:instrText xml:space="preserve"> REF _Ref7183248 \r \h </w:instrText>
      </w:r>
      <w:r w:rsidR="00CE0F53" w:rsidRPr="007C4C20">
        <w:fldChar w:fldCharType="separate"/>
      </w:r>
      <w:r w:rsidR="00B66043">
        <w:t>24.1</w:t>
      </w:r>
      <w:r w:rsidR="00CE0F53" w:rsidRPr="007C4C20">
        <w:fldChar w:fldCharType="end"/>
      </w:r>
      <w:r w:rsidR="00CE0F53" w:rsidRPr="007C4C20">
        <w:t xml:space="preserve"> (</w:t>
      </w:r>
      <w:r w:rsidR="00CE0F53" w:rsidRPr="007C4C20">
        <w:rPr>
          <w:i/>
          <w:iCs/>
        </w:rPr>
        <w:t>Payments to the Agent</w:t>
      </w:r>
      <w:r w:rsidR="00CE0F53" w:rsidRPr="007C4C20">
        <w:t xml:space="preserve">) the Borrower shall instead pay that amount direct to the required recipient(s) on the due date for such payment under this Agreement. </w:t>
      </w:r>
    </w:p>
    <w:p w14:paraId="641D25C3" w14:textId="77777777" w:rsidR="00657368" w:rsidRPr="007C4C20" w:rsidRDefault="00657368" w:rsidP="002B4EE8">
      <w:pPr>
        <w:pStyle w:val="CMSANHeading2"/>
        <w:keepNext/>
        <w:rPr>
          <w:b/>
        </w:rPr>
      </w:pPr>
      <w:bookmarkStart w:id="366" w:name="_Ref7183251"/>
      <w:r w:rsidRPr="007C4C20">
        <w:rPr>
          <w:b/>
        </w:rPr>
        <w:t>Distributions by the Agent</w:t>
      </w:r>
      <w:bookmarkEnd w:id="366"/>
    </w:p>
    <w:p w14:paraId="4D3E8314" w14:textId="751074C5" w:rsidR="00657368" w:rsidRPr="007C4C20" w:rsidRDefault="00657368" w:rsidP="002B4EE8">
      <w:pPr>
        <w:pStyle w:val="CMSANIndent2"/>
      </w:pPr>
      <w:r w:rsidRPr="007C4C20">
        <w:t xml:space="preserve">Each payment received by the Agent under </w:t>
      </w:r>
      <w:r w:rsidR="00157923" w:rsidRPr="007C4C20">
        <w:t>this Agreement</w:t>
      </w:r>
      <w:r w:rsidRPr="007C4C20">
        <w:t xml:space="preserve"> for </w:t>
      </w:r>
      <w:r w:rsidR="0048745E" w:rsidRPr="007C4C20">
        <w:t>a Lender or for the Borrower</w:t>
      </w:r>
      <w:r w:rsidRPr="007C4C20">
        <w:t xml:space="preserve"> </w:t>
      </w:r>
      <w:r w:rsidR="0048745E" w:rsidRPr="007C4C20">
        <w:t>(a “</w:t>
      </w:r>
      <w:r w:rsidR="0048745E" w:rsidRPr="007C4C20">
        <w:rPr>
          <w:b/>
          <w:bCs/>
        </w:rPr>
        <w:t>Party</w:t>
      </w:r>
      <w:r w:rsidR="0048745E" w:rsidRPr="007C4C20">
        <w:t xml:space="preserve">”) </w:t>
      </w:r>
      <w:r w:rsidRPr="007C4C20">
        <w:t xml:space="preserve">shall, subject to Clause </w:t>
      </w:r>
      <w:r w:rsidR="00C91BE0" w:rsidRPr="007C4C20">
        <w:fldChar w:fldCharType="begin"/>
      </w:r>
      <w:r w:rsidR="00C91BE0" w:rsidRPr="007C4C20">
        <w:instrText xml:space="preserve">  REF _Ref7183252 \w \h \* MERGEFORMAT </w:instrText>
      </w:r>
      <w:r w:rsidR="00C91BE0" w:rsidRPr="007C4C20">
        <w:fldChar w:fldCharType="separate"/>
      </w:r>
      <w:r w:rsidR="00B66043" w:rsidRPr="00B66043">
        <w:rPr>
          <w:color w:val="000000"/>
        </w:rPr>
        <w:t>24.4</w:t>
      </w:r>
      <w:r w:rsidR="00C91BE0" w:rsidRPr="007C4C20">
        <w:fldChar w:fldCharType="end"/>
      </w:r>
      <w:r w:rsidRPr="007C4C20">
        <w:t xml:space="preserve"> (</w:t>
      </w:r>
      <w:r w:rsidRPr="007C4C20">
        <w:rPr>
          <w:i/>
        </w:rPr>
        <w:t xml:space="preserve">Distributions to </w:t>
      </w:r>
      <w:r w:rsidR="000E259B" w:rsidRPr="007C4C20">
        <w:rPr>
          <w:i/>
        </w:rPr>
        <w:t>the Borrower</w:t>
      </w:r>
      <w:r w:rsidRPr="007C4C20">
        <w:t xml:space="preserve">) and Clause </w:t>
      </w:r>
      <w:r w:rsidR="00C91BE0" w:rsidRPr="007C4C20">
        <w:fldChar w:fldCharType="begin"/>
      </w:r>
      <w:r w:rsidR="00C91BE0" w:rsidRPr="007C4C20">
        <w:instrText xml:space="preserve">  REF _Ref7183253 \w \h \* MERGEFORMAT </w:instrText>
      </w:r>
      <w:r w:rsidR="00C91BE0" w:rsidRPr="007C4C20">
        <w:fldChar w:fldCharType="separate"/>
      </w:r>
      <w:r w:rsidR="00B66043" w:rsidRPr="00B66043">
        <w:rPr>
          <w:color w:val="000000"/>
        </w:rPr>
        <w:t>24.5</w:t>
      </w:r>
      <w:r w:rsidR="00C91BE0" w:rsidRPr="007C4C20">
        <w:fldChar w:fldCharType="end"/>
      </w:r>
      <w:r w:rsidRPr="007C4C20">
        <w:t xml:space="preserve"> (</w:t>
      </w:r>
      <w:r w:rsidRPr="007C4C20">
        <w:rPr>
          <w:i/>
        </w:rPr>
        <w:t>Clawback and pre-funding</w:t>
      </w:r>
      <w:r w:rsidRPr="007C4C20">
        <w:t xml:space="preserve">) be made available by the Agent as soon as practicable after receipt to the Party entitled to receive payment in accordance with this Agreement (in the case of a Lender, for the </w:t>
      </w:r>
      <w:r w:rsidRPr="007C4C20">
        <w:lastRenderedPageBreak/>
        <w:t xml:space="preserve">account of its Facility Office), to </w:t>
      </w:r>
      <w:r w:rsidR="009E638D" w:rsidRPr="007C4C20">
        <w:t xml:space="preserve">the </w:t>
      </w:r>
      <w:r w:rsidR="0013679D" w:rsidRPr="007C4C20">
        <w:t xml:space="preserve">relevant bank account referred to in the relevant Utilisation Request (as contemplated by Clause </w:t>
      </w:r>
      <w:r w:rsidR="0013679D" w:rsidRPr="007C4C20">
        <w:fldChar w:fldCharType="begin"/>
      </w:r>
      <w:r w:rsidR="0013679D" w:rsidRPr="007C4C20">
        <w:instrText xml:space="preserve"> REF _Ref26827107 \r \h </w:instrText>
      </w:r>
      <w:r w:rsidR="0013679D" w:rsidRPr="007C4C20">
        <w:fldChar w:fldCharType="separate"/>
      </w:r>
      <w:r w:rsidR="00B66043">
        <w:t>5.4(a)(iv)</w:t>
      </w:r>
      <w:r w:rsidR="0013679D" w:rsidRPr="007C4C20">
        <w:fldChar w:fldCharType="end"/>
      </w:r>
      <w:r w:rsidR="0013679D" w:rsidRPr="007C4C20">
        <w:t xml:space="preserve"> (</w:t>
      </w:r>
      <w:r w:rsidR="0013679D" w:rsidRPr="007C4C20">
        <w:rPr>
          <w:i/>
          <w:iCs/>
        </w:rPr>
        <w:t>Completion of a Utilisation Request</w:t>
      </w:r>
      <w:r w:rsidR="0013679D" w:rsidRPr="007C4C20">
        <w:t>))</w:t>
      </w:r>
      <w:r w:rsidRPr="007C4C20">
        <w:t xml:space="preserve"> </w:t>
      </w:r>
      <w:r w:rsidR="009E638D" w:rsidRPr="007C4C20">
        <w:t xml:space="preserve">(if such payment is for the Borrower) or </w:t>
      </w:r>
      <w:r w:rsidRPr="007C4C20">
        <w:t>as that Party may notify to the Agent by not less than five</w:t>
      </w:r>
      <w:r w:rsidR="00D82B2A" w:rsidRPr="007C4C20">
        <w:t xml:space="preserve"> (5)</w:t>
      </w:r>
      <w:r w:rsidRPr="007C4C20">
        <w:t xml:space="preserve"> Business Days’ notice with a bank specified by that Party in the principal financial centre of the country of that currency (or, in relation to euro, in the principal financial centre of a Participating Member State or </w:t>
      </w:r>
      <w:r w:rsidR="00C70397">
        <w:t>Turkey</w:t>
      </w:r>
      <w:r w:rsidRPr="007C4C20">
        <w:t>, as specified by that Party).</w:t>
      </w:r>
    </w:p>
    <w:p w14:paraId="72377CEA" w14:textId="77777777" w:rsidR="00657368" w:rsidRPr="007C4C20" w:rsidRDefault="00657368" w:rsidP="002B4EE8">
      <w:pPr>
        <w:pStyle w:val="CMSANHeading2"/>
        <w:keepNext/>
        <w:rPr>
          <w:b/>
        </w:rPr>
      </w:pPr>
      <w:bookmarkStart w:id="367" w:name="_Ref7183252"/>
      <w:r w:rsidRPr="007C4C20">
        <w:rPr>
          <w:b/>
        </w:rPr>
        <w:t xml:space="preserve">Distributions to </w:t>
      </w:r>
      <w:bookmarkEnd w:id="367"/>
      <w:r w:rsidR="000E259B" w:rsidRPr="007C4C20">
        <w:rPr>
          <w:b/>
        </w:rPr>
        <w:t>the Borrower</w:t>
      </w:r>
    </w:p>
    <w:p w14:paraId="55C0175D" w14:textId="64658243" w:rsidR="00657368" w:rsidRPr="007C4C20" w:rsidRDefault="00657368" w:rsidP="002B4EE8">
      <w:pPr>
        <w:pStyle w:val="CMSANIndent1"/>
      </w:pPr>
      <w:r w:rsidRPr="007C4C20">
        <w:t xml:space="preserve">The Agent may (with the consent of </w:t>
      </w:r>
      <w:r w:rsidR="000E259B" w:rsidRPr="007C4C20">
        <w:t xml:space="preserve">the Borrower </w:t>
      </w:r>
      <w:r w:rsidRPr="007C4C20">
        <w:t xml:space="preserve">or in accordance with Clause </w:t>
      </w:r>
      <w:r w:rsidR="00C91BE0" w:rsidRPr="007C4C20">
        <w:fldChar w:fldCharType="begin"/>
      </w:r>
      <w:r w:rsidR="00C91BE0" w:rsidRPr="007C4C20">
        <w:instrText xml:space="preserve">  REF _Ref7183287 \w \h \* MERGEFORMAT </w:instrText>
      </w:r>
      <w:r w:rsidR="00C91BE0" w:rsidRPr="007C4C20">
        <w:fldChar w:fldCharType="separate"/>
      </w:r>
      <w:r w:rsidR="00B66043" w:rsidRPr="00B66043">
        <w:rPr>
          <w:color w:val="000000"/>
        </w:rPr>
        <w:t>25</w:t>
      </w:r>
      <w:r w:rsidR="00C91BE0" w:rsidRPr="007C4C20">
        <w:fldChar w:fldCharType="end"/>
      </w:r>
      <w:r w:rsidRPr="007C4C20">
        <w:t xml:space="preserve"> (</w:t>
      </w:r>
      <w:r w:rsidRPr="007C4C20">
        <w:rPr>
          <w:i/>
        </w:rPr>
        <w:t>Set-off</w:t>
      </w:r>
      <w:r w:rsidRPr="007C4C20">
        <w:t xml:space="preserve">)) apply any amount received by it for </w:t>
      </w:r>
      <w:r w:rsidR="000E259B" w:rsidRPr="007C4C20">
        <w:t xml:space="preserve">the Borrower </w:t>
      </w:r>
      <w:r w:rsidRPr="007C4C20">
        <w:t xml:space="preserve">in or towards payment (on the date and in the currency and funds of receipt) of any amount due from </w:t>
      </w:r>
      <w:r w:rsidR="000E259B" w:rsidRPr="007C4C20">
        <w:t>the Borrower</w:t>
      </w:r>
      <w:r w:rsidRPr="007C4C20">
        <w:t xml:space="preserve"> under </w:t>
      </w:r>
      <w:r w:rsidR="00157923" w:rsidRPr="007C4C20">
        <w:t>this Agreement</w:t>
      </w:r>
      <w:r w:rsidRPr="007C4C20">
        <w:t xml:space="preserve"> or in or towards purchase of any amount of any currency to be so applied.</w:t>
      </w:r>
    </w:p>
    <w:p w14:paraId="454D3C74" w14:textId="77777777" w:rsidR="00657368" w:rsidRPr="007C4C20" w:rsidRDefault="00657368" w:rsidP="002B4EE8">
      <w:pPr>
        <w:pStyle w:val="CMSANHeading2"/>
        <w:keepNext/>
        <w:rPr>
          <w:b/>
        </w:rPr>
      </w:pPr>
      <w:bookmarkStart w:id="368" w:name="_Ref7183253"/>
      <w:r w:rsidRPr="007C4C20">
        <w:rPr>
          <w:b/>
        </w:rPr>
        <w:t>Clawback and pre-funding</w:t>
      </w:r>
      <w:bookmarkEnd w:id="368"/>
    </w:p>
    <w:p w14:paraId="3F14F6AC" w14:textId="77777777" w:rsidR="00657368" w:rsidRPr="007C4C20" w:rsidRDefault="00657368" w:rsidP="00026879">
      <w:pPr>
        <w:pStyle w:val="CMSANHeading3"/>
      </w:pPr>
      <w:bookmarkStart w:id="369" w:name="_Ref7183254"/>
      <w:r w:rsidRPr="007C4C20">
        <w:t xml:space="preserve">Where a sum is to be paid to the Agent under </w:t>
      </w:r>
      <w:r w:rsidR="00157923" w:rsidRPr="007C4C20">
        <w:t>this Agreement</w:t>
      </w:r>
      <w:r w:rsidRPr="007C4C20">
        <w:t xml:space="preserve"> for another Party, the Agent is not obliged to pay that sum to that other Party (or to enter into or perform any related exchange contract) until it has been able to establish to its satisfaction that it has actually received that sum.</w:t>
      </w:r>
      <w:bookmarkEnd w:id="369"/>
    </w:p>
    <w:p w14:paraId="2247F7BB" w14:textId="77777777" w:rsidR="00657368" w:rsidRPr="007C4C20" w:rsidRDefault="0001730D" w:rsidP="00026879">
      <w:pPr>
        <w:pStyle w:val="CMSANHeading3"/>
      </w:pPr>
      <w:bookmarkStart w:id="370" w:name="_Ref7183255"/>
      <w:r w:rsidRPr="007C4C20">
        <w:t>I</w:t>
      </w:r>
      <w:r w:rsidR="00657368" w:rsidRPr="007C4C20">
        <w:t>f the Agent pays an amount to another Party and it proves to be the case that the Agent had not actually received that amount, then the Party to whom that amount (or the proceeds of any related exchange contract) was paid by the Agent shall on demand refund the same to the Agent together with interest on that amount from the date of payment to the date of receipt by the Agent, calculated by the Agent to reflect its cost of funds.</w:t>
      </w:r>
      <w:bookmarkEnd w:id="370"/>
    </w:p>
    <w:p w14:paraId="3DF79335" w14:textId="77777777" w:rsidR="00657368" w:rsidRPr="007C4C20" w:rsidRDefault="00657368" w:rsidP="002B4EE8">
      <w:pPr>
        <w:pStyle w:val="CMSANHeading2"/>
        <w:keepNext/>
        <w:rPr>
          <w:b/>
        </w:rPr>
      </w:pPr>
      <w:bookmarkStart w:id="371" w:name="_Ref7183259"/>
      <w:r w:rsidRPr="007C4C20">
        <w:rPr>
          <w:b/>
        </w:rPr>
        <w:t>Partial payments</w:t>
      </w:r>
      <w:bookmarkEnd w:id="371"/>
    </w:p>
    <w:p w14:paraId="5DD71CA9" w14:textId="77777777" w:rsidR="00657368" w:rsidRPr="007C4C20" w:rsidRDefault="00657368" w:rsidP="00026879">
      <w:pPr>
        <w:pStyle w:val="CMSANHeading3"/>
      </w:pPr>
      <w:bookmarkStart w:id="372" w:name="_Ref7183260"/>
      <w:r w:rsidRPr="007C4C20">
        <w:t xml:space="preserve">If the Agent receives a payment that is insufficient to discharge all the amounts then due and payable by </w:t>
      </w:r>
      <w:r w:rsidR="000E259B" w:rsidRPr="007C4C20">
        <w:t xml:space="preserve">the Borrower </w:t>
      </w:r>
      <w:r w:rsidRPr="007C4C20">
        <w:t xml:space="preserve">under </w:t>
      </w:r>
      <w:r w:rsidR="00157923" w:rsidRPr="007C4C20">
        <w:t>this Agreement</w:t>
      </w:r>
      <w:r w:rsidRPr="007C4C20">
        <w:t xml:space="preserve">, the Agent shall apply that payment towards the obligations of </w:t>
      </w:r>
      <w:r w:rsidR="000E259B" w:rsidRPr="007C4C20">
        <w:t>the Borrower</w:t>
      </w:r>
      <w:r w:rsidRPr="007C4C20">
        <w:t xml:space="preserve"> under </w:t>
      </w:r>
      <w:r w:rsidR="00157923" w:rsidRPr="007C4C20">
        <w:t>this Agreement</w:t>
      </w:r>
      <w:r w:rsidRPr="007C4C20">
        <w:t xml:space="preserve"> in the following order:</w:t>
      </w:r>
      <w:bookmarkEnd w:id="372"/>
    </w:p>
    <w:p w14:paraId="20737961" w14:textId="1B8D7504" w:rsidR="00657368" w:rsidRPr="007C4C20" w:rsidRDefault="00657368" w:rsidP="00026879">
      <w:pPr>
        <w:pStyle w:val="CMSANHeading4"/>
      </w:pPr>
      <w:bookmarkStart w:id="373" w:name="_Ref7183261"/>
      <w:r w:rsidRPr="007C4C20">
        <w:rPr>
          <w:b/>
        </w:rPr>
        <w:t>first</w:t>
      </w:r>
      <w:r w:rsidRPr="007C4C20">
        <w:t xml:space="preserve">, in or towards payment pro rata of any </w:t>
      </w:r>
      <w:r w:rsidR="00A42625" w:rsidRPr="007C4C20">
        <w:t>agency fee</w:t>
      </w:r>
      <w:r w:rsidRPr="007C4C20">
        <w:t xml:space="preserve"> owing to the Agent under </w:t>
      </w:r>
      <w:r w:rsidR="00A42625" w:rsidRPr="007C4C20">
        <w:t xml:space="preserve">Clause </w:t>
      </w:r>
      <w:r w:rsidR="00A42625" w:rsidRPr="007C4C20">
        <w:fldChar w:fldCharType="begin"/>
      </w:r>
      <w:r w:rsidR="00A42625" w:rsidRPr="007C4C20">
        <w:instrText xml:space="preserve"> REF _Ref7182779 \r \h </w:instrText>
      </w:r>
      <w:r w:rsidR="00A42625" w:rsidRPr="007C4C20">
        <w:fldChar w:fldCharType="separate"/>
      </w:r>
      <w:r w:rsidR="00B66043">
        <w:t>10.3</w:t>
      </w:r>
      <w:r w:rsidR="00A42625" w:rsidRPr="007C4C20">
        <w:fldChar w:fldCharType="end"/>
      </w:r>
      <w:r w:rsidR="00A42625" w:rsidRPr="007C4C20">
        <w:t xml:space="preserve"> (</w:t>
      </w:r>
      <w:r w:rsidR="00A42625" w:rsidRPr="007C4C20">
        <w:rPr>
          <w:i/>
        </w:rPr>
        <w:t>Agency fee</w:t>
      </w:r>
      <w:r w:rsidR="00A42625" w:rsidRPr="007C4C20">
        <w:t>) of this Agreement</w:t>
      </w:r>
      <w:r w:rsidRPr="007C4C20">
        <w:t>;</w:t>
      </w:r>
      <w:bookmarkEnd w:id="373"/>
    </w:p>
    <w:p w14:paraId="09044CFE" w14:textId="77777777" w:rsidR="00657368" w:rsidRPr="007C4C20" w:rsidRDefault="00657368" w:rsidP="00026879">
      <w:pPr>
        <w:pStyle w:val="CMSANHeading4"/>
      </w:pPr>
      <w:bookmarkStart w:id="374" w:name="_Ref7183262"/>
      <w:r w:rsidRPr="007C4C20">
        <w:rPr>
          <w:b/>
        </w:rPr>
        <w:t>secondly</w:t>
      </w:r>
      <w:r w:rsidRPr="007C4C20">
        <w:t>, in or towards payment pro rata of any accrued interest, fee or commission due but unpaid under this Agreement;</w:t>
      </w:r>
      <w:bookmarkEnd w:id="374"/>
    </w:p>
    <w:p w14:paraId="050A5C15" w14:textId="77777777" w:rsidR="00657368" w:rsidRPr="007C4C20" w:rsidRDefault="00657368" w:rsidP="00026879">
      <w:pPr>
        <w:pStyle w:val="CMSANHeading4"/>
      </w:pPr>
      <w:bookmarkStart w:id="375" w:name="_Ref7183263"/>
      <w:r w:rsidRPr="007C4C20">
        <w:rPr>
          <w:b/>
        </w:rPr>
        <w:t>thirdly</w:t>
      </w:r>
      <w:r w:rsidRPr="007C4C20">
        <w:t>, in or towards payment pro rata of any principal due but unpaid under this Agreement; and</w:t>
      </w:r>
      <w:bookmarkEnd w:id="375"/>
    </w:p>
    <w:p w14:paraId="797B40C1" w14:textId="77777777" w:rsidR="00657368" w:rsidRPr="007C4C20" w:rsidRDefault="00657368" w:rsidP="00026879">
      <w:pPr>
        <w:pStyle w:val="CMSANHeading4"/>
      </w:pPr>
      <w:bookmarkStart w:id="376" w:name="_Ref7183264"/>
      <w:r w:rsidRPr="007C4C20">
        <w:rPr>
          <w:b/>
        </w:rPr>
        <w:t>fourthly</w:t>
      </w:r>
      <w:r w:rsidRPr="007C4C20">
        <w:t xml:space="preserve">, in or towards payment pro rata of any other sum due but unpaid under </w:t>
      </w:r>
      <w:r w:rsidR="00157923" w:rsidRPr="007C4C20">
        <w:t>this Agreement</w:t>
      </w:r>
      <w:r w:rsidRPr="007C4C20">
        <w:t>.</w:t>
      </w:r>
      <w:bookmarkEnd w:id="376"/>
    </w:p>
    <w:p w14:paraId="087035FC" w14:textId="6927C788" w:rsidR="00657368" w:rsidRPr="007C4C20" w:rsidRDefault="00657368" w:rsidP="00026879">
      <w:pPr>
        <w:pStyle w:val="CMSANHeading3"/>
      </w:pPr>
      <w:bookmarkStart w:id="377" w:name="_Ref7183265"/>
      <w:r w:rsidRPr="007C4C20">
        <w:t xml:space="preserve">The Agent shall, if so directed by the </w:t>
      </w:r>
      <w:r w:rsidR="004C30E2" w:rsidRPr="007C4C20">
        <w:t>Lenders</w:t>
      </w:r>
      <w:r w:rsidRPr="007C4C20">
        <w:t xml:space="preserve">, vary the order set out in paragraphs </w:t>
      </w:r>
      <w:r w:rsidR="009E773E" w:rsidRPr="007C4C20">
        <w:fldChar w:fldCharType="begin"/>
      </w:r>
      <w:r w:rsidR="009E773E" w:rsidRPr="007C4C20">
        <w:instrText xml:space="preserve"> REF  _Ref7183262 \h \r \w </w:instrText>
      </w:r>
      <w:r w:rsidR="00FE356C" w:rsidRPr="007C4C20">
        <w:instrText xml:space="preserve"> \* MERGEFORMAT </w:instrText>
      </w:r>
      <w:r w:rsidR="009E773E" w:rsidRPr="007C4C20">
        <w:fldChar w:fldCharType="separate"/>
      </w:r>
      <w:r w:rsidR="00B66043">
        <w:t>(a)(ii)</w:t>
      </w:r>
      <w:r w:rsidR="009E773E" w:rsidRPr="007C4C20">
        <w:fldChar w:fldCharType="end"/>
      </w:r>
      <w:r w:rsidRPr="007C4C20">
        <w:t xml:space="preserve"> to </w:t>
      </w:r>
      <w:r w:rsidR="009E773E" w:rsidRPr="007C4C20">
        <w:fldChar w:fldCharType="begin"/>
      </w:r>
      <w:r w:rsidR="009E773E" w:rsidRPr="007C4C20">
        <w:instrText xml:space="preserve"> REF  _Ref7183264 \h \r \w </w:instrText>
      </w:r>
      <w:r w:rsidR="00FE356C" w:rsidRPr="007C4C20">
        <w:instrText xml:space="preserve"> \* MERGEFORMAT </w:instrText>
      </w:r>
      <w:r w:rsidR="009E773E" w:rsidRPr="007C4C20">
        <w:fldChar w:fldCharType="separate"/>
      </w:r>
      <w:r w:rsidR="00B66043">
        <w:t>(a)(iv)</w:t>
      </w:r>
      <w:r w:rsidR="009E773E" w:rsidRPr="007C4C20">
        <w:fldChar w:fldCharType="end"/>
      </w:r>
      <w:r w:rsidRPr="007C4C20">
        <w:t xml:space="preserve"> above.</w:t>
      </w:r>
      <w:bookmarkEnd w:id="377"/>
    </w:p>
    <w:p w14:paraId="53D3C06A" w14:textId="6C062097" w:rsidR="00657368" w:rsidRPr="007C4C20" w:rsidRDefault="00657368" w:rsidP="00026879">
      <w:pPr>
        <w:pStyle w:val="CMSANHeading3"/>
      </w:pPr>
      <w:bookmarkStart w:id="378" w:name="_Ref7183266"/>
      <w:r w:rsidRPr="007C4C20">
        <w:t xml:space="preserve">Paragraphs </w:t>
      </w:r>
      <w:r w:rsidR="009E773E" w:rsidRPr="007C4C20">
        <w:fldChar w:fldCharType="begin"/>
      </w:r>
      <w:r w:rsidR="009E773E" w:rsidRPr="007C4C20">
        <w:instrText xml:space="preserve"> REF  _Ref7183260 \h \n \w </w:instrText>
      </w:r>
      <w:r w:rsidR="00FE356C" w:rsidRPr="007C4C20">
        <w:instrText xml:space="preserve"> \* MERGEFORMAT </w:instrText>
      </w:r>
      <w:r w:rsidR="009E773E" w:rsidRPr="007C4C20">
        <w:fldChar w:fldCharType="separate"/>
      </w:r>
      <w:r w:rsidR="00B66043">
        <w:t>(a)</w:t>
      </w:r>
      <w:r w:rsidR="009E773E" w:rsidRPr="007C4C20">
        <w:fldChar w:fldCharType="end"/>
      </w:r>
      <w:r w:rsidRPr="007C4C20">
        <w:t xml:space="preserve"> and </w:t>
      </w:r>
      <w:r w:rsidR="009E773E" w:rsidRPr="007C4C20">
        <w:fldChar w:fldCharType="begin"/>
      </w:r>
      <w:r w:rsidR="009E773E" w:rsidRPr="007C4C20">
        <w:instrText xml:space="preserve"> REF  _Ref7183265 \h \n \w </w:instrText>
      </w:r>
      <w:r w:rsidR="00FE356C" w:rsidRPr="007C4C20">
        <w:instrText xml:space="preserve"> \* MERGEFORMAT </w:instrText>
      </w:r>
      <w:r w:rsidR="009E773E" w:rsidRPr="007C4C20">
        <w:fldChar w:fldCharType="separate"/>
      </w:r>
      <w:r w:rsidR="00B66043">
        <w:t>(b)</w:t>
      </w:r>
      <w:r w:rsidR="009E773E" w:rsidRPr="007C4C20">
        <w:fldChar w:fldCharType="end"/>
      </w:r>
      <w:r w:rsidRPr="007C4C20">
        <w:t xml:space="preserve"> above will override any appropriation made by </w:t>
      </w:r>
      <w:r w:rsidR="000E259B" w:rsidRPr="007C4C20">
        <w:t>the Borrower</w:t>
      </w:r>
      <w:r w:rsidRPr="007C4C20">
        <w:t>.</w:t>
      </w:r>
      <w:bookmarkEnd w:id="378"/>
    </w:p>
    <w:p w14:paraId="7D89815D" w14:textId="77777777" w:rsidR="00657368" w:rsidRPr="007C4C20" w:rsidRDefault="00657368" w:rsidP="002B4EE8">
      <w:pPr>
        <w:pStyle w:val="CMSANHeading2"/>
        <w:keepNext/>
        <w:rPr>
          <w:b/>
        </w:rPr>
      </w:pPr>
      <w:bookmarkStart w:id="379" w:name="_Ref7183267"/>
      <w:r w:rsidRPr="007C4C20">
        <w:rPr>
          <w:b/>
        </w:rPr>
        <w:t xml:space="preserve">No set-off by </w:t>
      </w:r>
      <w:bookmarkEnd w:id="379"/>
      <w:r w:rsidR="000E259B" w:rsidRPr="007C4C20">
        <w:rPr>
          <w:b/>
        </w:rPr>
        <w:t>the Borrower</w:t>
      </w:r>
    </w:p>
    <w:p w14:paraId="1F34CB57" w14:textId="77777777" w:rsidR="00657368" w:rsidRPr="007C4C20" w:rsidRDefault="00657368" w:rsidP="002B4EE8">
      <w:pPr>
        <w:pStyle w:val="CMSANIndent2"/>
      </w:pPr>
      <w:r w:rsidRPr="007C4C20">
        <w:t xml:space="preserve">All payments to be made by </w:t>
      </w:r>
      <w:r w:rsidR="000E259B" w:rsidRPr="007C4C20">
        <w:t xml:space="preserve">the Borrower </w:t>
      </w:r>
      <w:r w:rsidRPr="007C4C20">
        <w:t xml:space="preserve">under </w:t>
      </w:r>
      <w:r w:rsidR="00157923" w:rsidRPr="007C4C20">
        <w:t>this Agreement</w:t>
      </w:r>
      <w:r w:rsidRPr="007C4C20">
        <w:t xml:space="preserve"> shall be calculated and be made without (and free and clear of any deduction for) set-off or counterclaim.</w:t>
      </w:r>
    </w:p>
    <w:p w14:paraId="47699A81" w14:textId="77777777" w:rsidR="00657368" w:rsidRPr="007C4C20" w:rsidRDefault="00657368" w:rsidP="002B4EE8">
      <w:pPr>
        <w:pStyle w:val="CMSANHeading2"/>
        <w:keepNext/>
        <w:rPr>
          <w:b/>
        </w:rPr>
      </w:pPr>
      <w:bookmarkStart w:id="380" w:name="_Ref7183268"/>
      <w:r w:rsidRPr="007C4C20">
        <w:rPr>
          <w:b/>
        </w:rPr>
        <w:lastRenderedPageBreak/>
        <w:t>Business Days</w:t>
      </w:r>
      <w:bookmarkEnd w:id="380"/>
    </w:p>
    <w:p w14:paraId="39590ECC" w14:textId="77777777" w:rsidR="00657368" w:rsidRPr="007C4C20" w:rsidRDefault="00657368" w:rsidP="00026879">
      <w:pPr>
        <w:pStyle w:val="CMSANHeading3"/>
      </w:pPr>
      <w:bookmarkStart w:id="381" w:name="_Ref7183269"/>
      <w:r w:rsidRPr="007C4C20">
        <w:t xml:space="preserve">Any payment under </w:t>
      </w:r>
      <w:r w:rsidR="00157923" w:rsidRPr="007C4C20">
        <w:t>this Agreement</w:t>
      </w:r>
      <w:r w:rsidRPr="007C4C20">
        <w:t xml:space="preserve"> which is due to be made on a day that is not a Business Day shall be made on the next Business Day in the same calendar month (if there is one) or the preceding Business Day (if there is not).</w:t>
      </w:r>
      <w:bookmarkEnd w:id="381"/>
    </w:p>
    <w:p w14:paraId="289969F9" w14:textId="77777777" w:rsidR="00657368" w:rsidRPr="007C4C20" w:rsidRDefault="00657368" w:rsidP="00026879">
      <w:pPr>
        <w:pStyle w:val="CMSANHeading3"/>
      </w:pPr>
      <w:bookmarkStart w:id="382" w:name="_Ref7183270"/>
      <w:r w:rsidRPr="007C4C20">
        <w:t>During any extension of the due date for payment of any principal or Unpaid Sum under this Agreement interest is payable on the principal or Unpaid Sum at the rate payable on the original due date.</w:t>
      </w:r>
      <w:bookmarkEnd w:id="382"/>
    </w:p>
    <w:p w14:paraId="20834256" w14:textId="77777777" w:rsidR="00657368" w:rsidRPr="007C4C20" w:rsidRDefault="00657368" w:rsidP="002B4EE8">
      <w:pPr>
        <w:pStyle w:val="CMSANHeading2"/>
        <w:keepNext/>
        <w:rPr>
          <w:b/>
        </w:rPr>
      </w:pPr>
      <w:bookmarkStart w:id="383" w:name="_Ref7183271"/>
      <w:r w:rsidRPr="007C4C20">
        <w:rPr>
          <w:b/>
        </w:rPr>
        <w:t>Currency of account</w:t>
      </w:r>
      <w:bookmarkEnd w:id="383"/>
    </w:p>
    <w:p w14:paraId="66949EA7" w14:textId="2B1F76E2" w:rsidR="00657368" w:rsidRPr="007C4C20" w:rsidRDefault="00657368" w:rsidP="00026879">
      <w:pPr>
        <w:pStyle w:val="CMSANHeading3"/>
      </w:pPr>
      <w:bookmarkStart w:id="384" w:name="_Ref7183272"/>
      <w:r w:rsidRPr="007C4C20">
        <w:t xml:space="preserve">Subject to paragraphs </w:t>
      </w:r>
      <w:r w:rsidR="009E773E" w:rsidRPr="007C4C20">
        <w:fldChar w:fldCharType="begin"/>
      </w:r>
      <w:r w:rsidR="009E773E" w:rsidRPr="007C4C20">
        <w:instrText xml:space="preserve"> REF  _Ref7183273 \h \n \w </w:instrText>
      </w:r>
      <w:r w:rsidR="00FE356C" w:rsidRPr="007C4C20">
        <w:instrText xml:space="preserve"> \* MERGEFORMAT </w:instrText>
      </w:r>
      <w:r w:rsidR="009E773E" w:rsidRPr="007C4C20">
        <w:fldChar w:fldCharType="separate"/>
      </w:r>
      <w:r w:rsidR="00B66043">
        <w:t>(b)</w:t>
      </w:r>
      <w:r w:rsidR="009E773E" w:rsidRPr="007C4C20">
        <w:fldChar w:fldCharType="end"/>
      </w:r>
      <w:r w:rsidRPr="007C4C20">
        <w:t xml:space="preserve"> and </w:t>
      </w:r>
      <w:r w:rsidR="009E773E" w:rsidRPr="007C4C20">
        <w:fldChar w:fldCharType="begin"/>
      </w:r>
      <w:r w:rsidR="009E773E" w:rsidRPr="007C4C20">
        <w:instrText xml:space="preserve"> REF  _Ref7183274 \h \n \w </w:instrText>
      </w:r>
      <w:r w:rsidR="00FE356C" w:rsidRPr="007C4C20">
        <w:instrText xml:space="preserve"> \* MERGEFORMAT </w:instrText>
      </w:r>
      <w:r w:rsidR="009E773E" w:rsidRPr="007C4C20">
        <w:fldChar w:fldCharType="separate"/>
      </w:r>
      <w:r w:rsidR="00B66043">
        <w:t>(c)</w:t>
      </w:r>
      <w:r w:rsidR="009E773E" w:rsidRPr="007C4C20">
        <w:fldChar w:fldCharType="end"/>
      </w:r>
      <w:r w:rsidRPr="007C4C20">
        <w:t xml:space="preserve"> below, </w:t>
      </w:r>
      <w:r w:rsidR="000E259B" w:rsidRPr="007C4C20">
        <w:t>euro (EUR)</w:t>
      </w:r>
      <w:r w:rsidRPr="007C4C20">
        <w:t xml:space="preserve"> is the currency of account and payment for any sum due from </w:t>
      </w:r>
      <w:r w:rsidR="000E259B" w:rsidRPr="007C4C20">
        <w:t xml:space="preserve">the Borrower </w:t>
      </w:r>
      <w:r w:rsidRPr="007C4C20">
        <w:t xml:space="preserve">under </w:t>
      </w:r>
      <w:r w:rsidR="00727E31" w:rsidRPr="007C4C20">
        <w:t>this Agreement</w:t>
      </w:r>
      <w:r w:rsidRPr="007C4C20">
        <w:t>.</w:t>
      </w:r>
      <w:bookmarkEnd w:id="384"/>
    </w:p>
    <w:p w14:paraId="6E975C75" w14:textId="77777777" w:rsidR="00657368" w:rsidRPr="007C4C20" w:rsidRDefault="00657368" w:rsidP="00026879">
      <w:pPr>
        <w:pStyle w:val="CMSANHeading3"/>
      </w:pPr>
      <w:bookmarkStart w:id="385" w:name="_Ref7183273"/>
      <w:r w:rsidRPr="007C4C20">
        <w:t>Each payment in respect of costs, expenses or Taxes shall be made in the currency in which the costs, expenses or Taxes are incurred.</w:t>
      </w:r>
      <w:bookmarkEnd w:id="385"/>
    </w:p>
    <w:p w14:paraId="3FC2F502" w14:textId="77777777" w:rsidR="00657368" w:rsidRPr="007C4C20" w:rsidRDefault="00657368" w:rsidP="00026879">
      <w:pPr>
        <w:pStyle w:val="CMSANHeading3"/>
      </w:pPr>
      <w:bookmarkStart w:id="386" w:name="_Ref7183274"/>
      <w:r w:rsidRPr="007C4C20">
        <w:t xml:space="preserve">Any amount expressed to be payable in a currency other than </w:t>
      </w:r>
      <w:r w:rsidR="00E519C5" w:rsidRPr="007C4C20">
        <w:t>euro</w:t>
      </w:r>
      <w:r w:rsidRPr="007C4C20">
        <w:t xml:space="preserve"> shall be paid in that other currency.</w:t>
      </w:r>
      <w:bookmarkEnd w:id="386"/>
    </w:p>
    <w:p w14:paraId="353E14FC" w14:textId="77777777" w:rsidR="00657368" w:rsidRPr="007C4C20" w:rsidRDefault="00657368" w:rsidP="002B4EE8">
      <w:pPr>
        <w:pStyle w:val="CMSANHeading2"/>
        <w:keepNext/>
        <w:rPr>
          <w:b/>
        </w:rPr>
      </w:pPr>
      <w:bookmarkStart w:id="387" w:name="_Ref7183275"/>
      <w:r w:rsidRPr="007C4C20">
        <w:rPr>
          <w:b/>
        </w:rPr>
        <w:t>Change of currency</w:t>
      </w:r>
      <w:bookmarkEnd w:id="387"/>
    </w:p>
    <w:p w14:paraId="29B7D76C" w14:textId="77777777" w:rsidR="00657368" w:rsidRPr="007C4C20" w:rsidRDefault="00657368" w:rsidP="00026879">
      <w:pPr>
        <w:pStyle w:val="CMSANHeading3"/>
      </w:pPr>
      <w:bookmarkStart w:id="388" w:name="_Ref7183276"/>
      <w:r w:rsidRPr="007C4C20">
        <w:t>Unless otherwise prohibited by law, if more than one currency or currency unit are at the same time recognised by the central bank of any country as the lawful currency of that country, then:</w:t>
      </w:r>
      <w:bookmarkEnd w:id="388"/>
    </w:p>
    <w:p w14:paraId="0CD015D7" w14:textId="77777777" w:rsidR="00657368" w:rsidRPr="007C4C20" w:rsidRDefault="00657368" w:rsidP="00026879">
      <w:pPr>
        <w:pStyle w:val="CMSANHeading4"/>
      </w:pPr>
      <w:bookmarkStart w:id="389" w:name="_Ref7183277"/>
      <w:r w:rsidRPr="007C4C20">
        <w:t xml:space="preserve">any reference in </w:t>
      </w:r>
      <w:r w:rsidR="00157923" w:rsidRPr="007C4C20">
        <w:t>this Agreement</w:t>
      </w:r>
      <w:r w:rsidRPr="007C4C20">
        <w:t xml:space="preserve"> to, and any obligations arising under </w:t>
      </w:r>
      <w:r w:rsidR="00157923" w:rsidRPr="007C4C20">
        <w:t>this Agreement</w:t>
      </w:r>
      <w:r w:rsidRPr="007C4C20">
        <w:t xml:space="preserve"> in, the currency of that country shall be translated into, or paid in, the currency or currency unit of that country designated by the Agent (after consultation with the Borrower); and</w:t>
      </w:r>
      <w:bookmarkEnd w:id="389"/>
    </w:p>
    <w:p w14:paraId="25E29726" w14:textId="77777777" w:rsidR="00657368" w:rsidRPr="007C4C20" w:rsidRDefault="00657368" w:rsidP="00026879">
      <w:pPr>
        <w:pStyle w:val="CMSANHeading4"/>
      </w:pPr>
      <w:bookmarkStart w:id="390" w:name="_Ref7183278"/>
      <w:r w:rsidRPr="007C4C20">
        <w:t>any translation from one currency or currency unit to another shall be at the official rate of exchange recognised by the central bank for the conversion of that currency or currency unit into the other, rounded up or down by the Agent (acting reasonably).</w:t>
      </w:r>
      <w:bookmarkEnd w:id="390"/>
    </w:p>
    <w:p w14:paraId="00CD4F92" w14:textId="77777777" w:rsidR="00657368" w:rsidRPr="007C4C20" w:rsidRDefault="00657368" w:rsidP="00026879">
      <w:pPr>
        <w:pStyle w:val="CMSANHeading3"/>
      </w:pPr>
      <w:bookmarkStart w:id="391" w:name="_Ref7183279"/>
      <w:r w:rsidRPr="007C4C20">
        <w:t xml:space="preserve">If a change in any currency of a country occurs, this Agreement will, to the extent the Agent (acting reasonably and after consultation with the Borrower) specifies to be necessary, be amended to comply with any generally accepted conventions and market practice in the </w:t>
      </w:r>
      <w:r w:rsidR="00630A19" w:rsidRPr="007C4C20">
        <w:t xml:space="preserve">European interbank market </w:t>
      </w:r>
      <w:r w:rsidRPr="007C4C20">
        <w:t>and otherwise to reflect the change in currency.</w:t>
      </w:r>
      <w:bookmarkEnd w:id="391"/>
    </w:p>
    <w:p w14:paraId="5F724172" w14:textId="77777777" w:rsidR="00657368" w:rsidRPr="007C4C20" w:rsidRDefault="00657368" w:rsidP="00A83EBB">
      <w:pPr>
        <w:pStyle w:val="CMSANHeading2"/>
        <w:keepNext/>
        <w:rPr>
          <w:b/>
        </w:rPr>
      </w:pPr>
      <w:bookmarkStart w:id="392" w:name="_Ref7183280"/>
      <w:r w:rsidRPr="007C4C20">
        <w:rPr>
          <w:b/>
        </w:rPr>
        <w:t>Disruption to payment systems etc.</w:t>
      </w:r>
      <w:bookmarkEnd w:id="392"/>
    </w:p>
    <w:p w14:paraId="3D458F1A" w14:textId="77777777" w:rsidR="00657368" w:rsidRPr="007C4C20" w:rsidRDefault="00657368" w:rsidP="00A83EBB">
      <w:pPr>
        <w:pStyle w:val="CMSANIndent2"/>
        <w:keepNext/>
      </w:pPr>
      <w:r w:rsidRPr="007C4C20">
        <w:t>If either the Agent determines (in its discretion) that a Disruption Event has occurred or the Agent is notified by the Borrower that a Disruption Event has occurred:</w:t>
      </w:r>
    </w:p>
    <w:p w14:paraId="308FB1D6" w14:textId="77777777" w:rsidR="00657368" w:rsidRPr="007C4C20" w:rsidRDefault="00657368" w:rsidP="00026879">
      <w:pPr>
        <w:pStyle w:val="CMSANHeading3"/>
      </w:pPr>
      <w:bookmarkStart w:id="393" w:name="_Ref7183281"/>
      <w:r w:rsidRPr="007C4C20">
        <w:t xml:space="preserve">the Agent may, and shall if requested to do so by the Borrower, consult with the Borrower with a view to agreeing with the Borrower such changes to the operation or administration of the </w:t>
      </w:r>
      <w:r w:rsidR="007828B7" w:rsidRPr="007C4C20">
        <w:t xml:space="preserve">Loan </w:t>
      </w:r>
      <w:r w:rsidRPr="007C4C20">
        <w:t>Facilit</w:t>
      </w:r>
      <w:r w:rsidR="007828B7" w:rsidRPr="007C4C20">
        <w:t>ies</w:t>
      </w:r>
      <w:r w:rsidRPr="007C4C20">
        <w:t xml:space="preserve"> as the Agent may deem necessary in the circumstances;</w:t>
      </w:r>
      <w:bookmarkEnd w:id="393"/>
    </w:p>
    <w:p w14:paraId="13A62CF8" w14:textId="22A4C894" w:rsidR="00657368" w:rsidRPr="007C4C20" w:rsidRDefault="00657368" w:rsidP="00026879">
      <w:pPr>
        <w:pStyle w:val="CMSANHeading3"/>
      </w:pPr>
      <w:bookmarkStart w:id="394" w:name="_Ref7183282"/>
      <w:r w:rsidRPr="007C4C20">
        <w:t xml:space="preserve">the Agent shall not be obliged to consult with the Borrower in relation to any changes mentioned in paragraph </w:t>
      </w:r>
      <w:r w:rsidR="009E773E" w:rsidRPr="007C4C20">
        <w:fldChar w:fldCharType="begin"/>
      </w:r>
      <w:r w:rsidR="009E773E" w:rsidRPr="007C4C20">
        <w:instrText xml:space="preserve"> REF  _Ref7183281 \h \n \w </w:instrText>
      </w:r>
      <w:r w:rsidR="00FE356C" w:rsidRPr="007C4C20">
        <w:instrText xml:space="preserve"> \* MERGEFORMAT </w:instrText>
      </w:r>
      <w:r w:rsidR="009E773E" w:rsidRPr="007C4C20">
        <w:fldChar w:fldCharType="separate"/>
      </w:r>
      <w:r w:rsidR="00B66043">
        <w:t>(a)</w:t>
      </w:r>
      <w:r w:rsidR="009E773E" w:rsidRPr="007C4C20">
        <w:fldChar w:fldCharType="end"/>
      </w:r>
      <w:r w:rsidRPr="007C4C20">
        <w:t xml:space="preserve"> above if, in its opinion, it is not practicable to do so in the circumstances and, in any event, shall have no obligation to agree to such changes;</w:t>
      </w:r>
      <w:bookmarkEnd w:id="394"/>
    </w:p>
    <w:p w14:paraId="6917F1D8" w14:textId="3AE17909" w:rsidR="00657368" w:rsidRPr="007C4C20" w:rsidRDefault="00657368" w:rsidP="00026879">
      <w:pPr>
        <w:pStyle w:val="CMSANHeading3"/>
      </w:pPr>
      <w:bookmarkStart w:id="395" w:name="_Ref7183283"/>
      <w:r w:rsidRPr="007C4C20">
        <w:lastRenderedPageBreak/>
        <w:t xml:space="preserve">the Agent may consult with </w:t>
      </w:r>
      <w:r w:rsidR="00AC21CB" w:rsidRPr="007C4C20">
        <w:t xml:space="preserve">the </w:t>
      </w:r>
      <w:r w:rsidR="00B50845" w:rsidRPr="007C4C20">
        <w:t>Lenders</w:t>
      </w:r>
      <w:r w:rsidRPr="007C4C20">
        <w:t xml:space="preserve"> in relation to any changes mentioned in paragraph </w:t>
      </w:r>
      <w:r w:rsidR="009E773E" w:rsidRPr="007C4C20">
        <w:fldChar w:fldCharType="begin"/>
      </w:r>
      <w:r w:rsidR="009E773E" w:rsidRPr="007C4C20">
        <w:instrText xml:space="preserve"> REF  _Ref7183281 \h \n \w </w:instrText>
      </w:r>
      <w:r w:rsidR="00FE356C" w:rsidRPr="007C4C20">
        <w:instrText xml:space="preserve"> \* MERGEFORMAT </w:instrText>
      </w:r>
      <w:r w:rsidR="009E773E" w:rsidRPr="007C4C20">
        <w:fldChar w:fldCharType="separate"/>
      </w:r>
      <w:r w:rsidR="00B66043">
        <w:t>(a)</w:t>
      </w:r>
      <w:r w:rsidR="009E773E" w:rsidRPr="007C4C20">
        <w:fldChar w:fldCharType="end"/>
      </w:r>
      <w:r w:rsidRPr="007C4C20">
        <w:t xml:space="preserve"> above but shall not be obliged to do so if, in its opinion, it is not practicable to do so in the circumstances;</w:t>
      </w:r>
      <w:bookmarkEnd w:id="395"/>
    </w:p>
    <w:p w14:paraId="56A5DDCF" w14:textId="67754452" w:rsidR="00657368" w:rsidRPr="007C4C20" w:rsidRDefault="00657368" w:rsidP="00026879">
      <w:pPr>
        <w:pStyle w:val="CMSANHeading3"/>
      </w:pPr>
      <w:bookmarkStart w:id="396" w:name="_Ref7183284"/>
      <w:r w:rsidRPr="007C4C20">
        <w:t xml:space="preserve">any such changes agreed upon by the Agent and the Borrower shall (whether or not it is finally determined that a Disruption Event has occurred) be binding upon the Parties as an amendment to (or, as the case may be, waiver of) the terms of </w:t>
      </w:r>
      <w:r w:rsidR="00157923" w:rsidRPr="007C4C20">
        <w:t>this Agreement</w:t>
      </w:r>
      <w:r w:rsidRPr="007C4C20">
        <w:t xml:space="preserve"> notwithstanding the provisions of Clause </w:t>
      </w:r>
      <w:r w:rsidR="00C91BE0" w:rsidRPr="007C4C20">
        <w:fldChar w:fldCharType="begin"/>
      </w:r>
      <w:r w:rsidR="00C91BE0" w:rsidRPr="007C4C20">
        <w:instrText xml:space="preserve">  REF _Ref7183322 \w \h \* MERGEFORMAT </w:instrText>
      </w:r>
      <w:r w:rsidR="00C91BE0" w:rsidRPr="007C4C20">
        <w:fldChar w:fldCharType="separate"/>
      </w:r>
      <w:r w:rsidR="00B66043" w:rsidRPr="00B66043">
        <w:rPr>
          <w:color w:val="000000"/>
        </w:rPr>
        <w:t>31</w:t>
      </w:r>
      <w:r w:rsidR="00C91BE0" w:rsidRPr="007C4C20">
        <w:fldChar w:fldCharType="end"/>
      </w:r>
      <w:r w:rsidRPr="007C4C20">
        <w:t xml:space="preserve"> (</w:t>
      </w:r>
      <w:r w:rsidRPr="007C4C20">
        <w:rPr>
          <w:i/>
        </w:rPr>
        <w:t>Amendments and waivers</w:t>
      </w:r>
      <w:r w:rsidRPr="007C4C20">
        <w:t>);</w:t>
      </w:r>
      <w:bookmarkEnd w:id="396"/>
    </w:p>
    <w:p w14:paraId="343B2F15" w14:textId="58631A66" w:rsidR="00657368" w:rsidRPr="007C4C20" w:rsidRDefault="00657368" w:rsidP="00026879">
      <w:pPr>
        <w:pStyle w:val="CMSANHeading3"/>
      </w:pPr>
      <w:bookmarkStart w:id="397" w:name="_Ref7183285"/>
      <w:r w:rsidRPr="007C4C20">
        <w:t xml:space="preserve">the Agent shall not be liable for any damages, costs or losses to any person, any diminution in value or any liability whatsoever (including, without limitation for negligence, gross negligence or any other category of liability whatsoever but not including any claim based on the fraud of the Agent) arising as a result of its taking, or failing to take, any actions pursuant to or in connection with this Clause </w:t>
      </w:r>
      <w:r w:rsidR="00C91BE0" w:rsidRPr="007C4C20">
        <w:fldChar w:fldCharType="begin"/>
      </w:r>
      <w:r w:rsidR="00C91BE0" w:rsidRPr="007C4C20">
        <w:instrText xml:space="preserve">  REF _Ref7183280 \w \h \* MERGEFORMAT </w:instrText>
      </w:r>
      <w:r w:rsidR="00C91BE0" w:rsidRPr="007C4C20">
        <w:fldChar w:fldCharType="separate"/>
      </w:r>
      <w:r w:rsidR="00B66043" w:rsidRPr="00B66043">
        <w:rPr>
          <w:color w:val="000000"/>
        </w:rPr>
        <w:t>24.11</w:t>
      </w:r>
      <w:r w:rsidR="00C91BE0" w:rsidRPr="007C4C20">
        <w:fldChar w:fldCharType="end"/>
      </w:r>
      <w:r w:rsidRPr="007C4C20">
        <w:t>; and</w:t>
      </w:r>
      <w:bookmarkEnd w:id="397"/>
    </w:p>
    <w:p w14:paraId="5D8A0D26" w14:textId="351CAD9E" w:rsidR="00657368" w:rsidRPr="007C4C20" w:rsidRDefault="00657368" w:rsidP="00026879">
      <w:pPr>
        <w:pStyle w:val="CMSANHeading3"/>
      </w:pPr>
      <w:bookmarkStart w:id="398" w:name="_Ref7183286"/>
      <w:r w:rsidRPr="007C4C20">
        <w:t xml:space="preserve">the Agent shall notify </w:t>
      </w:r>
      <w:r w:rsidR="00AC21CB" w:rsidRPr="007C4C20">
        <w:t xml:space="preserve">the </w:t>
      </w:r>
      <w:r w:rsidR="004C30E2" w:rsidRPr="007C4C20">
        <w:t xml:space="preserve">Lenders </w:t>
      </w:r>
      <w:r w:rsidRPr="007C4C20">
        <w:t xml:space="preserve">of all changes agreed pursuant to paragraph </w:t>
      </w:r>
      <w:r w:rsidR="009E773E" w:rsidRPr="007C4C20">
        <w:fldChar w:fldCharType="begin"/>
      </w:r>
      <w:r w:rsidR="009E773E" w:rsidRPr="007C4C20">
        <w:instrText xml:space="preserve"> REF  _Ref7183284 \h \n \w </w:instrText>
      </w:r>
      <w:r w:rsidR="00FE356C" w:rsidRPr="007C4C20">
        <w:instrText xml:space="preserve"> \* MERGEFORMAT </w:instrText>
      </w:r>
      <w:r w:rsidR="009E773E" w:rsidRPr="007C4C20">
        <w:fldChar w:fldCharType="separate"/>
      </w:r>
      <w:r w:rsidR="00B66043">
        <w:t>(d)</w:t>
      </w:r>
      <w:r w:rsidR="009E773E" w:rsidRPr="007C4C20">
        <w:fldChar w:fldCharType="end"/>
      </w:r>
      <w:r w:rsidRPr="007C4C20">
        <w:t xml:space="preserve"> above.</w:t>
      </w:r>
      <w:bookmarkEnd w:id="398"/>
    </w:p>
    <w:p w14:paraId="14274073" w14:textId="77777777" w:rsidR="00657368" w:rsidRPr="007C4C20" w:rsidRDefault="00026879" w:rsidP="00026879">
      <w:pPr>
        <w:pStyle w:val="CMSANHeading1"/>
      </w:pPr>
      <w:bookmarkStart w:id="399" w:name="_Ref7183287"/>
      <w:bookmarkStart w:id="400" w:name="_Toc28094915"/>
      <w:r w:rsidRPr="007C4C20">
        <w:t>Set-Off</w:t>
      </w:r>
      <w:bookmarkEnd w:id="399"/>
      <w:bookmarkEnd w:id="400"/>
    </w:p>
    <w:p w14:paraId="40E046DB" w14:textId="77777777" w:rsidR="00657368" w:rsidRPr="007C4C20" w:rsidRDefault="008E6CFB" w:rsidP="00A83EBB">
      <w:pPr>
        <w:pStyle w:val="CMSANIndent1"/>
      </w:pPr>
      <w:r w:rsidRPr="007C4C20">
        <w:t>A Lender</w:t>
      </w:r>
      <w:r w:rsidR="00657368" w:rsidRPr="007C4C20">
        <w:t xml:space="preserve"> may set off any matured obligation due from </w:t>
      </w:r>
      <w:r w:rsidR="000E259B" w:rsidRPr="007C4C20">
        <w:t xml:space="preserve">the Borrower </w:t>
      </w:r>
      <w:r w:rsidR="00657368" w:rsidRPr="007C4C20">
        <w:t xml:space="preserve">under </w:t>
      </w:r>
      <w:r w:rsidR="00157923" w:rsidRPr="007C4C20">
        <w:t>this Agreement</w:t>
      </w:r>
      <w:r w:rsidR="00657368" w:rsidRPr="007C4C20">
        <w:t xml:space="preserve"> (to the extent beneficially owned by </w:t>
      </w:r>
      <w:r w:rsidRPr="007C4C20">
        <w:t>th</w:t>
      </w:r>
      <w:r w:rsidR="00E27539" w:rsidRPr="007C4C20">
        <w:t>at</w:t>
      </w:r>
      <w:r w:rsidRPr="007C4C20">
        <w:t xml:space="preserve"> Lender</w:t>
      </w:r>
      <w:r w:rsidR="00657368" w:rsidRPr="007C4C20">
        <w:t xml:space="preserve">) against any matured obligation owed by </w:t>
      </w:r>
      <w:r w:rsidRPr="007C4C20">
        <w:t>that</w:t>
      </w:r>
      <w:r w:rsidR="00F84E00" w:rsidRPr="007C4C20">
        <w:t xml:space="preserve"> </w:t>
      </w:r>
      <w:r w:rsidRPr="007C4C20">
        <w:t xml:space="preserve">Lender </w:t>
      </w:r>
      <w:r w:rsidR="00657368" w:rsidRPr="007C4C20">
        <w:t xml:space="preserve">to </w:t>
      </w:r>
      <w:r w:rsidR="000E259B" w:rsidRPr="007C4C20">
        <w:t>the Borrower</w:t>
      </w:r>
      <w:r w:rsidR="00657368" w:rsidRPr="007C4C20">
        <w:t xml:space="preserve">, regardless of the place of payment, booking branch or currency of either obligation. If the obligations are in different currencies, </w:t>
      </w:r>
      <w:r w:rsidR="00F84E00" w:rsidRPr="007C4C20">
        <w:t xml:space="preserve">the </w:t>
      </w:r>
      <w:r w:rsidRPr="007C4C20">
        <w:t xml:space="preserve">Lender </w:t>
      </w:r>
      <w:r w:rsidR="00657368" w:rsidRPr="007C4C20">
        <w:t>may convert either obligation at a market rate of exchange in its usual course of business for the purpose of the set-off.</w:t>
      </w:r>
    </w:p>
    <w:p w14:paraId="770B198B" w14:textId="77777777" w:rsidR="00657368" w:rsidRPr="007C4C20" w:rsidRDefault="00026879" w:rsidP="00026879">
      <w:pPr>
        <w:pStyle w:val="CMSANHeading1"/>
      </w:pPr>
      <w:bookmarkStart w:id="401" w:name="_Ref7183288"/>
      <w:bookmarkStart w:id="402" w:name="_Toc28094916"/>
      <w:r w:rsidRPr="007C4C20">
        <w:t>Notices</w:t>
      </w:r>
      <w:bookmarkEnd w:id="401"/>
      <w:bookmarkEnd w:id="402"/>
    </w:p>
    <w:p w14:paraId="7FDFEF77" w14:textId="77777777" w:rsidR="00657368" w:rsidRPr="007C4C20" w:rsidRDefault="00657368" w:rsidP="00A83EBB">
      <w:pPr>
        <w:pStyle w:val="CMSANHeading2"/>
        <w:keepNext/>
        <w:rPr>
          <w:b/>
        </w:rPr>
      </w:pPr>
      <w:bookmarkStart w:id="403" w:name="_Ref7183289"/>
      <w:r w:rsidRPr="007C4C20">
        <w:rPr>
          <w:b/>
        </w:rPr>
        <w:t>Communications in writing</w:t>
      </w:r>
      <w:bookmarkEnd w:id="403"/>
    </w:p>
    <w:p w14:paraId="4CF29FBE" w14:textId="77777777" w:rsidR="00EF0B57" w:rsidRPr="007C4C20" w:rsidRDefault="00657368" w:rsidP="00EF0B57">
      <w:pPr>
        <w:pStyle w:val="CMSANHeading3"/>
      </w:pPr>
      <w:bookmarkStart w:id="404" w:name="_Ref17285762"/>
      <w:r w:rsidRPr="007C4C20">
        <w:t xml:space="preserve">Any communication to be made under or in connection with </w:t>
      </w:r>
      <w:r w:rsidR="00157923" w:rsidRPr="007C4C20">
        <w:t>this Agreement</w:t>
      </w:r>
      <w:r w:rsidRPr="007C4C20">
        <w:t xml:space="preserve"> shall be made in writing and, unless otherwise stated, may be made by fax</w:t>
      </w:r>
      <w:r w:rsidR="00A416E7" w:rsidRPr="007C4C20">
        <w:t>,</w:t>
      </w:r>
      <w:r w:rsidRPr="007C4C20">
        <w:t xml:space="preserve"> letter</w:t>
      </w:r>
      <w:r w:rsidR="00A416E7" w:rsidRPr="007C4C20">
        <w:t xml:space="preserve"> or by electronic mail or also by other electronic means (including, without limitation, by way of posting to a secure website) if the Parties notify each other in writing of their electronic mail address and/or any other information required to enable the transmission of information by that means and notify each other of any change to their address or any other such information supplied by them by not less than five (5) Business Days’ notice</w:t>
      </w:r>
      <w:r w:rsidRPr="007C4C20">
        <w:t>.</w:t>
      </w:r>
      <w:bookmarkEnd w:id="404"/>
      <w:r w:rsidR="00EF0B57" w:rsidRPr="007C4C20">
        <w:t xml:space="preserve"> </w:t>
      </w:r>
    </w:p>
    <w:p w14:paraId="12E70B13" w14:textId="671C338B" w:rsidR="00EF0B57" w:rsidRPr="007C4C20" w:rsidRDefault="00EF0B57" w:rsidP="00EF0B57">
      <w:pPr>
        <w:pStyle w:val="CMSANHeading3"/>
      </w:pPr>
      <w:bookmarkStart w:id="405" w:name="_Ref17300831"/>
      <w:r w:rsidRPr="007C4C20">
        <w:t xml:space="preserve">Any such electronic communication as specified in paragraph </w:t>
      </w:r>
      <w:r w:rsidRPr="007C4C20">
        <w:fldChar w:fldCharType="begin"/>
      </w:r>
      <w:r w:rsidRPr="007C4C20">
        <w:instrText xml:space="preserve"> REF _Ref17285762 \r \h </w:instrText>
      </w:r>
      <w:r w:rsidRPr="007C4C20">
        <w:fldChar w:fldCharType="separate"/>
      </w:r>
      <w:r w:rsidR="00B66043">
        <w:t>(a)</w:t>
      </w:r>
      <w:r w:rsidRPr="007C4C20">
        <w:fldChar w:fldCharType="end"/>
      </w:r>
      <w:r w:rsidRPr="007C4C20">
        <w:t xml:space="preserve"> above will be effective only when actually received (or made available) in readable form and in the case of any electronic communication made by a Party to the Agent only if it is addressed in such a manner as the Agent shall specify for this purpose.</w:t>
      </w:r>
      <w:bookmarkEnd w:id="405"/>
    </w:p>
    <w:p w14:paraId="44A0A394" w14:textId="3BB22ED4" w:rsidR="00EF0B57" w:rsidRPr="007C4C20" w:rsidRDefault="00EF0B57" w:rsidP="00EF0B57">
      <w:pPr>
        <w:pStyle w:val="CMSANHeading3"/>
      </w:pPr>
      <w:bookmarkStart w:id="406" w:name="_Ref7183309"/>
      <w:r w:rsidRPr="007C4C20">
        <w:t xml:space="preserve">Any electronic communication which becomes effective, in accordance with paragraph </w:t>
      </w:r>
      <w:r w:rsidR="006768E0" w:rsidRPr="007C4C20">
        <w:fldChar w:fldCharType="begin"/>
      </w:r>
      <w:r w:rsidR="006768E0" w:rsidRPr="007C4C20">
        <w:instrText xml:space="preserve"> REF _Ref17300831 \r \h </w:instrText>
      </w:r>
      <w:r w:rsidR="006768E0" w:rsidRPr="007C4C20">
        <w:fldChar w:fldCharType="separate"/>
      </w:r>
      <w:r w:rsidR="00B66043">
        <w:t>(b)</w:t>
      </w:r>
      <w:r w:rsidR="006768E0" w:rsidRPr="007C4C20">
        <w:fldChar w:fldCharType="end"/>
      </w:r>
      <w:r w:rsidRPr="007C4C20">
        <w:t xml:space="preserve"> above, after 5:00 p.m. in the place in which the Party to whom the relevant communication is sent or made available has its address for the purpose of this Agreement shall be deemed only to become effective on the following day.</w:t>
      </w:r>
      <w:bookmarkEnd w:id="406"/>
    </w:p>
    <w:p w14:paraId="61B05023" w14:textId="76B691BF" w:rsidR="00EF0B57" w:rsidRPr="007C4C20" w:rsidRDefault="00EF0B57" w:rsidP="00EF0B57">
      <w:pPr>
        <w:pStyle w:val="CMSANHeading3"/>
      </w:pPr>
      <w:bookmarkStart w:id="407" w:name="_Ref7183310"/>
      <w:r w:rsidRPr="007C4C20">
        <w:t xml:space="preserve">Any reference in this Agreement to a communication being sent or received shall be construed to include that communication being made available in accordance with this Clause </w:t>
      </w:r>
      <w:bookmarkEnd w:id="407"/>
      <w:r w:rsidR="006768E0" w:rsidRPr="007C4C20">
        <w:fldChar w:fldCharType="begin"/>
      </w:r>
      <w:r w:rsidR="006768E0" w:rsidRPr="007C4C20">
        <w:instrText xml:space="preserve"> REF _Ref7183289 \r \h </w:instrText>
      </w:r>
      <w:r w:rsidR="006768E0" w:rsidRPr="007C4C20">
        <w:fldChar w:fldCharType="separate"/>
      </w:r>
      <w:r w:rsidR="00B66043">
        <w:t>26.1</w:t>
      </w:r>
      <w:r w:rsidR="006768E0" w:rsidRPr="007C4C20">
        <w:fldChar w:fldCharType="end"/>
      </w:r>
      <w:r w:rsidRPr="007C4C20">
        <w:t>.</w:t>
      </w:r>
    </w:p>
    <w:p w14:paraId="43FF33B8" w14:textId="77777777" w:rsidR="00657368" w:rsidRPr="007C4C20" w:rsidRDefault="00657368" w:rsidP="00A83EBB">
      <w:pPr>
        <w:pStyle w:val="CMSANHeading2"/>
        <w:keepNext/>
        <w:rPr>
          <w:b/>
        </w:rPr>
      </w:pPr>
      <w:bookmarkStart w:id="408" w:name="_Ref7183290"/>
      <w:r w:rsidRPr="007C4C20">
        <w:rPr>
          <w:b/>
        </w:rPr>
        <w:lastRenderedPageBreak/>
        <w:t>Addresses</w:t>
      </w:r>
      <w:bookmarkEnd w:id="408"/>
    </w:p>
    <w:p w14:paraId="306FEDFD" w14:textId="77777777" w:rsidR="00657368" w:rsidRPr="007C4C20" w:rsidRDefault="00657368" w:rsidP="00A83EBB">
      <w:pPr>
        <w:pStyle w:val="CMSANIndent2"/>
      </w:pPr>
      <w:r w:rsidRPr="007C4C20">
        <w:t>The address</w:t>
      </w:r>
      <w:r w:rsidR="00755A32" w:rsidRPr="007C4C20">
        <w:t>,</w:t>
      </w:r>
      <w:r w:rsidRPr="007C4C20">
        <w:t xml:space="preserve"> fax number </w:t>
      </w:r>
      <w:r w:rsidR="00755A32" w:rsidRPr="007C4C20">
        <w:t xml:space="preserve">and electronic mail address </w:t>
      </w:r>
      <w:r w:rsidRPr="007C4C20">
        <w:t xml:space="preserve">(and the department or officer, if any, for whose attention the communication is to be made) of each Party for any communication or document to be made or delivered under or in connection with </w:t>
      </w:r>
      <w:r w:rsidR="00157923" w:rsidRPr="007C4C20">
        <w:t>this Agreement</w:t>
      </w:r>
      <w:r w:rsidRPr="007C4C20">
        <w:t xml:space="preserve"> is:</w:t>
      </w:r>
    </w:p>
    <w:p w14:paraId="5109DC13" w14:textId="77777777" w:rsidR="00657368" w:rsidRPr="007C4C20" w:rsidRDefault="00657368" w:rsidP="00026879">
      <w:pPr>
        <w:pStyle w:val="CMSANHeading3"/>
      </w:pPr>
      <w:bookmarkStart w:id="409" w:name="_Ref7183291"/>
      <w:r w:rsidRPr="007C4C20">
        <w:t xml:space="preserve">in the case of the Borrower, that identified with its </w:t>
      </w:r>
      <w:r w:rsidR="00E27539" w:rsidRPr="007C4C20">
        <w:t>signature</w:t>
      </w:r>
      <w:r w:rsidRPr="007C4C20">
        <w:t xml:space="preserve"> below;</w:t>
      </w:r>
      <w:bookmarkEnd w:id="409"/>
    </w:p>
    <w:p w14:paraId="024CA497" w14:textId="77777777" w:rsidR="00657368" w:rsidRPr="007C4C20" w:rsidRDefault="00657368" w:rsidP="00026879">
      <w:pPr>
        <w:pStyle w:val="CMSANHeading3"/>
      </w:pPr>
      <w:bookmarkStart w:id="410" w:name="_Ref7183292"/>
      <w:r w:rsidRPr="007C4C20">
        <w:t>in the case of each Lender, that notified in writing to the Agent on or prior to the date on which it becomes a Party; and</w:t>
      </w:r>
      <w:bookmarkEnd w:id="410"/>
    </w:p>
    <w:p w14:paraId="5152E69B" w14:textId="77777777" w:rsidR="00657368" w:rsidRPr="007C4C20" w:rsidRDefault="00657368" w:rsidP="00026879">
      <w:pPr>
        <w:pStyle w:val="CMSANHeading3"/>
      </w:pPr>
      <w:bookmarkStart w:id="411" w:name="_Ref7183293"/>
      <w:r w:rsidRPr="007C4C20">
        <w:t xml:space="preserve">in the case of the Agent, that identified with its </w:t>
      </w:r>
      <w:r w:rsidR="00E27539" w:rsidRPr="007C4C20">
        <w:t>signature</w:t>
      </w:r>
      <w:r w:rsidRPr="007C4C20">
        <w:t xml:space="preserve"> below,</w:t>
      </w:r>
      <w:bookmarkEnd w:id="411"/>
    </w:p>
    <w:p w14:paraId="7465B986" w14:textId="77777777" w:rsidR="00657368" w:rsidRPr="007C4C20" w:rsidRDefault="00657368" w:rsidP="00A83EBB">
      <w:pPr>
        <w:pStyle w:val="CMSANIndent2"/>
      </w:pPr>
      <w:r w:rsidRPr="007C4C20">
        <w:t>or any substitute address</w:t>
      </w:r>
      <w:r w:rsidR="00755A32" w:rsidRPr="007C4C20">
        <w:t>,</w:t>
      </w:r>
      <w:r w:rsidRPr="007C4C20">
        <w:t xml:space="preserve"> fax number</w:t>
      </w:r>
      <w:r w:rsidR="00755A32" w:rsidRPr="007C4C20">
        <w:t>, electronic mail address</w:t>
      </w:r>
      <w:r w:rsidRPr="007C4C20">
        <w:t xml:space="preserve"> or department or officer as the Party may notify to the Agent (or the Agent may notify to the other Parties, if a change is made by the Agent) by not less than five</w:t>
      </w:r>
      <w:r w:rsidR="00D82B2A" w:rsidRPr="007C4C20">
        <w:t xml:space="preserve"> (5)</w:t>
      </w:r>
      <w:r w:rsidRPr="007C4C20">
        <w:t xml:space="preserve"> Business Days’ notice.</w:t>
      </w:r>
    </w:p>
    <w:p w14:paraId="7D8B4C20" w14:textId="77777777" w:rsidR="00657368" w:rsidRPr="007C4C20" w:rsidRDefault="00657368" w:rsidP="00A83EBB">
      <w:pPr>
        <w:pStyle w:val="CMSANHeading2"/>
        <w:keepNext/>
        <w:rPr>
          <w:b/>
        </w:rPr>
      </w:pPr>
      <w:bookmarkStart w:id="412" w:name="_Ref7183294"/>
      <w:r w:rsidRPr="007C4C20">
        <w:rPr>
          <w:b/>
        </w:rPr>
        <w:t>Delivery</w:t>
      </w:r>
      <w:bookmarkEnd w:id="412"/>
    </w:p>
    <w:p w14:paraId="63F470F7" w14:textId="77777777" w:rsidR="00657368" w:rsidRPr="007C4C20" w:rsidRDefault="00657368" w:rsidP="00A83EBB">
      <w:pPr>
        <w:pStyle w:val="CMSANHeading3"/>
        <w:keepNext/>
      </w:pPr>
      <w:bookmarkStart w:id="413" w:name="_Ref7183295"/>
      <w:r w:rsidRPr="007C4C20">
        <w:t xml:space="preserve">Any communication or document made or delivered by one person to another under or in connection with </w:t>
      </w:r>
      <w:r w:rsidR="00157923" w:rsidRPr="007C4C20">
        <w:t>this Agreement</w:t>
      </w:r>
      <w:r w:rsidRPr="007C4C20">
        <w:t xml:space="preserve"> will only be effective:</w:t>
      </w:r>
      <w:bookmarkEnd w:id="413"/>
    </w:p>
    <w:p w14:paraId="339EB1FC" w14:textId="77777777" w:rsidR="00657368" w:rsidRPr="007C4C20" w:rsidRDefault="00657368" w:rsidP="00026879">
      <w:pPr>
        <w:pStyle w:val="CMSANHeading4"/>
      </w:pPr>
      <w:bookmarkStart w:id="414" w:name="_Ref7183296"/>
      <w:r w:rsidRPr="007C4C20">
        <w:t>if by way of fax, when received in legible form; or</w:t>
      </w:r>
      <w:bookmarkEnd w:id="414"/>
    </w:p>
    <w:p w14:paraId="6A1EECDB" w14:textId="77777777" w:rsidR="00755A32" w:rsidRPr="007C4C20" w:rsidRDefault="00657368" w:rsidP="00755A32">
      <w:pPr>
        <w:pStyle w:val="CMSANHeading4"/>
      </w:pPr>
      <w:bookmarkStart w:id="415" w:name="_Ref7183297"/>
      <w:r w:rsidRPr="007C4C20">
        <w:t>if by way of letter, when it has been left at the relevant address or five</w:t>
      </w:r>
      <w:r w:rsidR="00C421B0" w:rsidRPr="007C4C20">
        <w:t xml:space="preserve"> (5)</w:t>
      </w:r>
      <w:r w:rsidRPr="007C4C20">
        <w:t xml:space="preserve"> Business Days after being deposited in the post postage prepaid in an envelope addressed to it at that address,</w:t>
      </w:r>
      <w:bookmarkEnd w:id="415"/>
      <w:r w:rsidR="00755A32" w:rsidRPr="007C4C20">
        <w:t xml:space="preserve"> </w:t>
      </w:r>
    </w:p>
    <w:p w14:paraId="3F71855F" w14:textId="77777777" w:rsidR="00755A32" w:rsidRPr="007C4C20" w:rsidRDefault="00755A32" w:rsidP="00755A32">
      <w:pPr>
        <w:pStyle w:val="CMSANHeading4"/>
      </w:pPr>
      <w:r w:rsidRPr="007C4C20">
        <w:t>if by way of electronic mail, when actually received (or made available) in readable form;</w:t>
      </w:r>
    </w:p>
    <w:p w14:paraId="01165200" w14:textId="5518A4FA" w:rsidR="00657368" w:rsidRPr="007C4C20" w:rsidRDefault="00657368" w:rsidP="00A83EBB">
      <w:pPr>
        <w:pStyle w:val="CMSANIndent3"/>
      </w:pPr>
      <w:r w:rsidRPr="007C4C20">
        <w:t xml:space="preserve">and, if a particular department or officer is specified as part of its address details provided </w:t>
      </w:r>
      <w:r w:rsidR="00755A32" w:rsidRPr="007C4C20">
        <w:t xml:space="preserve">t </w:t>
      </w:r>
      <w:r w:rsidRPr="007C4C20">
        <w:t xml:space="preserve">under Clause </w:t>
      </w:r>
      <w:r w:rsidR="00C91BE0" w:rsidRPr="007C4C20">
        <w:fldChar w:fldCharType="begin"/>
      </w:r>
      <w:r w:rsidR="00C91BE0" w:rsidRPr="007C4C20">
        <w:instrText xml:space="preserve">  REF _Ref7183290 \w \h \* MERGEFORMAT </w:instrText>
      </w:r>
      <w:r w:rsidR="00C91BE0" w:rsidRPr="007C4C20">
        <w:fldChar w:fldCharType="separate"/>
      </w:r>
      <w:r w:rsidR="00B66043" w:rsidRPr="00B66043">
        <w:rPr>
          <w:color w:val="000000"/>
        </w:rPr>
        <w:t>26.2</w:t>
      </w:r>
      <w:r w:rsidR="00C91BE0" w:rsidRPr="007C4C20">
        <w:fldChar w:fldCharType="end"/>
      </w:r>
      <w:r w:rsidRPr="007C4C20">
        <w:t xml:space="preserve"> (</w:t>
      </w:r>
      <w:r w:rsidRPr="007C4C20">
        <w:rPr>
          <w:i/>
        </w:rPr>
        <w:t>Addresses</w:t>
      </w:r>
      <w:r w:rsidRPr="007C4C20">
        <w:t>), if addressed to that department or officer.</w:t>
      </w:r>
    </w:p>
    <w:p w14:paraId="50547E39" w14:textId="77777777" w:rsidR="00657368" w:rsidRPr="007C4C20" w:rsidRDefault="00657368" w:rsidP="00026879">
      <w:pPr>
        <w:pStyle w:val="CMSANHeading3"/>
      </w:pPr>
      <w:bookmarkStart w:id="416" w:name="_Ref7183298"/>
      <w:r w:rsidRPr="007C4C20">
        <w:t>Any communication or document to be made or delivered to the Agent will be effective only when actually received by the Agent and then only if it is expressly marked for the attention of the department or officer identified with the Agent’s signature below (or any substitute department or officer as the Agent shall specify for this purpose).</w:t>
      </w:r>
      <w:bookmarkEnd w:id="416"/>
    </w:p>
    <w:p w14:paraId="547B41B3" w14:textId="77777777" w:rsidR="00657368" w:rsidRPr="007C4C20" w:rsidRDefault="00657368" w:rsidP="00026879">
      <w:pPr>
        <w:pStyle w:val="CMSANHeading3"/>
      </w:pPr>
      <w:bookmarkStart w:id="417" w:name="_Ref7183299"/>
      <w:r w:rsidRPr="007C4C20">
        <w:t xml:space="preserve">All notices from or to </w:t>
      </w:r>
      <w:r w:rsidR="000E259B" w:rsidRPr="007C4C20">
        <w:t xml:space="preserve">the Borrower </w:t>
      </w:r>
      <w:r w:rsidRPr="007C4C20">
        <w:t>shall be sent through the Agent.</w:t>
      </w:r>
      <w:bookmarkEnd w:id="417"/>
    </w:p>
    <w:p w14:paraId="17945209" w14:textId="77777777" w:rsidR="00657368" w:rsidRPr="007C4C20" w:rsidRDefault="00657368" w:rsidP="00026879">
      <w:pPr>
        <w:pStyle w:val="CMSANHeading3"/>
      </w:pPr>
      <w:bookmarkStart w:id="418" w:name="_Ref7183300"/>
      <w:r w:rsidRPr="007C4C20">
        <w:t xml:space="preserve">Any communication or document made or delivered to the Borrower in accordance with this Clause will be deemed to have been made or delivered to </w:t>
      </w:r>
      <w:r w:rsidR="000E259B" w:rsidRPr="007C4C20">
        <w:t>the Borrower</w:t>
      </w:r>
      <w:r w:rsidRPr="007C4C20">
        <w:t>.</w:t>
      </w:r>
      <w:bookmarkEnd w:id="418"/>
    </w:p>
    <w:p w14:paraId="301BED3A" w14:textId="69950984" w:rsidR="00657368" w:rsidRPr="007C4C20" w:rsidRDefault="00657368" w:rsidP="00026879">
      <w:pPr>
        <w:pStyle w:val="CMSANHeading3"/>
      </w:pPr>
      <w:bookmarkStart w:id="419" w:name="_Ref7183301"/>
      <w:r w:rsidRPr="007C4C20">
        <w:t xml:space="preserve">Any communication or document which becomes effective, in accordance with paragraphs </w:t>
      </w:r>
      <w:r w:rsidR="009E773E" w:rsidRPr="007C4C20">
        <w:fldChar w:fldCharType="begin"/>
      </w:r>
      <w:r w:rsidR="009E773E" w:rsidRPr="007C4C20">
        <w:instrText xml:space="preserve"> REF  _Ref7183295 \h \n \w </w:instrText>
      </w:r>
      <w:r w:rsidR="00FE356C" w:rsidRPr="007C4C20">
        <w:instrText xml:space="preserve"> \* MERGEFORMAT </w:instrText>
      </w:r>
      <w:r w:rsidR="009E773E" w:rsidRPr="007C4C20">
        <w:fldChar w:fldCharType="separate"/>
      </w:r>
      <w:r w:rsidR="00B66043">
        <w:t>(a)</w:t>
      </w:r>
      <w:r w:rsidR="009E773E" w:rsidRPr="007C4C20">
        <w:fldChar w:fldCharType="end"/>
      </w:r>
      <w:r w:rsidRPr="007C4C20">
        <w:t xml:space="preserve"> to </w:t>
      </w:r>
      <w:r w:rsidR="009E773E" w:rsidRPr="007C4C20">
        <w:fldChar w:fldCharType="begin"/>
      </w:r>
      <w:r w:rsidR="009E773E" w:rsidRPr="007C4C20">
        <w:instrText xml:space="preserve"> REF  _Ref7183300 \h \n \w </w:instrText>
      </w:r>
      <w:r w:rsidR="00FE356C" w:rsidRPr="007C4C20">
        <w:instrText xml:space="preserve"> \* MERGEFORMAT </w:instrText>
      </w:r>
      <w:r w:rsidR="009E773E" w:rsidRPr="007C4C20">
        <w:fldChar w:fldCharType="separate"/>
      </w:r>
      <w:r w:rsidR="00B66043">
        <w:t>(d)</w:t>
      </w:r>
      <w:r w:rsidR="009E773E" w:rsidRPr="007C4C20">
        <w:fldChar w:fldCharType="end"/>
      </w:r>
      <w:r w:rsidRPr="007C4C20">
        <w:t xml:space="preserve"> above, after 5.00 p.m. in the place of receipt shall be deemed only to become effective on the following day.</w:t>
      </w:r>
      <w:bookmarkEnd w:id="419"/>
    </w:p>
    <w:p w14:paraId="3A688843" w14:textId="77777777" w:rsidR="00657368" w:rsidRPr="007C4C20" w:rsidRDefault="00657368" w:rsidP="00A83EBB">
      <w:pPr>
        <w:pStyle w:val="CMSANHeading2"/>
        <w:keepNext/>
        <w:rPr>
          <w:b/>
        </w:rPr>
      </w:pPr>
      <w:bookmarkStart w:id="420" w:name="_Ref7183302"/>
      <w:r w:rsidRPr="007C4C20">
        <w:rPr>
          <w:b/>
        </w:rPr>
        <w:t>Notification of address</w:t>
      </w:r>
      <w:r w:rsidR="00755A32" w:rsidRPr="007C4C20">
        <w:rPr>
          <w:b/>
        </w:rPr>
        <w:t xml:space="preserve">, </w:t>
      </w:r>
      <w:r w:rsidRPr="007C4C20">
        <w:rPr>
          <w:b/>
        </w:rPr>
        <w:t>fax number</w:t>
      </w:r>
      <w:bookmarkEnd w:id="420"/>
      <w:r w:rsidR="00755A32" w:rsidRPr="007C4C20">
        <w:rPr>
          <w:b/>
        </w:rPr>
        <w:t xml:space="preserve"> and electronic mail address</w:t>
      </w:r>
    </w:p>
    <w:p w14:paraId="57404309" w14:textId="77777777" w:rsidR="00657368" w:rsidRPr="007C4C20" w:rsidRDefault="00657368" w:rsidP="00A83EBB">
      <w:pPr>
        <w:pStyle w:val="CMSANIndent2"/>
      </w:pPr>
      <w:r w:rsidRPr="007C4C20">
        <w:t>Promptly upon changing its address</w:t>
      </w:r>
      <w:r w:rsidR="00755A32" w:rsidRPr="007C4C20">
        <w:t>,</w:t>
      </w:r>
      <w:r w:rsidRPr="007C4C20">
        <w:t xml:space="preserve"> fax number</w:t>
      </w:r>
      <w:r w:rsidR="00755A32" w:rsidRPr="007C4C20">
        <w:t xml:space="preserve"> or electronic mail address</w:t>
      </w:r>
      <w:r w:rsidRPr="007C4C20">
        <w:t>, the Agent shall notify the other Parties.</w:t>
      </w:r>
    </w:p>
    <w:p w14:paraId="5758A229" w14:textId="77777777" w:rsidR="00657368" w:rsidRPr="007C4C20" w:rsidRDefault="00657368" w:rsidP="00A83EBB">
      <w:pPr>
        <w:pStyle w:val="CMSANHeading2"/>
        <w:keepNext/>
        <w:rPr>
          <w:b/>
        </w:rPr>
      </w:pPr>
      <w:bookmarkStart w:id="421" w:name="_Ref7183311"/>
      <w:r w:rsidRPr="007C4C20">
        <w:rPr>
          <w:b/>
        </w:rPr>
        <w:t>English language</w:t>
      </w:r>
      <w:bookmarkEnd w:id="421"/>
    </w:p>
    <w:p w14:paraId="7E51DC54" w14:textId="77777777" w:rsidR="00657368" w:rsidRPr="007C4C20" w:rsidRDefault="00657368" w:rsidP="00026879">
      <w:pPr>
        <w:pStyle w:val="CMSANHeading3"/>
      </w:pPr>
      <w:bookmarkStart w:id="422" w:name="_Ref7183312"/>
      <w:r w:rsidRPr="007C4C20">
        <w:t xml:space="preserve">Any notice given under or in connection with </w:t>
      </w:r>
      <w:r w:rsidR="00727E31" w:rsidRPr="007C4C20">
        <w:t xml:space="preserve">this Agreement </w:t>
      </w:r>
      <w:r w:rsidRPr="007C4C20">
        <w:t>must be in English.</w:t>
      </w:r>
      <w:bookmarkEnd w:id="422"/>
    </w:p>
    <w:p w14:paraId="257E6FC3" w14:textId="77777777" w:rsidR="00657368" w:rsidRPr="007C4C20" w:rsidRDefault="00657368" w:rsidP="00A83EBB">
      <w:pPr>
        <w:pStyle w:val="CMSANHeading3"/>
        <w:keepNext/>
      </w:pPr>
      <w:bookmarkStart w:id="423" w:name="_Ref7183313"/>
      <w:r w:rsidRPr="007C4C20">
        <w:t xml:space="preserve">All other documents provided under or in connection with </w:t>
      </w:r>
      <w:r w:rsidR="00727E31" w:rsidRPr="007C4C20">
        <w:t xml:space="preserve">this Agreement </w:t>
      </w:r>
      <w:r w:rsidRPr="007C4C20">
        <w:t>must</w:t>
      </w:r>
      <w:r w:rsidR="00D008B4" w:rsidRPr="007C4C20">
        <w:t> </w:t>
      </w:r>
      <w:r w:rsidRPr="007C4C20">
        <w:t>be:</w:t>
      </w:r>
      <w:bookmarkEnd w:id="423"/>
    </w:p>
    <w:p w14:paraId="7E925F62" w14:textId="77777777" w:rsidR="00657368" w:rsidRPr="007C4C20" w:rsidRDefault="00657368" w:rsidP="00026879">
      <w:pPr>
        <w:pStyle w:val="CMSANHeading4"/>
      </w:pPr>
      <w:bookmarkStart w:id="424" w:name="_Ref7183314"/>
      <w:r w:rsidRPr="007C4C20">
        <w:t>in English; or</w:t>
      </w:r>
      <w:bookmarkEnd w:id="424"/>
    </w:p>
    <w:p w14:paraId="506220BF" w14:textId="77777777" w:rsidR="00657368" w:rsidRPr="007C4C20" w:rsidRDefault="00657368" w:rsidP="00026879">
      <w:pPr>
        <w:pStyle w:val="CMSANHeading4"/>
      </w:pPr>
      <w:bookmarkStart w:id="425" w:name="_Ref7183315"/>
      <w:r w:rsidRPr="007C4C20">
        <w:lastRenderedPageBreak/>
        <w:t>if not in English, and if so required by the Agent, accompanied by a certified English translation and, in this case, the English translation will prevail unless the document is a constitutional, statutory or other official document.</w:t>
      </w:r>
      <w:bookmarkEnd w:id="425"/>
    </w:p>
    <w:p w14:paraId="5F8F19D3" w14:textId="77777777" w:rsidR="00657368" w:rsidRPr="007C4C20" w:rsidRDefault="00026879" w:rsidP="00026879">
      <w:pPr>
        <w:pStyle w:val="CMSANHeading1"/>
      </w:pPr>
      <w:bookmarkStart w:id="426" w:name="_Ref7183316"/>
      <w:bookmarkStart w:id="427" w:name="_Toc28094917"/>
      <w:r w:rsidRPr="007C4C20">
        <w:t xml:space="preserve">Calculations </w:t>
      </w:r>
      <w:r w:rsidR="00A83EBB" w:rsidRPr="007C4C20">
        <w:t>and</w:t>
      </w:r>
      <w:r w:rsidR="00A83EBB" w:rsidRPr="007C4C20">
        <w:rPr>
          <w:caps w:val="0"/>
        </w:rPr>
        <w:t xml:space="preserve"> </w:t>
      </w:r>
      <w:r w:rsidRPr="007C4C20">
        <w:t>Certificates</w:t>
      </w:r>
      <w:bookmarkEnd w:id="426"/>
      <w:bookmarkEnd w:id="427"/>
    </w:p>
    <w:p w14:paraId="0FDE96B6" w14:textId="77777777" w:rsidR="00657368" w:rsidRPr="007C4C20" w:rsidRDefault="00657368" w:rsidP="00A83EBB">
      <w:pPr>
        <w:pStyle w:val="CMSANHeading2"/>
        <w:keepNext/>
        <w:rPr>
          <w:b/>
        </w:rPr>
      </w:pPr>
      <w:bookmarkStart w:id="428" w:name="_Ref7183317"/>
      <w:r w:rsidRPr="007C4C20">
        <w:rPr>
          <w:b/>
        </w:rPr>
        <w:t>Accounts</w:t>
      </w:r>
      <w:bookmarkEnd w:id="428"/>
    </w:p>
    <w:p w14:paraId="69487C89" w14:textId="77777777" w:rsidR="00657368" w:rsidRPr="007C4C20" w:rsidRDefault="00657368" w:rsidP="00A83EBB">
      <w:pPr>
        <w:pStyle w:val="CMSANIndent2"/>
      </w:pPr>
      <w:r w:rsidRPr="007C4C20">
        <w:t xml:space="preserve">In any litigation or arbitration proceedings arising out of or in connection with </w:t>
      </w:r>
      <w:r w:rsidR="00727E31" w:rsidRPr="007C4C20">
        <w:t>this Agreement</w:t>
      </w:r>
      <w:r w:rsidRPr="007C4C20">
        <w:t>, the entries made in the accounts maintained by</w:t>
      </w:r>
      <w:r w:rsidR="000E6E7C" w:rsidRPr="007C4C20">
        <w:t xml:space="preserve"> a Lender or the Agent</w:t>
      </w:r>
      <w:r w:rsidRPr="007C4C20">
        <w:t xml:space="preserve"> are prima facie evidence of the matters to which they relate.</w:t>
      </w:r>
    </w:p>
    <w:p w14:paraId="1CDE8B5C" w14:textId="77777777" w:rsidR="00657368" w:rsidRPr="007C4C20" w:rsidRDefault="00657368" w:rsidP="00A83EBB">
      <w:pPr>
        <w:pStyle w:val="CMSANHeading2"/>
        <w:keepNext/>
        <w:rPr>
          <w:b/>
        </w:rPr>
      </w:pPr>
      <w:bookmarkStart w:id="429" w:name="_Ref7183318"/>
      <w:r w:rsidRPr="007C4C20">
        <w:rPr>
          <w:b/>
        </w:rPr>
        <w:t>Certificates and determinations</w:t>
      </w:r>
      <w:bookmarkEnd w:id="429"/>
    </w:p>
    <w:p w14:paraId="2094F801" w14:textId="77777777" w:rsidR="00657368" w:rsidRPr="007C4C20" w:rsidRDefault="00657368" w:rsidP="00A83EBB">
      <w:pPr>
        <w:pStyle w:val="CMSANIndent2"/>
      </w:pPr>
      <w:r w:rsidRPr="007C4C20">
        <w:t xml:space="preserve">Any certification or determination by </w:t>
      </w:r>
      <w:r w:rsidR="000E6E7C" w:rsidRPr="007C4C20">
        <w:t xml:space="preserve">a Lender or the Agent </w:t>
      </w:r>
      <w:r w:rsidRPr="007C4C20">
        <w:t xml:space="preserve">of a rate or amount under </w:t>
      </w:r>
      <w:r w:rsidR="00727E31" w:rsidRPr="007C4C20">
        <w:t>this Agreement</w:t>
      </w:r>
      <w:r w:rsidRPr="007C4C20">
        <w:t xml:space="preserve"> is, in the absence of manifest error, conclusive evidence of the matters to which it relates.</w:t>
      </w:r>
    </w:p>
    <w:p w14:paraId="0DFAFEF4" w14:textId="77777777" w:rsidR="00657368" w:rsidRPr="007C4C20" w:rsidRDefault="00657368" w:rsidP="00A83EBB">
      <w:pPr>
        <w:pStyle w:val="CMSANHeading2"/>
        <w:keepNext/>
        <w:rPr>
          <w:b/>
        </w:rPr>
      </w:pPr>
      <w:bookmarkStart w:id="430" w:name="_Ref7183319"/>
      <w:r w:rsidRPr="007C4C20">
        <w:rPr>
          <w:b/>
        </w:rPr>
        <w:t>Day count convention</w:t>
      </w:r>
      <w:bookmarkEnd w:id="430"/>
    </w:p>
    <w:p w14:paraId="7113A025" w14:textId="77777777" w:rsidR="00657368" w:rsidRPr="007C4C20" w:rsidRDefault="00657368" w:rsidP="00A83EBB">
      <w:pPr>
        <w:pStyle w:val="CMSANIndent2"/>
      </w:pPr>
      <w:r w:rsidRPr="007C4C20">
        <w:t xml:space="preserve">Any interest, commission or fee accruing under </w:t>
      </w:r>
      <w:r w:rsidR="00727E31" w:rsidRPr="007C4C20">
        <w:t xml:space="preserve">this Agreement </w:t>
      </w:r>
      <w:r w:rsidRPr="007C4C20">
        <w:t>will accrue from day to day and is calculated on the basis of the actual number</w:t>
      </w:r>
      <w:r w:rsidR="00D20436" w:rsidRPr="007C4C20">
        <w:t xml:space="preserve"> of days elapsed and a year of </w:t>
      </w:r>
      <w:r w:rsidRPr="007C4C20">
        <w:t xml:space="preserve">360 days or, in any case where the practice in the </w:t>
      </w:r>
      <w:r w:rsidR="00630A19" w:rsidRPr="007C4C20">
        <w:t xml:space="preserve">European interbank market </w:t>
      </w:r>
      <w:r w:rsidRPr="007C4C20">
        <w:t>differs, in accordance with that market practice.</w:t>
      </w:r>
    </w:p>
    <w:p w14:paraId="18F38C8D" w14:textId="77777777" w:rsidR="0094310A" w:rsidRPr="007C4C20" w:rsidRDefault="0094310A" w:rsidP="0094310A">
      <w:pPr>
        <w:pStyle w:val="CMSANHeading1"/>
      </w:pPr>
      <w:bookmarkStart w:id="431" w:name="_Toc28094918"/>
      <w:r w:rsidRPr="007C4C20">
        <w:t>Lenders’ rights and obligations</w:t>
      </w:r>
      <w:bookmarkEnd w:id="431"/>
    </w:p>
    <w:p w14:paraId="5263C048" w14:textId="77777777" w:rsidR="0094310A" w:rsidRPr="007C4C20" w:rsidRDefault="0094310A" w:rsidP="0094310A">
      <w:pPr>
        <w:pStyle w:val="CMSANHeading3"/>
      </w:pPr>
      <w:r w:rsidRPr="007C4C20">
        <w:t>The obligations of each Lender under this Agreement are several. Failure by a Lender to perform its obligations under this Agreement does not affect the obligations of any other Party under this Agreement.  No Lender is responsible for the obligations of any other Lender under this Agreement.</w:t>
      </w:r>
    </w:p>
    <w:p w14:paraId="57D479CC" w14:textId="77777777" w:rsidR="0094310A" w:rsidRPr="007C4C20" w:rsidRDefault="0094310A" w:rsidP="0094310A">
      <w:pPr>
        <w:pStyle w:val="CMSANHeading3"/>
      </w:pPr>
      <w:r w:rsidRPr="007C4C20">
        <w:t>The rights of each Lender under or in connection with this Agreement are separate and independent rights and any debt arising under this Agreement to a Lender from the Borrower is a separate and independent debt in respect of which a Lender shall be entitled to enforce its rights in accordance with paragraph (c) below.  The rights of each Lender include any debt owing to that Lender under this Agreement and, for the avoidance of doubt, any part of any amount owed by the Borrower which relates to a Lender's participation in a Loan Facility or to the Agent’s role under this Agreement is a debt owing to that Lender or, in case of any such amount payable to the Agent on its behalf, the Agent by the Borrower.</w:t>
      </w:r>
    </w:p>
    <w:p w14:paraId="0D5179AE" w14:textId="77777777" w:rsidR="0094310A" w:rsidRPr="007C4C20" w:rsidRDefault="0094310A" w:rsidP="0094310A">
      <w:pPr>
        <w:pStyle w:val="CMSANHeading3"/>
      </w:pPr>
      <w:r w:rsidRPr="007C4C20">
        <w:t>A Lender and the Agent may, except as specifically provided in this Agreement, separately enforce its rights under or in connection with this Agreement.</w:t>
      </w:r>
    </w:p>
    <w:p w14:paraId="09B5B146" w14:textId="77777777" w:rsidR="00657368" w:rsidRPr="007C4C20" w:rsidRDefault="00A83EBB" w:rsidP="00A83EBB">
      <w:pPr>
        <w:pStyle w:val="CMSANHeading1"/>
      </w:pPr>
      <w:bookmarkStart w:id="432" w:name="_Ref7183320"/>
      <w:bookmarkStart w:id="433" w:name="_Toc28094919"/>
      <w:r w:rsidRPr="007C4C20">
        <w:t>Partial Invalidity</w:t>
      </w:r>
      <w:bookmarkEnd w:id="432"/>
      <w:bookmarkEnd w:id="433"/>
    </w:p>
    <w:p w14:paraId="1A5E9297" w14:textId="77777777" w:rsidR="00657368" w:rsidRPr="007C4C20" w:rsidRDefault="00657368" w:rsidP="00A83EBB">
      <w:pPr>
        <w:pStyle w:val="CMSANIndent2"/>
      </w:pPr>
      <w:r w:rsidRPr="007C4C20">
        <w:t xml:space="preserve">If, at any time, any provision of </w:t>
      </w:r>
      <w:r w:rsidR="00727E31" w:rsidRPr="007C4C20">
        <w:t xml:space="preserve">this Agreement </w:t>
      </w:r>
      <w:r w:rsidRPr="007C4C20">
        <w:t>is or becomes illegal, invalid or unenforceable in any respect under any law of any jurisdiction, neither the legality, validity or enforceability of the remaining provisions nor the legality, validity or enforceability of such provision under the law of any other jurisdiction will in any way be affected or impaired.</w:t>
      </w:r>
    </w:p>
    <w:p w14:paraId="392A5B43" w14:textId="77777777" w:rsidR="00657368" w:rsidRPr="007C4C20" w:rsidRDefault="00026879" w:rsidP="00026879">
      <w:pPr>
        <w:pStyle w:val="CMSANHeading1"/>
      </w:pPr>
      <w:bookmarkStart w:id="434" w:name="_Ref7183321"/>
      <w:bookmarkStart w:id="435" w:name="_Toc28094920"/>
      <w:r w:rsidRPr="007C4C20">
        <w:lastRenderedPageBreak/>
        <w:t xml:space="preserve">Remedies </w:t>
      </w:r>
      <w:r w:rsidR="00A83EBB" w:rsidRPr="007C4C20">
        <w:t>and</w:t>
      </w:r>
      <w:r w:rsidR="00A83EBB" w:rsidRPr="007C4C20">
        <w:rPr>
          <w:caps w:val="0"/>
        </w:rPr>
        <w:t xml:space="preserve"> </w:t>
      </w:r>
      <w:r w:rsidRPr="007C4C20">
        <w:t>Waivers</w:t>
      </w:r>
      <w:bookmarkEnd w:id="434"/>
      <w:bookmarkEnd w:id="435"/>
    </w:p>
    <w:p w14:paraId="28FBD9DB" w14:textId="77777777" w:rsidR="00657368" w:rsidRPr="007C4C20" w:rsidRDefault="00657368" w:rsidP="00A83EBB">
      <w:pPr>
        <w:pStyle w:val="CMSANIndent1"/>
      </w:pPr>
      <w:r w:rsidRPr="007C4C20">
        <w:t xml:space="preserve">No failure to exercise, nor any delay in exercising, on the part of </w:t>
      </w:r>
      <w:r w:rsidR="00903EEB" w:rsidRPr="007C4C20">
        <w:t>a Lender or the Agent</w:t>
      </w:r>
      <w:r w:rsidRPr="007C4C20">
        <w:t xml:space="preserve">, any right or remedy under </w:t>
      </w:r>
      <w:r w:rsidR="00727E31" w:rsidRPr="007C4C20">
        <w:t xml:space="preserve">this Agreement </w:t>
      </w:r>
      <w:r w:rsidRPr="007C4C20">
        <w:t>shall operate as a waiver of any such right or remedy or constitute an election t</w:t>
      </w:r>
      <w:r w:rsidR="00A83EBB" w:rsidRPr="007C4C20">
        <w:t xml:space="preserve">o affirm </w:t>
      </w:r>
      <w:r w:rsidR="00727E31" w:rsidRPr="007C4C20">
        <w:t>this Agreement</w:t>
      </w:r>
      <w:r w:rsidR="00A83EBB" w:rsidRPr="007C4C20">
        <w:t xml:space="preserve">. </w:t>
      </w:r>
      <w:r w:rsidRPr="007C4C20">
        <w:t xml:space="preserve">No election to affirm </w:t>
      </w:r>
      <w:r w:rsidR="00727E31" w:rsidRPr="007C4C20">
        <w:t xml:space="preserve">this Agreement </w:t>
      </w:r>
      <w:r w:rsidRPr="007C4C20">
        <w:t xml:space="preserve">on the part of </w:t>
      </w:r>
      <w:r w:rsidR="004C30E2" w:rsidRPr="007C4C20">
        <w:t>any Lender</w:t>
      </w:r>
      <w:r w:rsidRPr="007C4C20">
        <w:t xml:space="preserve"> shall be effective unless it is in writing. No single or partial exercise of any right or remedy shall prevent any further or other exercise or the exercise of any other right or remedy. The rights and remedies provided in </w:t>
      </w:r>
      <w:r w:rsidR="00727E31" w:rsidRPr="007C4C20">
        <w:t xml:space="preserve">this Agreement </w:t>
      </w:r>
      <w:r w:rsidRPr="007C4C20">
        <w:t>are cumulative and not exclusive of any rights or remedies provided by law.</w:t>
      </w:r>
    </w:p>
    <w:p w14:paraId="60E16918" w14:textId="77777777" w:rsidR="00657368" w:rsidRPr="007C4C20" w:rsidRDefault="00026879" w:rsidP="00026879">
      <w:pPr>
        <w:pStyle w:val="CMSANHeading1"/>
      </w:pPr>
      <w:bookmarkStart w:id="436" w:name="_Ref7183322"/>
      <w:bookmarkStart w:id="437" w:name="_Toc28094921"/>
      <w:r w:rsidRPr="007C4C20">
        <w:t xml:space="preserve">Amendments </w:t>
      </w:r>
      <w:r w:rsidR="00A83EBB" w:rsidRPr="007C4C20">
        <w:t>and</w:t>
      </w:r>
      <w:r w:rsidR="00A83EBB" w:rsidRPr="007C4C20">
        <w:rPr>
          <w:caps w:val="0"/>
        </w:rPr>
        <w:t xml:space="preserve"> </w:t>
      </w:r>
      <w:r w:rsidRPr="007C4C20">
        <w:t>Waivers</w:t>
      </w:r>
      <w:bookmarkEnd w:id="436"/>
      <w:bookmarkEnd w:id="437"/>
    </w:p>
    <w:p w14:paraId="4289A2F2" w14:textId="77777777" w:rsidR="00657368" w:rsidRPr="007C4C20" w:rsidRDefault="00657368" w:rsidP="00A83EBB">
      <w:pPr>
        <w:pStyle w:val="CMSANHeading2"/>
        <w:keepNext/>
        <w:rPr>
          <w:b/>
        </w:rPr>
      </w:pPr>
      <w:bookmarkStart w:id="438" w:name="_Ref7183323"/>
      <w:r w:rsidRPr="007C4C20">
        <w:rPr>
          <w:b/>
        </w:rPr>
        <w:t>Required consents</w:t>
      </w:r>
      <w:bookmarkEnd w:id="438"/>
    </w:p>
    <w:p w14:paraId="353D06F7" w14:textId="36550F70" w:rsidR="00657368" w:rsidRPr="007C4C20" w:rsidRDefault="00657368" w:rsidP="00026879">
      <w:pPr>
        <w:pStyle w:val="CMSANHeading3"/>
      </w:pPr>
      <w:bookmarkStart w:id="439" w:name="_Ref7183324"/>
      <w:r w:rsidRPr="007C4C20">
        <w:t xml:space="preserve">Subject to Clause </w:t>
      </w:r>
      <w:r w:rsidR="00C91BE0" w:rsidRPr="007C4C20">
        <w:fldChar w:fldCharType="begin"/>
      </w:r>
      <w:r w:rsidR="00C91BE0" w:rsidRPr="007C4C20">
        <w:instrText xml:space="preserve">  REF _Ref7183337 \w \h \* MERGEFORMAT </w:instrText>
      </w:r>
      <w:r w:rsidR="00C91BE0" w:rsidRPr="007C4C20">
        <w:fldChar w:fldCharType="separate"/>
      </w:r>
      <w:r w:rsidR="00B66043" w:rsidRPr="00B66043">
        <w:rPr>
          <w:color w:val="000000"/>
        </w:rPr>
        <w:t>31.2</w:t>
      </w:r>
      <w:r w:rsidR="00C91BE0" w:rsidRPr="007C4C20">
        <w:fldChar w:fldCharType="end"/>
      </w:r>
      <w:r w:rsidRPr="007C4C20">
        <w:t xml:space="preserve"> (</w:t>
      </w:r>
      <w:r w:rsidRPr="007C4C20">
        <w:rPr>
          <w:i/>
        </w:rPr>
        <w:t>Other exceptions</w:t>
      </w:r>
      <w:r w:rsidRPr="007C4C20">
        <w:t xml:space="preserve">), any term of </w:t>
      </w:r>
      <w:r w:rsidR="00157923" w:rsidRPr="007C4C20">
        <w:t>this Agreement</w:t>
      </w:r>
      <w:r w:rsidRPr="007C4C20">
        <w:t xml:space="preserve"> may be amended or waived only with the consent of </w:t>
      </w:r>
      <w:r w:rsidR="009B52B2" w:rsidRPr="007C4C20">
        <w:t>the</w:t>
      </w:r>
      <w:r w:rsidRPr="007C4C20">
        <w:t xml:space="preserve"> </w:t>
      </w:r>
      <w:r w:rsidR="004C30E2" w:rsidRPr="007C4C20">
        <w:t>Lenders</w:t>
      </w:r>
      <w:r w:rsidRPr="007C4C20">
        <w:t xml:space="preserve"> and </w:t>
      </w:r>
      <w:r w:rsidR="000E259B" w:rsidRPr="007C4C20">
        <w:t xml:space="preserve">the Borrower </w:t>
      </w:r>
      <w:r w:rsidRPr="007C4C20">
        <w:t>and any such amendment or waiver will be binding on all Parties.</w:t>
      </w:r>
      <w:bookmarkEnd w:id="439"/>
    </w:p>
    <w:p w14:paraId="0140FE89" w14:textId="6C80CBBF" w:rsidR="00657368" w:rsidRPr="007C4C20" w:rsidRDefault="00657368" w:rsidP="00026879">
      <w:pPr>
        <w:pStyle w:val="CMSANHeading3"/>
      </w:pPr>
      <w:bookmarkStart w:id="440" w:name="_Ref7183325"/>
      <w:r w:rsidRPr="007C4C20">
        <w:t xml:space="preserve">The Agent may effect, on behalf of </w:t>
      </w:r>
      <w:r w:rsidR="00D118DA" w:rsidRPr="007C4C20">
        <w:t xml:space="preserve">the </w:t>
      </w:r>
      <w:r w:rsidR="004C30E2" w:rsidRPr="007C4C20">
        <w:t>Lenders</w:t>
      </w:r>
      <w:r w:rsidRPr="007C4C20">
        <w:t xml:space="preserve">, any amendment or waiver permitted by this Clause </w:t>
      </w:r>
      <w:r w:rsidR="00C91BE0" w:rsidRPr="007C4C20">
        <w:fldChar w:fldCharType="begin"/>
      </w:r>
      <w:r w:rsidR="00C91BE0" w:rsidRPr="007C4C20">
        <w:instrText xml:space="preserve">  REF _Ref7183322 \w \h \* MERGEFORMAT </w:instrText>
      </w:r>
      <w:r w:rsidR="00C91BE0" w:rsidRPr="007C4C20">
        <w:fldChar w:fldCharType="separate"/>
      </w:r>
      <w:r w:rsidR="00B66043" w:rsidRPr="00B66043">
        <w:rPr>
          <w:color w:val="000000"/>
        </w:rPr>
        <w:t>31</w:t>
      </w:r>
      <w:r w:rsidR="00C91BE0" w:rsidRPr="007C4C20">
        <w:fldChar w:fldCharType="end"/>
      </w:r>
      <w:r w:rsidRPr="007C4C20">
        <w:t>.</w:t>
      </w:r>
      <w:bookmarkEnd w:id="440"/>
    </w:p>
    <w:p w14:paraId="35718837" w14:textId="4EBF2FE6" w:rsidR="00657368" w:rsidRPr="007C4C20" w:rsidRDefault="00657368" w:rsidP="00026879">
      <w:pPr>
        <w:pStyle w:val="CMSANHeading3"/>
      </w:pPr>
      <w:bookmarkStart w:id="441" w:name="_Ref7183326"/>
      <w:r w:rsidRPr="007C4C20">
        <w:t xml:space="preserve">Paragraph </w:t>
      </w:r>
      <w:r w:rsidR="009E773E" w:rsidRPr="007C4C20">
        <w:fldChar w:fldCharType="begin"/>
      </w:r>
      <w:r w:rsidR="009E773E" w:rsidRPr="007C4C20">
        <w:instrText xml:space="preserve"> REF  _Ref7183133 \h \n \w </w:instrText>
      </w:r>
      <w:r w:rsidR="00FE356C" w:rsidRPr="007C4C20">
        <w:instrText xml:space="preserve"> \* MERGEFORMAT </w:instrText>
      </w:r>
      <w:r w:rsidR="009E773E" w:rsidRPr="007C4C20">
        <w:fldChar w:fldCharType="separate"/>
      </w:r>
      <w:r w:rsidR="00B66043">
        <w:t>(c)</w:t>
      </w:r>
      <w:r w:rsidR="009E773E" w:rsidRPr="007C4C20">
        <w:fldChar w:fldCharType="end"/>
      </w:r>
      <w:r w:rsidRPr="007C4C20">
        <w:t xml:space="preserve"> of </w:t>
      </w:r>
      <w:r w:rsidR="0011717E" w:rsidRPr="007C4C20">
        <w:t xml:space="preserve">Clause 1.7 </w:t>
      </w:r>
      <w:r w:rsidRPr="007C4C20">
        <w:t>(</w:t>
      </w:r>
      <w:r w:rsidRPr="007C4C20">
        <w:rPr>
          <w:i/>
        </w:rPr>
        <w:t>Pro rata interest settlement</w:t>
      </w:r>
      <w:r w:rsidRPr="007C4C20">
        <w:t xml:space="preserve">) </w:t>
      </w:r>
      <w:r w:rsidR="00E077A7" w:rsidRPr="007C4C20">
        <w:t>of Schedule 4 (</w:t>
      </w:r>
      <w:r w:rsidR="00E077A7" w:rsidRPr="007C4C20">
        <w:rPr>
          <w:i/>
          <w:iCs/>
        </w:rPr>
        <w:t>Conditions relating to assignment or transfer</w:t>
      </w:r>
      <w:r w:rsidR="00E077A7" w:rsidRPr="007C4C20">
        <w:t xml:space="preserve">) </w:t>
      </w:r>
      <w:r w:rsidRPr="007C4C20">
        <w:t xml:space="preserve">shall apply to this Clause </w:t>
      </w:r>
      <w:r w:rsidR="00C91BE0" w:rsidRPr="007C4C20">
        <w:fldChar w:fldCharType="begin"/>
      </w:r>
      <w:r w:rsidR="00C91BE0" w:rsidRPr="007C4C20">
        <w:instrText xml:space="preserve">  REF _Ref7183322 \w \h \* MERGEFORMAT </w:instrText>
      </w:r>
      <w:r w:rsidR="00C91BE0" w:rsidRPr="007C4C20">
        <w:fldChar w:fldCharType="separate"/>
      </w:r>
      <w:r w:rsidR="00B66043" w:rsidRPr="00B66043">
        <w:rPr>
          <w:color w:val="000000"/>
        </w:rPr>
        <w:t>31</w:t>
      </w:r>
      <w:r w:rsidR="00C91BE0" w:rsidRPr="007C4C20">
        <w:fldChar w:fldCharType="end"/>
      </w:r>
      <w:r w:rsidRPr="007C4C20">
        <w:t>.</w:t>
      </w:r>
      <w:bookmarkEnd w:id="441"/>
    </w:p>
    <w:p w14:paraId="5F837388" w14:textId="77777777" w:rsidR="00657368" w:rsidRPr="007C4C20" w:rsidRDefault="00657368" w:rsidP="00A83EBB">
      <w:pPr>
        <w:pStyle w:val="CMSANHeading2"/>
        <w:keepNext/>
        <w:rPr>
          <w:b/>
        </w:rPr>
      </w:pPr>
      <w:bookmarkStart w:id="442" w:name="_Ref7183337"/>
      <w:r w:rsidRPr="007C4C20">
        <w:rPr>
          <w:b/>
        </w:rPr>
        <w:t>Other exceptions</w:t>
      </w:r>
      <w:bookmarkEnd w:id="442"/>
    </w:p>
    <w:p w14:paraId="50F40DA2" w14:textId="77777777" w:rsidR="00657368" w:rsidRPr="007C4C20" w:rsidRDefault="00657368" w:rsidP="00A83EBB">
      <w:pPr>
        <w:pStyle w:val="CMSANIndent2"/>
      </w:pPr>
      <w:r w:rsidRPr="007C4C20">
        <w:t>An amendment or waiver which relates to the rights or obligations of the Agent (in its capacity as such) may not be effected without the consent of the Agent.</w:t>
      </w:r>
    </w:p>
    <w:p w14:paraId="3DBBE8E7" w14:textId="77777777" w:rsidR="00657368" w:rsidRPr="007C4C20" w:rsidRDefault="00026879" w:rsidP="00026879">
      <w:pPr>
        <w:pStyle w:val="CMSANHeading1"/>
      </w:pPr>
      <w:bookmarkStart w:id="443" w:name="_Ref7183338"/>
      <w:bookmarkStart w:id="444" w:name="_Toc28094922"/>
      <w:r w:rsidRPr="007C4C20">
        <w:t>Confidential Information</w:t>
      </w:r>
      <w:bookmarkEnd w:id="443"/>
      <w:bookmarkEnd w:id="444"/>
    </w:p>
    <w:p w14:paraId="6CE2B2B8" w14:textId="77777777" w:rsidR="00657368" w:rsidRPr="007C4C20" w:rsidRDefault="00657368" w:rsidP="00A83EBB">
      <w:pPr>
        <w:pStyle w:val="CMSANHeading2"/>
        <w:keepNext/>
        <w:rPr>
          <w:b/>
        </w:rPr>
      </w:pPr>
      <w:bookmarkStart w:id="445" w:name="_Ref7183339"/>
      <w:r w:rsidRPr="007C4C20">
        <w:rPr>
          <w:b/>
        </w:rPr>
        <w:t>Confidentiality</w:t>
      </w:r>
      <w:bookmarkEnd w:id="445"/>
    </w:p>
    <w:p w14:paraId="4FEF1DA7" w14:textId="0CAE2208" w:rsidR="00657368" w:rsidRPr="007C4C20" w:rsidRDefault="004C30E2" w:rsidP="00A83EBB">
      <w:pPr>
        <w:pStyle w:val="CMSANIndent2"/>
      </w:pPr>
      <w:r w:rsidRPr="007C4C20">
        <w:t>Each Lender</w:t>
      </w:r>
      <w:r w:rsidR="005A40B7" w:rsidRPr="007C4C20">
        <w:t xml:space="preserve"> </w:t>
      </w:r>
      <w:r w:rsidR="00657368" w:rsidRPr="007C4C20">
        <w:t xml:space="preserve">agrees to keep all Confidential Information confidential and not to disclose it to anyone, save to the extent permitted by Clause </w:t>
      </w:r>
      <w:r w:rsidR="00C91BE0" w:rsidRPr="007C4C20">
        <w:fldChar w:fldCharType="begin"/>
      </w:r>
      <w:r w:rsidR="00C91BE0" w:rsidRPr="007C4C20">
        <w:instrText xml:space="preserve">  REF _Ref7183340 \w \h \* MERGEFORMAT </w:instrText>
      </w:r>
      <w:r w:rsidR="00C91BE0" w:rsidRPr="007C4C20">
        <w:fldChar w:fldCharType="separate"/>
      </w:r>
      <w:r w:rsidR="00B66043" w:rsidRPr="00B66043">
        <w:rPr>
          <w:color w:val="000000"/>
        </w:rPr>
        <w:t>32.2</w:t>
      </w:r>
      <w:r w:rsidR="00C91BE0" w:rsidRPr="007C4C20">
        <w:fldChar w:fldCharType="end"/>
      </w:r>
      <w:r w:rsidR="00657368" w:rsidRPr="007C4C20">
        <w:t xml:space="preserve"> (</w:t>
      </w:r>
      <w:r w:rsidR="00657368" w:rsidRPr="007C4C20">
        <w:rPr>
          <w:i/>
        </w:rPr>
        <w:t>Disclosure of Confidential Information</w:t>
      </w:r>
      <w:r w:rsidR="00657368" w:rsidRPr="007C4C20">
        <w:t>), and to ensure that all Confidential Information is protected with security measures and a degree of care that would apply to its own confidential information.</w:t>
      </w:r>
    </w:p>
    <w:p w14:paraId="23515D39" w14:textId="77777777" w:rsidR="00657368" w:rsidRPr="007C4C20" w:rsidRDefault="00657368" w:rsidP="00A83EBB">
      <w:pPr>
        <w:pStyle w:val="CMSANHeading2"/>
        <w:keepNext/>
        <w:rPr>
          <w:b/>
        </w:rPr>
      </w:pPr>
      <w:bookmarkStart w:id="446" w:name="_Ref7183340"/>
      <w:r w:rsidRPr="007C4C20">
        <w:rPr>
          <w:b/>
        </w:rPr>
        <w:t>Disclosure of Confidential Information</w:t>
      </w:r>
      <w:bookmarkEnd w:id="446"/>
    </w:p>
    <w:p w14:paraId="0372071D" w14:textId="77777777" w:rsidR="00657368" w:rsidRPr="007C4C20" w:rsidRDefault="004C30E2" w:rsidP="00A83EBB">
      <w:pPr>
        <w:pStyle w:val="CMSANIndent2"/>
        <w:keepNext/>
      </w:pPr>
      <w:r w:rsidRPr="007C4C20">
        <w:t>Any Lender</w:t>
      </w:r>
      <w:r w:rsidR="008203E3" w:rsidRPr="007C4C20">
        <w:t xml:space="preserve"> </w:t>
      </w:r>
      <w:r w:rsidR="00657368" w:rsidRPr="007C4C20">
        <w:t>may disclose:</w:t>
      </w:r>
    </w:p>
    <w:p w14:paraId="488787E0" w14:textId="5F897382" w:rsidR="00657368" w:rsidRPr="007C4C20" w:rsidRDefault="00657368" w:rsidP="00026879">
      <w:pPr>
        <w:pStyle w:val="CMSANHeading3"/>
      </w:pPr>
      <w:bookmarkStart w:id="447" w:name="_Ref7183341"/>
      <w:r w:rsidRPr="007C4C20">
        <w:t xml:space="preserve">to any of its Affiliates and any of its or their officers, directors, employees, professional advisers, auditors, partners and Representatives such Confidential Information as </w:t>
      </w:r>
      <w:r w:rsidR="004C30E2" w:rsidRPr="007C4C20">
        <w:t>that Lender</w:t>
      </w:r>
      <w:r w:rsidR="008203E3" w:rsidRPr="007C4C20">
        <w:t xml:space="preserve"> </w:t>
      </w:r>
      <w:r w:rsidRPr="007C4C20">
        <w:t xml:space="preserve">shall consider appropriate if any person to whom the Confidential Information is to be given pursuant to this paragraph </w:t>
      </w:r>
      <w:r w:rsidR="003C1BDB" w:rsidRPr="007C4C20">
        <w:fldChar w:fldCharType="begin"/>
      </w:r>
      <w:r w:rsidR="003C1BDB" w:rsidRPr="007C4C20">
        <w:instrText xml:space="preserve"> REF  _Ref7183341 \h \n \w </w:instrText>
      </w:r>
      <w:r w:rsidR="00FE356C" w:rsidRPr="007C4C20">
        <w:instrText xml:space="preserve"> \* MERGEFORMAT </w:instrText>
      </w:r>
      <w:r w:rsidR="003C1BDB" w:rsidRPr="007C4C20">
        <w:fldChar w:fldCharType="separate"/>
      </w:r>
      <w:r w:rsidR="00B66043">
        <w:t>(a)</w:t>
      </w:r>
      <w:r w:rsidR="003C1BDB" w:rsidRPr="007C4C20">
        <w:fldChar w:fldCharType="end"/>
      </w:r>
      <w:r w:rsidRPr="007C4C20">
        <w:t xml:space="preserve"> is informed in writing of its confidential nature and that some or all of such Confidential Information may be price-sensitive information except that there shall be no such requirement to so inform if the recipient is subject to professional obligations to maintain the confidentiality of the information or is otherwise bound by requirements of confidentiality in relation to the Confidential Information;</w:t>
      </w:r>
      <w:bookmarkEnd w:id="447"/>
    </w:p>
    <w:p w14:paraId="127479E3" w14:textId="77777777" w:rsidR="00657368" w:rsidRPr="007C4C20" w:rsidRDefault="00657368" w:rsidP="00A83EBB">
      <w:pPr>
        <w:pStyle w:val="CMSANHeading3"/>
        <w:keepNext/>
      </w:pPr>
      <w:bookmarkStart w:id="448" w:name="_Ref7183342"/>
      <w:r w:rsidRPr="007C4C20">
        <w:t>to any person:</w:t>
      </w:r>
      <w:bookmarkEnd w:id="448"/>
    </w:p>
    <w:p w14:paraId="1974C751" w14:textId="77777777" w:rsidR="00657368" w:rsidRPr="007C4C20" w:rsidRDefault="00657368" w:rsidP="00026879">
      <w:pPr>
        <w:pStyle w:val="CMSANHeading4"/>
      </w:pPr>
      <w:bookmarkStart w:id="449" w:name="_Ref7183343"/>
      <w:r w:rsidRPr="007C4C20">
        <w:t xml:space="preserve">to (or through) whom it assigns or transfers (or may potentially assign or transfer) all or any of its rights and/or obligations under </w:t>
      </w:r>
      <w:r w:rsidR="00727E31" w:rsidRPr="007C4C20">
        <w:t>this Agreement</w:t>
      </w:r>
      <w:r w:rsidRPr="007C4C20">
        <w:t xml:space="preserve"> or which succeeds (or which may potentially succeed) it as Agent and, in each </w:t>
      </w:r>
      <w:r w:rsidRPr="007C4C20">
        <w:lastRenderedPageBreak/>
        <w:t>case, to any of that person’s Affiliates, Representatives and professional advisers;</w:t>
      </w:r>
      <w:bookmarkEnd w:id="449"/>
    </w:p>
    <w:p w14:paraId="300F3DB4" w14:textId="77777777" w:rsidR="00657368" w:rsidRPr="007C4C20" w:rsidRDefault="00657368" w:rsidP="00026879">
      <w:pPr>
        <w:pStyle w:val="CMSANHeading4"/>
      </w:pPr>
      <w:bookmarkStart w:id="450" w:name="_Ref7183344"/>
      <w:r w:rsidRPr="007C4C20">
        <w:t xml:space="preserve">with (or through) whom it enters into (or may potentially enter into), whether directly or indirectly, any sub-participation in relation to, or any other transaction under which payments are to be made or may be made by reference to </w:t>
      </w:r>
      <w:r w:rsidR="00727E31" w:rsidRPr="007C4C20">
        <w:t xml:space="preserve">this Agreement </w:t>
      </w:r>
      <w:r w:rsidRPr="007C4C20">
        <w:t xml:space="preserve">and/or </w:t>
      </w:r>
      <w:r w:rsidR="000E259B" w:rsidRPr="007C4C20">
        <w:t xml:space="preserve">the Borrower </w:t>
      </w:r>
      <w:r w:rsidRPr="007C4C20">
        <w:t>and to any of that person’s Affiliates, Representatives and professional advisers;</w:t>
      </w:r>
      <w:bookmarkEnd w:id="450"/>
    </w:p>
    <w:p w14:paraId="53BEDC9C" w14:textId="1FBD754A" w:rsidR="00657368" w:rsidRPr="007C4C20" w:rsidRDefault="00657368" w:rsidP="00026879">
      <w:pPr>
        <w:pStyle w:val="CMSANHeading4"/>
      </w:pPr>
      <w:bookmarkStart w:id="451" w:name="_Ref7183345"/>
      <w:r w:rsidRPr="007C4C20">
        <w:t xml:space="preserve">appointed by </w:t>
      </w:r>
      <w:r w:rsidR="004C30E2" w:rsidRPr="007C4C20">
        <w:t>any Lender</w:t>
      </w:r>
      <w:r w:rsidR="008203E3" w:rsidRPr="007C4C20">
        <w:t xml:space="preserve"> </w:t>
      </w:r>
      <w:r w:rsidRPr="007C4C20">
        <w:t xml:space="preserve">or by a person to whom paragraph </w:t>
      </w:r>
      <w:r w:rsidR="003C1BDB" w:rsidRPr="007C4C20">
        <w:fldChar w:fldCharType="begin"/>
      </w:r>
      <w:r w:rsidR="003C1BDB" w:rsidRPr="007C4C20">
        <w:instrText xml:space="preserve"> REF _Ref7183342 \n \h </w:instrText>
      </w:r>
      <w:r w:rsidR="00FE356C" w:rsidRPr="007C4C20">
        <w:instrText xml:space="preserve"> \* MERGEFORMAT </w:instrText>
      </w:r>
      <w:r w:rsidR="003C1BDB" w:rsidRPr="007C4C20">
        <w:fldChar w:fldCharType="separate"/>
      </w:r>
      <w:r w:rsidR="00B66043">
        <w:t>(b)</w:t>
      </w:r>
      <w:r w:rsidR="003C1BDB" w:rsidRPr="007C4C20">
        <w:fldChar w:fldCharType="end"/>
      </w:r>
      <w:r w:rsidR="003C1BDB" w:rsidRPr="007C4C20">
        <w:fldChar w:fldCharType="begin"/>
      </w:r>
      <w:r w:rsidR="003C1BDB" w:rsidRPr="007C4C20">
        <w:instrText xml:space="preserve"> REF  _Ref7183343 \h \r \w </w:instrText>
      </w:r>
      <w:r w:rsidR="00FE356C" w:rsidRPr="007C4C20">
        <w:instrText xml:space="preserve"> \* MERGEFORMAT </w:instrText>
      </w:r>
      <w:r w:rsidR="003C1BDB" w:rsidRPr="007C4C20">
        <w:fldChar w:fldCharType="separate"/>
      </w:r>
      <w:r w:rsidR="00B66043">
        <w:t>(i)</w:t>
      </w:r>
      <w:r w:rsidR="003C1BDB" w:rsidRPr="007C4C20">
        <w:fldChar w:fldCharType="end"/>
      </w:r>
      <w:r w:rsidRPr="007C4C20">
        <w:t xml:space="preserve"> or </w:t>
      </w:r>
      <w:r w:rsidR="003C1BDB" w:rsidRPr="007C4C20">
        <w:fldChar w:fldCharType="begin"/>
      </w:r>
      <w:r w:rsidR="003C1BDB" w:rsidRPr="007C4C20">
        <w:instrText xml:space="preserve"> REF  _Ref7183344 \h \r \w </w:instrText>
      </w:r>
      <w:r w:rsidR="00FE356C" w:rsidRPr="007C4C20">
        <w:instrText xml:space="preserve"> \* MERGEFORMAT </w:instrText>
      </w:r>
      <w:r w:rsidR="003C1BDB" w:rsidRPr="007C4C20">
        <w:fldChar w:fldCharType="separate"/>
      </w:r>
      <w:r w:rsidR="00B66043">
        <w:t>(ii)</w:t>
      </w:r>
      <w:r w:rsidR="003C1BDB" w:rsidRPr="007C4C20">
        <w:fldChar w:fldCharType="end"/>
      </w:r>
      <w:r w:rsidR="00562A89" w:rsidRPr="007C4C20">
        <w:t xml:space="preserve"> </w:t>
      </w:r>
      <w:r w:rsidRPr="007C4C20">
        <w:t xml:space="preserve">above applies to receive communications, notices, information or documents delivered pursuant to </w:t>
      </w:r>
      <w:r w:rsidR="00157923" w:rsidRPr="007C4C20">
        <w:t>this Agreement</w:t>
      </w:r>
      <w:r w:rsidRPr="007C4C20">
        <w:t xml:space="preserve"> on its behalf;</w:t>
      </w:r>
      <w:bookmarkEnd w:id="451"/>
    </w:p>
    <w:p w14:paraId="5C222BAE" w14:textId="3E1BA349" w:rsidR="00657368" w:rsidRPr="007C4C20" w:rsidRDefault="00657368" w:rsidP="00026879">
      <w:pPr>
        <w:pStyle w:val="CMSANHeading4"/>
      </w:pPr>
      <w:bookmarkStart w:id="452" w:name="_Ref7183346"/>
      <w:r w:rsidRPr="007C4C20">
        <w:t xml:space="preserve">who invests in or otherwise finances (or may potentially invest in or otherwise finance), directly or indirectly, any transaction referred to in paragraph </w:t>
      </w:r>
      <w:r w:rsidR="003C1BDB" w:rsidRPr="007C4C20">
        <w:fldChar w:fldCharType="begin"/>
      </w:r>
      <w:r w:rsidR="003C1BDB" w:rsidRPr="007C4C20">
        <w:instrText xml:space="preserve"> REF _Ref7183342 \n \h </w:instrText>
      </w:r>
      <w:r w:rsidR="00FE356C" w:rsidRPr="007C4C20">
        <w:instrText xml:space="preserve"> \* MERGEFORMAT </w:instrText>
      </w:r>
      <w:r w:rsidR="003C1BDB" w:rsidRPr="007C4C20">
        <w:fldChar w:fldCharType="separate"/>
      </w:r>
      <w:r w:rsidR="00B66043">
        <w:t>(b)</w:t>
      </w:r>
      <w:r w:rsidR="003C1BDB" w:rsidRPr="007C4C20">
        <w:fldChar w:fldCharType="end"/>
      </w:r>
      <w:r w:rsidR="003C1BDB" w:rsidRPr="007C4C20">
        <w:fldChar w:fldCharType="begin"/>
      </w:r>
      <w:r w:rsidR="003C1BDB" w:rsidRPr="007C4C20">
        <w:instrText xml:space="preserve"> REF  _Ref7183343 \h \r \w </w:instrText>
      </w:r>
      <w:r w:rsidR="00FE356C" w:rsidRPr="007C4C20">
        <w:instrText xml:space="preserve"> \* MERGEFORMAT </w:instrText>
      </w:r>
      <w:r w:rsidR="003C1BDB" w:rsidRPr="007C4C20">
        <w:fldChar w:fldCharType="separate"/>
      </w:r>
      <w:r w:rsidR="00B66043">
        <w:t>(i)</w:t>
      </w:r>
      <w:r w:rsidR="003C1BDB" w:rsidRPr="007C4C20">
        <w:fldChar w:fldCharType="end"/>
      </w:r>
      <w:r w:rsidRPr="007C4C20">
        <w:t xml:space="preserve"> or </w:t>
      </w:r>
      <w:r w:rsidR="003C1BDB" w:rsidRPr="007C4C20">
        <w:fldChar w:fldCharType="begin"/>
      </w:r>
      <w:r w:rsidR="003C1BDB" w:rsidRPr="007C4C20">
        <w:instrText xml:space="preserve"> REF _Ref7183342 \n \h </w:instrText>
      </w:r>
      <w:r w:rsidR="00FE356C" w:rsidRPr="007C4C20">
        <w:instrText xml:space="preserve"> \* MERGEFORMAT </w:instrText>
      </w:r>
      <w:r w:rsidR="003C1BDB" w:rsidRPr="007C4C20">
        <w:fldChar w:fldCharType="separate"/>
      </w:r>
      <w:r w:rsidR="00B66043">
        <w:t>(b)</w:t>
      </w:r>
      <w:r w:rsidR="003C1BDB" w:rsidRPr="007C4C20">
        <w:fldChar w:fldCharType="end"/>
      </w:r>
      <w:r w:rsidR="003C1BDB" w:rsidRPr="007C4C20">
        <w:fldChar w:fldCharType="begin"/>
      </w:r>
      <w:r w:rsidR="003C1BDB" w:rsidRPr="007C4C20">
        <w:instrText xml:space="preserve"> REF  _Ref7183344 \h \r \w </w:instrText>
      </w:r>
      <w:r w:rsidR="00FE356C" w:rsidRPr="007C4C20">
        <w:instrText xml:space="preserve"> \* MERGEFORMAT </w:instrText>
      </w:r>
      <w:r w:rsidR="003C1BDB" w:rsidRPr="007C4C20">
        <w:fldChar w:fldCharType="separate"/>
      </w:r>
      <w:r w:rsidR="00B66043">
        <w:t>(ii)</w:t>
      </w:r>
      <w:r w:rsidR="003C1BDB" w:rsidRPr="007C4C20">
        <w:fldChar w:fldCharType="end"/>
      </w:r>
      <w:r w:rsidRPr="007C4C20">
        <w:t xml:space="preserve"> above;</w:t>
      </w:r>
      <w:bookmarkEnd w:id="452"/>
    </w:p>
    <w:p w14:paraId="25F29857" w14:textId="77777777" w:rsidR="00657368" w:rsidRPr="007C4C20" w:rsidRDefault="00657368" w:rsidP="00026879">
      <w:pPr>
        <w:pStyle w:val="CMSANHeading4"/>
      </w:pPr>
      <w:bookmarkStart w:id="453" w:name="_Ref7183347"/>
      <w:r w:rsidRPr="007C4C20">
        <w:t>to whom information is required or requested to be disclosed by any court of competent jurisdiction or any governmental, banking, taxation or other regulatory authority or similar body, the rules of any relevant stock exchange or pursuant to any applicable law or regulation;</w:t>
      </w:r>
      <w:bookmarkEnd w:id="453"/>
    </w:p>
    <w:p w14:paraId="66CB0B2F" w14:textId="77777777" w:rsidR="00657368" w:rsidRPr="007C4C20" w:rsidRDefault="00657368" w:rsidP="00026879">
      <w:pPr>
        <w:pStyle w:val="CMSANHeading4"/>
      </w:pPr>
      <w:bookmarkStart w:id="454" w:name="_Ref7183348"/>
      <w:r w:rsidRPr="007C4C20">
        <w:t>to whom information is required to be disclosed in connection with, and for the purposes of, any litigation, arbitration, administrative or other investigations, proceedings or disputes;</w:t>
      </w:r>
      <w:bookmarkEnd w:id="454"/>
    </w:p>
    <w:p w14:paraId="1678F227" w14:textId="77777777" w:rsidR="00657368" w:rsidRPr="007C4C20" w:rsidRDefault="00657368" w:rsidP="00026879">
      <w:pPr>
        <w:pStyle w:val="CMSANHeading4"/>
      </w:pPr>
      <w:bookmarkStart w:id="455" w:name="_Ref7183349"/>
      <w:r w:rsidRPr="007C4C20">
        <w:t xml:space="preserve">to whom or for whose benefit </w:t>
      </w:r>
      <w:r w:rsidR="004C30E2" w:rsidRPr="007C4C20">
        <w:t>that Lender</w:t>
      </w:r>
      <w:r w:rsidR="008203E3" w:rsidRPr="007C4C20">
        <w:t xml:space="preserve"> </w:t>
      </w:r>
      <w:r w:rsidRPr="007C4C20">
        <w:t xml:space="preserve">charges, assigns or otherwise creates </w:t>
      </w:r>
      <w:r w:rsidR="00C918AB" w:rsidRPr="007C4C20">
        <w:t>Encumbrance</w:t>
      </w:r>
      <w:r w:rsidRPr="007C4C20">
        <w:t xml:space="preserve"> (or may do so) pursuant to </w:t>
      </w:r>
      <w:r w:rsidR="00673DF5" w:rsidRPr="007C4C20">
        <w:t xml:space="preserve">Clause 1.6 </w:t>
      </w:r>
      <w:r w:rsidRPr="007C4C20">
        <w:t>(</w:t>
      </w:r>
      <w:r w:rsidRPr="007C4C20">
        <w:rPr>
          <w:i/>
        </w:rPr>
        <w:t>Security over Lenders’ rights</w:t>
      </w:r>
      <w:r w:rsidRPr="007C4C20">
        <w:t>)</w:t>
      </w:r>
      <w:r w:rsidR="0048090B" w:rsidRPr="007C4C20">
        <w:t xml:space="preserve"> of Schedule 4 (</w:t>
      </w:r>
      <w:r w:rsidR="0048090B" w:rsidRPr="007C4C20">
        <w:rPr>
          <w:i/>
          <w:iCs/>
        </w:rPr>
        <w:t>Conditions relating to assignment or transfer</w:t>
      </w:r>
      <w:r w:rsidR="0048090B" w:rsidRPr="007C4C20">
        <w:t>)</w:t>
      </w:r>
      <w:r w:rsidRPr="007C4C20">
        <w:t>;</w:t>
      </w:r>
      <w:bookmarkEnd w:id="455"/>
    </w:p>
    <w:p w14:paraId="38EE811C" w14:textId="77777777" w:rsidR="00657368" w:rsidRPr="007C4C20" w:rsidRDefault="00657368" w:rsidP="00026879">
      <w:pPr>
        <w:pStyle w:val="CMSANHeading4"/>
      </w:pPr>
      <w:bookmarkStart w:id="456" w:name="_Ref7183350"/>
      <w:r w:rsidRPr="007C4C20">
        <w:t>who is a Party; or</w:t>
      </w:r>
      <w:bookmarkEnd w:id="456"/>
    </w:p>
    <w:p w14:paraId="30DBD8D4" w14:textId="77777777" w:rsidR="00657368" w:rsidRPr="007C4C20" w:rsidRDefault="00657368" w:rsidP="00026879">
      <w:pPr>
        <w:pStyle w:val="CMSANHeading4"/>
      </w:pPr>
      <w:bookmarkStart w:id="457" w:name="_Ref7183351"/>
      <w:r w:rsidRPr="007C4C20">
        <w:t>with the consent of the Borrower;</w:t>
      </w:r>
      <w:bookmarkEnd w:id="457"/>
    </w:p>
    <w:p w14:paraId="7D1A05B1" w14:textId="77777777" w:rsidR="00657368" w:rsidRPr="007C4C20" w:rsidRDefault="00657368" w:rsidP="00C717A6">
      <w:pPr>
        <w:pStyle w:val="CMSANIndent3"/>
        <w:keepNext/>
      </w:pPr>
      <w:r w:rsidRPr="007C4C20">
        <w:t xml:space="preserve">in each case, such Confidential Information as </w:t>
      </w:r>
      <w:r w:rsidR="004C30E2" w:rsidRPr="007C4C20">
        <w:t>that Lender</w:t>
      </w:r>
      <w:r w:rsidR="008203E3" w:rsidRPr="007C4C20">
        <w:t xml:space="preserve"> </w:t>
      </w:r>
      <w:r w:rsidRPr="007C4C20">
        <w:t>shall consider appropriate if:</w:t>
      </w:r>
    </w:p>
    <w:p w14:paraId="6A595ED8" w14:textId="3D75A1F8" w:rsidR="00657368" w:rsidRPr="007C4C20" w:rsidRDefault="00657368" w:rsidP="00026879">
      <w:pPr>
        <w:pStyle w:val="CMSANHeading5"/>
      </w:pPr>
      <w:bookmarkStart w:id="458" w:name="_Ref7183352"/>
      <w:r w:rsidRPr="007C4C20">
        <w:t xml:space="preserve">in relation to paragraphs </w:t>
      </w:r>
      <w:r w:rsidR="003C1BDB" w:rsidRPr="007C4C20">
        <w:fldChar w:fldCharType="begin"/>
      </w:r>
      <w:r w:rsidR="003C1BDB" w:rsidRPr="007C4C20">
        <w:instrText xml:space="preserve"> REF _Ref7183342 \n \h </w:instrText>
      </w:r>
      <w:r w:rsidR="00FE356C" w:rsidRPr="007C4C20">
        <w:instrText xml:space="preserve"> \* MERGEFORMAT </w:instrText>
      </w:r>
      <w:r w:rsidR="003C1BDB" w:rsidRPr="007C4C20">
        <w:fldChar w:fldCharType="separate"/>
      </w:r>
      <w:r w:rsidR="00B66043">
        <w:t>(b)</w:t>
      </w:r>
      <w:r w:rsidR="003C1BDB" w:rsidRPr="007C4C20">
        <w:fldChar w:fldCharType="end"/>
      </w:r>
      <w:r w:rsidR="003C1BDB" w:rsidRPr="007C4C20">
        <w:fldChar w:fldCharType="begin"/>
      </w:r>
      <w:r w:rsidR="003C1BDB" w:rsidRPr="007C4C20">
        <w:instrText xml:space="preserve"> REF  _Ref7183343 \h \n \w </w:instrText>
      </w:r>
      <w:r w:rsidR="00FE356C" w:rsidRPr="007C4C20">
        <w:instrText xml:space="preserve"> \* MERGEFORMAT </w:instrText>
      </w:r>
      <w:r w:rsidR="003C1BDB" w:rsidRPr="007C4C20">
        <w:fldChar w:fldCharType="separate"/>
      </w:r>
      <w:r w:rsidR="00B66043">
        <w:t>(i)</w:t>
      </w:r>
      <w:r w:rsidR="003C1BDB" w:rsidRPr="007C4C20">
        <w:fldChar w:fldCharType="end"/>
      </w:r>
      <w:r w:rsidRPr="007C4C20">
        <w:t xml:space="preserve">, </w:t>
      </w:r>
      <w:r w:rsidR="003C1BDB" w:rsidRPr="007C4C20">
        <w:fldChar w:fldCharType="begin"/>
      </w:r>
      <w:r w:rsidR="003C1BDB" w:rsidRPr="007C4C20">
        <w:instrText xml:space="preserve"> REF _Ref7183342 \n \h </w:instrText>
      </w:r>
      <w:r w:rsidR="00FE356C" w:rsidRPr="007C4C20">
        <w:instrText xml:space="preserve"> \* MERGEFORMAT </w:instrText>
      </w:r>
      <w:r w:rsidR="003C1BDB" w:rsidRPr="007C4C20">
        <w:fldChar w:fldCharType="separate"/>
      </w:r>
      <w:r w:rsidR="00B66043">
        <w:t>(b)</w:t>
      </w:r>
      <w:r w:rsidR="003C1BDB" w:rsidRPr="007C4C20">
        <w:fldChar w:fldCharType="end"/>
      </w:r>
      <w:r w:rsidR="003C1BDB" w:rsidRPr="007C4C20">
        <w:fldChar w:fldCharType="begin"/>
      </w:r>
      <w:r w:rsidR="003C1BDB" w:rsidRPr="007C4C20">
        <w:instrText xml:space="preserve"> REF  _Ref7183344 \h \n \w </w:instrText>
      </w:r>
      <w:r w:rsidR="00FE356C" w:rsidRPr="007C4C20">
        <w:instrText xml:space="preserve"> \* MERGEFORMAT </w:instrText>
      </w:r>
      <w:r w:rsidR="003C1BDB" w:rsidRPr="007C4C20">
        <w:fldChar w:fldCharType="separate"/>
      </w:r>
      <w:r w:rsidR="00B66043">
        <w:t>(ii)</w:t>
      </w:r>
      <w:r w:rsidR="003C1BDB" w:rsidRPr="007C4C20">
        <w:fldChar w:fldCharType="end"/>
      </w:r>
      <w:r w:rsidRPr="007C4C20">
        <w:t xml:space="preserve"> and </w:t>
      </w:r>
      <w:r w:rsidR="003C1BDB" w:rsidRPr="007C4C20">
        <w:fldChar w:fldCharType="begin"/>
      </w:r>
      <w:r w:rsidR="003C1BDB" w:rsidRPr="007C4C20">
        <w:instrText xml:space="preserve"> REF _Ref7183342 \n \h </w:instrText>
      </w:r>
      <w:r w:rsidR="00FE356C" w:rsidRPr="007C4C20">
        <w:instrText xml:space="preserve"> \* MERGEFORMAT </w:instrText>
      </w:r>
      <w:r w:rsidR="003C1BDB" w:rsidRPr="007C4C20">
        <w:fldChar w:fldCharType="separate"/>
      </w:r>
      <w:r w:rsidR="00B66043">
        <w:t>(b)</w:t>
      </w:r>
      <w:r w:rsidR="003C1BDB" w:rsidRPr="007C4C20">
        <w:fldChar w:fldCharType="end"/>
      </w:r>
      <w:r w:rsidR="003C1BDB" w:rsidRPr="007C4C20">
        <w:fldChar w:fldCharType="begin"/>
      </w:r>
      <w:r w:rsidR="003C1BDB" w:rsidRPr="007C4C20">
        <w:instrText xml:space="preserve"> REF  _Ref7183345 \h \n \w </w:instrText>
      </w:r>
      <w:r w:rsidR="00FE356C" w:rsidRPr="007C4C20">
        <w:instrText xml:space="preserve"> \* MERGEFORMAT </w:instrText>
      </w:r>
      <w:r w:rsidR="003C1BDB" w:rsidRPr="007C4C20">
        <w:fldChar w:fldCharType="separate"/>
      </w:r>
      <w:r w:rsidR="00B66043">
        <w:t>(iii)</w:t>
      </w:r>
      <w:r w:rsidR="003C1BDB" w:rsidRPr="007C4C20">
        <w:fldChar w:fldCharType="end"/>
      </w:r>
      <w:r w:rsidRPr="007C4C20">
        <w:t xml:space="preserve"> above, the person to whom the Confidential Information is to be given has entered into a Confidentiality Undertaking except that there shall be no requirement for a Confidentiality Undertaking if the recipient is a professional adviser and is subject to professional obligations to maintain the confidentiality of the Confidential Information;</w:t>
      </w:r>
      <w:bookmarkEnd w:id="458"/>
    </w:p>
    <w:p w14:paraId="019874F1" w14:textId="49490C87" w:rsidR="00657368" w:rsidRPr="007C4C20" w:rsidRDefault="00657368" w:rsidP="00026879">
      <w:pPr>
        <w:pStyle w:val="CMSANHeading5"/>
      </w:pPr>
      <w:bookmarkStart w:id="459" w:name="_Ref7183353"/>
      <w:r w:rsidRPr="007C4C20">
        <w:t xml:space="preserve">in relation to paragraph </w:t>
      </w:r>
      <w:r w:rsidR="003C1BDB" w:rsidRPr="007C4C20">
        <w:fldChar w:fldCharType="begin"/>
      </w:r>
      <w:r w:rsidR="003C1BDB" w:rsidRPr="007C4C20">
        <w:instrText xml:space="preserve"> REF _Ref7183342 \n \h </w:instrText>
      </w:r>
      <w:r w:rsidR="00FE356C" w:rsidRPr="007C4C20">
        <w:instrText xml:space="preserve"> \* MERGEFORMAT </w:instrText>
      </w:r>
      <w:r w:rsidR="003C1BDB" w:rsidRPr="007C4C20">
        <w:fldChar w:fldCharType="separate"/>
      </w:r>
      <w:r w:rsidR="00B66043">
        <w:t>(b)</w:t>
      </w:r>
      <w:r w:rsidR="003C1BDB" w:rsidRPr="007C4C20">
        <w:fldChar w:fldCharType="end"/>
      </w:r>
      <w:r w:rsidR="003C1BDB" w:rsidRPr="007C4C20">
        <w:fldChar w:fldCharType="begin"/>
      </w:r>
      <w:r w:rsidR="003C1BDB" w:rsidRPr="007C4C20">
        <w:instrText xml:space="preserve"> REF  _Ref7183346 \h \n \w </w:instrText>
      </w:r>
      <w:r w:rsidR="00FE356C" w:rsidRPr="007C4C20">
        <w:instrText xml:space="preserve"> \* MERGEFORMAT </w:instrText>
      </w:r>
      <w:r w:rsidR="003C1BDB" w:rsidRPr="007C4C20">
        <w:fldChar w:fldCharType="separate"/>
      </w:r>
      <w:r w:rsidR="00B66043">
        <w:t>(iv)</w:t>
      </w:r>
      <w:r w:rsidR="003C1BDB" w:rsidRPr="007C4C20">
        <w:fldChar w:fldCharType="end"/>
      </w:r>
      <w:r w:rsidRPr="007C4C20">
        <w:t xml:space="preserve"> above, the person to whom the Confidential Information is to be given has entered into a Confidentiality Undertaking or is otherwise bound by requirements of confidentiality in relation to the Confidential Information they receive and is informed that some or all of such Confidential Information may be price-sensitive information;</w:t>
      </w:r>
      <w:bookmarkEnd w:id="459"/>
    </w:p>
    <w:p w14:paraId="50CAE750" w14:textId="43CB131B" w:rsidR="00657368" w:rsidRPr="007C4C20" w:rsidRDefault="00657368" w:rsidP="00026879">
      <w:pPr>
        <w:pStyle w:val="CMSANHeading5"/>
      </w:pPr>
      <w:bookmarkStart w:id="460" w:name="_Ref7183354"/>
      <w:r w:rsidRPr="007C4C20">
        <w:t>in relation to paragraphs</w:t>
      </w:r>
      <w:r w:rsidR="005B78A4" w:rsidRPr="007C4C20">
        <w:t xml:space="preserve"> </w:t>
      </w:r>
      <w:r w:rsidR="005B78A4" w:rsidRPr="007C4C20">
        <w:fldChar w:fldCharType="begin"/>
      </w:r>
      <w:r w:rsidR="005B78A4" w:rsidRPr="007C4C20">
        <w:instrText xml:space="preserve"> REF _Ref7183342 \n \h </w:instrText>
      </w:r>
      <w:r w:rsidR="00FE356C" w:rsidRPr="007C4C20">
        <w:instrText xml:space="preserve"> \* MERGEFORMAT </w:instrText>
      </w:r>
      <w:r w:rsidR="005B78A4" w:rsidRPr="007C4C20">
        <w:fldChar w:fldCharType="separate"/>
      </w:r>
      <w:r w:rsidR="00B66043">
        <w:t>(b)</w:t>
      </w:r>
      <w:r w:rsidR="005B78A4" w:rsidRPr="007C4C20">
        <w:fldChar w:fldCharType="end"/>
      </w:r>
      <w:r w:rsidR="005B78A4" w:rsidRPr="007C4C20">
        <w:fldChar w:fldCharType="begin"/>
      </w:r>
      <w:r w:rsidR="005B78A4" w:rsidRPr="007C4C20">
        <w:instrText xml:space="preserve"> REF  _Ref7183347 \h \n \w </w:instrText>
      </w:r>
      <w:r w:rsidR="00FE356C" w:rsidRPr="007C4C20">
        <w:instrText xml:space="preserve"> \* MERGEFORMAT </w:instrText>
      </w:r>
      <w:r w:rsidR="005B78A4" w:rsidRPr="007C4C20">
        <w:fldChar w:fldCharType="separate"/>
      </w:r>
      <w:r w:rsidR="00B66043">
        <w:t>(v)</w:t>
      </w:r>
      <w:r w:rsidR="005B78A4" w:rsidRPr="007C4C20">
        <w:fldChar w:fldCharType="end"/>
      </w:r>
      <w:r w:rsidRPr="007C4C20">
        <w:t xml:space="preserve">, </w:t>
      </w:r>
      <w:r w:rsidR="005B78A4" w:rsidRPr="007C4C20">
        <w:fldChar w:fldCharType="begin"/>
      </w:r>
      <w:r w:rsidR="005B78A4" w:rsidRPr="007C4C20">
        <w:instrText xml:space="preserve"> REF _Ref7183342 \n \h </w:instrText>
      </w:r>
      <w:r w:rsidR="00FE356C" w:rsidRPr="007C4C20">
        <w:instrText xml:space="preserve"> \* MERGEFORMAT </w:instrText>
      </w:r>
      <w:r w:rsidR="005B78A4" w:rsidRPr="007C4C20">
        <w:fldChar w:fldCharType="separate"/>
      </w:r>
      <w:r w:rsidR="00B66043">
        <w:t>(b)</w:t>
      </w:r>
      <w:r w:rsidR="005B78A4" w:rsidRPr="007C4C20">
        <w:fldChar w:fldCharType="end"/>
      </w:r>
      <w:r w:rsidR="005B78A4" w:rsidRPr="007C4C20">
        <w:fldChar w:fldCharType="begin"/>
      </w:r>
      <w:r w:rsidR="005B78A4" w:rsidRPr="007C4C20">
        <w:instrText xml:space="preserve"> REF  _Ref7183348 \h \n \w </w:instrText>
      </w:r>
      <w:r w:rsidR="00FE356C" w:rsidRPr="007C4C20">
        <w:instrText xml:space="preserve"> \* MERGEFORMAT </w:instrText>
      </w:r>
      <w:r w:rsidR="005B78A4" w:rsidRPr="007C4C20">
        <w:fldChar w:fldCharType="separate"/>
      </w:r>
      <w:r w:rsidR="00B66043">
        <w:t>(vi)</w:t>
      </w:r>
      <w:r w:rsidR="005B78A4" w:rsidRPr="007C4C20">
        <w:fldChar w:fldCharType="end"/>
      </w:r>
      <w:r w:rsidRPr="007C4C20">
        <w:t xml:space="preserve"> and </w:t>
      </w:r>
      <w:r w:rsidR="005B78A4" w:rsidRPr="007C4C20">
        <w:fldChar w:fldCharType="begin"/>
      </w:r>
      <w:r w:rsidR="005B78A4" w:rsidRPr="007C4C20">
        <w:instrText xml:space="preserve"> REF _Ref7183342 \n \h </w:instrText>
      </w:r>
      <w:r w:rsidR="00FE356C" w:rsidRPr="007C4C20">
        <w:instrText xml:space="preserve"> \* MERGEFORMAT </w:instrText>
      </w:r>
      <w:r w:rsidR="005B78A4" w:rsidRPr="007C4C20">
        <w:fldChar w:fldCharType="separate"/>
      </w:r>
      <w:r w:rsidR="00B66043">
        <w:t>(b)</w:t>
      </w:r>
      <w:r w:rsidR="005B78A4" w:rsidRPr="007C4C20">
        <w:fldChar w:fldCharType="end"/>
      </w:r>
      <w:r w:rsidR="005B78A4" w:rsidRPr="007C4C20">
        <w:fldChar w:fldCharType="begin"/>
      </w:r>
      <w:r w:rsidR="005B78A4" w:rsidRPr="007C4C20">
        <w:instrText xml:space="preserve"> REF  _Ref7183349 \h \n \w </w:instrText>
      </w:r>
      <w:r w:rsidR="00FE356C" w:rsidRPr="007C4C20">
        <w:instrText xml:space="preserve"> \* MERGEFORMAT </w:instrText>
      </w:r>
      <w:r w:rsidR="005B78A4" w:rsidRPr="007C4C20">
        <w:fldChar w:fldCharType="separate"/>
      </w:r>
      <w:r w:rsidR="00B66043">
        <w:t>(vii)</w:t>
      </w:r>
      <w:r w:rsidR="005B78A4" w:rsidRPr="007C4C20">
        <w:fldChar w:fldCharType="end"/>
      </w:r>
      <w:r w:rsidRPr="007C4C20">
        <w:t xml:space="preserve"> above, the person to whom the Confidential Information is to be given is informed of its confidential nature and that some or all of such Confidential Information may be price-sensitive information except that there </w:t>
      </w:r>
      <w:r w:rsidRPr="007C4C20">
        <w:lastRenderedPageBreak/>
        <w:t xml:space="preserve">shall be no requirement to so inform if, in the opinion of </w:t>
      </w:r>
      <w:r w:rsidR="004C30E2" w:rsidRPr="007C4C20">
        <w:t>that Lender</w:t>
      </w:r>
      <w:r w:rsidRPr="007C4C20">
        <w:t>, it is not practicable so to do in the circumstances; and</w:t>
      </w:r>
      <w:bookmarkEnd w:id="460"/>
    </w:p>
    <w:p w14:paraId="1318D6E3" w14:textId="523C0C21" w:rsidR="00657368" w:rsidRPr="007C4C20" w:rsidRDefault="00657368" w:rsidP="00026879">
      <w:pPr>
        <w:pStyle w:val="CMSANHeading3"/>
      </w:pPr>
      <w:bookmarkStart w:id="461" w:name="_Ref7183355"/>
      <w:r w:rsidRPr="007C4C20">
        <w:t xml:space="preserve">to any person appointed by </w:t>
      </w:r>
      <w:r w:rsidR="00B50845" w:rsidRPr="007C4C20">
        <w:t>that Lender</w:t>
      </w:r>
      <w:r w:rsidRPr="007C4C20">
        <w:t xml:space="preserve"> or by a person to whom paragraph </w:t>
      </w:r>
      <w:r w:rsidR="005B78A4" w:rsidRPr="007C4C20">
        <w:fldChar w:fldCharType="begin"/>
      </w:r>
      <w:r w:rsidR="005B78A4" w:rsidRPr="007C4C20">
        <w:instrText xml:space="preserve"> REF  _Ref7183343 \h \r \w </w:instrText>
      </w:r>
      <w:r w:rsidR="00FE356C" w:rsidRPr="007C4C20">
        <w:instrText xml:space="preserve"> \* MERGEFORMAT </w:instrText>
      </w:r>
      <w:r w:rsidR="005B78A4" w:rsidRPr="007C4C20">
        <w:fldChar w:fldCharType="separate"/>
      </w:r>
      <w:r w:rsidR="00B66043">
        <w:t>(b)(i)</w:t>
      </w:r>
      <w:r w:rsidR="005B78A4" w:rsidRPr="007C4C20">
        <w:fldChar w:fldCharType="end"/>
      </w:r>
      <w:r w:rsidR="005B78A4" w:rsidRPr="007C4C20">
        <w:t xml:space="preserve"> or </w:t>
      </w:r>
      <w:r w:rsidR="005B78A4" w:rsidRPr="007C4C20">
        <w:fldChar w:fldCharType="begin"/>
      </w:r>
      <w:r w:rsidR="005B78A4" w:rsidRPr="007C4C20">
        <w:instrText xml:space="preserve"> REF  _Ref7183344 \h \r \w </w:instrText>
      </w:r>
      <w:r w:rsidR="00FE356C" w:rsidRPr="007C4C20">
        <w:instrText xml:space="preserve"> \* MERGEFORMAT </w:instrText>
      </w:r>
      <w:r w:rsidR="005B78A4" w:rsidRPr="007C4C20">
        <w:fldChar w:fldCharType="separate"/>
      </w:r>
      <w:r w:rsidR="00B66043">
        <w:t>(b)(ii)</w:t>
      </w:r>
      <w:r w:rsidR="005B78A4" w:rsidRPr="007C4C20">
        <w:fldChar w:fldCharType="end"/>
      </w:r>
      <w:r w:rsidRPr="007C4C20">
        <w:t xml:space="preserve"> above applies to provide administration or settlement services in respect of </w:t>
      </w:r>
      <w:r w:rsidR="00157923" w:rsidRPr="007C4C20">
        <w:t>this Agreement</w:t>
      </w:r>
      <w:r w:rsidRPr="007C4C20">
        <w:t xml:space="preserve"> including without limitation, in relation to the trading of participations in respect of </w:t>
      </w:r>
      <w:r w:rsidR="00157923" w:rsidRPr="007C4C20">
        <w:t>this Agreement</w:t>
      </w:r>
      <w:r w:rsidRPr="007C4C20">
        <w:t xml:space="preserve">, such Confidential Information as may be required to be disclosed to enable such service provider to provide any of the services referred to in this paragraph </w:t>
      </w:r>
      <w:r w:rsidR="005B78A4" w:rsidRPr="007C4C20">
        <w:fldChar w:fldCharType="begin"/>
      </w:r>
      <w:r w:rsidR="005B78A4" w:rsidRPr="007C4C20">
        <w:instrText xml:space="preserve"> REF  _Ref7183355 \h \n \w </w:instrText>
      </w:r>
      <w:r w:rsidR="00FE356C" w:rsidRPr="007C4C20">
        <w:instrText xml:space="preserve"> \* MERGEFORMAT </w:instrText>
      </w:r>
      <w:r w:rsidR="005B78A4" w:rsidRPr="007C4C20">
        <w:fldChar w:fldCharType="separate"/>
      </w:r>
      <w:r w:rsidR="00B66043">
        <w:t>(c)</w:t>
      </w:r>
      <w:r w:rsidR="005B78A4" w:rsidRPr="007C4C20">
        <w:fldChar w:fldCharType="end"/>
      </w:r>
      <w:r w:rsidRPr="007C4C20">
        <w:t xml:space="preserve"> if the service provider to whom the Confidential Information is to be given has entered into a confidentiality agreement substantially in the form of the </w:t>
      </w:r>
      <w:r w:rsidR="00042D1C" w:rsidRPr="007C4C20">
        <w:t>Loan Market Association</w:t>
      </w:r>
      <w:r w:rsidRPr="007C4C20">
        <w:t xml:space="preserve"> Master Confidentiality Undertaking for Use With Administration/Settlement Service Providers or such other form of confidentiality undertaking agreed between the Borrower and </w:t>
      </w:r>
      <w:r w:rsidR="00B50845" w:rsidRPr="007C4C20">
        <w:t>that Lender</w:t>
      </w:r>
      <w:r w:rsidRPr="007C4C20">
        <w:t>; and</w:t>
      </w:r>
      <w:bookmarkEnd w:id="461"/>
    </w:p>
    <w:p w14:paraId="3AF873D8" w14:textId="77777777" w:rsidR="00657368" w:rsidRPr="007C4C20" w:rsidRDefault="00657368" w:rsidP="00026879">
      <w:pPr>
        <w:pStyle w:val="CMSANHeading3"/>
      </w:pPr>
      <w:bookmarkStart w:id="462" w:name="_Ref7183356"/>
      <w:r w:rsidRPr="007C4C20">
        <w:t xml:space="preserve">to any rating agency (including its professional advisers) such Confidential Information as may be required to be disclosed to enable such rating agency to carry out its normal rating activities in relation to </w:t>
      </w:r>
      <w:r w:rsidR="00157923" w:rsidRPr="007C4C20">
        <w:t>this Agreement</w:t>
      </w:r>
      <w:r w:rsidRPr="007C4C20">
        <w:t xml:space="preserve"> and/or </w:t>
      </w:r>
      <w:r w:rsidR="000E259B" w:rsidRPr="007C4C20">
        <w:t xml:space="preserve">the Borrower </w:t>
      </w:r>
      <w:r w:rsidRPr="007C4C20">
        <w:t>if the rating agency to whom the Confidential Information is to be given is informed of its confidential nature and that some or all of such Confidential Information may be price-sensitive information.</w:t>
      </w:r>
      <w:bookmarkEnd w:id="462"/>
    </w:p>
    <w:p w14:paraId="6880F3D7" w14:textId="77777777" w:rsidR="00657368" w:rsidRPr="007C4C20" w:rsidRDefault="00657368" w:rsidP="00A2036A">
      <w:pPr>
        <w:pStyle w:val="CMSANHeading2"/>
        <w:keepNext/>
        <w:rPr>
          <w:b/>
        </w:rPr>
      </w:pPr>
      <w:bookmarkStart w:id="463" w:name="_Ref7183378"/>
      <w:r w:rsidRPr="007C4C20">
        <w:rPr>
          <w:b/>
        </w:rPr>
        <w:t>Entire agreement</w:t>
      </w:r>
      <w:bookmarkEnd w:id="463"/>
    </w:p>
    <w:p w14:paraId="36177F29" w14:textId="71F9FCD4" w:rsidR="00657368" w:rsidRPr="007C4C20" w:rsidRDefault="00657368" w:rsidP="00A2036A">
      <w:pPr>
        <w:pStyle w:val="CMSANIndent2"/>
      </w:pPr>
      <w:r w:rsidRPr="007C4C20">
        <w:t xml:space="preserve">This Clause </w:t>
      </w:r>
      <w:r w:rsidR="00C91BE0" w:rsidRPr="007C4C20">
        <w:fldChar w:fldCharType="begin"/>
      </w:r>
      <w:r w:rsidR="00C91BE0" w:rsidRPr="007C4C20">
        <w:instrText xml:space="preserve">  REF _Ref7183338 \w \h \* MERGEFORMAT </w:instrText>
      </w:r>
      <w:r w:rsidR="00C91BE0" w:rsidRPr="007C4C20">
        <w:fldChar w:fldCharType="separate"/>
      </w:r>
      <w:r w:rsidR="00B66043" w:rsidRPr="00B66043">
        <w:rPr>
          <w:color w:val="000000"/>
        </w:rPr>
        <w:t>32</w:t>
      </w:r>
      <w:r w:rsidR="00C91BE0" w:rsidRPr="007C4C20">
        <w:fldChar w:fldCharType="end"/>
      </w:r>
      <w:r w:rsidRPr="007C4C20">
        <w:t xml:space="preserve"> constitutes the entire agreement between the Parties in relation to the obligations of </w:t>
      </w:r>
      <w:r w:rsidR="00AC21CB" w:rsidRPr="007C4C20">
        <w:t xml:space="preserve">the </w:t>
      </w:r>
      <w:r w:rsidR="00B50845" w:rsidRPr="007C4C20">
        <w:t>Lenders</w:t>
      </w:r>
      <w:r w:rsidR="00AC21CB" w:rsidRPr="007C4C20">
        <w:t xml:space="preserve"> </w:t>
      </w:r>
      <w:r w:rsidRPr="007C4C20">
        <w:t xml:space="preserve">under </w:t>
      </w:r>
      <w:r w:rsidR="00157923" w:rsidRPr="007C4C20">
        <w:t>this Agreement</w:t>
      </w:r>
      <w:r w:rsidRPr="007C4C20">
        <w:t xml:space="preserve"> regarding Confidential Information and supersedes any previous agreement, whether express or implied, regarding Confidential Information.</w:t>
      </w:r>
    </w:p>
    <w:p w14:paraId="3E760BA1" w14:textId="77777777" w:rsidR="00657368" w:rsidRPr="007C4C20" w:rsidRDefault="00657368" w:rsidP="00A2036A">
      <w:pPr>
        <w:pStyle w:val="CMSANHeading2"/>
        <w:keepNext/>
        <w:rPr>
          <w:b/>
        </w:rPr>
      </w:pPr>
      <w:bookmarkStart w:id="464" w:name="_Ref7183380"/>
      <w:r w:rsidRPr="007C4C20">
        <w:rPr>
          <w:b/>
        </w:rPr>
        <w:t>Notification of disclosure</w:t>
      </w:r>
      <w:bookmarkEnd w:id="464"/>
    </w:p>
    <w:p w14:paraId="51A9011E" w14:textId="77777777" w:rsidR="00657368" w:rsidRPr="007C4C20" w:rsidRDefault="00B50845" w:rsidP="00A2036A">
      <w:pPr>
        <w:pStyle w:val="CMSANIndent2"/>
        <w:keepNext/>
      </w:pPr>
      <w:r w:rsidRPr="007C4C20">
        <w:t xml:space="preserve">Each Lender </w:t>
      </w:r>
      <w:r w:rsidR="00657368" w:rsidRPr="007C4C20">
        <w:t>agrees (to the extent permitted by law and regulation) to inform the Borrower:</w:t>
      </w:r>
    </w:p>
    <w:p w14:paraId="5B9CCFBC" w14:textId="19E7EF7E" w:rsidR="00657368" w:rsidRPr="007C4C20" w:rsidRDefault="00657368" w:rsidP="00026879">
      <w:pPr>
        <w:pStyle w:val="CMSANHeading3"/>
      </w:pPr>
      <w:bookmarkStart w:id="465" w:name="_Ref7183381"/>
      <w:r w:rsidRPr="007C4C20">
        <w:t xml:space="preserve">of the circumstances of any disclosure of Confidential Information made pursuant to paragraph </w:t>
      </w:r>
      <w:r w:rsidR="005B78A4" w:rsidRPr="007C4C20">
        <w:fldChar w:fldCharType="begin"/>
      </w:r>
      <w:r w:rsidR="005B78A4" w:rsidRPr="007C4C20">
        <w:instrText xml:space="preserve"> REF _Ref7183342 \n \h </w:instrText>
      </w:r>
      <w:r w:rsidR="00FE356C" w:rsidRPr="007C4C20">
        <w:instrText xml:space="preserve"> \* MERGEFORMAT </w:instrText>
      </w:r>
      <w:r w:rsidR="005B78A4" w:rsidRPr="007C4C20">
        <w:fldChar w:fldCharType="separate"/>
      </w:r>
      <w:r w:rsidR="00B66043">
        <w:t>(b)</w:t>
      </w:r>
      <w:r w:rsidR="005B78A4" w:rsidRPr="007C4C20">
        <w:fldChar w:fldCharType="end"/>
      </w:r>
      <w:r w:rsidR="005B78A4" w:rsidRPr="007C4C20">
        <w:fldChar w:fldCharType="begin"/>
      </w:r>
      <w:r w:rsidR="005B78A4" w:rsidRPr="007C4C20">
        <w:instrText xml:space="preserve"> REF  _Ref7183347 \h \n \w </w:instrText>
      </w:r>
      <w:r w:rsidR="00FE356C" w:rsidRPr="007C4C20">
        <w:instrText xml:space="preserve"> \* MERGEFORMAT </w:instrText>
      </w:r>
      <w:r w:rsidR="005B78A4" w:rsidRPr="007C4C20">
        <w:fldChar w:fldCharType="separate"/>
      </w:r>
      <w:r w:rsidR="00B66043">
        <w:t>(v)</w:t>
      </w:r>
      <w:r w:rsidR="005B78A4" w:rsidRPr="007C4C20">
        <w:fldChar w:fldCharType="end"/>
      </w:r>
      <w:r w:rsidRPr="007C4C20">
        <w:t xml:space="preserve"> of Clause </w:t>
      </w:r>
      <w:r w:rsidR="00C91BE0" w:rsidRPr="007C4C20">
        <w:fldChar w:fldCharType="begin"/>
      </w:r>
      <w:r w:rsidR="00C91BE0" w:rsidRPr="007C4C20">
        <w:instrText xml:space="preserve">  REF _Ref7183340 \w \h \* MERGEFORMAT </w:instrText>
      </w:r>
      <w:r w:rsidR="00C91BE0" w:rsidRPr="007C4C20">
        <w:fldChar w:fldCharType="separate"/>
      </w:r>
      <w:r w:rsidR="00B66043" w:rsidRPr="00B66043">
        <w:rPr>
          <w:color w:val="000000"/>
        </w:rPr>
        <w:t>32.2</w:t>
      </w:r>
      <w:r w:rsidR="00C91BE0" w:rsidRPr="007C4C20">
        <w:fldChar w:fldCharType="end"/>
      </w:r>
      <w:r w:rsidRPr="007C4C20">
        <w:t xml:space="preserve"> (</w:t>
      </w:r>
      <w:r w:rsidRPr="007C4C20">
        <w:rPr>
          <w:i/>
        </w:rPr>
        <w:t>Disclosure of Confidential Information</w:t>
      </w:r>
      <w:r w:rsidRPr="007C4C20">
        <w:t>) except where such disclosure is made to any of the persons referred to in that paragraph during the ordinary course of its supervisory or regulatory function; and</w:t>
      </w:r>
      <w:bookmarkEnd w:id="465"/>
    </w:p>
    <w:p w14:paraId="29DA5875" w14:textId="0B1E1B33" w:rsidR="00657368" w:rsidRPr="007C4C20" w:rsidRDefault="00657368" w:rsidP="00026879">
      <w:pPr>
        <w:pStyle w:val="CMSANHeading3"/>
      </w:pPr>
      <w:bookmarkStart w:id="466" w:name="_Ref7183382"/>
      <w:r w:rsidRPr="007C4C20">
        <w:t xml:space="preserve">upon becoming aware that Confidential Information has been disclosed in breach of this Clause </w:t>
      </w:r>
      <w:r w:rsidR="00C91BE0" w:rsidRPr="007C4C20">
        <w:fldChar w:fldCharType="begin"/>
      </w:r>
      <w:r w:rsidR="00C91BE0" w:rsidRPr="007C4C20">
        <w:instrText xml:space="preserve">  REF _Ref7183338 \w \h \* MERGEFORMAT </w:instrText>
      </w:r>
      <w:r w:rsidR="00C91BE0" w:rsidRPr="007C4C20">
        <w:fldChar w:fldCharType="separate"/>
      </w:r>
      <w:r w:rsidR="00B66043" w:rsidRPr="00B66043">
        <w:rPr>
          <w:color w:val="000000"/>
        </w:rPr>
        <w:t>32</w:t>
      </w:r>
      <w:r w:rsidR="00C91BE0" w:rsidRPr="007C4C20">
        <w:fldChar w:fldCharType="end"/>
      </w:r>
      <w:r w:rsidRPr="007C4C20">
        <w:t>.</w:t>
      </w:r>
      <w:bookmarkEnd w:id="466"/>
    </w:p>
    <w:p w14:paraId="38804F54" w14:textId="77777777" w:rsidR="00657368" w:rsidRPr="007C4C20" w:rsidRDefault="00657368" w:rsidP="00A2036A">
      <w:pPr>
        <w:pStyle w:val="CMSANHeading2"/>
        <w:keepNext/>
        <w:rPr>
          <w:b/>
        </w:rPr>
      </w:pPr>
      <w:bookmarkStart w:id="467" w:name="_Ref7183383"/>
      <w:r w:rsidRPr="007C4C20">
        <w:rPr>
          <w:b/>
        </w:rPr>
        <w:t>Continuing obligations</w:t>
      </w:r>
      <w:bookmarkEnd w:id="467"/>
    </w:p>
    <w:p w14:paraId="2D7026A7" w14:textId="0FC2A6A9" w:rsidR="00657368" w:rsidRPr="007C4C20" w:rsidRDefault="00657368" w:rsidP="00A2036A">
      <w:pPr>
        <w:pStyle w:val="CMSANIndent2"/>
      </w:pPr>
      <w:r w:rsidRPr="007C4C20">
        <w:t xml:space="preserve">The obligations in this Clause </w:t>
      </w:r>
      <w:r w:rsidR="00C91BE0" w:rsidRPr="007C4C20">
        <w:fldChar w:fldCharType="begin"/>
      </w:r>
      <w:r w:rsidR="00C91BE0" w:rsidRPr="007C4C20">
        <w:instrText xml:space="preserve">  REF _Ref7183338 \w \h \* MERGEFORMAT </w:instrText>
      </w:r>
      <w:r w:rsidR="00C91BE0" w:rsidRPr="007C4C20">
        <w:fldChar w:fldCharType="separate"/>
      </w:r>
      <w:r w:rsidR="00B66043" w:rsidRPr="00B66043">
        <w:rPr>
          <w:color w:val="000000"/>
        </w:rPr>
        <w:t>32</w:t>
      </w:r>
      <w:r w:rsidR="00C91BE0" w:rsidRPr="007C4C20">
        <w:fldChar w:fldCharType="end"/>
      </w:r>
      <w:r w:rsidRPr="007C4C20">
        <w:t xml:space="preserve"> are continuing and, in particular, shall survive and remain binding on </w:t>
      </w:r>
      <w:r w:rsidR="00B50845" w:rsidRPr="007C4C20">
        <w:t>each Lender</w:t>
      </w:r>
      <w:r w:rsidR="008203E3" w:rsidRPr="007C4C20">
        <w:t xml:space="preserve"> </w:t>
      </w:r>
      <w:r w:rsidRPr="007C4C20">
        <w:t>for a period of twelve months from the earlier of:</w:t>
      </w:r>
    </w:p>
    <w:p w14:paraId="4287A60A" w14:textId="77777777" w:rsidR="00657368" w:rsidRPr="007C4C20" w:rsidRDefault="00657368" w:rsidP="00026879">
      <w:pPr>
        <w:pStyle w:val="CMSANHeading3"/>
      </w:pPr>
      <w:bookmarkStart w:id="468" w:name="_Ref7183384"/>
      <w:r w:rsidRPr="007C4C20">
        <w:t xml:space="preserve">the date on which all amounts payable by </w:t>
      </w:r>
      <w:r w:rsidR="00987AAA" w:rsidRPr="007C4C20">
        <w:t xml:space="preserve">the Borrower </w:t>
      </w:r>
      <w:r w:rsidRPr="007C4C20">
        <w:t xml:space="preserve">under or in connection with this Agreement have been paid in full and all </w:t>
      </w:r>
      <w:r w:rsidR="00511A7A" w:rsidRPr="007C4C20">
        <w:t>C</w:t>
      </w:r>
      <w:r w:rsidR="0058638E" w:rsidRPr="007C4C20">
        <w:t xml:space="preserve">ommitments </w:t>
      </w:r>
      <w:r w:rsidRPr="007C4C20">
        <w:t>have been cancelled or otherwise cease to be available; and</w:t>
      </w:r>
      <w:bookmarkEnd w:id="468"/>
    </w:p>
    <w:p w14:paraId="68F9B183" w14:textId="77777777" w:rsidR="00657368" w:rsidRPr="007C4C20" w:rsidRDefault="00657368" w:rsidP="00026879">
      <w:pPr>
        <w:pStyle w:val="CMSANHeading3"/>
      </w:pPr>
      <w:bookmarkStart w:id="469" w:name="_Ref7183385"/>
      <w:r w:rsidRPr="007C4C20">
        <w:t xml:space="preserve">the date on which </w:t>
      </w:r>
      <w:r w:rsidR="00B50845" w:rsidRPr="007C4C20">
        <w:t>such Lender</w:t>
      </w:r>
      <w:r w:rsidRPr="007C4C20">
        <w:t xml:space="preserve"> otherwise ceases to be a </w:t>
      </w:r>
      <w:r w:rsidR="00B50845" w:rsidRPr="007C4C20">
        <w:t>Lender</w:t>
      </w:r>
      <w:r w:rsidRPr="007C4C20">
        <w:t>.</w:t>
      </w:r>
      <w:bookmarkEnd w:id="469"/>
    </w:p>
    <w:p w14:paraId="4E1BCD4C" w14:textId="77777777" w:rsidR="00657368" w:rsidRPr="007C4C20" w:rsidRDefault="00026879" w:rsidP="00026879">
      <w:pPr>
        <w:pStyle w:val="CMSANHeading1"/>
      </w:pPr>
      <w:bookmarkStart w:id="470" w:name="_Ref7183386"/>
      <w:bookmarkStart w:id="471" w:name="_Toc28094923"/>
      <w:r w:rsidRPr="007C4C20">
        <w:t>Counterparts</w:t>
      </w:r>
      <w:bookmarkEnd w:id="470"/>
      <w:bookmarkEnd w:id="471"/>
    </w:p>
    <w:p w14:paraId="1B9FCD3B" w14:textId="77777777" w:rsidR="00657368" w:rsidRPr="007C4C20" w:rsidRDefault="00727E31" w:rsidP="00A2036A">
      <w:pPr>
        <w:pStyle w:val="CMSANIndent1"/>
      </w:pPr>
      <w:r w:rsidRPr="007C4C20">
        <w:t>This Agreement</w:t>
      </w:r>
      <w:r w:rsidR="00657368" w:rsidRPr="007C4C20">
        <w:t xml:space="preserve"> may be executed in any number of counterparts, and this has the same effect as if the signatures on the counterparts were on a single copy of </w:t>
      </w:r>
      <w:r w:rsidRPr="007C4C20">
        <w:t>this Agreement</w:t>
      </w:r>
      <w:r w:rsidR="00657368" w:rsidRPr="007C4C20">
        <w:t>.</w:t>
      </w:r>
    </w:p>
    <w:p w14:paraId="5C910422" w14:textId="77777777" w:rsidR="00657368" w:rsidRPr="007C4C20" w:rsidRDefault="00026879" w:rsidP="00026879">
      <w:pPr>
        <w:pStyle w:val="CMSANHeading1"/>
      </w:pPr>
      <w:bookmarkStart w:id="472" w:name="_Ref7183387"/>
      <w:bookmarkStart w:id="473" w:name="_Toc28094924"/>
      <w:r w:rsidRPr="007C4C20">
        <w:lastRenderedPageBreak/>
        <w:t>Governing Language</w:t>
      </w:r>
      <w:bookmarkEnd w:id="472"/>
      <w:bookmarkEnd w:id="473"/>
    </w:p>
    <w:p w14:paraId="425872EE" w14:textId="77777777" w:rsidR="00657368" w:rsidRPr="007C4C20" w:rsidRDefault="00657368" w:rsidP="00A2036A">
      <w:pPr>
        <w:pStyle w:val="CMSANIndent1"/>
      </w:pPr>
      <w:r w:rsidRPr="007C4C20">
        <w:t>Although this Agreement may be translated into Serbian, the Serbian language version of this Agreement is for information purposes only. In the event of any conflict or inconsistency between the English language version and the Serbian language version of this Agreement or any dispute regarding the interpretation of any provision in the English language version or the Serbian language version of this Agreement, the English language version of this Agreement shall prevail and questions of interpretation shall be addressed solely by reference to the English language version.</w:t>
      </w:r>
    </w:p>
    <w:p w14:paraId="563DE17C" w14:textId="77777777" w:rsidR="00657368" w:rsidRPr="007C4C20" w:rsidRDefault="00026879" w:rsidP="00026879">
      <w:pPr>
        <w:pStyle w:val="CMSANHeading1"/>
      </w:pPr>
      <w:bookmarkStart w:id="474" w:name="_Ref7183388"/>
      <w:bookmarkStart w:id="475" w:name="_Toc28094925"/>
      <w:r w:rsidRPr="007C4C20">
        <w:t>Governing Law</w:t>
      </w:r>
      <w:bookmarkEnd w:id="474"/>
      <w:bookmarkEnd w:id="475"/>
    </w:p>
    <w:p w14:paraId="1F0047C3" w14:textId="77777777" w:rsidR="00657368" w:rsidRPr="007C4C20" w:rsidRDefault="00657368" w:rsidP="00A2036A">
      <w:pPr>
        <w:pStyle w:val="CMSANIndent1"/>
      </w:pPr>
      <w:r w:rsidRPr="007C4C20">
        <w:t xml:space="preserve">This Agreement </w:t>
      </w:r>
      <w:r w:rsidR="00433878" w:rsidRPr="007C4C20">
        <w:t>is</w:t>
      </w:r>
      <w:r w:rsidRPr="007C4C20">
        <w:t xml:space="preserve"> governed by English law.</w:t>
      </w:r>
    </w:p>
    <w:p w14:paraId="68CDC506" w14:textId="77777777" w:rsidR="00657368" w:rsidRPr="007C4C20" w:rsidRDefault="00026879" w:rsidP="00026879">
      <w:pPr>
        <w:pStyle w:val="CMSANHeading1"/>
      </w:pPr>
      <w:bookmarkStart w:id="476" w:name="_Ref7183393"/>
      <w:bookmarkStart w:id="477" w:name="_Toc28094926"/>
      <w:r w:rsidRPr="007C4C20">
        <w:t>Arbitration</w:t>
      </w:r>
      <w:bookmarkEnd w:id="476"/>
      <w:bookmarkEnd w:id="477"/>
    </w:p>
    <w:p w14:paraId="390C786F" w14:textId="77777777" w:rsidR="00657368" w:rsidRPr="007C4C20" w:rsidRDefault="00657368" w:rsidP="00A2036A">
      <w:pPr>
        <w:pStyle w:val="CMSANHeading2"/>
        <w:keepNext/>
        <w:rPr>
          <w:b/>
        </w:rPr>
      </w:pPr>
      <w:bookmarkStart w:id="478" w:name="_Ref7183394"/>
      <w:r w:rsidRPr="007C4C20">
        <w:rPr>
          <w:b/>
        </w:rPr>
        <w:t>Arbitration</w:t>
      </w:r>
      <w:bookmarkEnd w:id="478"/>
    </w:p>
    <w:p w14:paraId="2E74FA77" w14:textId="0B3F00F2" w:rsidR="00657368" w:rsidRPr="007C4C20" w:rsidRDefault="00657368" w:rsidP="00A2036A">
      <w:pPr>
        <w:pStyle w:val="CMSANIndent2"/>
      </w:pPr>
      <w:r w:rsidRPr="007C4C20">
        <w:t xml:space="preserve">Subject to Clause </w:t>
      </w:r>
      <w:r w:rsidR="00C91BE0" w:rsidRPr="007C4C20">
        <w:fldChar w:fldCharType="begin"/>
      </w:r>
      <w:r w:rsidR="00C91BE0" w:rsidRPr="007C4C20">
        <w:instrText xml:space="preserve">  REF _Ref7183400 \w \h \* MERGEFORMAT </w:instrText>
      </w:r>
      <w:r w:rsidR="00C91BE0" w:rsidRPr="007C4C20">
        <w:fldChar w:fldCharType="separate"/>
      </w:r>
      <w:r w:rsidR="00B66043" w:rsidRPr="00B66043">
        <w:rPr>
          <w:color w:val="000000"/>
        </w:rPr>
        <w:t>36.4</w:t>
      </w:r>
      <w:r w:rsidR="00C91BE0" w:rsidRPr="007C4C20">
        <w:fldChar w:fldCharType="end"/>
      </w:r>
      <w:r w:rsidRPr="007C4C20">
        <w:t xml:space="preserve"> (</w:t>
      </w:r>
      <w:r w:rsidRPr="007C4C20">
        <w:rPr>
          <w:i/>
        </w:rPr>
        <w:t>Agent’s option</w:t>
      </w:r>
      <w:r w:rsidRPr="007C4C20">
        <w:t>), any dispute arising out of or in connection with this Agreement (including a dispute relating to the existence, validity or termination of this Agreement) (a</w:t>
      </w:r>
      <w:r w:rsidR="00A2036A" w:rsidRPr="007C4C20">
        <w:t> </w:t>
      </w:r>
      <w:r w:rsidRPr="007C4C20">
        <w:t>“</w:t>
      </w:r>
      <w:r w:rsidRPr="007C4C20">
        <w:rPr>
          <w:b/>
        </w:rPr>
        <w:t>Dispute</w:t>
      </w:r>
      <w:r w:rsidRPr="007C4C20">
        <w:t>”) shall be referred to and finally resolved by arbitration under the Arbitration Rules of the London Court of International Arbitration (LCIA) (the “</w:t>
      </w:r>
      <w:r w:rsidRPr="007C4C20">
        <w:rPr>
          <w:b/>
        </w:rPr>
        <w:t>Rules</w:t>
      </w:r>
      <w:r w:rsidRPr="007C4C20">
        <w:t>”).</w:t>
      </w:r>
    </w:p>
    <w:p w14:paraId="58B96D4A" w14:textId="77777777" w:rsidR="00657368" w:rsidRPr="007C4C20" w:rsidRDefault="00657368" w:rsidP="00A2036A">
      <w:pPr>
        <w:pStyle w:val="CMSANHeading2"/>
        <w:keepNext/>
        <w:rPr>
          <w:b/>
        </w:rPr>
      </w:pPr>
      <w:bookmarkStart w:id="479" w:name="_Ref7183395"/>
      <w:r w:rsidRPr="007C4C20">
        <w:rPr>
          <w:b/>
        </w:rPr>
        <w:t>Formation of arbitral tribunal, seat and language of arbitration</w:t>
      </w:r>
      <w:bookmarkEnd w:id="479"/>
    </w:p>
    <w:p w14:paraId="5CA2835A" w14:textId="77777777" w:rsidR="00657368" w:rsidRPr="007C4C20" w:rsidRDefault="00657368" w:rsidP="00026879">
      <w:pPr>
        <w:pStyle w:val="CMSANHeading3"/>
      </w:pPr>
      <w:bookmarkStart w:id="480" w:name="_Ref7183396"/>
      <w:r w:rsidRPr="007C4C20">
        <w:t>The arbitral tribunal shall</w:t>
      </w:r>
      <w:r w:rsidR="00A2036A" w:rsidRPr="007C4C20">
        <w:t xml:space="preserve"> consist of three arbitrators. </w:t>
      </w:r>
      <w:r w:rsidRPr="007C4C20">
        <w:t xml:space="preserve">The claimant(s), irrespective of number, shall nominate jointly one arbitrator; the respondent(s), irrespective of number, shall nominate jointly the second arbitrator, and a third arbitrator (who shall act as Chairman) shall be appointed by the arbitrators nominated by the claimant(s) and respondent(s) or, in the absence of agreement on the third arbitrator within </w:t>
      </w:r>
      <w:r w:rsidR="004835E2" w:rsidRPr="007C4C20">
        <w:t>10</w:t>
      </w:r>
      <w:r w:rsidRPr="007C4C20">
        <w:t xml:space="preserve"> days of the appointment of the second arbitrator, by the LCIA Court (as defined in the Rules).</w:t>
      </w:r>
      <w:bookmarkEnd w:id="480"/>
    </w:p>
    <w:p w14:paraId="6195FADF" w14:textId="77777777" w:rsidR="00657368" w:rsidRPr="007C4C20" w:rsidRDefault="00657368" w:rsidP="00026879">
      <w:pPr>
        <w:pStyle w:val="CMSANHeading3"/>
      </w:pPr>
      <w:bookmarkStart w:id="481" w:name="_Ref7183397"/>
      <w:r w:rsidRPr="007C4C20">
        <w:t>The seat of arbitration shall be London, England.</w:t>
      </w:r>
      <w:bookmarkEnd w:id="481"/>
    </w:p>
    <w:p w14:paraId="51C61B6C" w14:textId="77777777" w:rsidR="00657368" w:rsidRPr="007C4C20" w:rsidRDefault="00657368" w:rsidP="00026879">
      <w:pPr>
        <w:pStyle w:val="CMSANHeading3"/>
      </w:pPr>
      <w:bookmarkStart w:id="482" w:name="_Ref7183398"/>
      <w:r w:rsidRPr="007C4C20">
        <w:t>The language of the arbitration shall be English.</w:t>
      </w:r>
      <w:bookmarkEnd w:id="482"/>
    </w:p>
    <w:p w14:paraId="3816D2FB" w14:textId="77777777" w:rsidR="00657368" w:rsidRPr="007C4C20" w:rsidRDefault="00657368" w:rsidP="00A2036A">
      <w:pPr>
        <w:pStyle w:val="CMSANHeading2"/>
        <w:keepNext/>
        <w:rPr>
          <w:b/>
        </w:rPr>
      </w:pPr>
      <w:bookmarkStart w:id="483" w:name="_Ref7183399"/>
      <w:r w:rsidRPr="007C4C20">
        <w:rPr>
          <w:b/>
        </w:rPr>
        <w:t>Recourse to courts</w:t>
      </w:r>
      <w:bookmarkEnd w:id="483"/>
    </w:p>
    <w:p w14:paraId="5EA8AB5E" w14:textId="19317B8E" w:rsidR="00657368" w:rsidRPr="007C4C20" w:rsidRDefault="00657368" w:rsidP="00A2036A">
      <w:pPr>
        <w:pStyle w:val="CMSANIndent2"/>
      </w:pPr>
      <w:r w:rsidRPr="007C4C20">
        <w:t xml:space="preserve">For the purposes of arbitration pursuant to this Clause </w:t>
      </w:r>
      <w:r w:rsidR="00C91BE0" w:rsidRPr="007C4C20">
        <w:fldChar w:fldCharType="begin"/>
      </w:r>
      <w:r w:rsidR="00C91BE0" w:rsidRPr="007C4C20">
        <w:instrText xml:space="preserve">  REF _Ref7183393 \w \h \* MERGEFORMAT </w:instrText>
      </w:r>
      <w:r w:rsidR="00C91BE0" w:rsidRPr="007C4C20">
        <w:fldChar w:fldCharType="separate"/>
      </w:r>
      <w:r w:rsidR="00B66043" w:rsidRPr="00B66043">
        <w:rPr>
          <w:color w:val="000000"/>
        </w:rPr>
        <w:t>36</w:t>
      </w:r>
      <w:r w:rsidR="00C91BE0" w:rsidRPr="007C4C20">
        <w:fldChar w:fldCharType="end"/>
      </w:r>
      <w:r w:rsidRPr="007C4C20">
        <w:t xml:space="preserve"> (</w:t>
      </w:r>
      <w:r w:rsidRPr="007C4C20">
        <w:rPr>
          <w:i/>
        </w:rPr>
        <w:t>Arbitration</w:t>
      </w:r>
      <w:r w:rsidRPr="007C4C20">
        <w:t xml:space="preserve">), the Parties waive any right of application to determine a preliminary point of law or appeal on a point of law under </w:t>
      </w:r>
      <w:bookmarkStart w:id="484" w:name="DocXTextRef313"/>
      <w:r w:rsidRPr="007C4C20">
        <w:t>Sections 45</w:t>
      </w:r>
      <w:bookmarkEnd w:id="484"/>
      <w:r w:rsidRPr="007C4C20">
        <w:t xml:space="preserve"> and </w:t>
      </w:r>
      <w:bookmarkStart w:id="485" w:name="DocXTextRef311"/>
      <w:r w:rsidRPr="007C4C20">
        <w:t>69</w:t>
      </w:r>
      <w:bookmarkEnd w:id="485"/>
      <w:r w:rsidRPr="007C4C20">
        <w:t xml:space="preserve"> of the Arbitration Act 1996.</w:t>
      </w:r>
    </w:p>
    <w:p w14:paraId="07C31A3B" w14:textId="77777777" w:rsidR="00657368" w:rsidRPr="007C4C20" w:rsidRDefault="00657368" w:rsidP="00A2036A">
      <w:pPr>
        <w:pStyle w:val="CMSANHeading2"/>
        <w:keepNext/>
        <w:rPr>
          <w:b/>
        </w:rPr>
      </w:pPr>
      <w:bookmarkStart w:id="486" w:name="_Ref7183400"/>
      <w:r w:rsidRPr="007C4C20">
        <w:rPr>
          <w:b/>
        </w:rPr>
        <w:t>Agent’s option</w:t>
      </w:r>
      <w:bookmarkEnd w:id="486"/>
    </w:p>
    <w:p w14:paraId="62D1FE2E" w14:textId="1543C5A5" w:rsidR="00657368" w:rsidRPr="007C4C20" w:rsidRDefault="00657368" w:rsidP="00A2036A">
      <w:pPr>
        <w:pStyle w:val="CMSANIndent2"/>
      </w:pPr>
      <w:r w:rsidRPr="007C4C20">
        <w:t xml:space="preserve">Before the </w:t>
      </w:r>
      <w:r w:rsidR="00B50845" w:rsidRPr="007C4C20">
        <w:t>Lenders have</w:t>
      </w:r>
      <w:r w:rsidRPr="007C4C20">
        <w:t xml:space="preserve"> filed, as the case may be, a Request for Arbitration or Response (in each case, as defined in the Rules) the Agent may (and shall, if so instructed by the Lenders) by notice in writing to all other Parties require that all Disputes or a specific Dispu</w:t>
      </w:r>
      <w:r w:rsidR="00A2036A" w:rsidRPr="007C4C20">
        <w:t xml:space="preserve">te be heard by a court of law. </w:t>
      </w:r>
      <w:r w:rsidRPr="007C4C20">
        <w:t xml:space="preserve">If the Agent gives such notice, the Dispute to which such notice refers shall be determined in accordance with Clause </w:t>
      </w:r>
      <w:r w:rsidR="00C91BE0" w:rsidRPr="007C4C20">
        <w:fldChar w:fldCharType="begin"/>
      </w:r>
      <w:r w:rsidR="00C91BE0" w:rsidRPr="007C4C20">
        <w:instrText xml:space="preserve">  REF _Ref7183401 \w \h \* MERGEFORMAT </w:instrText>
      </w:r>
      <w:r w:rsidR="00C91BE0" w:rsidRPr="007C4C20">
        <w:fldChar w:fldCharType="separate"/>
      </w:r>
      <w:r w:rsidR="00B66043" w:rsidRPr="00B66043">
        <w:rPr>
          <w:color w:val="000000"/>
        </w:rPr>
        <w:t>37</w:t>
      </w:r>
      <w:r w:rsidR="00C91BE0" w:rsidRPr="007C4C20">
        <w:fldChar w:fldCharType="end"/>
      </w:r>
      <w:r w:rsidRPr="007C4C20">
        <w:t xml:space="preserve"> (</w:t>
      </w:r>
      <w:r w:rsidRPr="007C4C20">
        <w:rPr>
          <w:i/>
        </w:rPr>
        <w:t>Jurisdiction of English courts</w:t>
      </w:r>
      <w:r w:rsidRPr="007C4C20">
        <w:t>).</w:t>
      </w:r>
    </w:p>
    <w:p w14:paraId="2D11261F" w14:textId="77777777" w:rsidR="00657368" w:rsidRPr="007C4C20" w:rsidRDefault="00026879" w:rsidP="00026879">
      <w:pPr>
        <w:pStyle w:val="CMSANHeading1"/>
      </w:pPr>
      <w:bookmarkStart w:id="487" w:name="_Ref7183401"/>
      <w:bookmarkStart w:id="488" w:name="_Toc28094927"/>
      <w:r w:rsidRPr="007C4C20">
        <w:t xml:space="preserve">Jurisdiction </w:t>
      </w:r>
      <w:r w:rsidR="00A2036A" w:rsidRPr="007C4C20">
        <w:t>of</w:t>
      </w:r>
      <w:r w:rsidR="00A2036A" w:rsidRPr="007C4C20">
        <w:rPr>
          <w:caps w:val="0"/>
        </w:rPr>
        <w:t xml:space="preserve"> </w:t>
      </w:r>
      <w:r w:rsidRPr="007C4C20">
        <w:t>English Courts</w:t>
      </w:r>
      <w:bookmarkEnd w:id="487"/>
      <w:bookmarkEnd w:id="488"/>
    </w:p>
    <w:p w14:paraId="05F02CF6" w14:textId="2049949D" w:rsidR="00657368" w:rsidRPr="007C4C20" w:rsidRDefault="00657368" w:rsidP="00A2036A">
      <w:pPr>
        <w:pStyle w:val="CMSANIndent1"/>
      </w:pPr>
      <w:r w:rsidRPr="007C4C20">
        <w:t xml:space="preserve">If the Agent issues a notice pursuant to Clause </w:t>
      </w:r>
      <w:r w:rsidR="00C91BE0" w:rsidRPr="007C4C20">
        <w:fldChar w:fldCharType="begin"/>
      </w:r>
      <w:r w:rsidR="00C91BE0" w:rsidRPr="007C4C20">
        <w:instrText xml:space="preserve">  REF _Ref7183400 \w \h \* MERGEFORMAT </w:instrText>
      </w:r>
      <w:r w:rsidR="00C91BE0" w:rsidRPr="007C4C20">
        <w:fldChar w:fldCharType="separate"/>
      </w:r>
      <w:r w:rsidR="00B66043" w:rsidRPr="00B66043">
        <w:rPr>
          <w:color w:val="000000"/>
        </w:rPr>
        <w:t>36.4</w:t>
      </w:r>
      <w:r w:rsidR="00C91BE0" w:rsidRPr="007C4C20">
        <w:fldChar w:fldCharType="end"/>
      </w:r>
      <w:r w:rsidRPr="007C4C20">
        <w:t xml:space="preserve"> (</w:t>
      </w:r>
      <w:r w:rsidRPr="007C4C20">
        <w:rPr>
          <w:i/>
        </w:rPr>
        <w:t>Agent’s option</w:t>
      </w:r>
      <w:r w:rsidRPr="007C4C20">
        <w:t xml:space="preserve">), the provisions of this Clause </w:t>
      </w:r>
      <w:r w:rsidR="00C91BE0" w:rsidRPr="007C4C20">
        <w:fldChar w:fldCharType="begin"/>
      </w:r>
      <w:r w:rsidR="00C91BE0" w:rsidRPr="007C4C20">
        <w:instrText xml:space="preserve">  REF _Ref7183401 \w \h \* MERGEFORMAT </w:instrText>
      </w:r>
      <w:r w:rsidR="00C91BE0" w:rsidRPr="007C4C20">
        <w:fldChar w:fldCharType="separate"/>
      </w:r>
      <w:r w:rsidR="00B66043" w:rsidRPr="00B66043">
        <w:rPr>
          <w:color w:val="000000"/>
        </w:rPr>
        <w:t>37</w:t>
      </w:r>
      <w:r w:rsidR="00C91BE0" w:rsidRPr="007C4C20">
        <w:fldChar w:fldCharType="end"/>
      </w:r>
      <w:r w:rsidRPr="007C4C20">
        <w:t xml:space="preserve"> shall apply.</w:t>
      </w:r>
    </w:p>
    <w:p w14:paraId="69F98799" w14:textId="77777777" w:rsidR="00657368" w:rsidRPr="007C4C20" w:rsidRDefault="00657368" w:rsidP="00A2036A">
      <w:pPr>
        <w:pStyle w:val="CMSANHeading2"/>
        <w:keepNext/>
        <w:rPr>
          <w:b/>
        </w:rPr>
      </w:pPr>
      <w:bookmarkStart w:id="489" w:name="_Ref7183402"/>
      <w:r w:rsidRPr="007C4C20">
        <w:rPr>
          <w:b/>
        </w:rPr>
        <w:t>Jurisdiction</w:t>
      </w:r>
      <w:bookmarkEnd w:id="489"/>
    </w:p>
    <w:p w14:paraId="24D3D532" w14:textId="77777777" w:rsidR="00657368" w:rsidRPr="007C4C20" w:rsidRDefault="00657368" w:rsidP="00026879">
      <w:pPr>
        <w:pStyle w:val="CMSANHeading3"/>
      </w:pPr>
      <w:bookmarkStart w:id="490" w:name="_Ref7183403"/>
      <w:r w:rsidRPr="007C4C20">
        <w:t>The courts of England have exclusive jurisdiction to settle any Dispute.</w:t>
      </w:r>
      <w:bookmarkEnd w:id="490"/>
    </w:p>
    <w:p w14:paraId="6DA6A61E" w14:textId="77777777" w:rsidR="00657368" w:rsidRPr="007C4C20" w:rsidRDefault="00657368" w:rsidP="00026879">
      <w:pPr>
        <w:pStyle w:val="CMSANHeading3"/>
      </w:pPr>
      <w:bookmarkStart w:id="491" w:name="_Ref7183404"/>
      <w:r w:rsidRPr="007C4C20">
        <w:lastRenderedPageBreak/>
        <w:t>The Parties agree that the courts of England are the most appropriate and convenient courts to settle any Dispute and accordingly no Party will argue to the contrary.</w:t>
      </w:r>
      <w:bookmarkEnd w:id="491"/>
    </w:p>
    <w:p w14:paraId="2D3FCDA0" w14:textId="735891F2" w:rsidR="00657368" w:rsidRPr="007C4C20" w:rsidRDefault="00657368" w:rsidP="00026879">
      <w:pPr>
        <w:pStyle w:val="CMSANHeading3"/>
      </w:pPr>
      <w:bookmarkStart w:id="492" w:name="_Ref7183405"/>
      <w:r w:rsidRPr="007C4C20">
        <w:t xml:space="preserve">Notwithstanding paragraph </w:t>
      </w:r>
      <w:r w:rsidR="005B78A4" w:rsidRPr="007C4C20">
        <w:fldChar w:fldCharType="begin"/>
      </w:r>
      <w:r w:rsidR="005B78A4" w:rsidRPr="007C4C20">
        <w:instrText xml:space="preserve"> REF  _Ref7183403 \h \n \w  \* MERGEFORMAT </w:instrText>
      </w:r>
      <w:r w:rsidR="005B78A4" w:rsidRPr="007C4C20">
        <w:fldChar w:fldCharType="separate"/>
      </w:r>
      <w:r w:rsidR="00B66043">
        <w:t>(a)</w:t>
      </w:r>
      <w:r w:rsidR="005B78A4" w:rsidRPr="007C4C20">
        <w:fldChar w:fldCharType="end"/>
      </w:r>
      <w:r w:rsidRPr="007C4C20">
        <w:t xml:space="preserve"> above, </w:t>
      </w:r>
      <w:r w:rsidR="00B50845" w:rsidRPr="007C4C20">
        <w:t xml:space="preserve">no Lender </w:t>
      </w:r>
      <w:r w:rsidRPr="007C4C20">
        <w:t xml:space="preserve">shall be prevented from taking proceedings relating to a Dispute in any other courts with jurisdiction. To the extent allowed by law, the </w:t>
      </w:r>
      <w:r w:rsidR="00B50845" w:rsidRPr="007C4C20">
        <w:t>Lenders</w:t>
      </w:r>
      <w:r w:rsidRPr="007C4C20">
        <w:t xml:space="preserve"> may take concurrent proceedings in any number of jurisdictions.</w:t>
      </w:r>
      <w:bookmarkEnd w:id="492"/>
    </w:p>
    <w:p w14:paraId="03C04F5E" w14:textId="77777777" w:rsidR="00657368" w:rsidRPr="007C4C20" w:rsidRDefault="00657368" w:rsidP="00A2036A">
      <w:pPr>
        <w:pStyle w:val="CMSANHeading2"/>
        <w:keepNext/>
        <w:rPr>
          <w:b/>
        </w:rPr>
      </w:pPr>
      <w:bookmarkStart w:id="493" w:name="_Ref7183406"/>
      <w:r w:rsidRPr="007C4C20">
        <w:rPr>
          <w:b/>
        </w:rPr>
        <w:t>Service of process</w:t>
      </w:r>
      <w:bookmarkEnd w:id="493"/>
    </w:p>
    <w:p w14:paraId="03B16D45" w14:textId="77777777" w:rsidR="00657368" w:rsidRPr="007C4C20" w:rsidRDefault="00657368" w:rsidP="00A2036A">
      <w:pPr>
        <w:pStyle w:val="CMSANHeading3"/>
        <w:keepNext/>
      </w:pPr>
      <w:bookmarkStart w:id="494" w:name="_Ref7183407"/>
      <w:r w:rsidRPr="007C4C20">
        <w:t>Without prejudice to any other mode of service allowed under any relevant law, the Borrower:</w:t>
      </w:r>
      <w:bookmarkEnd w:id="494"/>
    </w:p>
    <w:p w14:paraId="48B9924F" w14:textId="77777777" w:rsidR="00657368" w:rsidRPr="007C4C20" w:rsidRDefault="00657368" w:rsidP="00026879">
      <w:pPr>
        <w:pStyle w:val="CMSANHeading4"/>
      </w:pPr>
      <w:bookmarkStart w:id="495" w:name="_Ref7183408"/>
      <w:r w:rsidRPr="007C4C20">
        <w:t>irrevocably app</w:t>
      </w:r>
      <w:r w:rsidR="00A2036A" w:rsidRPr="007C4C20">
        <w:t xml:space="preserve">oints </w:t>
      </w:r>
      <w:r w:rsidR="00433878" w:rsidRPr="007C4C20">
        <w:t>the Embassy of the Republic of Serbia in London</w:t>
      </w:r>
      <w:r w:rsidR="00CC032E" w:rsidRPr="007C4C20">
        <w:t xml:space="preserve"> </w:t>
      </w:r>
      <w:r w:rsidRPr="007C4C20">
        <w:t xml:space="preserve">as its agent for service of process in relation to any proceedings before the English courts in connection with </w:t>
      </w:r>
      <w:r w:rsidR="00727E31" w:rsidRPr="007C4C20">
        <w:t>this Agreement</w:t>
      </w:r>
      <w:r w:rsidRPr="007C4C20">
        <w:t>; and</w:t>
      </w:r>
      <w:bookmarkEnd w:id="495"/>
    </w:p>
    <w:p w14:paraId="122EBAEA" w14:textId="77777777" w:rsidR="00657368" w:rsidRPr="007C4C20" w:rsidRDefault="00657368" w:rsidP="00026879">
      <w:pPr>
        <w:pStyle w:val="CMSANHeading4"/>
      </w:pPr>
      <w:bookmarkStart w:id="496" w:name="_Ref7183409"/>
      <w:r w:rsidRPr="007C4C20">
        <w:t xml:space="preserve">agrees that failure by an agent for the service of process to notify the </w:t>
      </w:r>
      <w:r w:rsidR="00987AAA" w:rsidRPr="007C4C20">
        <w:t xml:space="preserve">Borrower </w:t>
      </w:r>
      <w:r w:rsidRPr="007C4C20">
        <w:t>of the process will not invalidate the proceedings concerned.</w:t>
      </w:r>
      <w:bookmarkEnd w:id="496"/>
    </w:p>
    <w:p w14:paraId="25C57129" w14:textId="77777777" w:rsidR="00657368" w:rsidRPr="007C4C20" w:rsidRDefault="00657368" w:rsidP="00026879">
      <w:pPr>
        <w:pStyle w:val="CMSANHeading3"/>
      </w:pPr>
      <w:bookmarkStart w:id="497" w:name="_Ref7183410"/>
      <w:r w:rsidRPr="007C4C20">
        <w:t xml:space="preserve">If any person appointed as an agent for service of process is unable for any reason to act as agent for service of process, the Borrower must immediately (and in any event within </w:t>
      </w:r>
      <w:r w:rsidR="00433878" w:rsidRPr="007C4C20">
        <w:t>30</w:t>
      </w:r>
      <w:r w:rsidRPr="007C4C20">
        <w:t xml:space="preserve"> days of such event taking place) appoint another agent on terms acceptable to the Agent. Failing this, the Agent may appoint another agent for this purpose</w:t>
      </w:r>
      <w:r w:rsidR="00433878" w:rsidRPr="007C4C20">
        <w:t xml:space="preserve"> and notify the Borrower of the same</w:t>
      </w:r>
      <w:r w:rsidRPr="007C4C20">
        <w:t>.</w:t>
      </w:r>
      <w:bookmarkEnd w:id="497"/>
    </w:p>
    <w:p w14:paraId="2292F6AE" w14:textId="77777777" w:rsidR="00657368" w:rsidRPr="007C4C20" w:rsidRDefault="00026879" w:rsidP="00026879">
      <w:pPr>
        <w:pStyle w:val="CMSANHeading1"/>
      </w:pPr>
      <w:bookmarkStart w:id="498" w:name="_Ref7183411"/>
      <w:bookmarkStart w:id="499" w:name="_Toc28094928"/>
      <w:r w:rsidRPr="007C4C20">
        <w:t xml:space="preserve">Waiver </w:t>
      </w:r>
      <w:r w:rsidR="00A2036A" w:rsidRPr="007C4C20">
        <w:t>of</w:t>
      </w:r>
      <w:r w:rsidR="00A2036A" w:rsidRPr="007C4C20">
        <w:rPr>
          <w:caps w:val="0"/>
        </w:rPr>
        <w:t xml:space="preserve"> </w:t>
      </w:r>
      <w:r w:rsidRPr="007C4C20">
        <w:t>Immunity</w:t>
      </w:r>
      <w:bookmarkEnd w:id="498"/>
      <w:bookmarkEnd w:id="499"/>
    </w:p>
    <w:p w14:paraId="7B0E414E" w14:textId="77777777" w:rsidR="00657368" w:rsidRPr="007C4C20" w:rsidRDefault="00657368" w:rsidP="00A2036A">
      <w:pPr>
        <w:pStyle w:val="CMSANHeading2"/>
        <w:keepNext/>
        <w:rPr>
          <w:b/>
        </w:rPr>
      </w:pPr>
      <w:bookmarkStart w:id="500" w:name="_Ref7183412"/>
      <w:r w:rsidRPr="007C4C20">
        <w:rPr>
          <w:b/>
        </w:rPr>
        <w:t>Waiver of immunity</w:t>
      </w:r>
      <w:bookmarkEnd w:id="500"/>
    </w:p>
    <w:p w14:paraId="6CEC5434" w14:textId="77777777" w:rsidR="00657368" w:rsidRPr="007C4C20" w:rsidRDefault="00987AAA" w:rsidP="00A2036A">
      <w:pPr>
        <w:pStyle w:val="CMSANHeading3"/>
        <w:keepNext/>
      </w:pPr>
      <w:bookmarkStart w:id="501" w:name="_Ref7183413"/>
      <w:r w:rsidRPr="007C4C20">
        <w:t>The Borrower</w:t>
      </w:r>
      <w:r w:rsidR="00657368" w:rsidRPr="007C4C20">
        <w:t xml:space="preserve"> waives generally all immunity it or its assets or revenues may otherwise have in any jurisdiction, including immunity in respect of:</w:t>
      </w:r>
      <w:bookmarkEnd w:id="501"/>
    </w:p>
    <w:p w14:paraId="41674D4B" w14:textId="77777777" w:rsidR="00657368" w:rsidRPr="007C4C20" w:rsidRDefault="00657368" w:rsidP="00026879">
      <w:pPr>
        <w:pStyle w:val="CMSANHeading4"/>
      </w:pPr>
      <w:bookmarkStart w:id="502" w:name="_Ref7183414"/>
      <w:r w:rsidRPr="007C4C20">
        <w:t>the giving of any relief by way of injunction or order for specific performance or for the recovery of assets or revenues; and</w:t>
      </w:r>
      <w:bookmarkEnd w:id="502"/>
    </w:p>
    <w:p w14:paraId="330D2092" w14:textId="77777777" w:rsidR="00657368" w:rsidRPr="007C4C20" w:rsidRDefault="00657368" w:rsidP="00026879">
      <w:pPr>
        <w:pStyle w:val="CMSANHeading4"/>
      </w:pPr>
      <w:bookmarkStart w:id="503" w:name="_Ref7183415"/>
      <w:r w:rsidRPr="007C4C20">
        <w:t>the issue of any process against its assets or revenues for the enforcement of a judgment or, in an action in rem, for the arrest, detention or sale of any of its assets and revenues.</w:t>
      </w:r>
      <w:bookmarkEnd w:id="503"/>
    </w:p>
    <w:p w14:paraId="19A75137" w14:textId="77777777" w:rsidR="00657368" w:rsidRPr="007C4C20" w:rsidRDefault="00987AAA" w:rsidP="00026879">
      <w:pPr>
        <w:pStyle w:val="CMSANHeading3"/>
      </w:pPr>
      <w:bookmarkStart w:id="504" w:name="_Ref7183416"/>
      <w:r w:rsidRPr="007C4C20">
        <w:t>The Borrower</w:t>
      </w:r>
      <w:r w:rsidR="00657368" w:rsidRPr="007C4C20">
        <w:t xml:space="preserve"> agrees that in any proceedings in England this waiver shall have the fullest scope permitted by the English State Immunity Act 1978 and that this waiver is intended to be irrevocable for the purposes of the English State Immunity Act 1978.</w:t>
      </w:r>
      <w:bookmarkEnd w:id="504"/>
    </w:p>
    <w:p w14:paraId="42E36C18" w14:textId="77777777" w:rsidR="00433878" w:rsidRPr="007C4C20" w:rsidRDefault="00433878" w:rsidP="00026879">
      <w:pPr>
        <w:pStyle w:val="CMSANHeading3"/>
      </w:pPr>
      <w:r w:rsidRPr="007C4C20">
        <w:t>Foregoing waiver of immunity shall not apply to property which is (i) used by a diplomatic, consular or special mission and missions of international organizations or international conferences of the Republic of Serbia or (ii) of a military character and under the control of a military authority of the Republic of Serbia or (iii) other assets of the Republic of Serbia exempt from enforcement by law or international treaties</w:t>
      </w:r>
      <w:r w:rsidR="005035A9" w:rsidRPr="007C4C20">
        <w:t>.</w:t>
      </w:r>
    </w:p>
    <w:p w14:paraId="29B6A8A4" w14:textId="77777777" w:rsidR="00F83656" w:rsidRPr="007C4C20" w:rsidRDefault="0096486A" w:rsidP="00F83656">
      <w:pPr>
        <w:pStyle w:val="CMSANHeading1"/>
      </w:pPr>
      <w:bookmarkStart w:id="505" w:name="_Ref26827911"/>
      <w:bookmarkStart w:id="506" w:name="_Toc28094929"/>
      <w:r w:rsidRPr="007C4C20">
        <w:t>Conditions to Effectiveness</w:t>
      </w:r>
      <w:bookmarkEnd w:id="505"/>
      <w:bookmarkEnd w:id="506"/>
    </w:p>
    <w:p w14:paraId="5F705FD6" w14:textId="77777777" w:rsidR="00F83656" w:rsidRPr="007C4C20" w:rsidRDefault="00F83656" w:rsidP="00F83656">
      <w:pPr>
        <w:pStyle w:val="CMSANHeading3"/>
        <w:keepNext/>
        <w:rPr>
          <w:bCs/>
        </w:rPr>
      </w:pPr>
      <w:r w:rsidRPr="007C4C20">
        <w:rPr>
          <w:bCs/>
        </w:rPr>
        <w:t>This Agreement shall become effective upon the satisfaction of the following conditions:</w:t>
      </w:r>
    </w:p>
    <w:p w14:paraId="751980C9" w14:textId="77777777" w:rsidR="00F83656" w:rsidRPr="007C4C20" w:rsidRDefault="00F83656" w:rsidP="00F83656">
      <w:pPr>
        <w:pStyle w:val="CMSANHeading4"/>
      </w:pPr>
      <w:r w:rsidRPr="007C4C20">
        <w:rPr>
          <w:bCs/>
        </w:rPr>
        <w:t xml:space="preserve">this </w:t>
      </w:r>
      <w:r w:rsidRPr="007C4C20">
        <w:t xml:space="preserve">Agreement has been duly signed by the Lenders, the Agent and the Borrower; and </w:t>
      </w:r>
    </w:p>
    <w:p w14:paraId="6E6E9C5F" w14:textId="77777777" w:rsidR="00F83656" w:rsidRPr="007C4C20" w:rsidRDefault="00F83656" w:rsidP="00F83656">
      <w:pPr>
        <w:pStyle w:val="CMSANHeading4"/>
      </w:pPr>
      <w:r w:rsidRPr="007C4C20">
        <w:lastRenderedPageBreak/>
        <w:t xml:space="preserve">the Agent has received in form and substance satisfactory to the Lenders and no later than </w:t>
      </w:r>
      <w:r w:rsidR="00330459" w:rsidRPr="007C4C20">
        <w:t>1 February 2020</w:t>
      </w:r>
      <w:r w:rsidRPr="007C4C20">
        <w:t xml:space="preserve"> </w:t>
      </w:r>
      <w:r w:rsidR="00473B37" w:rsidRPr="007C4C20">
        <w:t>(the “</w:t>
      </w:r>
      <w:r w:rsidR="00473B37" w:rsidRPr="007C4C20">
        <w:rPr>
          <w:b/>
          <w:bCs/>
        </w:rPr>
        <w:t>Long Stop Date</w:t>
      </w:r>
      <w:r w:rsidR="00473B37" w:rsidRPr="007C4C20">
        <w:t>”)</w:t>
      </w:r>
      <w:r w:rsidRPr="007C4C20">
        <w:t>:</w:t>
      </w:r>
    </w:p>
    <w:p w14:paraId="2471E45F" w14:textId="77777777" w:rsidR="00F83656" w:rsidRPr="007C4C20" w:rsidRDefault="00F83656" w:rsidP="00F83656">
      <w:pPr>
        <w:pStyle w:val="CMSANHeading5"/>
      </w:pPr>
      <w:r w:rsidRPr="007C4C20">
        <w:t>a copy of the Official Gazette of the Republic of Serbia publishing the law on ratification of this Agreement by the National Assembly of the Republic of Serbia; and</w:t>
      </w:r>
    </w:p>
    <w:p w14:paraId="4052CDBA" w14:textId="77777777" w:rsidR="00803400" w:rsidRPr="007C4C20" w:rsidRDefault="00F83656" w:rsidP="0066020D">
      <w:pPr>
        <w:pStyle w:val="CMSANHeading5"/>
      </w:pPr>
      <w:r w:rsidRPr="007C4C20">
        <w:t>a notice from the Borrower informing that an Annex 1 of the Agreement between the Government of the Republic of Serbia and the Government of the Republic of Turkey on Cooperation in the Field of Infrastructure Projects dated</w:t>
      </w:r>
      <w:r w:rsidR="00C63345">
        <w:t xml:space="preserve"> 14 June 2019</w:t>
      </w:r>
      <w:r w:rsidRPr="007C4C20">
        <w:t xml:space="preserve"> has entered into force</w:t>
      </w:r>
      <w:r w:rsidR="00803400" w:rsidRPr="007C4C20">
        <w:t>; and</w:t>
      </w:r>
    </w:p>
    <w:p w14:paraId="43AB41C5" w14:textId="77777777" w:rsidR="00803400" w:rsidRPr="007C4C20" w:rsidRDefault="00803400" w:rsidP="00803400">
      <w:pPr>
        <w:pStyle w:val="CMSANHeading5"/>
      </w:pPr>
      <w:r w:rsidRPr="007C4C20">
        <w:t xml:space="preserve">a legal opinion of the Ministry of Justice of Serbia in relation to this Agreement. </w:t>
      </w:r>
    </w:p>
    <w:p w14:paraId="1C06FD4F" w14:textId="77777777" w:rsidR="00F83656" w:rsidRPr="007C4C20" w:rsidRDefault="00F83656" w:rsidP="00F83656">
      <w:pPr>
        <w:pStyle w:val="CMSANHeading3"/>
        <w:keepNext/>
        <w:rPr>
          <w:bCs/>
        </w:rPr>
      </w:pPr>
      <w:bookmarkStart w:id="507" w:name="_Ref26827901"/>
      <w:r w:rsidRPr="007C4C20">
        <w:rPr>
          <w:bCs/>
        </w:rPr>
        <w:t>The Agent shall notify the Borrower in writing promptly upon being satisfied that the conditions to the effectiveness set out in paragraph (a) above have been received</w:t>
      </w:r>
      <w:r w:rsidR="00473B37" w:rsidRPr="007C4C20">
        <w:rPr>
          <w:bCs/>
        </w:rPr>
        <w:t xml:space="preserve"> on or prior to the Long Stop Date</w:t>
      </w:r>
      <w:r w:rsidRPr="007C4C20">
        <w:rPr>
          <w:bCs/>
        </w:rPr>
        <w:t xml:space="preserve"> in form and substance satisfactory to the Lenders</w:t>
      </w:r>
      <w:r w:rsidR="00473B37" w:rsidRPr="007C4C20">
        <w:rPr>
          <w:bCs/>
        </w:rPr>
        <w:t xml:space="preserve"> and t</w:t>
      </w:r>
      <w:r w:rsidRPr="007C4C20">
        <w:rPr>
          <w:bCs/>
        </w:rPr>
        <w:t>he effective date of this Agreement (the “</w:t>
      </w:r>
      <w:r w:rsidRPr="007C4C20">
        <w:rPr>
          <w:b/>
        </w:rPr>
        <w:t>Effective Date</w:t>
      </w:r>
      <w:r w:rsidRPr="007C4C20">
        <w:rPr>
          <w:bCs/>
        </w:rPr>
        <w:t>”)</w:t>
      </w:r>
      <w:r w:rsidR="00473B37" w:rsidRPr="007C4C20">
        <w:rPr>
          <w:bCs/>
        </w:rPr>
        <w:t xml:space="preserve"> </w:t>
      </w:r>
      <w:r w:rsidRPr="007C4C20">
        <w:rPr>
          <w:bCs/>
        </w:rPr>
        <w:t xml:space="preserve">shall be the date specified in the </w:t>
      </w:r>
      <w:r w:rsidR="00473B37" w:rsidRPr="007C4C20">
        <w:rPr>
          <w:bCs/>
        </w:rPr>
        <w:t>Agent’s notice to the Borrower.</w:t>
      </w:r>
      <w:bookmarkEnd w:id="507"/>
      <w:r w:rsidR="00473B37" w:rsidRPr="007C4C20">
        <w:rPr>
          <w:bCs/>
        </w:rPr>
        <w:t xml:space="preserve">  </w:t>
      </w:r>
    </w:p>
    <w:p w14:paraId="533071E6" w14:textId="77777777" w:rsidR="00F83656" w:rsidRPr="007C4C20" w:rsidRDefault="00F83656" w:rsidP="00473B37">
      <w:pPr>
        <w:pStyle w:val="CMSANHeading3"/>
        <w:keepNext/>
        <w:rPr>
          <w:bCs/>
        </w:rPr>
      </w:pPr>
      <w:r w:rsidRPr="007C4C20">
        <w:rPr>
          <w:bCs/>
        </w:rPr>
        <w:t xml:space="preserve">In the event that this Agreement fails to become effective </w:t>
      </w:r>
      <w:r w:rsidR="00473B37" w:rsidRPr="007C4C20">
        <w:rPr>
          <w:bCs/>
        </w:rPr>
        <w:t>prior to Long Stop Date, the Lenders shall have no obligations under this Agreement and</w:t>
      </w:r>
      <w:r w:rsidRPr="007C4C20">
        <w:rPr>
          <w:bCs/>
        </w:rPr>
        <w:t xml:space="preserve"> the Lender</w:t>
      </w:r>
      <w:r w:rsidR="00473B37" w:rsidRPr="007C4C20">
        <w:rPr>
          <w:bCs/>
        </w:rPr>
        <w:t>s</w:t>
      </w:r>
      <w:r w:rsidRPr="007C4C20">
        <w:rPr>
          <w:bCs/>
        </w:rPr>
        <w:t xml:space="preserve"> shall have the right </w:t>
      </w:r>
      <w:r w:rsidR="00330459" w:rsidRPr="007C4C20">
        <w:rPr>
          <w:bCs/>
        </w:rPr>
        <w:t xml:space="preserve">(in their sole and absolute discretion) </w:t>
      </w:r>
      <w:r w:rsidRPr="007C4C20">
        <w:rPr>
          <w:bCs/>
        </w:rPr>
        <w:t xml:space="preserve">to re-evaluate the </w:t>
      </w:r>
      <w:r w:rsidR="00473B37" w:rsidRPr="007C4C20">
        <w:rPr>
          <w:bCs/>
        </w:rPr>
        <w:t>terms and conditions on which they would be prepared to offer to make available the Loan Facilities.</w:t>
      </w:r>
    </w:p>
    <w:p w14:paraId="048E7939" w14:textId="77777777" w:rsidR="00657368" w:rsidRPr="007C4C20" w:rsidRDefault="00657368" w:rsidP="00F83656">
      <w:pPr>
        <w:pStyle w:val="CMSANBodyText"/>
        <w:rPr>
          <w:b/>
        </w:rPr>
      </w:pPr>
      <w:r w:rsidRPr="007C4C20">
        <w:rPr>
          <w:b/>
        </w:rPr>
        <w:t xml:space="preserve">This Agreement has been </w:t>
      </w:r>
      <w:r w:rsidR="00473B37" w:rsidRPr="007C4C20">
        <w:rPr>
          <w:b/>
        </w:rPr>
        <w:t>signed by the Parties on the date stated at the beginning of this Agreement</w:t>
      </w:r>
      <w:r w:rsidRPr="007C4C20">
        <w:rPr>
          <w:b/>
        </w:rPr>
        <w:t>.</w:t>
      </w:r>
    </w:p>
    <w:p w14:paraId="68CD2C10" w14:textId="77777777" w:rsidR="003903FB" w:rsidRPr="007C4C20" w:rsidRDefault="00A2036A" w:rsidP="009C36C8">
      <w:pPr>
        <w:pStyle w:val="CMSANSch1XRef"/>
      </w:pPr>
      <w:r w:rsidRPr="007C4C20">
        <w:lastRenderedPageBreak/>
        <w:br/>
      </w:r>
      <w:bookmarkStart w:id="508" w:name="_Ref17228581"/>
      <w:bookmarkStart w:id="509" w:name="_Toc28094930"/>
      <w:r w:rsidR="003903FB" w:rsidRPr="007C4C20">
        <w:t>Definitions and interpretation</w:t>
      </w:r>
      <w:bookmarkEnd w:id="508"/>
      <w:bookmarkEnd w:id="509"/>
    </w:p>
    <w:p w14:paraId="22205009" w14:textId="77777777" w:rsidR="00AA424A" w:rsidRPr="007C4C20" w:rsidRDefault="00AA424A" w:rsidP="00AA424A">
      <w:pPr>
        <w:pStyle w:val="CMSANSch2XRef"/>
      </w:pPr>
      <w:bookmarkStart w:id="510" w:name="_Ref7182457"/>
      <w:r w:rsidRPr="007C4C20">
        <w:t xml:space="preserve"> </w:t>
      </w:r>
      <w:bookmarkStart w:id="511" w:name="_Ref17276281"/>
      <w:bookmarkStart w:id="512" w:name="_Toc28094931"/>
      <w:r w:rsidRPr="007C4C20">
        <w:t>Definitions</w:t>
      </w:r>
      <w:bookmarkEnd w:id="510"/>
      <w:bookmarkEnd w:id="511"/>
      <w:bookmarkEnd w:id="512"/>
    </w:p>
    <w:p w14:paraId="4CAB242A" w14:textId="77777777" w:rsidR="00AA424A" w:rsidRPr="007C4C20" w:rsidRDefault="00AA424A" w:rsidP="00AA424A">
      <w:pPr>
        <w:pStyle w:val="CMSANDefinitions1"/>
        <w:numPr>
          <w:ilvl w:val="0"/>
          <w:numId w:val="0"/>
        </w:numPr>
        <w:ind w:left="851"/>
      </w:pPr>
      <w:bookmarkStart w:id="513" w:name="_Ref7182458"/>
      <w:r w:rsidRPr="007C4C20">
        <w:t>“</w:t>
      </w:r>
      <w:r w:rsidRPr="007C4C20">
        <w:rPr>
          <w:b/>
        </w:rPr>
        <w:t>Affiliate</w:t>
      </w:r>
      <w:r w:rsidRPr="007C4C20">
        <w:t xml:space="preserve">” means, in relation to any person, </w:t>
      </w:r>
      <w:bookmarkEnd w:id="513"/>
      <w:r w:rsidR="00F76D2B" w:rsidRPr="007C4C20">
        <w:t>all persons directly or indirectly controlling, controlled by or under common control with such person, where control may be by either management authority, contract or equity interest.</w:t>
      </w:r>
    </w:p>
    <w:p w14:paraId="5C973041" w14:textId="6ACEC9DF" w:rsidR="00AA424A" w:rsidRPr="007C4C20" w:rsidRDefault="00AA424A" w:rsidP="00AA424A">
      <w:pPr>
        <w:pStyle w:val="CMSANDefinitions1"/>
      </w:pPr>
      <w:bookmarkStart w:id="514" w:name="_Ref7182460"/>
      <w:r w:rsidRPr="007C4C20">
        <w:t>“</w:t>
      </w:r>
      <w:r w:rsidRPr="007C4C20">
        <w:rPr>
          <w:b/>
        </w:rPr>
        <w:t>Assignment Agreement</w:t>
      </w:r>
      <w:r w:rsidRPr="007C4C20">
        <w:t>” means an agreement substantially in the form set out in</w:t>
      </w:r>
      <w:r w:rsidR="003E773C" w:rsidRPr="007C4C20">
        <w:t xml:space="preserve"> </w:t>
      </w:r>
      <w:r w:rsidRPr="007C4C20">
        <w:fldChar w:fldCharType="begin"/>
      </w:r>
      <w:r w:rsidRPr="007C4C20">
        <w:instrText xml:space="preserve">  REF _Ref7183475 \w \h \* MERGEFORMAT </w:instrText>
      </w:r>
      <w:r w:rsidRPr="007C4C20">
        <w:fldChar w:fldCharType="separate"/>
      </w:r>
      <w:r w:rsidR="00B66043" w:rsidRPr="00B66043">
        <w:rPr>
          <w:color w:val="000000"/>
        </w:rPr>
        <w:t>Schedule 6</w:t>
      </w:r>
      <w:r w:rsidRPr="007C4C20">
        <w:fldChar w:fldCharType="end"/>
      </w:r>
      <w:r w:rsidRPr="007C4C20">
        <w:t xml:space="preserve"> (</w:t>
      </w:r>
      <w:r w:rsidRPr="007C4C20">
        <w:rPr>
          <w:i/>
        </w:rPr>
        <w:t>Form of Assignment Agreement</w:t>
      </w:r>
      <w:r w:rsidRPr="007C4C20">
        <w:t>) or any other form agreed between the relevant assignor and assignee</w:t>
      </w:r>
      <w:bookmarkEnd w:id="514"/>
      <w:r w:rsidRPr="007C4C20">
        <w:t>;</w:t>
      </w:r>
    </w:p>
    <w:p w14:paraId="2F231504" w14:textId="77777777" w:rsidR="00AA424A" w:rsidRPr="007C4C20" w:rsidRDefault="00AA424A" w:rsidP="00AA424A">
      <w:pPr>
        <w:pStyle w:val="CMSANDefinitions1"/>
      </w:pPr>
      <w:bookmarkStart w:id="515" w:name="_Ref7182461"/>
      <w:r w:rsidRPr="007C4C20">
        <w:t>“</w:t>
      </w:r>
      <w:r w:rsidRPr="007C4C20">
        <w:rPr>
          <w:b/>
        </w:rPr>
        <w:t>Authorisation</w:t>
      </w:r>
      <w:r w:rsidRPr="007C4C20">
        <w:t>” means an authorisation, consent, approval, resolution, licence, exemption, filing, notarisation or registration</w:t>
      </w:r>
      <w:bookmarkEnd w:id="515"/>
      <w:r w:rsidRPr="007C4C20">
        <w:t>;</w:t>
      </w:r>
    </w:p>
    <w:p w14:paraId="6FEA0767" w14:textId="5C0DA5BB" w:rsidR="00F74C1B" w:rsidRPr="007C4C20" w:rsidRDefault="00F74C1B" w:rsidP="00267875">
      <w:pPr>
        <w:pStyle w:val="CMSANDefinitions1"/>
      </w:pPr>
      <w:bookmarkStart w:id="516" w:name="_Ref7182465"/>
      <w:r w:rsidRPr="007C4C20">
        <w:t>“</w:t>
      </w:r>
      <w:r w:rsidRPr="007C4C20">
        <w:rPr>
          <w:b/>
          <w:bCs/>
        </w:rPr>
        <w:t>Availability Period</w:t>
      </w:r>
      <w:r w:rsidRPr="007C4C20">
        <w:t xml:space="preserve">” has the meaning given to such term in Clause </w:t>
      </w:r>
      <w:r w:rsidRPr="007C4C20">
        <w:fldChar w:fldCharType="begin"/>
      </w:r>
      <w:r w:rsidRPr="007C4C20">
        <w:instrText xml:space="preserve"> REF _Ref26827793 \r \h </w:instrText>
      </w:r>
      <w:r w:rsidRPr="007C4C20">
        <w:fldChar w:fldCharType="separate"/>
      </w:r>
      <w:r w:rsidR="00B66043">
        <w:t>5.1(a)</w:t>
      </w:r>
      <w:r w:rsidRPr="007C4C20">
        <w:fldChar w:fldCharType="end"/>
      </w:r>
      <w:r w:rsidRPr="007C4C20">
        <w:t xml:space="preserve"> (</w:t>
      </w:r>
      <w:r w:rsidRPr="007C4C20">
        <w:rPr>
          <w:i/>
          <w:iCs/>
        </w:rPr>
        <w:t>Availability Period</w:t>
      </w:r>
      <w:r w:rsidRPr="007C4C20">
        <w:t>);</w:t>
      </w:r>
    </w:p>
    <w:p w14:paraId="002AE92B" w14:textId="77777777" w:rsidR="00267875" w:rsidRPr="007C4C20" w:rsidRDefault="00267875" w:rsidP="00267875">
      <w:pPr>
        <w:pStyle w:val="CMSANDefinitions1"/>
      </w:pPr>
      <w:r w:rsidRPr="007C4C20">
        <w:t>“</w:t>
      </w:r>
      <w:r w:rsidRPr="007C4C20">
        <w:rPr>
          <w:b/>
          <w:bCs/>
        </w:rPr>
        <w:t>Available Loan Facility</w:t>
      </w:r>
      <w:r w:rsidRPr="007C4C20">
        <w:t>” means, in relation to a Loan Facility, the aggregate for the time being of each Lender's Available Loan Facility Commitment in respect of that Loan Facility.</w:t>
      </w:r>
    </w:p>
    <w:p w14:paraId="093FB5B8" w14:textId="77777777" w:rsidR="00AA424A" w:rsidRPr="007C4C20" w:rsidRDefault="00AA424A" w:rsidP="00267875">
      <w:pPr>
        <w:pStyle w:val="CMSANDefinitions1"/>
      </w:pPr>
      <w:r w:rsidRPr="007C4C20">
        <w:t>“</w:t>
      </w:r>
      <w:r w:rsidR="00AF0C1E" w:rsidRPr="007C4C20">
        <w:rPr>
          <w:b/>
        </w:rPr>
        <w:t>Available Loan Facility</w:t>
      </w:r>
      <w:r w:rsidR="00267875" w:rsidRPr="007C4C20">
        <w:rPr>
          <w:b/>
        </w:rPr>
        <w:t xml:space="preserve"> Commitment</w:t>
      </w:r>
      <w:r w:rsidRPr="007C4C20">
        <w:t>” means</w:t>
      </w:r>
      <w:r w:rsidR="00272777" w:rsidRPr="007C4C20">
        <w:t xml:space="preserve"> in respect of each Loan Facility</w:t>
      </w:r>
      <w:r w:rsidR="00267875" w:rsidRPr="007C4C20">
        <w:t xml:space="preserve">, a Lender’s </w:t>
      </w:r>
      <w:r w:rsidR="00272777" w:rsidRPr="007C4C20">
        <w:t xml:space="preserve">Loan Facility Commitment </w:t>
      </w:r>
      <w:r w:rsidRPr="007C4C20">
        <w:t>minus:</w:t>
      </w:r>
      <w:bookmarkEnd w:id="516"/>
    </w:p>
    <w:p w14:paraId="6C2B15EE" w14:textId="77777777" w:rsidR="00AA424A" w:rsidRPr="007C4C20" w:rsidRDefault="00AA424A" w:rsidP="00AA424A">
      <w:pPr>
        <w:pStyle w:val="CMSANDefinitions2"/>
      </w:pPr>
      <w:bookmarkStart w:id="517" w:name="_Ref7182466"/>
      <w:r w:rsidRPr="007C4C20">
        <w:t xml:space="preserve">the amount of </w:t>
      </w:r>
      <w:r w:rsidR="00267875" w:rsidRPr="007C4C20">
        <w:t>that Lender’s participation in any</w:t>
      </w:r>
      <w:r w:rsidRPr="007C4C20">
        <w:t xml:space="preserve"> outstanding Tranches</w:t>
      </w:r>
      <w:r w:rsidR="00272777" w:rsidRPr="007C4C20">
        <w:t xml:space="preserve"> under that Loan Facility</w:t>
      </w:r>
      <w:r w:rsidRPr="007C4C20">
        <w:t>; and</w:t>
      </w:r>
      <w:bookmarkEnd w:id="517"/>
    </w:p>
    <w:p w14:paraId="4BF53B9E" w14:textId="77777777" w:rsidR="00AA424A" w:rsidRPr="007C4C20" w:rsidRDefault="00AA424A" w:rsidP="00AA424A">
      <w:pPr>
        <w:pStyle w:val="CMSANDefinitions2"/>
      </w:pPr>
      <w:bookmarkStart w:id="518" w:name="_Ref7182467"/>
      <w:r w:rsidRPr="007C4C20">
        <w:t>in relation to any proposed Utilisation, the amount of</w:t>
      </w:r>
      <w:r w:rsidR="00267875" w:rsidRPr="007C4C20">
        <w:t xml:space="preserve"> that Lender’s participation in </w:t>
      </w:r>
      <w:r w:rsidRPr="007C4C20">
        <w:t>any Tranches that are due to be made on or before the proposed Utilisation Date</w:t>
      </w:r>
      <w:bookmarkEnd w:id="518"/>
      <w:r w:rsidRPr="007C4C20">
        <w:t>;</w:t>
      </w:r>
    </w:p>
    <w:p w14:paraId="19FD0A2C" w14:textId="77777777" w:rsidR="00AA424A" w:rsidRPr="007C4C20" w:rsidRDefault="00AA424A" w:rsidP="00AA424A">
      <w:pPr>
        <w:pStyle w:val="CMSANDefinitions1"/>
      </w:pPr>
      <w:bookmarkStart w:id="519" w:name="_Ref7182469"/>
      <w:r w:rsidRPr="007C4C20">
        <w:t>“</w:t>
      </w:r>
      <w:r w:rsidRPr="007C4C20">
        <w:rPr>
          <w:b/>
        </w:rPr>
        <w:t>Break Costs</w:t>
      </w:r>
      <w:r w:rsidRPr="007C4C20">
        <w:t xml:space="preserve">” means </w:t>
      </w:r>
      <w:bookmarkEnd w:id="519"/>
      <w:r w:rsidRPr="007C4C20">
        <w:t>the amount (if any) by which:</w:t>
      </w:r>
    </w:p>
    <w:p w14:paraId="1B7BF16F" w14:textId="77777777" w:rsidR="00AA424A" w:rsidRPr="007C4C20" w:rsidRDefault="00AA424A" w:rsidP="00AA424A">
      <w:pPr>
        <w:pStyle w:val="CMSANDefinitions2"/>
      </w:pPr>
      <w:r w:rsidRPr="007C4C20">
        <w:t xml:space="preserve">the interest which a Lender should have received for the period from the date of receipt of all or any part of its participation in a Tranche or Unpaid Sum to the last day of the current Interest Period in respect of that Tranche or Unpaid Sum, had the principal amount or Unpaid Sum received been paid on the last day of that Interest Period; </w:t>
      </w:r>
    </w:p>
    <w:p w14:paraId="7CE9F2AE" w14:textId="77777777" w:rsidR="00AA424A" w:rsidRPr="007C4C20" w:rsidRDefault="00AA424A" w:rsidP="00AA424A">
      <w:pPr>
        <w:pStyle w:val="CMSANDefinitions2"/>
        <w:numPr>
          <w:ilvl w:val="0"/>
          <w:numId w:val="0"/>
        </w:numPr>
        <w:ind w:left="851"/>
      </w:pPr>
      <w:r w:rsidRPr="007C4C20">
        <w:t>exceeds:</w:t>
      </w:r>
    </w:p>
    <w:p w14:paraId="361008BA" w14:textId="77777777" w:rsidR="00AA424A" w:rsidRPr="007C4C20" w:rsidRDefault="00AA424A" w:rsidP="00AA424A">
      <w:pPr>
        <w:pStyle w:val="CMSANDefinitions2"/>
      </w:pPr>
      <w:r w:rsidRPr="007C4C20">
        <w:t>the amount which that Lender would be able to obtain by placing an amount equal to the principal amount or Unpaid Sum received by it on deposit with a leading bank for a period starting on the Business Day following receipt or recovery and ending on the last day of the current Interest Period;</w:t>
      </w:r>
    </w:p>
    <w:p w14:paraId="202BA9CE" w14:textId="77777777" w:rsidR="00AA424A" w:rsidRPr="007C4C20" w:rsidRDefault="00AA424A" w:rsidP="00AA424A">
      <w:pPr>
        <w:pStyle w:val="CMSANDefinitions1"/>
      </w:pPr>
      <w:bookmarkStart w:id="520" w:name="_Ref7182470"/>
      <w:r w:rsidRPr="007C4C20">
        <w:t>“</w:t>
      </w:r>
      <w:r w:rsidRPr="007C4C20">
        <w:rPr>
          <w:b/>
        </w:rPr>
        <w:t>Business Day</w:t>
      </w:r>
      <w:r w:rsidRPr="007C4C20">
        <w:t>” means a day (other than a Saturday or Sunday) on which banks are open for general business in Belgrade, Serbia, Vienna, Austria</w:t>
      </w:r>
      <w:r w:rsidR="003620C1" w:rsidRPr="007C4C20">
        <w:t>, Bahrain</w:t>
      </w:r>
      <w:r w:rsidRPr="007C4C20">
        <w:t xml:space="preserve"> and Istanbul, Turkey and which is a TARGET Day</w:t>
      </w:r>
      <w:bookmarkEnd w:id="520"/>
      <w:r w:rsidRPr="007C4C20">
        <w:t>;</w:t>
      </w:r>
    </w:p>
    <w:p w14:paraId="461DFC55" w14:textId="77777777" w:rsidR="00AA424A" w:rsidRPr="007C4C20" w:rsidRDefault="00AA424A" w:rsidP="00AA424A">
      <w:pPr>
        <w:pStyle w:val="CMSANDefinitions1"/>
      </w:pPr>
      <w:bookmarkStart w:id="521" w:name="_Ref7182476"/>
      <w:r w:rsidRPr="007C4C20">
        <w:t>“</w:t>
      </w:r>
      <w:r w:rsidRPr="007C4C20">
        <w:rPr>
          <w:b/>
        </w:rPr>
        <w:t>Confidential Information</w:t>
      </w:r>
      <w:r w:rsidRPr="007C4C20">
        <w:t xml:space="preserve">” means all information relating to the Borrower, this Agreement or the </w:t>
      </w:r>
      <w:r w:rsidR="007828B7" w:rsidRPr="007C4C20">
        <w:t>Loan Facilities</w:t>
      </w:r>
      <w:r w:rsidRPr="007C4C20">
        <w:t xml:space="preserve"> of which </w:t>
      </w:r>
      <w:r w:rsidR="00B50845" w:rsidRPr="007C4C20">
        <w:t xml:space="preserve">a Lender </w:t>
      </w:r>
      <w:r w:rsidRPr="007C4C20">
        <w:t xml:space="preserve">becomes aware in its capacity as, or for the purpose of becoming, </w:t>
      </w:r>
      <w:r w:rsidR="00B50845" w:rsidRPr="007C4C20">
        <w:t>a Lender</w:t>
      </w:r>
      <w:r w:rsidRPr="007C4C20">
        <w:t xml:space="preserve"> or which is received by </w:t>
      </w:r>
      <w:r w:rsidR="0086301E" w:rsidRPr="007C4C20">
        <w:t xml:space="preserve">the </w:t>
      </w:r>
      <w:r w:rsidR="00B50845" w:rsidRPr="007C4C20">
        <w:t>Lender</w:t>
      </w:r>
      <w:r w:rsidRPr="007C4C20">
        <w:t xml:space="preserve"> </w:t>
      </w:r>
      <w:r w:rsidR="00B50845" w:rsidRPr="007C4C20">
        <w:t xml:space="preserve">or the Agent </w:t>
      </w:r>
      <w:r w:rsidRPr="007C4C20">
        <w:t xml:space="preserve">in relation to, or for the purpose of becoming a </w:t>
      </w:r>
      <w:r w:rsidR="00B50845" w:rsidRPr="007C4C20">
        <w:t>Lender</w:t>
      </w:r>
      <w:r w:rsidRPr="007C4C20">
        <w:t xml:space="preserve"> </w:t>
      </w:r>
      <w:r w:rsidR="00B50845" w:rsidRPr="007C4C20">
        <w:t xml:space="preserve">or Agent </w:t>
      </w:r>
      <w:r w:rsidRPr="007C4C20">
        <w:t xml:space="preserve">under, this Agreement or the </w:t>
      </w:r>
      <w:r w:rsidR="007828B7" w:rsidRPr="007C4C20">
        <w:t>Loan Facilities</w:t>
      </w:r>
      <w:r w:rsidRPr="007C4C20">
        <w:t xml:space="preserve"> from either:</w:t>
      </w:r>
      <w:bookmarkEnd w:id="521"/>
    </w:p>
    <w:p w14:paraId="07662113" w14:textId="77777777" w:rsidR="00AA424A" w:rsidRPr="007C4C20" w:rsidRDefault="00AA424A" w:rsidP="00AA424A">
      <w:pPr>
        <w:pStyle w:val="CMSANDefinitions2"/>
      </w:pPr>
      <w:bookmarkStart w:id="522" w:name="_Ref7182477"/>
      <w:r w:rsidRPr="007C4C20">
        <w:t>the Borrower or any of its advisers; or</w:t>
      </w:r>
      <w:bookmarkEnd w:id="522"/>
    </w:p>
    <w:p w14:paraId="740F815C" w14:textId="77777777" w:rsidR="00AA424A" w:rsidRPr="007C4C20" w:rsidRDefault="00AA424A" w:rsidP="00AA424A">
      <w:pPr>
        <w:pStyle w:val="CMSANDefinitions2"/>
      </w:pPr>
      <w:bookmarkStart w:id="523" w:name="_Ref7182478"/>
      <w:r w:rsidRPr="007C4C20">
        <w:t xml:space="preserve">another </w:t>
      </w:r>
      <w:r w:rsidR="00B50845" w:rsidRPr="007C4C20">
        <w:t>Lender</w:t>
      </w:r>
      <w:r w:rsidRPr="007C4C20">
        <w:t xml:space="preserve">, if the information was obtained by that </w:t>
      </w:r>
      <w:r w:rsidR="00B50845" w:rsidRPr="007C4C20">
        <w:t>Lender</w:t>
      </w:r>
      <w:r w:rsidR="0086301E" w:rsidRPr="007C4C20">
        <w:t xml:space="preserve"> </w:t>
      </w:r>
      <w:r w:rsidRPr="007C4C20">
        <w:t xml:space="preserve">directly or indirectly </w:t>
      </w:r>
      <w:r w:rsidR="00F74C1B" w:rsidRPr="007C4C20">
        <w:t xml:space="preserve">from </w:t>
      </w:r>
      <w:r w:rsidRPr="007C4C20">
        <w:t>the Borrower or any of its advisers,</w:t>
      </w:r>
      <w:bookmarkEnd w:id="523"/>
    </w:p>
    <w:p w14:paraId="11E28DC0" w14:textId="77777777" w:rsidR="00AA424A" w:rsidRPr="007C4C20" w:rsidRDefault="00AA424A" w:rsidP="00AA424A">
      <w:pPr>
        <w:pStyle w:val="CMSANIndent2"/>
      </w:pPr>
      <w:r w:rsidRPr="007C4C20">
        <w:lastRenderedPageBreak/>
        <w:t>in whatever form, and includes information given orally and any document, electronic file or any other way of representing or recording information which contains or is derived or copied from such information but excludes information that:</w:t>
      </w:r>
    </w:p>
    <w:p w14:paraId="3B64C4CF" w14:textId="7EDBAB24" w:rsidR="00AA424A" w:rsidRPr="007C4C20" w:rsidRDefault="00AA424A" w:rsidP="00AA424A">
      <w:pPr>
        <w:pStyle w:val="CMSANDefinitions3"/>
      </w:pPr>
      <w:bookmarkStart w:id="524" w:name="_Ref7182479"/>
      <w:r w:rsidRPr="007C4C20">
        <w:t xml:space="preserve">is or becomes public information other than as a direct or indirect result of any breach by </w:t>
      </w:r>
      <w:r w:rsidR="00B50845" w:rsidRPr="007C4C20">
        <w:t>a Lender</w:t>
      </w:r>
      <w:r w:rsidR="0086301E" w:rsidRPr="007C4C20">
        <w:t xml:space="preserve"> </w:t>
      </w:r>
      <w:r w:rsidRPr="007C4C20">
        <w:t xml:space="preserve">of Clause </w:t>
      </w:r>
      <w:r w:rsidRPr="007C4C20">
        <w:fldChar w:fldCharType="begin"/>
      </w:r>
      <w:r w:rsidRPr="007C4C20">
        <w:instrText xml:space="preserve">  REF _Ref7183338 \w \h \* MERGEFORMAT </w:instrText>
      </w:r>
      <w:r w:rsidRPr="007C4C20">
        <w:fldChar w:fldCharType="separate"/>
      </w:r>
      <w:r w:rsidR="00B66043" w:rsidRPr="00B66043">
        <w:rPr>
          <w:color w:val="000000"/>
        </w:rPr>
        <w:t>32</w:t>
      </w:r>
      <w:r w:rsidRPr="007C4C20">
        <w:fldChar w:fldCharType="end"/>
      </w:r>
      <w:r w:rsidRPr="007C4C20">
        <w:t xml:space="preserve"> (</w:t>
      </w:r>
      <w:r w:rsidRPr="007C4C20">
        <w:rPr>
          <w:i/>
        </w:rPr>
        <w:t>Confidential Information</w:t>
      </w:r>
      <w:r w:rsidRPr="007C4C20">
        <w:t>); or</w:t>
      </w:r>
      <w:bookmarkEnd w:id="524"/>
    </w:p>
    <w:p w14:paraId="23DF0CAC" w14:textId="77777777" w:rsidR="00AA424A" w:rsidRPr="007C4C20" w:rsidRDefault="00AA424A" w:rsidP="00AA424A">
      <w:pPr>
        <w:pStyle w:val="CMSANDefinitions3"/>
      </w:pPr>
      <w:bookmarkStart w:id="525" w:name="_Ref7182480"/>
      <w:r w:rsidRPr="007C4C20">
        <w:t>is identified in writing at the time of delivery as non-confidential the Borrower or any of its advisers; or</w:t>
      </w:r>
      <w:bookmarkEnd w:id="525"/>
    </w:p>
    <w:p w14:paraId="3EF5E34C" w14:textId="11189B89" w:rsidR="00AA424A" w:rsidRPr="007C4C20" w:rsidRDefault="00AA424A" w:rsidP="00AA424A">
      <w:pPr>
        <w:pStyle w:val="CMSANDefinitions3"/>
      </w:pPr>
      <w:bookmarkStart w:id="526" w:name="_Ref7182481"/>
      <w:r w:rsidRPr="007C4C20">
        <w:t xml:space="preserve">is known by that </w:t>
      </w:r>
      <w:r w:rsidR="00B50845" w:rsidRPr="007C4C20">
        <w:t>Lender</w:t>
      </w:r>
      <w:r w:rsidR="0086301E" w:rsidRPr="007C4C20">
        <w:t xml:space="preserve"> </w:t>
      </w:r>
      <w:r w:rsidRPr="007C4C20">
        <w:t xml:space="preserve">before the date the information is disclosed to it in accordance with paragraphs </w:t>
      </w:r>
      <w:r w:rsidRPr="007C4C20">
        <w:fldChar w:fldCharType="begin"/>
      </w:r>
      <w:r w:rsidRPr="007C4C20">
        <w:instrText xml:space="preserve">  REF _Ref7182477 \w \h \* MERGEFORMAT </w:instrText>
      </w:r>
      <w:r w:rsidRPr="007C4C20">
        <w:fldChar w:fldCharType="separate"/>
      </w:r>
      <w:r w:rsidR="00B66043" w:rsidRPr="00B66043">
        <w:rPr>
          <w:color w:val="000000"/>
        </w:rPr>
        <w:t>(a)</w:t>
      </w:r>
      <w:r w:rsidRPr="007C4C20">
        <w:fldChar w:fldCharType="end"/>
      </w:r>
      <w:r w:rsidRPr="007C4C20">
        <w:t xml:space="preserve"> or </w:t>
      </w:r>
      <w:r w:rsidRPr="007C4C20">
        <w:fldChar w:fldCharType="begin"/>
      </w:r>
      <w:r w:rsidRPr="007C4C20">
        <w:instrText xml:space="preserve">  REF _Ref7182478 \w \h \* MERGEFORMAT </w:instrText>
      </w:r>
      <w:r w:rsidRPr="007C4C20">
        <w:fldChar w:fldCharType="separate"/>
      </w:r>
      <w:r w:rsidR="00B66043" w:rsidRPr="00B66043">
        <w:rPr>
          <w:color w:val="000000"/>
        </w:rPr>
        <w:t>(b)</w:t>
      </w:r>
      <w:r w:rsidRPr="007C4C20">
        <w:fldChar w:fldCharType="end"/>
      </w:r>
      <w:r w:rsidRPr="007C4C20">
        <w:t xml:space="preserve"> above or is lawfully obtained by that </w:t>
      </w:r>
      <w:r w:rsidR="00B50845" w:rsidRPr="007C4C20">
        <w:t>Lender</w:t>
      </w:r>
      <w:r w:rsidR="0086301E" w:rsidRPr="007C4C20">
        <w:t xml:space="preserve"> </w:t>
      </w:r>
      <w:r w:rsidRPr="007C4C20">
        <w:t xml:space="preserve">after that date, from a source which is, as far as that </w:t>
      </w:r>
      <w:r w:rsidR="00B50845" w:rsidRPr="007C4C20">
        <w:t>Lender</w:t>
      </w:r>
      <w:r w:rsidR="0086301E" w:rsidRPr="007C4C20">
        <w:t xml:space="preserve"> </w:t>
      </w:r>
      <w:r w:rsidRPr="007C4C20">
        <w:t xml:space="preserve">is aware, in either case, as far as that </w:t>
      </w:r>
      <w:r w:rsidR="00B50845" w:rsidRPr="007C4C20">
        <w:t>Lender</w:t>
      </w:r>
      <w:r w:rsidRPr="007C4C20">
        <w:t xml:space="preserve"> is aware, has not been obtained in breach of, and is not otherwise subject to, any obligation of confidentiality</w:t>
      </w:r>
      <w:bookmarkEnd w:id="526"/>
      <w:r w:rsidRPr="007C4C20">
        <w:t>;</w:t>
      </w:r>
    </w:p>
    <w:p w14:paraId="7A1DB904" w14:textId="77777777" w:rsidR="00AA424A" w:rsidRPr="007C4C20" w:rsidRDefault="00AA424A" w:rsidP="00AA424A">
      <w:pPr>
        <w:pStyle w:val="CMSANDefinitions1"/>
      </w:pPr>
      <w:bookmarkStart w:id="527" w:name="_Ref7182482"/>
      <w:r w:rsidRPr="007C4C20">
        <w:t>“</w:t>
      </w:r>
      <w:r w:rsidRPr="007C4C20">
        <w:rPr>
          <w:b/>
        </w:rPr>
        <w:t>Confidentiality Undertaking</w:t>
      </w:r>
      <w:r w:rsidRPr="007C4C20">
        <w:t xml:space="preserve">” means a confidentiality undertaking substantially in a recommended form of the </w:t>
      </w:r>
      <w:r w:rsidR="00042D1C" w:rsidRPr="007C4C20">
        <w:t>Loan Market Association</w:t>
      </w:r>
      <w:r w:rsidRPr="007C4C20">
        <w:t xml:space="preserve"> or in any other form agreed between the Borrower and the Agent</w:t>
      </w:r>
      <w:bookmarkEnd w:id="527"/>
      <w:r w:rsidRPr="007C4C20">
        <w:t>;</w:t>
      </w:r>
    </w:p>
    <w:p w14:paraId="614FC98F" w14:textId="214F3D30" w:rsidR="00AA424A" w:rsidRPr="007C4C20" w:rsidRDefault="00AA424A" w:rsidP="00AA424A">
      <w:pPr>
        <w:pStyle w:val="CMSANDefinitions1"/>
        <w:keepLines/>
      </w:pPr>
      <w:bookmarkStart w:id="528" w:name="_Ref7182483"/>
      <w:r w:rsidRPr="007C4C20">
        <w:t>“</w:t>
      </w:r>
      <w:r w:rsidRPr="007C4C20">
        <w:rPr>
          <w:b/>
        </w:rPr>
        <w:t>Default</w:t>
      </w:r>
      <w:r w:rsidRPr="007C4C20">
        <w:t xml:space="preserve">” means an Event of Default or any event or circumstance specified in Clause </w:t>
      </w:r>
      <w:r w:rsidRPr="007C4C20">
        <w:fldChar w:fldCharType="begin"/>
      </w:r>
      <w:r w:rsidRPr="007C4C20">
        <w:instrText xml:space="preserve">  REF _Ref7183029 \w \h \* MERGEFORMAT </w:instrText>
      </w:r>
      <w:r w:rsidRPr="007C4C20">
        <w:fldChar w:fldCharType="separate"/>
      </w:r>
      <w:r w:rsidR="00B66043" w:rsidRPr="00B66043">
        <w:rPr>
          <w:color w:val="000000"/>
        </w:rPr>
        <w:t>18</w:t>
      </w:r>
      <w:r w:rsidRPr="007C4C20">
        <w:fldChar w:fldCharType="end"/>
      </w:r>
      <w:r w:rsidRPr="007C4C20">
        <w:t xml:space="preserve"> (</w:t>
      </w:r>
      <w:r w:rsidRPr="007C4C20">
        <w:rPr>
          <w:i/>
        </w:rPr>
        <w:t>Events of Default</w:t>
      </w:r>
      <w:r w:rsidRPr="007C4C20">
        <w:t>) which would (with the expiry of a grace period, the giving of notice, the making of any determination under this Agreement or any combination of any of the foregoing) be an Event of Default</w:t>
      </w:r>
      <w:bookmarkEnd w:id="528"/>
      <w:r w:rsidRPr="007C4C20">
        <w:t>;</w:t>
      </w:r>
    </w:p>
    <w:p w14:paraId="4CF45D92" w14:textId="77777777" w:rsidR="00AA424A" w:rsidRPr="007C4C20" w:rsidRDefault="00AA424A" w:rsidP="00AA424A">
      <w:pPr>
        <w:pStyle w:val="CMSANDefinitions1"/>
        <w:keepNext/>
      </w:pPr>
      <w:bookmarkStart w:id="529" w:name="_Ref7182484"/>
      <w:r w:rsidRPr="007C4C20">
        <w:t>“</w:t>
      </w:r>
      <w:r w:rsidRPr="007C4C20">
        <w:rPr>
          <w:b/>
        </w:rPr>
        <w:t>Disruption Event</w:t>
      </w:r>
      <w:r w:rsidRPr="007C4C20">
        <w:t>” means either or both of:</w:t>
      </w:r>
      <w:bookmarkEnd w:id="529"/>
    </w:p>
    <w:p w14:paraId="55B69616" w14:textId="77777777" w:rsidR="00AA424A" w:rsidRPr="007C4C20" w:rsidRDefault="00AA424A" w:rsidP="00AA424A">
      <w:pPr>
        <w:pStyle w:val="CMSANDefinitions2"/>
      </w:pPr>
      <w:bookmarkStart w:id="530" w:name="_Ref7182485"/>
      <w:r w:rsidRPr="007C4C20">
        <w:t xml:space="preserve">a material disruption to those payment or communications systems or to those financial markets which are, in each case, required to operate in order for payments to be made in connection with the </w:t>
      </w:r>
      <w:r w:rsidR="007828B7" w:rsidRPr="007C4C20">
        <w:t>Loan Facilities</w:t>
      </w:r>
      <w:r w:rsidRPr="007C4C20">
        <w:t xml:space="preserve"> (or otherwise in order for the transactions contemplated by this Agreement to be carried out) which disruption is not caused by, and is beyond the control of, any of the Parties; or</w:t>
      </w:r>
      <w:bookmarkEnd w:id="530"/>
    </w:p>
    <w:p w14:paraId="58A8A0FC" w14:textId="77777777" w:rsidR="00AA424A" w:rsidRPr="007C4C20" w:rsidRDefault="00AA424A" w:rsidP="00AA424A">
      <w:pPr>
        <w:pStyle w:val="CMSANDefinitions2"/>
      </w:pPr>
      <w:bookmarkStart w:id="531" w:name="_Ref7182486"/>
      <w:r w:rsidRPr="007C4C20">
        <w:t>the occurrence of any other event which results in a disruption (of a technical or systems-related nature) to the treasury or payments operations of a Party preventing that, or any other Party:</w:t>
      </w:r>
      <w:bookmarkEnd w:id="531"/>
    </w:p>
    <w:p w14:paraId="5834B8F7" w14:textId="77777777" w:rsidR="00AA424A" w:rsidRPr="007C4C20" w:rsidRDefault="00AA424A" w:rsidP="00AA424A">
      <w:pPr>
        <w:pStyle w:val="CMSANDefinitions3"/>
      </w:pPr>
      <w:bookmarkStart w:id="532" w:name="_Ref7182487"/>
      <w:r w:rsidRPr="007C4C20">
        <w:t>from performing its payment obligations under this Agreement; or</w:t>
      </w:r>
      <w:bookmarkEnd w:id="532"/>
    </w:p>
    <w:p w14:paraId="79A8B844" w14:textId="77777777" w:rsidR="00AA424A" w:rsidRPr="007C4C20" w:rsidRDefault="00AA424A" w:rsidP="00AA424A">
      <w:pPr>
        <w:pStyle w:val="CMSANDefinitions3"/>
      </w:pPr>
      <w:bookmarkStart w:id="533" w:name="_Ref7182488"/>
      <w:r w:rsidRPr="007C4C20">
        <w:t>from communicating with other Parties in accordance with the terms of this Agreement,</w:t>
      </w:r>
      <w:bookmarkEnd w:id="533"/>
    </w:p>
    <w:p w14:paraId="58B1EF0E" w14:textId="77777777" w:rsidR="00AA424A" w:rsidRPr="007C4C20" w:rsidRDefault="00AA424A" w:rsidP="00AA424A">
      <w:pPr>
        <w:pStyle w:val="CMSANIndent2"/>
      </w:pPr>
      <w:r w:rsidRPr="007C4C20">
        <w:t>and which (in either such case) is not caused by, and is beyond the control of, the Party whose operations are disrupted;</w:t>
      </w:r>
    </w:p>
    <w:p w14:paraId="3D2CCAB9" w14:textId="147DE243" w:rsidR="00F74C1B" w:rsidRPr="007C4C20" w:rsidRDefault="00F74C1B" w:rsidP="00AA424A">
      <w:pPr>
        <w:pStyle w:val="CMSANDefinitions1"/>
        <w:keepNext/>
      </w:pPr>
      <w:bookmarkStart w:id="534" w:name="_Ref7182490"/>
      <w:r w:rsidRPr="007C4C20">
        <w:t>“</w:t>
      </w:r>
      <w:r w:rsidRPr="007C4C20">
        <w:rPr>
          <w:b/>
          <w:bCs/>
        </w:rPr>
        <w:t>Effective Date</w:t>
      </w:r>
      <w:r w:rsidRPr="007C4C20">
        <w:t xml:space="preserve">” has the meaning given to such term in </w:t>
      </w:r>
      <w:r w:rsidR="003B0056" w:rsidRPr="007C4C20">
        <w:t xml:space="preserve">paragraph (b) of </w:t>
      </w:r>
      <w:r w:rsidRPr="007C4C20">
        <w:t xml:space="preserve">Clause </w:t>
      </w:r>
      <w:r w:rsidR="0014226B">
        <w:fldChar w:fldCharType="begin"/>
      </w:r>
      <w:r w:rsidR="0014226B">
        <w:instrText xml:space="preserve"> REF _Ref26827911 \r \h </w:instrText>
      </w:r>
      <w:r w:rsidR="0014226B">
        <w:fldChar w:fldCharType="separate"/>
      </w:r>
      <w:r w:rsidR="00B66043">
        <w:t>39</w:t>
      </w:r>
      <w:r w:rsidR="0014226B">
        <w:fldChar w:fldCharType="end"/>
      </w:r>
      <w:r w:rsidRPr="007C4C20">
        <w:t xml:space="preserve"> (</w:t>
      </w:r>
      <w:r w:rsidRPr="007C4C20">
        <w:rPr>
          <w:i/>
          <w:iCs/>
        </w:rPr>
        <w:t>Conditions to Effectiveness</w:t>
      </w:r>
      <w:r w:rsidRPr="007C4C20">
        <w:t xml:space="preserve">). </w:t>
      </w:r>
    </w:p>
    <w:p w14:paraId="7A69DE7D" w14:textId="77777777" w:rsidR="00AA424A" w:rsidRPr="007C4C20" w:rsidRDefault="00AA424A" w:rsidP="00AA424A">
      <w:pPr>
        <w:pStyle w:val="CMSANDefinitions1"/>
        <w:keepNext/>
      </w:pPr>
      <w:r w:rsidRPr="007C4C20">
        <w:t>“</w:t>
      </w:r>
      <w:r w:rsidRPr="007C4C20">
        <w:rPr>
          <w:b/>
        </w:rPr>
        <w:t>Encumbrance</w:t>
      </w:r>
      <w:r w:rsidRPr="007C4C20">
        <w:t>” means:</w:t>
      </w:r>
    </w:p>
    <w:p w14:paraId="4A8965F5" w14:textId="77777777" w:rsidR="00AA424A" w:rsidRPr="007C4C20" w:rsidRDefault="00AA424A" w:rsidP="00AA424A">
      <w:pPr>
        <w:pStyle w:val="CMSANDefinitions2"/>
      </w:pPr>
      <w:r w:rsidRPr="007C4C20">
        <w:t>a mortgage, charge, pledge, lien or other encumbrance securing any obligation of any person;</w:t>
      </w:r>
    </w:p>
    <w:p w14:paraId="14194E49" w14:textId="77777777" w:rsidR="00AA424A" w:rsidRPr="007C4C20" w:rsidRDefault="00AA424A" w:rsidP="00AA424A">
      <w:pPr>
        <w:pStyle w:val="CMSANDefinitions2"/>
      </w:pPr>
      <w:r w:rsidRPr="007C4C20">
        <w:t>any arrangement under which money or claims to, or the benefit of, a bank or other account may be applied, set</w:t>
      </w:r>
      <w:r w:rsidRPr="007C4C20">
        <w:noBreakHyphen/>
        <w:t xml:space="preserve">off or made subject to a combination of accounts so as to effect payment of sums owed or payable to any person; and/or </w:t>
      </w:r>
    </w:p>
    <w:p w14:paraId="29DCF7AD" w14:textId="77777777" w:rsidR="00AA424A" w:rsidRPr="007C4C20" w:rsidRDefault="00AA424A" w:rsidP="00AA424A">
      <w:pPr>
        <w:pStyle w:val="CMSANDefinitions2"/>
      </w:pPr>
      <w:r w:rsidRPr="007C4C20">
        <w:lastRenderedPageBreak/>
        <w:t>any other type of preferential arrangement (including title transfer and retention arrangements) having a similar effect;</w:t>
      </w:r>
    </w:p>
    <w:p w14:paraId="1D166152" w14:textId="77777777" w:rsidR="00AA424A" w:rsidRPr="007C4C20" w:rsidRDefault="00AA424A" w:rsidP="00AA424A">
      <w:pPr>
        <w:pStyle w:val="CMSANDefinitions1"/>
      </w:pPr>
      <w:r w:rsidRPr="007C4C20">
        <w:t>“</w:t>
      </w:r>
      <w:r w:rsidRPr="007C4C20">
        <w:rPr>
          <w:b/>
        </w:rPr>
        <w:t>Engineer of the Project</w:t>
      </w:r>
      <w:r w:rsidRPr="007C4C20">
        <w:t>” means:</w:t>
      </w:r>
    </w:p>
    <w:p w14:paraId="7EA0467A" w14:textId="77777777" w:rsidR="00AA424A" w:rsidRPr="007C4C20" w:rsidRDefault="00AA424A" w:rsidP="00AA424A">
      <w:pPr>
        <w:pStyle w:val="CMSANDefinitions2"/>
      </w:pPr>
      <w:r w:rsidRPr="007C4C20">
        <w:t>in relation to the Project 1, a person appointed in accordance with Commercial Contract 1 to act as an engineer for the purposes the Commercial Contract 1, or any other person appointed to act as an engineer in accordance with the Commercial Contract 1;</w:t>
      </w:r>
      <w:bookmarkEnd w:id="534"/>
      <w:r w:rsidRPr="007C4C20">
        <w:t xml:space="preserve"> and</w:t>
      </w:r>
    </w:p>
    <w:p w14:paraId="65BC9F4B" w14:textId="77777777" w:rsidR="00AA424A" w:rsidRPr="007C4C20" w:rsidRDefault="00AA424A" w:rsidP="00AA424A">
      <w:pPr>
        <w:pStyle w:val="CMSANDefinitions2"/>
      </w:pPr>
      <w:r w:rsidRPr="007C4C20">
        <w:t>in relation to the Project 2, a person appointed in accordance with Commercial Contract 2 to act as an engineer for the purposes the Commercial Contract 2, or any other person appointed to act as an engineer in accordance with the Commercial Contract 2.</w:t>
      </w:r>
    </w:p>
    <w:p w14:paraId="1037EC85" w14:textId="77777777" w:rsidR="00AA424A" w:rsidRPr="007C4C20" w:rsidRDefault="00AA424A" w:rsidP="00AA424A">
      <w:pPr>
        <w:pStyle w:val="CMSANDefinitions1"/>
        <w:keepNext/>
      </w:pPr>
      <w:bookmarkStart w:id="535" w:name="_Ref7182491"/>
      <w:r w:rsidRPr="007C4C20">
        <w:t>“</w:t>
      </w:r>
      <w:r w:rsidRPr="007C4C20">
        <w:rPr>
          <w:b/>
        </w:rPr>
        <w:t>Environment</w:t>
      </w:r>
      <w:r w:rsidRPr="007C4C20">
        <w:t>” means humans, animals, plants and all other living organisms including the ecological systems of which they form part and the following media:</w:t>
      </w:r>
      <w:bookmarkEnd w:id="535"/>
    </w:p>
    <w:p w14:paraId="4C796FD9" w14:textId="77777777" w:rsidR="00AA424A" w:rsidRPr="007C4C20" w:rsidRDefault="00AA424A" w:rsidP="00AA424A">
      <w:pPr>
        <w:pStyle w:val="CMSANDefinitions2"/>
      </w:pPr>
      <w:bookmarkStart w:id="536" w:name="_Ref7182492"/>
      <w:r w:rsidRPr="007C4C20">
        <w:t>air (including, without limitation, air within natural or man-made structures, whether above or below ground);</w:t>
      </w:r>
      <w:bookmarkEnd w:id="536"/>
    </w:p>
    <w:p w14:paraId="69C4C740" w14:textId="77777777" w:rsidR="00AA424A" w:rsidRPr="007C4C20" w:rsidRDefault="00AA424A" w:rsidP="00AA424A">
      <w:pPr>
        <w:pStyle w:val="CMSANDefinitions2"/>
      </w:pPr>
      <w:bookmarkStart w:id="537" w:name="_Ref7182493"/>
      <w:r w:rsidRPr="007C4C20">
        <w:t>water (including, without limitation, territorial, coastal and inland waters, water under or within land and water in drains and sewers); and</w:t>
      </w:r>
      <w:bookmarkEnd w:id="537"/>
    </w:p>
    <w:p w14:paraId="3D1CBFE9" w14:textId="77777777" w:rsidR="00AA424A" w:rsidRPr="007C4C20" w:rsidRDefault="00AA424A" w:rsidP="00AA424A">
      <w:pPr>
        <w:pStyle w:val="CMSANDefinitions2"/>
      </w:pPr>
      <w:bookmarkStart w:id="538" w:name="_Ref7182494"/>
      <w:r w:rsidRPr="007C4C20">
        <w:t>land (including, without limitation, land under water)</w:t>
      </w:r>
      <w:bookmarkEnd w:id="538"/>
      <w:r w:rsidRPr="007C4C20">
        <w:t>;</w:t>
      </w:r>
    </w:p>
    <w:p w14:paraId="12FB296F" w14:textId="77777777" w:rsidR="00AA424A" w:rsidRPr="007C4C20" w:rsidRDefault="00AA424A" w:rsidP="00AA424A">
      <w:pPr>
        <w:pStyle w:val="CMSANDefinitions1"/>
      </w:pPr>
      <w:bookmarkStart w:id="539" w:name="_Ref7182496"/>
      <w:r w:rsidRPr="007C4C20">
        <w:t>“</w:t>
      </w:r>
      <w:r w:rsidRPr="007C4C20">
        <w:rPr>
          <w:b/>
        </w:rPr>
        <w:t>Environmental Claim</w:t>
      </w:r>
      <w:r w:rsidRPr="007C4C20">
        <w:t>” means any claim, proceeding, formal notice or investigation by any person in respect of any Environmental Law</w:t>
      </w:r>
      <w:bookmarkEnd w:id="539"/>
      <w:r w:rsidRPr="007C4C20">
        <w:t>;</w:t>
      </w:r>
    </w:p>
    <w:p w14:paraId="48714E5B" w14:textId="77777777" w:rsidR="00AA424A" w:rsidRPr="007C4C20" w:rsidRDefault="00AA424A" w:rsidP="00AA424A">
      <w:pPr>
        <w:pStyle w:val="CMSANDefinitions1"/>
        <w:keepNext/>
      </w:pPr>
      <w:bookmarkStart w:id="540" w:name="_Ref7182497"/>
      <w:r w:rsidRPr="007C4C20">
        <w:t>“</w:t>
      </w:r>
      <w:r w:rsidRPr="007C4C20">
        <w:rPr>
          <w:b/>
        </w:rPr>
        <w:t>Environmental Law</w:t>
      </w:r>
      <w:r w:rsidRPr="007C4C20">
        <w:t>” means any applicable law or regulation which relates to:</w:t>
      </w:r>
      <w:bookmarkEnd w:id="540"/>
    </w:p>
    <w:p w14:paraId="3DD7DA64" w14:textId="77777777" w:rsidR="00AA424A" w:rsidRPr="007C4C20" w:rsidRDefault="00AA424A" w:rsidP="00AA424A">
      <w:pPr>
        <w:pStyle w:val="CMSANDefinitions2"/>
      </w:pPr>
      <w:bookmarkStart w:id="541" w:name="_Ref7182498"/>
      <w:r w:rsidRPr="007C4C20">
        <w:t>the pollution or protection of the Environment;</w:t>
      </w:r>
      <w:bookmarkEnd w:id="541"/>
    </w:p>
    <w:p w14:paraId="1CE2064C" w14:textId="77777777" w:rsidR="00AA424A" w:rsidRPr="007C4C20" w:rsidRDefault="00AA424A" w:rsidP="00AA424A">
      <w:pPr>
        <w:pStyle w:val="CMSANDefinitions2"/>
      </w:pPr>
      <w:bookmarkStart w:id="542" w:name="_Ref7182499"/>
      <w:r w:rsidRPr="007C4C20">
        <w:t>the conditions of the workplace; or</w:t>
      </w:r>
      <w:bookmarkEnd w:id="542"/>
    </w:p>
    <w:p w14:paraId="26184E87" w14:textId="77777777" w:rsidR="00AA424A" w:rsidRPr="007C4C20" w:rsidRDefault="00AA424A" w:rsidP="00AA424A">
      <w:pPr>
        <w:pStyle w:val="CMSANDefinitions2"/>
      </w:pPr>
      <w:bookmarkStart w:id="543" w:name="_Ref7182500"/>
      <w:r w:rsidRPr="007C4C20">
        <w:t>the generation, handling, storage, use, release or spillage of any substance which, alone or in combination with any other, is capable of causing harm to the Environment, including, without limitation, any waste</w:t>
      </w:r>
      <w:bookmarkEnd w:id="543"/>
      <w:r w:rsidRPr="007C4C20">
        <w:t>;</w:t>
      </w:r>
    </w:p>
    <w:p w14:paraId="0D895E5F" w14:textId="77777777" w:rsidR="00AA424A" w:rsidRPr="007C4C20" w:rsidRDefault="00AA424A" w:rsidP="00AA424A">
      <w:pPr>
        <w:pStyle w:val="CMSANDefinitions1"/>
      </w:pPr>
      <w:bookmarkStart w:id="544" w:name="_Ref7182495"/>
      <w:r w:rsidRPr="007C4C20">
        <w:t>“</w:t>
      </w:r>
      <w:r w:rsidRPr="007C4C20">
        <w:rPr>
          <w:b/>
        </w:rPr>
        <w:t>Equity Contribution</w:t>
      </w:r>
      <w:r w:rsidRPr="007C4C20">
        <w:t xml:space="preserve">” means the capital expenditures financed by the Borrower from its own sources and which are further described in the Investment Budget for each Project in the minimum amount of twenty (20) per cent. of each contract price as defined in </w:t>
      </w:r>
      <w:r w:rsidR="00F74C1B" w:rsidRPr="007C4C20">
        <w:t>the relevant</w:t>
      </w:r>
      <w:r w:rsidRPr="007C4C20">
        <w:t xml:space="preserve"> Commercial Contract</w:t>
      </w:r>
      <w:bookmarkEnd w:id="544"/>
      <w:r w:rsidRPr="007C4C20">
        <w:t>;</w:t>
      </w:r>
    </w:p>
    <w:p w14:paraId="69F6275E" w14:textId="78E22AF0" w:rsidR="00AA424A" w:rsidRPr="007C4C20" w:rsidRDefault="00AA424A" w:rsidP="00AA424A">
      <w:pPr>
        <w:pStyle w:val="CMSANDefinitions1"/>
      </w:pPr>
      <w:bookmarkStart w:id="545" w:name="_Ref7182504"/>
      <w:r w:rsidRPr="007C4C20">
        <w:t>“</w:t>
      </w:r>
      <w:r w:rsidRPr="007C4C20">
        <w:rPr>
          <w:b/>
        </w:rPr>
        <w:t>Event of Default</w:t>
      </w:r>
      <w:r w:rsidRPr="007C4C20">
        <w:t xml:space="preserve">” means any event or circumstance specified as such in Clause </w:t>
      </w:r>
      <w:r w:rsidRPr="007C4C20">
        <w:fldChar w:fldCharType="begin"/>
      </w:r>
      <w:r w:rsidRPr="007C4C20">
        <w:instrText xml:space="preserve">  REF _Ref7183029 \w \h \* MERGEFORMAT </w:instrText>
      </w:r>
      <w:r w:rsidRPr="007C4C20">
        <w:fldChar w:fldCharType="separate"/>
      </w:r>
      <w:r w:rsidR="00B66043" w:rsidRPr="00B66043">
        <w:rPr>
          <w:color w:val="000000"/>
        </w:rPr>
        <w:t>18</w:t>
      </w:r>
      <w:r w:rsidRPr="007C4C20">
        <w:fldChar w:fldCharType="end"/>
      </w:r>
      <w:r w:rsidRPr="007C4C20">
        <w:t xml:space="preserve"> (</w:t>
      </w:r>
      <w:r w:rsidRPr="007C4C20">
        <w:rPr>
          <w:i/>
        </w:rPr>
        <w:t>Events of Default</w:t>
      </w:r>
      <w:r w:rsidRPr="007C4C20">
        <w:t>)</w:t>
      </w:r>
      <w:bookmarkEnd w:id="545"/>
      <w:r w:rsidRPr="007C4C20">
        <w:t>;</w:t>
      </w:r>
    </w:p>
    <w:p w14:paraId="23513E95" w14:textId="77777777" w:rsidR="00AA424A" w:rsidRPr="007C4C20" w:rsidRDefault="00AA424A" w:rsidP="00AA424A">
      <w:pPr>
        <w:pStyle w:val="CMSANDefinitions1"/>
      </w:pPr>
      <w:r w:rsidRPr="007C4C20">
        <w:t>"</w:t>
      </w:r>
      <w:r w:rsidRPr="007C4C20">
        <w:rPr>
          <w:b/>
        </w:rPr>
        <w:t>External Indebtedness</w:t>
      </w:r>
      <w:r w:rsidRPr="007C4C20">
        <w:t>" means any indebtedness which is payable:</w:t>
      </w:r>
    </w:p>
    <w:p w14:paraId="7EDA9026" w14:textId="77777777" w:rsidR="00AA424A" w:rsidRPr="007C4C20" w:rsidRDefault="00AA424A" w:rsidP="00AA424A">
      <w:pPr>
        <w:pStyle w:val="CMSANDefinitions2"/>
      </w:pPr>
      <w:r w:rsidRPr="007C4C20">
        <w:t>in or by reference to a currency which is not the lawful currency for the time being of the Republic of Serbia; and/or</w:t>
      </w:r>
    </w:p>
    <w:p w14:paraId="21D90096" w14:textId="77777777" w:rsidR="0033460B" w:rsidRPr="007C4C20" w:rsidRDefault="00AA424A" w:rsidP="00AA424A">
      <w:pPr>
        <w:pStyle w:val="CMSANDefinitions2"/>
      </w:pPr>
      <w:r w:rsidRPr="007C4C20">
        <w:t>to a non-Serbian entity.</w:t>
      </w:r>
    </w:p>
    <w:p w14:paraId="1CF83ADC" w14:textId="77777777" w:rsidR="00A6671F" w:rsidRPr="007C4C20" w:rsidRDefault="00A6671F" w:rsidP="00A6671F">
      <w:pPr>
        <w:pStyle w:val="CMSANDefinitions1"/>
      </w:pPr>
      <w:bookmarkStart w:id="546" w:name="_Ref7182510"/>
      <w:bookmarkStart w:id="547" w:name="_Ref7182513"/>
      <w:bookmarkStart w:id="548" w:name="_Ref7182509"/>
      <w:r w:rsidRPr="007C4C20">
        <w:t>“</w:t>
      </w:r>
      <w:r w:rsidRPr="007C4C20">
        <w:rPr>
          <w:b/>
        </w:rPr>
        <w:t>€</w:t>
      </w:r>
      <w:r w:rsidRPr="007C4C20">
        <w:t>”, “</w:t>
      </w:r>
      <w:r w:rsidRPr="007C4C20">
        <w:rPr>
          <w:b/>
        </w:rPr>
        <w:t>EUR</w:t>
      </w:r>
      <w:r w:rsidRPr="007C4C20">
        <w:t>” and “</w:t>
      </w:r>
      <w:r w:rsidRPr="007C4C20">
        <w:rPr>
          <w:b/>
        </w:rPr>
        <w:t>euro</w:t>
      </w:r>
      <w:r w:rsidRPr="007C4C20">
        <w:t>” denote the single currency of the Participating Member States.</w:t>
      </w:r>
    </w:p>
    <w:bookmarkEnd w:id="546"/>
    <w:bookmarkEnd w:id="547"/>
    <w:p w14:paraId="79F6BE85" w14:textId="77777777" w:rsidR="00021CAB" w:rsidRPr="007C4C20" w:rsidRDefault="00021CAB" w:rsidP="00AA424A">
      <w:pPr>
        <w:pStyle w:val="CMSANDefinitions1"/>
      </w:pPr>
      <w:r w:rsidRPr="007C4C20">
        <w:t>“</w:t>
      </w:r>
      <w:r w:rsidRPr="007C4C20">
        <w:rPr>
          <w:b/>
        </w:rPr>
        <w:t>Facility Office</w:t>
      </w:r>
      <w:r w:rsidRPr="007C4C20">
        <w:t>” means the office or offices notified by a Lender to the Agent in writing on or before the date it becomes a Lender (or, following that date, by not less than five (5) Business Days’ written notice) as the office or offices through which it will perform its obligations under this Agreement;</w:t>
      </w:r>
    </w:p>
    <w:p w14:paraId="09F7E1CA" w14:textId="77777777" w:rsidR="00021CAB" w:rsidRPr="007C4C20" w:rsidRDefault="00021CAB" w:rsidP="00021CAB">
      <w:pPr>
        <w:pStyle w:val="CMSANDefinitions1"/>
      </w:pPr>
      <w:r w:rsidRPr="007C4C20">
        <w:lastRenderedPageBreak/>
        <w:t>“</w:t>
      </w:r>
      <w:r w:rsidRPr="007C4C20">
        <w:rPr>
          <w:b/>
        </w:rPr>
        <w:t>Force Majeure</w:t>
      </w:r>
      <w:r w:rsidRPr="007C4C20">
        <w:t>” means exceptional events or circumstances including, however not limited to, the following:</w:t>
      </w:r>
    </w:p>
    <w:p w14:paraId="059DC466" w14:textId="77777777" w:rsidR="00021CAB" w:rsidRPr="007C4C20" w:rsidRDefault="00021CAB" w:rsidP="00021CAB">
      <w:pPr>
        <w:pStyle w:val="CMSANDefinitions2"/>
      </w:pPr>
      <w:r w:rsidRPr="007C4C20">
        <w:t>contamination by munitions of war, explosive materials, ionising radiation or radioactivity;</w:t>
      </w:r>
    </w:p>
    <w:p w14:paraId="10843182" w14:textId="77777777" w:rsidR="00021CAB" w:rsidRPr="007C4C20" w:rsidRDefault="00021CAB" w:rsidP="00021CAB">
      <w:pPr>
        <w:pStyle w:val="CMSANDefinitions2"/>
      </w:pPr>
      <w:r w:rsidRPr="007C4C20">
        <w:t>acts of God and natural catastrophes (such as earthquakes, hurricanes, floods, typhoons or volcanic activity);</w:t>
      </w:r>
    </w:p>
    <w:p w14:paraId="3A6C0166" w14:textId="77777777" w:rsidR="00021CAB" w:rsidRPr="007C4C20" w:rsidRDefault="00021CAB" w:rsidP="00021CAB">
      <w:pPr>
        <w:pStyle w:val="CMSANDefinitions2"/>
      </w:pPr>
      <w:r w:rsidRPr="007C4C20">
        <w:t>war, hostilities (whether war has been declared or not), invasion, act of foreign enemies and material change in national defence requirements;</w:t>
      </w:r>
    </w:p>
    <w:p w14:paraId="5C7E703B" w14:textId="77777777" w:rsidR="00021CAB" w:rsidRPr="007C4C20" w:rsidRDefault="00021CAB" w:rsidP="00021CAB">
      <w:pPr>
        <w:pStyle w:val="CMSANDefinitions2"/>
      </w:pPr>
      <w:r w:rsidRPr="007C4C20">
        <w:t>acts or omission of a Serbian or supranational authority with binding authority;</w:t>
      </w:r>
    </w:p>
    <w:p w14:paraId="79A480E4" w14:textId="77777777" w:rsidR="00021CAB" w:rsidRPr="007C4C20" w:rsidRDefault="00021CAB" w:rsidP="00021CAB">
      <w:pPr>
        <w:pStyle w:val="CMSANDefinitions2"/>
      </w:pPr>
      <w:r w:rsidRPr="007C4C20">
        <w:t>rebellion, terrorism, revolution, insurrection, military or usurped power and civil war; and/or</w:t>
      </w:r>
    </w:p>
    <w:p w14:paraId="36F19587" w14:textId="77777777" w:rsidR="00021CAB" w:rsidRPr="007C4C20" w:rsidRDefault="00021CAB" w:rsidP="00021CAB">
      <w:pPr>
        <w:pStyle w:val="CMSANDefinitions2"/>
      </w:pPr>
      <w:r w:rsidRPr="007C4C20">
        <w:t xml:space="preserve">riot, commotion, disorder, strike or lockout by persons other than the Borrower's personnel and sub-contractors, </w:t>
      </w:r>
    </w:p>
    <w:p w14:paraId="6D0228B1" w14:textId="77777777" w:rsidR="00021CAB" w:rsidRPr="007C4C20" w:rsidRDefault="00021CAB" w:rsidP="00021CAB">
      <w:pPr>
        <w:pStyle w:val="CMSANDefinitions1"/>
      </w:pPr>
      <w:r w:rsidRPr="007C4C20">
        <w:t xml:space="preserve">so long as the following conditions are satisfied: </w:t>
      </w:r>
    </w:p>
    <w:p w14:paraId="06E0078A" w14:textId="77777777" w:rsidR="00021CAB" w:rsidRPr="007C4C20" w:rsidRDefault="00021CAB" w:rsidP="00021CAB">
      <w:pPr>
        <w:pStyle w:val="CMSANDefinitions2"/>
      </w:pPr>
      <w:r w:rsidRPr="007C4C20">
        <w:t xml:space="preserve">it is beyond the Borrower’s control; </w:t>
      </w:r>
    </w:p>
    <w:p w14:paraId="5B8DE8B6" w14:textId="77777777" w:rsidR="00021CAB" w:rsidRPr="007C4C20" w:rsidRDefault="00021CAB" w:rsidP="00021CAB">
      <w:pPr>
        <w:pStyle w:val="CMSANDefinitions2"/>
      </w:pPr>
      <w:r w:rsidRPr="007C4C20">
        <w:t xml:space="preserve">the Borrower could not have reasonably provided against it before entering into this Agreement; </w:t>
      </w:r>
    </w:p>
    <w:p w14:paraId="6E257511" w14:textId="77777777" w:rsidR="00021CAB" w:rsidRPr="007C4C20" w:rsidRDefault="00021CAB" w:rsidP="00021CAB">
      <w:pPr>
        <w:pStyle w:val="CMSANDefinitions2"/>
      </w:pPr>
      <w:r w:rsidRPr="007C4C20">
        <w:t xml:space="preserve">once having arisen, the Borrower could not reasonably have avoided or overcome it; and </w:t>
      </w:r>
    </w:p>
    <w:p w14:paraId="2E08FD0C" w14:textId="77777777" w:rsidR="00021CAB" w:rsidRPr="007C4C20" w:rsidRDefault="00021CAB" w:rsidP="00021CAB">
      <w:pPr>
        <w:pStyle w:val="CMSANDefinitions2"/>
      </w:pPr>
      <w:r w:rsidRPr="007C4C20">
        <w:t xml:space="preserve">it is not substantially attributable to the </w:t>
      </w:r>
      <w:r w:rsidR="00B50845" w:rsidRPr="007C4C20">
        <w:t>Lenders</w:t>
      </w:r>
      <w:r w:rsidRPr="007C4C20">
        <w:t>.</w:t>
      </w:r>
    </w:p>
    <w:p w14:paraId="29E0702E" w14:textId="56C66129" w:rsidR="00021CAB" w:rsidRPr="007C4C20" w:rsidRDefault="00021CAB" w:rsidP="00021CAB">
      <w:pPr>
        <w:pStyle w:val="CMSANDefinitions1"/>
      </w:pPr>
      <w:r w:rsidRPr="007C4C20">
        <w:t>“</w:t>
      </w:r>
      <w:r w:rsidRPr="007C4C20">
        <w:rPr>
          <w:b/>
        </w:rPr>
        <w:t>Interest Period</w:t>
      </w:r>
      <w:r w:rsidRPr="007C4C20">
        <w:t xml:space="preserve">” means, in relation to a </w:t>
      </w:r>
      <w:r w:rsidR="0063120B" w:rsidRPr="007C4C20">
        <w:t>Tranche</w:t>
      </w:r>
      <w:r w:rsidRPr="007C4C20">
        <w:t>, each period determined in accordance with Clause </w:t>
      </w:r>
      <w:r w:rsidRPr="007C4C20">
        <w:fldChar w:fldCharType="begin"/>
      </w:r>
      <w:r w:rsidRPr="007C4C20">
        <w:instrText xml:space="preserve">  REF _Ref7182762 \w \h \* MERGEFORMAT </w:instrText>
      </w:r>
      <w:r w:rsidRPr="007C4C20">
        <w:fldChar w:fldCharType="separate"/>
      </w:r>
      <w:r w:rsidR="00B66043" w:rsidRPr="00B66043">
        <w:rPr>
          <w:color w:val="000000"/>
        </w:rPr>
        <w:t>9</w:t>
      </w:r>
      <w:r w:rsidRPr="007C4C20">
        <w:fldChar w:fldCharType="end"/>
      </w:r>
      <w:r w:rsidRPr="007C4C20">
        <w:t xml:space="preserve"> (</w:t>
      </w:r>
      <w:r w:rsidRPr="007C4C20">
        <w:rPr>
          <w:i/>
        </w:rPr>
        <w:t>Interest Periods</w:t>
      </w:r>
      <w:r w:rsidRPr="007C4C20">
        <w:t xml:space="preserve">) and, in relation to an Unpaid Sum, each period determined in accordance with Clause </w:t>
      </w:r>
      <w:r w:rsidRPr="007C4C20">
        <w:fldChar w:fldCharType="begin"/>
      </w:r>
      <w:r w:rsidRPr="007C4C20">
        <w:instrText xml:space="preserve">  REF _Ref7182755 \w \h \* MERGEFORMAT </w:instrText>
      </w:r>
      <w:r w:rsidRPr="007C4C20">
        <w:fldChar w:fldCharType="separate"/>
      </w:r>
      <w:r w:rsidR="00B66043" w:rsidRPr="00B66043">
        <w:rPr>
          <w:color w:val="000000"/>
        </w:rPr>
        <w:t>8.3</w:t>
      </w:r>
      <w:r w:rsidRPr="007C4C20">
        <w:fldChar w:fldCharType="end"/>
      </w:r>
      <w:r w:rsidRPr="007C4C20">
        <w:t xml:space="preserve"> (</w:t>
      </w:r>
      <w:r w:rsidRPr="007C4C20">
        <w:rPr>
          <w:i/>
        </w:rPr>
        <w:t>Default interest</w:t>
      </w:r>
      <w:r w:rsidRPr="007C4C20">
        <w:t>);</w:t>
      </w:r>
    </w:p>
    <w:p w14:paraId="223C5EBE" w14:textId="77777777" w:rsidR="00021CAB" w:rsidRPr="007C4C20" w:rsidRDefault="00021CAB" w:rsidP="00021CAB">
      <w:pPr>
        <w:pStyle w:val="CMSANDefinitions1"/>
      </w:pPr>
      <w:r w:rsidRPr="007C4C20">
        <w:t>“</w:t>
      </w:r>
      <w:r w:rsidRPr="007C4C20">
        <w:rPr>
          <w:b/>
        </w:rPr>
        <w:t>Investment Budget</w:t>
      </w:r>
      <w:r w:rsidRPr="007C4C20">
        <w:t>” means:</w:t>
      </w:r>
    </w:p>
    <w:p w14:paraId="010B6430" w14:textId="77777777" w:rsidR="00021CAB" w:rsidRPr="007C4C20" w:rsidRDefault="00021CAB" w:rsidP="00021CAB">
      <w:pPr>
        <w:pStyle w:val="CMSANDefinitions2"/>
      </w:pPr>
      <w:r w:rsidRPr="007C4C20">
        <w:t xml:space="preserve">in relation to the Project 1, </w:t>
      </w:r>
      <w:r w:rsidR="008F12FB" w:rsidRPr="007C4C20">
        <w:t>EUR24,000,000</w:t>
      </w:r>
      <w:r w:rsidRPr="007C4C20">
        <w:t>; and</w:t>
      </w:r>
    </w:p>
    <w:p w14:paraId="2D0F2BA7" w14:textId="77777777" w:rsidR="00021CAB" w:rsidRPr="007C4C20" w:rsidRDefault="00021CAB" w:rsidP="00021CAB">
      <w:pPr>
        <w:pStyle w:val="CMSANDefinitions2"/>
      </w:pPr>
      <w:r w:rsidRPr="007C4C20">
        <w:t xml:space="preserve">in relation to the Project 2, </w:t>
      </w:r>
      <w:r w:rsidR="008F12FB" w:rsidRPr="007C4C20">
        <w:t>EUR250,000,000</w:t>
      </w:r>
      <w:r w:rsidRPr="007C4C20">
        <w:t>,</w:t>
      </w:r>
    </w:p>
    <w:p w14:paraId="3A0A7192" w14:textId="77777777" w:rsidR="00021CAB" w:rsidRPr="007C4C20" w:rsidRDefault="00021CAB" w:rsidP="00021CAB">
      <w:pPr>
        <w:pStyle w:val="CMSANDefinitions1"/>
      </w:pPr>
      <w:r w:rsidRPr="007C4C20">
        <w:t>in each case including a breakdown showing major components and the final investment schedule showing the critical milestones of each Project and schedule of progress payments;</w:t>
      </w:r>
    </w:p>
    <w:p w14:paraId="3DB3D374" w14:textId="77777777" w:rsidR="00021CAB" w:rsidRPr="007C4C20" w:rsidRDefault="00021CAB" w:rsidP="00021CAB">
      <w:pPr>
        <w:pStyle w:val="CMSANDefinitions1"/>
        <w:keepNext/>
      </w:pPr>
      <w:r w:rsidRPr="007C4C20">
        <w:t>“</w:t>
      </w:r>
      <w:r w:rsidRPr="007C4C20">
        <w:rPr>
          <w:b/>
        </w:rPr>
        <w:t>Lender</w:t>
      </w:r>
      <w:r w:rsidRPr="007C4C20">
        <w:t>” means:</w:t>
      </w:r>
    </w:p>
    <w:p w14:paraId="36C3F065" w14:textId="77777777" w:rsidR="00021CAB" w:rsidRPr="007C4C20" w:rsidRDefault="00021CAB" w:rsidP="00021CAB">
      <w:pPr>
        <w:pStyle w:val="CMSANDefinitions2"/>
      </w:pPr>
      <w:r w:rsidRPr="007C4C20">
        <w:t xml:space="preserve">any original </w:t>
      </w:r>
      <w:r w:rsidR="00B50845" w:rsidRPr="007C4C20">
        <w:t>Lender</w:t>
      </w:r>
      <w:r w:rsidR="000B7E5C">
        <w:t xml:space="preserve"> (and any of its domestic or foreign branches)</w:t>
      </w:r>
      <w:r w:rsidRPr="007C4C20">
        <w:t>; and</w:t>
      </w:r>
    </w:p>
    <w:p w14:paraId="15EA11B6" w14:textId="3CABE43B" w:rsidR="00021CAB" w:rsidRPr="007C4C20" w:rsidRDefault="00021CAB" w:rsidP="00021CAB">
      <w:pPr>
        <w:pStyle w:val="CMSANDefinitions2"/>
      </w:pPr>
      <w:r w:rsidRPr="007C4C20">
        <w:t>any bank, financial institution, trust, fund or other entity which has become a Party as a “</w:t>
      </w:r>
      <w:r w:rsidRPr="007C4C20">
        <w:rPr>
          <w:b/>
        </w:rPr>
        <w:t>Lender</w:t>
      </w:r>
      <w:r w:rsidRPr="007C4C20">
        <w:t xml:space="preserve">” in accordance with Clause </w:t>
      </w:r>
      <w:r w:rsidRPr="007C4C20">
        <w:fldChar w:fldCharType="begin"/>
      </w:r>
      <w:r w:rsidRPr="007C4C20">
        <w:instrText xml:space="preserve">  REF _Ref7183078 \w \h \* MERGEFORMAT </w:instrText>
      </w:r>
      <w:r w:rsidRPr="007C4C20">
        <w:fldChar w:fldCharType="separate"/>
      </w:r>
      <w:r w:rsidR="00B66043" w:rsidRPr="00B66043">
        <w:rPr>
          <w:color w:val="000000"/>
        </w:rPr>
        <w:t>19</w:t>
      </w:r>
      <w:r w:rsidRPr="007C4C20">
        <w:fldChar w:fldCharType="end"/>
      </w:r>
      <w:r w:rsidRPr="007C4C20">
        <w:t xml:space="preserve"> (</w:t>
      </w:r>
      <w:r w:rsidRPr="007C4C20">
        <w:rPr>
          <w:i/>
        </w:rPr>
        <w:t>Changes to the Lenders</w:t>
      </w:r>
      <w:r w:rsidRPr="007C4C20">
        <w:t>),</w:t>
      </w:r>
    </w:p>
    <w:p w14:paraId="4FB61D60" w14:textId="77777777" w:rsidR="00021CAB" w:rsidRPr="007C4C20" w:rsidRDefault="00021CAB" w:rsidP="00021CAB">
      <w:pPr>
        <w:pStyle w:val="CMSANDefinitions1"/>
      </w:pPr>
      <w:r w:rsidRPr="007C4C20">
        <w:t>which in each case has not ceased to be a Party as such in accordance with the terms of this Agreement;</w:t>
      </w:r>
    </w:p>
    <w:p w14:paraId="1891D6CD" w14:textId="77777777" w:rsidR="00D340B2" w:rsidRPr="007C4C20" w:rsidRDefault="00D340B2" w:rsidP="00AA424A">
      <w:pPr>
        <w:pStyle w:val="CMSANDefinitions1"/>
      </w:pPr>
      <w:r w:rsidRPr="007C4C20">
        <w:t>“</w:t>
      </w:r>
      <w:r w:rsidRPr="007C4C20">
        <w:rPr>
          <w:b/>
          <w:bCs/>
        </w:rPr>
        <w:t>Loan Facility</w:t>
      </w:r>
      <w:r w:rsidRPr="007C4C20">
        <w:t>” means each of the Loan Facility 1 and Loan Facility 2.</w:t>
      </w:r>
    </w:p>
    <w:p w14:paraId="2DEA31AB" w14:textId="77777777" w:rsidR="00F50E2E" w:rsidRPr="007C4C20" w:rsidRDefault="00F50E2E" w:rsidP="00F50E2E">
      <w:pPr>
        <w:pStyle w:val="CMSANDefinitions1"/>
      </w:pPr>
      <w:bookmarkStart w:id="549" w:name="_Ref7182474"/>
      <w:r w:rsidRPr="007C4C20">
        <w:t>“</w:t>
      </w:r>
      <w:r w:rsidRPr="007C4C20">
        <w:rPr>
          <w:b/>
          <w:bCs/>
        </w:rPr>
        <w:t>Loan Facility Commitment</w:t>
      </w:r>
      <w:r w:rsidRPr="007C4C20">
        <w:t xml:space="preserve">” means any of the Loan Facility </w:t>
      </w:r>
      <w:bookmarkStart w:id="550" w:name="DocXTextRef8"/>
      <w:r w:rsidRPr="007C4C20">
        <w:t>1</w:t>
      </w:r>
      <w:bookmarkEnd w:id="550"/>
      <w:r w:rsidRPr="007C4C20">
        <w:t xml:space="preserve"> Commitment and the Loan Facility </w:t>
      </w:r>
      <w:bookmarkStart w:id="551" w:name="DocXTextRef9"/>
      <w:r w:rsidRPr="007C4C20">
        <w:t>2</w:t>
      </w:r>
      <w:bookmarkEnd w:id="551"/>
      <w:r w:rsidRPr="007C4C20">
        <w:t xml:space="preserve"> Commitment</w:t>
      </w:r>
      <w:bookmarkEnd w:id="549"/>
      <w:r w:rsidRPr="007C4C20">
        <w:t>;</w:t>
      </w:r>
    </w:p>
    <w:p w14:paraId="0C8033A2" w14:textId="5165F625" w:rsidR="00AA424A" w:rsidRPr="007C4C20" w:rsidRDefault="00AA424A" w:rsidP="00AA424A">
      <w:pPr>
        <w:pStyle w:val="CMSANDefinitions1"/>
      </w:pPr>
      <w:r w:rsidRPr="007C4C20">
        <w:t>“</w:t>
      </w:r>
      <w:r w:rsidRPr="007C4C20">
        <w:rPr>
          <w:b/>
        </w:rPr>
        <w:t>Loan Facility 1</w:t>
      </w:r>
      <w:r w:rsidRPr="007C4C20">
        <w:t xml:space="preserve">” means the </w:t>
      </w:r>
      <w:r w:rsidR="00B27512" w:rsidRPr="007C4C20">
        <w:t xml:space="preserve">EUR </w:t>
      </w:r>
      <w:r w:rsidRPr="007C4C20">
        <w:t xml:space="preserve">term loan facility made available under this Agreement </w:t>
      </w:r>
      <w:r w:rsidR="00FB36A7" w:rsidRPr="007C4C20">
        <w:t xml:space="preserve">as described in Clause </w:t>
      </w:r>
      <w:r w:rsidR="00FB36A7" w:rsidRPr="007C4C20">
        <w:fldChar w:fldCharType="begin"/>
      </w:r>
      <w:r w:rsidR="00FB36A7" w:rsidRPr="007C4C20">
        <w:instrText xml:space="preserve"> REF _Ref17846838 \r \h </w:instrText>
      </w:r>
      <w:r w:rsidR="00FB36A7" w:rsidRPr="007C4C20">
        <w:fldChar w:fldCharType="separate"/>
      </w:r>
      <w:r w:rsidR="00B66043">
        <w:t>2.1(a)</w:t>
      </w:r>
      <w:r w:rsidR="00FB36A7" w:rsidRPr="007C4C20">
        <w:fldChar w:fldCharType="end"/>
      </w:r>
      <w:r w:rsidR="00FB36A7" w:rsidRPr="007C4C20">
        <w:t xml:space="preserve"> of this Agreement; </w:t>
      </w:r>
      <w:bookmarkEnd w:id="548"/>
    </w:p>
    <w:p w14:paraId="2D497E68" w14:textId="63CFA594" w:rsidR="008D674F" w:rsidRPr="007C4C20" w:rsidRDefault="00D340B2" w:rsidP="00D340B2">
      <w:pPr>
        <w:pStyle w:val="CMSANDefinitions1"/>
        <w:keepNext/>
      </w:pPr>
      <w:bookmarkStart w:id="552" w:name="_Ref7182514"/>
      <w:r w:rsidRPr="007C4C20">
        <w:lastRenderedPageBreak/>
        <w:t>“</w:t>
      </w:r>
      <w:r w:rsidRPr="007C4C20">
        <w:rPr>
          <w:b/>
        </w:rPr>
        <w:t>Loan</w:t>
      </w:r>
      <w:r w:rsidRPr="007C4C20">
        <w:t xml:space="preserve"> </w:t>
      </w:r>
      <w:r w:rsidRPr="007C4C20">
        <w:rPr>
          <w:b/>
        </w:rPr>
        <w:t xml:space="preserve">Facility </w:t>
      </w:r>
      <w:bookmarkStart w:id="553" w:name="DocXTextRef19"/>
      <w:r w:rsidRPr="007C4C20">
        <w:rPr>
          <w:b/>
        </w:rPr>
        <w:t>1</w:t>
      </w:r>
      <w:bookmarkEnd w:id="553"/>
      <w:r w:rsidRPr="007C4C20">
        <w:rPr>
          <w:b/>
        </w:rPr>
        <w:t xml:space="preserve"> Commitment</w:t>
      </w:r>
      <w:r w:rsidRPr="007C4C20">
        <w:t xml:space="preserve">” has the meaning assigned to this term in </w:t>
      </w:r>
      <w:r w:rsidR="00C02E60">
        <w:t>C</w:t>
      </w:r>
      <w:r w:rsidRPr="007C4C20">
        <w:t xml:space="preserve">lause </w:t>
      </w:r>
      <w:r w:rsidRPr="007C4C20">
        <w:fldChar w:fldCharType="begin"/>
      </w:r>
      <w:r w:rsidRPr="007C4C20">
        <w:instrText xml:space="preserve"> REF _Ref7182670 \r \h </w:instrText>
      </w:r>
      <w:r w:rsidRPr="007C4C20">
        <w:fldChar w:fldCharType="separate"/>
      </w:r>
      <w:r w:rsidR="00B66043">
        <w:t>2.1</w:t>
      </w:r>
      <w:r w:rsidRPr="007C4C20">
        <w:fldChar w:fldCharType="end"/>
      </w:r>
      <w:r w:rsidRPr="007C4C20">
        <w:t xml:space="preserve"> (</w:t>
      </w:r>
      <w:r w:rsidRPr="007C4C20">
        <w:rPr>
          <w:i/>
        </w:rPr>
        <w:t>The Loan Facilities</w:t>
      </w:r>
      <w:r w:rsidRPr="007C4C20">
        <w:t>)</w:t>
      </w:r>
      <w:r w:rsidR="008D674F" w:rsidRPr="007C4C20">
        <w:t xml:space="preserve"> and in relation to each Lender as at the date of this Agreement it means the amount expressed in EUR of such Lender’s participation in Loan Facility 1 as follows:</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8"/>
        <w:gridCol w:w="4275"/>
      </w:tblGrid>
      <w:tr w:rsidR="001E7C59" w:rsidRPr="007C4C20" w14:paraId="2D422A7C" w14:textId="77777777" w:rsidTr="001E7C59">
        <w:tc>
          <w:tcPr>
            <w:tcW w:w="4672" w:type="dxa"/>
          </w:tcPr>
          <w:p w14:paraId="77832A3A" w14:textId="77777777" w:rsidR="001E7C59" w:rsidRPr="007C4C20" w:rsidRDefault="001E7C59" w:rsidP="00D340B2">
            <w:pPr>
              <w:pStyle w:val="CMSANDefinitions1"/>
              <w:keepNext/>
              <w:ind w:left="0"/>
              <w:rPr>
                <w:b/>
                <w:bCs/>
              </w:rPr>
            </w:pPr>
            <w:r w:rsidRPr="007C4C20">
              <w:rPr>
                <w:b/>
                <w:bCs/>
              </w:rPr>
              <w:t>Name of Lender</w:t>
            </w:r>
          </w:p>
        </w:tc>
        <w:tc>
          <w:tcPr>
            <w:tcW w:w="4672" w:type="dxa"/>
          </w:tcPr>
          <w:p w14:paraId="7DF7FA16" w14:textId="77777777" w:rsidR="001E7C59" w:rsidRPr="007C4C20" w:rsidRDefault="001E7C59" w:rsidP="00D340B2">
            <w:pPr>
              <w:pStyle w:val="CMSANDefinitions1"/>
              <w:keepNext/>
              <w:ind w:left="0"/>
              <w:rPr>
                <w:b/>
                <w:bCs/>
              </w:rPr>
            </w:pPr>
            <w:r w:rsidRPr="007C4C20">
              <w:rPr>
                <w:b/>
                <w:bCs/>
              </w:rPr>
              <w:t>Loan Facility 1 Commitment</w:t>
            </w:r>
          </w:p>
        </w:tc>
      </w:tr>
      <w:tr w:rsidR="001E7C59" w:rsidRPr="007C4C20" w14:paraId="266EADB9" w14:textId="77777777" w:rsidTr="001E7C59">
        <w:tc>
          <w:tcPr>
            <w:tcW w:w="4672" w:type="dxa"/>
          </w:tcPr>
          <w:p w14:paraId="5E64A0B3" w14:textId="77777777" w:rsidR="001E7C59" w:rsidRPr="007C4C20" w:rsidRDefault="00F74C1B" w:rsidP="00D340B2">
            <w:pPr>
              <w:pStyle w:val="CMSANDefinitions1"/>
              <w:keepNext/>
              <w:ind w:left="0"/>
            </w:pPr>
            <w:r w:rsidRPr="007C4C20">
              <w:t>Denizbank A.</w:t>
            </w:r>
            <w:r w:rsidRPr="007C4C20">
              <w:rPr>
                <w:rFonts w:cs="Times New Roman"/>
              </w:rPr>
              <w:t>Ş.</w:t>
            </w:r>
            <w:r w:rsidR="005D0C1B">
              <w:rPr>
                <w:rFonts w:cs="Times New Roman"/>
              </w:rPr>
              <w:t xml:space="preserve"> (</w:t>
            </w:r>
            <w:r w:rsidR="005D0C1B" w:rsidRPr="00452172">
              <w:rPr>
                <w:bCs/>
              </w:rPr>
              <w:t>domestic and foreign branches including Bahrein Branch)</w:t>
            </w:r>
            <w:r w:rsidRPr="007C4C20">
              <w:t xml:space="preserve"> </w:t>
            </w:r>
          </w:p>
        </w:tc>
        <w:tc>
          <w:tcPr>
            <w:tcW w:w="4672" w:type="dxa"/>
          </w:tcPr>
          <w:p w14:paraId="5575E212" w14:textId="77777777" w:rsidR="001E7C59" w:rsidRPr="007C4C20" w:rsidRDefault="00F74C1B" w:rsidP="00D340B2">
            <w:pPr>
              <w:pStyle w:val="CMSANDefinitions1"/>
              <w:keepNext/>
              <w:ind w:left="0"/>
            </w:pPr>
            <w:r w:rsidRPr="007C4C20">
              <w:t>EUR9,600,000</w:t>
            </w:r>
          </w:p>
        </w:tc>
      </w:tr>
      <w:tr w:rsidR="00F74C1B" w:rsidRPr="007C4C20" w14:paraId="797BF770" w14:textId="77777777" w:rsidTr="001E7C59">
        <w:tc>
          <w:tcPr>
            <w:tcW w:w="4672" w:type="dxa"/>
          </w:tcPr>
          <w:p w14:paraId="7F0B5C3C" w14:textId="77777777" w:rsidR="00F74C1B" w:rsidRPr="007C4C20" w:rsidRDefault="00F74C1B" w:rsidP="00D340B2">
            <w:pPr>
              <w:pStyle w:val="CMSANDefinitions1"/>
              <w:keepNext/>
              <w:ind w:left="0"/>
            </w:pPr>
            <w:r w:rsidRPr="007C4C20">
              <w:t>T.C. Ziraat Bankasi A.</w:t>
            </w:r>
            <w:r w:rsidRPr="007C4C20">
              <w:rPr>
                <w:rFonts w:cs="Times New Roman"/>
              </w:rPr>
              <w:t>Ş</w:t>
            </w:r>
            <w:r w:rsidRPr="007C4C20">
              <w:t>.</w:t>
            </w:r>
            <w:r w:rsidR="007C4C20">
              <w:t xml:space="preserve"> </w:t>
            </w:r>
            <w:r w:rsidR="006D27E6">
              <w:rPr>
                <w:rFonts w:cs="Times New Roman"/>
              </w:rPr>
              <w:t>(</w:t>
            </w:r>
            <w:r w:rsidR="006D27E6" w:rsidRPr="00452172">
              <w:rPr>
                <w:bCs/>
              </w:rPr>
              <w:t>domestic and foreign branches including Bahrein Branch)</w:t>
            </w:r>
          </w:p>
        </w:tc>
        <w:tc>
          <w:tcPr>
            <w:tcW w:w="4672" w:type="dxa"/>
          </w:tcPr>
          <w:p w14:paraId="71DE5551" w14:textId="77777777" w:rsidR="00F74C1B" w:rsidRPr="007C4C20" w:rsidRDefault="00F74C1B" w:rsidP="00D340B2">
            <w:pPr>
              <w:pStyle w:val="CMSANDefinitions1"/>
              <w:keepNext/>
              <w:ind w:left="0"/>
            </w:pPr>
            <w:r w:rsidRPr="007C4C20">
              <w:t>EUR 9,600,000</w:t>
            </w:r>
          </w:p>
        </w:tc>
      </w:tr>
      <w:tr w:rsidR="001E7C59" w:rsidRPr="007C4C20" w14:paraId="1FBC40D2" w14:textId="77777777" w:rsidTr="001E7C59">
        <w:tc>
          <w:tcPr>
            <w:tcW w:w="4672" w:type="dxa"/>
          </w:tcPr>
          <w:p w14:paraId="23D07D00" w14:textId="77777777" w:rsidR="001E7C59" w:rsidRPr="007C4C20" w:rsidRDefault="001E7C59" w:rsidP="00D340B2">
            <w:pPr>
              <w:pStyle w:val="CMSANDefinitions1"/>
              <w:keepNext/>
              <w:ind w:left="0"/>
              <w:rPr>
                <w:b/>
                <w:bCs/>
              </w:rPr>
            </w:pPr>
            <w:r w:rsidRPr="007C4C20">
              <w:rPr>
                <w:b/>
                <w:bCs/>
              </w:rPr>
              <w:t>Total</w:t>
            </w:r>
          </w:p>
        </w:tc>
        <w:tc>
          <w:tcPr>
            <w:tcW w:w="4672" w:type="dxa"/>
          </w:tcPr>
          <w:p w14:paraId="10581F7A" w14:textId="77777777" w:rsidR="001E7C59" w:rsidRPr="007C4C20" w:rsidRDefault="00F74C1B" w:rsidP="00D340B2">
            <w:pPr>
              <w:pStyle w:val="CMSANDefinitions1"/>
              <w:keepNext/>
              <w:ind w:left="0"/>
            </w:pPr>
            <w:r w:rsidRPr="007C4C20">
              <w:t>EUR 19,200,000</w:t>
            </w:r>
          </w:p>
        </w:tc>
      </w:tr>
    </w:tbl>
    <w:p w14:paraId="140F864B" w14:textId="77777777" w:rsidR="00D340B2" w:rsidRPr="007C4C20" w:rsidRDefault="008D674F" w:rsidP="008D674F">
      <w:pPr>
        <w:pStyle w:val="CMSANDefinitions1"/>
      </w:pPr>
      <w:r w:rsidRPr="007C4C20">
        <w:t xml:space="preserve">and in relation to any other Lender, the amount in EUR of any Loan Facility 1 Commitment transferred to it under this Agreement, to the extent not cancelled, reduced or transferred by it under this Agreement. </w:t>
      </w:r>
    </w:p>
    <w:p w14:paraId="329FA218" w14:textId="77777777" w:rsidR="00D340B2" w:rsidRPr="007C4C20" w:rsidRDefault="00D340B2" w:rsidP="00D340B2">
      <w:pPr>
        <w:pStyle w:val="CMSANDefinitions1"/>
      </w:pPr>
      <w:bookmarkStart w:id="554" w:name="_Ref7182515"/>
      <w:bookmarkEnd w:id="552"/>
      <w:r w:rsidRPr="007C4C20">
        <w:t>“</w:t>
      </w:r>
      <w:r w:rsidRPr="007C4C20">
        <w:rPr>
          <w:b/>
          <w:bCs/>
        </w:rPr>
        <w:t xml:space="preserve">Loan </w:t>
      </w:r>
      <w:r w:rsidRPr="007C4C20">
        <w:rPr>
          <w:b/>
        </w:rPr>
        <w:t xml:space="preserve">Facility </w:t>
      </w:r>
      <w:bookmarkStart w:id="555" w:name="DocXTextRef20"/>
      <w:r w:rsidRPr="007C4C20">
        <w:rPr>
          <w:b/>
        </w:rPr>
        <w:t>1</w:t>
      </w:r>
      <w:bookmarkEnd w:id="555"/>
      <w:r w:rsidRPr="007C4C20">
        <w:rPr>
          <w:b/>
        </w:rPr>
        <w:t xml:space="preserve"> Tranche</w:t>
      </w:r>
      <w:r w:rsidRPr="007C4C20">
        <w:t xml:space="preserve">” means a tranche made or to be made under the Loan Facility </w:t>
      </w:r>
      <w:bookmarkStart w:id="556" w:name="DocXTextRef21"/>
      <w:r w:rsidRPr="007C4C20">
        <w:t>1</w:t>
      </w:r>
      <w:bookmarkEnd w:id="556"/>
      <w:r w:rsidRPr="007C4C20">
        <w:t xml:space="preserve"> or the principal amount outstanding for the time being of that tranche;</w:t>
      </w:r>
    </w:p>
    <w:p w14:paraId="311A4B0F" w14:textId="72FFDE9A" w:rsidR="00AA424A" w:rsidRPr="007C4C20" w:rsidRDefault="00AA424A" w:rsidP="00D340B2">
      <w:pPr>
        <w:pStyle w:val="CMSANDefinitions1"/>
      </w:pPr>
      <w:r w:rsidRPr="007C4C20">
        <w:t>“</w:t>
      </w:r>
      <w:r w:rsidRPr="007C4C20">
        <w:rPr>
          <w:b/>
        </w:rPr>
        <w:t>Loan Facility 2</w:t>
      </w:r>
      <w:r w:rsidRPr="007C4C20">
        <w:t xml:space="preserve">” </w:t>
      </w:r>
      <w:r w:rsidR="00FB36A7" w:rsidRPr="007C4C20">
        <w:t xml:space="preserve">means the EUR term loan facility made available under this Agreement as described in Clause </w:t>
      </w:r>
      <w:r w:rsidR="00FB36A7" w:rsidRPr="007C4C20">
        <w:fldChar w:fldCharType="begin"/>
      </w:r>
      <w:r w:rsidR="00FB36A7" w:rsidRPr="007C4C20">
        <w:instrText xml:space="preserve"> REF _Ref17846868 \r \h </w:instrText>
      </w:r>
      <w:r w:rsidR="00FB36A7" w:rsidRPr="007C4C20">
        <w:fldChar w:fldCharType="separate"/>
      </w:r>
      <w:r w:rsidR="00B66043">
        <w:t>2.1(b)</w:t>
      </w:r>
      <w:r w:rsidR="00FB36A7" w:rsidRPr="007C4C20">
        <w:fldChar w:fldCharType="end"/>
      </w:r>
      <w:r w:rsidR="00FB36A7" w:rsidRPr="007C4C20">
        <w:t xml:space="preserve"> of this Agreement</w:t>
      </w:r>
      <w:bookmarkEnd w:id="554"/>
      <w:r w:rsidRPr="007C4C20">
        <w:t>;</w:t>
      </w:r>
    </w:p>
    <w:p w14:paraId="58BE5E35" w14:textId="259DB961" w:rsidR="001E7C59" w:rsidRPr="007C4C20" w:rsidRDefault="001E7C59" w:rsidP="001E7C59">
      <w:pPr>
        <w:pStyle w:val="CMSANDefinitions1"/>
        <w:keepNext/>
      </w:pPr>
      <w:bookmarkStart w:id="557" w:name="_Ref7182520"/>
      <w:r w:rsidRPr="007C4C20">
        <w:t>“</w:t>
      </w:r>
      <w:r w:rsidRPr="007C4C20">
        <w:rPr>
          <w:b/>
        </w:rPr>
        <w:t>Loan</w:t>
      </w:r>
      <w:r w:rsidRPr="007C4C20">
        <w:t xml:space="preserve"> </w:t>
      </w:r>
      <w:r w:rsidRPr="007C4C20">
        <w:rPr>
          <w:b/>
        </w:rPr>
        <w:t>Facility 2 Commitment</w:t>
      </w:r>
      <w:r w:rsidRPr="007C4C20">
        <w:t xml:space="preserve">” has the meaning assigned to this term in </w:t>
      </w:r>
      <w:r w:rsidR="00C02E60">
        <w:t>C</w:t>
      </w:r>
      <w:r w:rsidRPr="007C4C20">
        <w:t xml:space="preserve">lause </w:t>
      </w:r>
      <w:r w:rsidRPr="007C4C20">
        <w:fldChar w:fldCharType="begin"/>
      </w:r>
      <w:r w:rsidRPr="007C4C20">
        <w:instrText xml:space="preserve"> REF _Ref7182670 \r \h </w:instrText>
      </w:r>
      <w:r w:rsidRPr="007C4C20">
        <w:fldChar w:fldCharType="separate"/>
      </w:r>
      <w:r w:rsidR="00B66043">
        <w:t>2.1</w:t>
      </w:r>
      <w:r w:rsidRPr="007C4C20">
        <w:fldChar w:fldCharType="end"/>
      </w:r>
      <w:r w:rsidRPr="007C4C20">
        <w:t xml:space="preserve"> (</w:t>
      </w:r>
      <w:r w:rsidRPr="007C4C20">
        <w:rPr>
          <w:i/>
        </w:rPr>
        <w:t>The Loan Facilities</w:t>
      </w:r>
      <w:r w:rsidRPr="007C4C20">
        <w:t>) and in relation to each Lender as at the date of this Agreement it means the amount expressed in EUR of such Lender’s participation in Loan Facility 2 as follows:</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3"/>
        <w:gridCol w:w="4270"/>
      </w:tblGrid>
      <w:tr w:rsidR="001E7C59" w:rsidRPr="007C4C20" w14:paraId="08698511" w14:textId="77777777" w:rsidTr="00F50E2E">
        <w:tc>
          <w:tcPr>
            <w:tcW w:w="4672" w:type="dxa"/>
          </w:tcPr>
          <w:p w14:paraId="1A30F657" w14:textId="77777777" w:rsidR="001E7C59" w:rsidRPr="007C4C20" w:rsidRDefault="001E7C59" w:rsidP="00F50E2E">
            <w:pPr>
              <w:pStyle w:val="CMSANDefinitions1"/>
              <w:keepNext/>
              <w:ind w:left="0"/>
              <w:rPr>
                <w:b/>
                <w:bCs/>
              </w:rPr>
            </w:pPr>
            <w:r w:rsidRPr="007C4C20">
              <w:rPr>
                <w:b/>
                <w:bCs/>
              </w:rPr>
              <w:t>Name of Lender</w:t>
            </w:r>
          </w:p>
        </w:tc>
        <w:tc>
          <w:tcPr>
            <w:tcW w:w="4672" w:type="dxa"/>
          </w:tcPr>
          <w:p w14:paraId="63672E56" w14:textId="77777777" w:rsidR="001E7C59" w:rsidRPr="007C4C20" w:rsidRDefault="001E7C59" w:rsidP="00F50E2E">
            <w:pPr>
              <w:pStyle w:val="CMSANDefinitions1"/>
              <w:keepNext/>
              <w:ind w:left="0"/>
              <w:rPr>
                <w:b/>
                <w:bCs/>
              </w:rPr>
            </w:pPr>
            <w:r w:rsidRPr="007C4C20">
              <w:rPr>
                <w:b/>
                <w:bCs/>
              </w:rPr>
              <w:t>Loan Facility 2 Commitment</w:t>
            </w:r>
          </w:p>
        </w:tc>
      </w:tr>
      <w:tr w:rsidR="001E7C59" w:rsidRPr="007C4C20" w14:paraId="4FFF13AC" w14:textId="77777777" w:rsidTr="00F50E2E">
        <w:tc>
          <w:tcPr>
            <w:tcW w:w="4672" w:type="dxa"/>
          </w:tcPr>
          <w:p w14:paraId="53229F43" w14:textId="77777777" w:rsidR="001E7C59" w:rsidRPr="007C4C20" w:rsidRDefault="00F74C1B" w:rsidP="00F50E2E">
            <w:pPr>
              <w:pStyle w:val="CMSANDefinitions1"/>
              <w:keepNext/>
              <w:ind w:left="0"/>
            </w:pPr>
            <w:r w:rsidRPr="007C4C20">
              <w:t>Denizbank A.</w:t>
            </w:r>
            <w:r w:rsidRPr="007C4C20">
              <w:rPr>
                <w:rFonts w:cs="Times New Roman"/>
              </w:rPr>
              <w:t>Ş.</w:t>
            </w:r>
            <w:r w:rsidR="005D0C1B">
              <w:rPr>
                <w:rFonts w:cs="Times New Roman"/>
              </w:rPr>
              <w:t xml:space="preserve"> (</w:t>
            </w:r>
            <w:r w:rsidR="005D0C1B" w:rsidRPr="00452172">
              <w:rPr>
                <w:bCs/>
              </w:rPr>
              <w:t>domestic and foreign branches including Bahrein Branch)</w:t>
            </w:r>
          </w:p>
        </w:tc>
        <w:tc>
          <w:tcPr>
            <w:tcW w:w="4672" w:type="dxa"/>
          </w:tcPr>
          <w:p w14:paraId="7244AF1E" w14:textId="77777777" w:rsidR="001E7C59" w:rsidRPr="007C4C20" w:rsidRDefault="00F74C1B" w:rsidP="00F50E2E">
            <w:pPr>
              <w:pStyle w:val="CMSANDefinitions1"/>
              <w:keepNext/>
              <w:ind w:left="0"/>
            </w:pPr>
            <w:r w:rsidRPr="007C4C20">
              <w:t>EUR 100,000,000</w:t>
            </w:r>
          </w:p>
        </w:tc>
      </w:tr>
      <w:tr w:rsidR="00F74C1B" w:rsidRPr="007C4C20" w14:paraId="14FD7A5E" w14:textId="77777777" w:rsidTr="00F50E2E">
        <w:tc>
          <w:tcPr>
            <w:tcW w:w="4672" w:type="dxa"/>
          </w:tcPr>
          <w:p w14:paraId="07A29E68" w14:textId="77777777" w:rsidR="00F74C1B" w:rsidRPr="007C4C20" w:rsidRDefault="00F74C1B" w:rsidP="00F50E2E">
            <w:pPr>
              <w:pStyle w:val="CMSANDefinitions1"/>
              <w:keepNext/>
              <w:ind w:left="0"/>
            </w:pPr>
            <w:r w:rsidRPr="007C4C20">
              <w:t>T.C. Ziraat Bankasi A.</w:t>
            </w:r>
            <w:r w:rsidRPr="007C4C20">
              <w:rPr>
                <w:rFonts w:cs="Times New Roman"/>
              </w:rPr>
              <w:t>Ş</w:t>
            </w:r>
            <w:r w:rsidRPr="007C4C20">
              <w:t>.</w:t>
            </w:r>
            <w:r w:rsidR="007C4C20">
              <w:t xml:space="preserve"> </w:t>
            </w:r>
            <w:r w:rsidR="006D27E6">
              <w:rPr>
                <w:rFonts w:cs="Times New Roman"/>
              </w:rPr>
              <w:t>(</w:t>
            </w:r>
            <w:r w:rsidR="006D27E6" w:rsidRPr="00452172">
              <w:rPr>
                <w:bCs/>
              </w:rPr>
              <w:t>domestic and foreign branches including Bahrein Branch)</w:t>
            </w:r>
          </w:p>
        </w:tc>
        <w:tc>
          <w:tcPr>
            <w:tcW w:w="4672" w:type="dxa"/>
          </w:tcPr>
          <w:p w14:paraId="04A3A4FF" w14:textId="77777777" w:rsidR="00F74C1B" w:rsidRPr="007C4C20" w:rsidRDefault="00F74C1B" w:rsidP="00F50E2E">
            <w:pPr>
              <w:pStyle w:val="CMSANDefinitions1"/>
              <w:keepNext/>
              <w:ind w:left="0"/>
            </w:pPr>
            <w:r w:rsidRPr="007C4C20">
              <w:t>EUR 100,000,000</w:t>
            </w:r>
          </w:p>
        </w:tc>
      </w:tr>
      <w:tr w:rsidR="001E7C59" w:rsidRPr="007C4C20" w14:paraId="72A6B007" w14:textId="77777777" w:rsidTr="00F50E2E">
        <w:tc>
          <w:tcPr>
            <w:tcW w:w="4672" w:type="dxa"/>
          </w:tcPr>
          <w:p w14:paraId="5B4C36AC" w14:textId="77777777" w:rsidR="001E7C59" w:rsidRPr="007C4C20" w:rsidRDefault="001E7C59" w:rsidP="00F50E2E">
            <w:pPr>
              <w:pStyle w:val="CMSANDefinitions1"/>
              <w:keepNext/>
              <w:ind w:left="0"/>
              <w:rPr>
                <w:b/>
                <w:bCs/>
              </w:rPr>
            </w:pPr>
            <w:r w:rsidRPr="007C4C20">
              <w:rPr>
                <w:b/>
                <w:bCs/>
              </w:rPr>
              <w:t>Total</w:t>
            </w:r>
          </w:p>
        </w:tc>
        <w:tc>
          <w:tcPr>
            <w:tcW w:w="4672" w:type="dxa"/>
          </w:tcPr>
          <w:p w14:paraId="15DA4C1D" w14:textId="77777777" w:rsidR="001E7C59" w:rsidRPr="007C4C20" w:rsidRDefault="00F74C1B" w:rsidP="00F50E2E">
            <w:pPr>
              <w:pStyle w:val="CMSANDefinitions1"/>
              <w:keepNext/>
              <w:ind w:left="0"/>
            </w:pPr>
            <w:r w:rsidRPr="007C4C20">
              <w:t>EUR 200,000,000</w:t>
            </w:r>
          </w:p>
        </w:tc>
      </w:tr>
    </w:tbl>
    <w:p w14:paraId="7FBBDEEC" w14:textId="77777777" w:rsidR="001E7C59" w:rsidRPr="007C4C20" w:rsidRDefault="001E7C59" w:rsidP="001E7C59">
      <w:pPr>
        <w:pStyle w:val="CMSANDefinitions1"/>
      </w:pPr>
      <w:r w:rsidRPr="007C4C20">
        <w:t xml:space="preserve">and in relation to any other Lender, the amount in EUR of any Loan Facility 2 Commitment transferred to it under this Agreement, to the extent not cancelled, reduced or transferred by it under this Agreement. </w:t>
      </w:r>
    </w:p>
    <w:p w14:paraId="6563F09A" w14:textId="77777777" w:rsidR="00D340B2" w:rsidRPr="007C4C20" w:rsidRDefault="00D340B2" w:rsidP="00D340B2">
      <w:pPr>
        <w:pStyle w:val="CMSANDefinitions1"/>
      </w:pPr>
      <w:bookmarkStart w:id="558" w:name="_Ref7182556"/>
      <w:bookmarkEnd w:id="557"/>
      <w:r w:rsidRPr="007C4C20">
        <w:t>“</w:t>
      </w:r>
      <w:r w:rsidRPr="007C4C20">
        <w:rPr>
          <w:b/>
          <w:bCs/>
        </w:rPr>
        <w:t xml:space="preserve">Loan </w:t>
      </w:r>
      <w:r w:rsidRPr="007C4C20">
        <w:rPr>
          <w:b/>
        </w:rPr>
        <w:t>Facility 2 Tranche</w:t>
      </w:r>
      <w:r w:rsidRPr="007C4C20">
        <w:t>” means a tranche made or to be made under the Loan Facility 2 or the principal amount outstanding for the time being of that tranche;</w:t>
      </w:r>
    </w:p>
    <w:p w14:paraId="4612414D" w14:textId="030F4C3F" w:rsidR="003B0056" w:rsidRPr="007C4C20" w:rsidRDefault="003B0056" w:rsidP="003B0056">
      <w:pPr>
        <w:pStyle w:val="CMSANDefinitions1"/>
        <w:keepNext/>
      </w:pPr>
      <w:r w:rsidRPr="007C4C20">
        <w:t>“</w:t>
      </w:r>
      <w:r w:rsidRPr="007C4C20">
        <w:rPr>
          <w:b/>
          <w:bCs/>
        </w:rPr>
        <w:t>Long Stop Date</w:t>
      </w:r>
      <w:r w:rsidRPr="007C4C20">
        <w:t xml:space="preserve">” has the meaning given to such term in paragraph (a)(ii) of Clause </w:t>
      </w:r>
      <w:r w:rsidR="0014226B">
        <w:fldChar w:fldCharType="begin"/>
      </w:r>
      <w:r w:rsidR="0014226B">
        <w:instrText xml:space="preserve"> REF _Ref26827911 \r \h </w:instrText>
      </w:r>
      <w:r w:rsidR="0014226B">
        <w:fldChar w:fldCharType="separate"/>
      </w:r>
      <w:r w:rsidR="00B66043">
        <w:t>39</w:t>
      </w:r>
      <w:r w:rsidR="0014226B">
        <w:fldChar w:fldCharType="end"/>
      </w:r>
      <w:r w:rsidRPr="007C4C20">
        <w:t xml:space="preserve"> (</w:t>
      </w:r>
      <w:r w:rsidRPr="007C4C20">
        <w:rPr>
          <w:i/>
          <w:iCs/>
        </w:rPr>
        <w:t>Conditions to Effectiveness</w:t>
      </w:r>
      <w:r w:rsidRPr="007C4C20">
        <w:t xml:space="preserve">). </w:t>
      </w:r>
    </w:p>
    <w:p w14:paraId="455FFC64" w14:textId="77777777" w:rsidR="00AA424A" w:rsidRPr="007C4C20" w:rsidRDefault="00AA424A" w:rsidP="00D340B2">
      <w:pPr>
        <w:pStyle w:val="CMSANDefinitions1"/>
        <w:keepNext/>
      </w:pPr>
      <w:r w:rsidRPr="007C4C20">
        <w:t>“</w:t>
      </w:r>
      <w:r w:rsidRPr="007C4C20">
        <w:rPr>
          <w:b/>
        </w:rPr>
        <w:t>Material Adverse Effect</w:t>
      </w:r>
      <w:r w:rsidRPr="007C4C20">
        <w:t xml:space="preserve">” means in the reasonable opinion of the </w:t>
      </w:r>
      <w:r w:rsidR="00B50845" w:rsidRPr="007C4C20">
        <w:t>Lenders</w:t>
      </w:r>
      <w:r w:rsidRPr="007C4C20">
        <w:t>:</w:t>
      </w:r>
    </w:p>
    <w:p w14:paraId="0E6264DE" w14:textId="77777777" w:rsidR="00AA424A" w:rsidRPr="007C4C20" w:rsidRDefault="00AA424A" w:rsidP="00AA424A">
      <w:pPr>
        <w:pStyle w:val="CMSANDefinitions2"/>
      </w:pPr>
      <w:r w:rsidRPr="007C4C20">
        <w:t>a material adverse effect on:</w:t>
      </w:r>
      <w:bookmarkEnd w:id="558"/>
    </w:p>
    <w:p w14:paraId="6FC458A2" w14:textId="77777777" w:rsidR="00AA424A" w:rsidRPr="007C4C20" w:rsidRDefault="00AA424A" w:rsidP="00AA424A">
      <w:pPr>
        <w:pStyle w:val="CMSANDefinitions3"/>
      </w:pPr>
      <w:bookmarkStart w:id="559" w:name="_Ref7182558"/>
      <w:r w:rsidRPr="007C4C20">
        <w:t>the ability of the Borrower to perform its obligations under this Agreement;</w:t>
      </w:r>
      <w:bookmarkEnd w:id="559"/>
      <w:r w:rsidRPr="007C4C20">
        <w:t xml:space="preserve"> and/or</w:t>
      </w:r>
    </w:p>
    <w:p w14:paraId="5A8943B3" w14:textId="77777777" w:rsidR="00AA424A" w:rsidRPr="007C4C20" w:rsidRDefault="00AA424A" w:rsidP="00AA424A">
      <w:pPr>
        <w:pStyle w:val="CMSANDefinitions3"/>
      </w:pPr>
      <w:bookmarkStart w:id="560" w:name="_Ref7182559"/>
      <w:r w:rsidRPr="007C4C20">
        <w:lastRenderedPageBreak/>
        <w:t xml:space="preserve">the legality, validity or enforceability of this Agreement or the rights or remedies of </w:t>
      </w:r>
      <w:r w:rsidR="00E026ED" w:rsidRPr="007C4C20">
        <w:t xml:space="preserve">the </w:t>
      </w:r>
      <w:r w:rsidR="00B50845" w:rsidRPr="007C4C20">
        <w:t>Lenders</w:t>
      </w:r>
      <w:r w:rsidRPr="007C4C20">
        <w:t xml:space="preserve"> under this Agreement; or</w:t>
      </w:r>
      <w:bookmarkEnd w:id="560"/>
    </w:p>
    <w:p w14:paraId="5EF705D0" w14:textId="77777777" w:rsidR="00AA424A" w:rsidRPr="007C4C20" w:rsidRDefault="00AA424A" w:rsidP="00AA424A">
      <w:pPr>
        <w:pStyle w:val="CMSANDefinitions2"/>
      </w:pPr>
      <w:bookmarkStart w:id="561" w:name="_Ref7182560"/>
      <w:r w:rsidRPr="007C4C20">
        <w:t>a material deterioration in the financial, political, economic, market or other similar conditions or prospects of the Borrower;</w:t>
      </w:r>
      <w:bookmarkEnd w:id="561"/>
    </w:p>
    <w:p w14:paraId="45A6E9F5" w14:textId="77777777" w:rsidR="00AA424A" w:rsidRPr="007C4C20" w:rsidRDefault="00AA424A" w:rsidP="00AA424A">
      <w:pPr>
        <w:pStyle w:val="CMSANDefinitions1"/>
      </w:pPr>
      <w:bookmarkStart w:id="562" w:name="_Ref7182561"/>
      <w:r w:rsidRPr="007C4C20">
        <w:t>“</w:t>
      </w:r>
      <w:r w:rsidRPr="007C4C20">
        <w:rPr>
          <w:b/>
        </w:rPr>
        <w:t>Ministry of Construction</w:t>
      </w:r>
      <w:r w:rsidRPr="007C4C20">
        <w:t>” means the Ministry of Construction, Transport and Infrastructure of the Republic of Serbia</w:t>
      </w:r>
      <w:r w:rsidR="00355BDB" w:rsidRPr="007C4C20">
        <w:t xml:space="preserve"> or any successor thereto</w:t>
      </w:r>
      <w:r w:rsidRPr="007C4C20">
        <w:t>;</w:t>
      </w:r>
      <w:bookmarkEnd w:id="562"/>
    </w:p>
    <w:p w14:paraId="2F6A3D56" w14:textId="77777777" w:rsidR="00AA424A" w:rsidRPr="007C4C20" w:rsidRDefault="00AA424A" w:rsidP="00AA424A">
      <w:pPr>
        <w:pStyle w:val="CMSANDefinitions1"/>
        <w:keepNext/>
      </w:pPr>
      <w:bookmarkStart w:id="563" w:name="_Ref7182562"/>
      <w:r w:rsidRPr="007C4C20">
        <w:t>“</w:t>
      </w:r>
      <w:r w:rsidRPr="007C4C20">
        <w:rPr>
          <w:b/>
        </w:rPr>
        <w:t>Month</w:t>
      </w:r>
      <w:r w:rsidRPr="007C4C20">
        <w:t>” means a period starting on one day in a calendar month and ending on the numerically corresponding day in the next calendar month, except that:</w:t>
      </w:r>
      <w:bookmarkEnd w:id="563"/>
    </w:p>
    <w:p w14:paraId="19BFE436" w14:textId="236B4CA4" w:rsidR="00AA424A" w:rsidRPr="007C4C20" w:rsidRDefault="00AA424A" w:rsidP="00AA424A">
      <w:pPr>
        <w:pStyle w:val="CMSANDefinitions2"/>
      </w:pPr>
      <w:bookmarkStart w:id="564" w:name="_Ref7182563"/>
      <w:r w:rsidRPr="007C4C20">
        <w:t xml:space="preserve">(subject to paragraph </w:t>
      </w:r>
      <w:r w:rsidRPr="007C4C20">
        <w:fldChar w:fldCharType="begin"/>
      </w:r>
      <w:r w:rsidRPr="007C4C20">
        <w:instrText xml:space="preserve">  REF _Ref7182565 \w \h \* MERGEFORMAT </w:instrText>
      </w:r>
      <w:r w:rsidRPr="007C4C20">
        <w:fldChar w:fldCharType="separate"/>
      </w:r>
      <w:r w:rsidR="00B66043" w:rsidRPr="00B66043">
        <w:rPr>
          <w:color w:val="000000"/>
        </w:rPr>
        <w:t>(c)</w:t>
      </w:r>
      <w:r w:rsidRPr="007C4C20">
        <w:fldChar w:fldCharType="end"/>
      </w:r>
      <w:r w:rsidRPr="007C4C20">
        <w:t xml:space="preserve"> below) if the numerically corresponding day is not a Business Day, that period shall end on the next Business Day in that calendar month in which that period is to end if there is one, or if there is not, on the immediately preceding Business Day;</w:t>
      </w:r>
      <w:bookmarkEnd w:id="564"/>
    </w:p>
    <w:p w14:paraId="71A2A888" w14:textId="77777777" w:rsidR="00AA424A" w:rsidRPr="007C4C20" w:rsidRDefault="00AA424A" w:rsidP="00AA424A">
      <w:pPr>
        <w:pStyle w:val="CMSANDefinitions2"/>
      </w:pPr>
      <w:bookmarkStart w:id="565" w:name="_Ref7182564"/>
      <w:r w:rsidRPr="007C4C20">
        <w:t>if there is no numerically corresponding day in the calendar month in which that period is to end, that period shall end on the last Business Day in that calendar month; and</w:t>
      </w:r>
      <w:bookmarkEnd w:id="565"/>
    </w:p>
    <w:p w14:paraId="08285D19" w14:textId="77777777" w:rsidR="00AA424A" w:rsidRPr="007C4C20" w:rsidRDefault="00AA424A" w:rsidP="00AA424A">
      <w:pPr>
        <w:pStyle w:val="CMSANDefinitions2"/>
      </w:pPr>
      <w:bookmarkStart w:id="566" w:name="_Ref7182565"/>
      <w:r w:rsidRPr="007C4C20">
        <w:t>if an Interest Period begins on the last Business Day of a calendar month, that Interest Period shall end on the last Business Day in the calendar month in which that Interest Period is to end</w:t>
      </w:r>
      <w:bookmarkEnd w:id="566"/>
      <w:r w:rsidRPr="007C4C20">
        <w:t>;</w:t>
      </w:r>
    </w:p>
    <w:p w14:paraId="0F884CF2" w14:textId="77777777" w:rsidR="00AA424A" w:rsidRPr="007C4C20" w:rsidRDefault="00AA424A" w:rsidP="00AA424A">
      <w:pPr>
        <w:pStyle w:val="CMSANIndent2"/>
      </w:pPr>
      <w:r w:rsidRPr="007C4C20">
        <w:t>The above rules will only apply to the last Month of any period;</w:t>
      </w:r>
    </w:p>
    <w:p w14:paraId="7AFC909D" w14:textId="3C2D8E5C" w:rsidR="00AA424A" w:rsidRPr="007C4C20" w:rsidRDefault="00AA424A" w:rsidP="00AA424A">
      <w:pPr>
        <w:pStyle w:val="CMSANDefinitions1"/>
      </w:pPr>
      <w:bookmarkStart w:id="567" w:name="_Ref7182566"/>
      <w:r w:rsidRPr="007C4C20">
        <w:t>“</w:t>
      </w:r>
      <w:r w:rsidRPr="007C4C20">
        <w:rPr>
          <w:b/>
        </w:rPr>
        <w:t>New Lender</w:t>
      </w:r>
      <w:r w:rsidRPr="007C4C20">
        <w:t xml:space="preserve">” has the meaning given to that term in Clause </w:t>
      </w:r>
      <w:r w:rsidRPr="007C4C20">
        <w:fldChar w:fldCharType="begin"/>
      </w:r>
      <w:r w:rsidRPr="007C4C20">
        <w:instrText xml:space="preserve">  REF _Ref7183078 \w \h \* MERGEFORMAT </w:instrText>
      </w:r>
      <w:r w:rsidRPr="007C4C20">
        <w:fldChar w:fldCharType="separate"/>
      </w:r>
      <w:r w:rsidR="00B66043" w:rsidRPr="00B66043">
        <w:rPr>
          <w:color w:val="000000"/>
        </w:rPr>
        <w:t>19</w:t>
      </w:r>
      <w:r w:rsidRPr="007C4C20">
        <w:fldChar w:fldCharType="end"/>
      </w:r>
      <w:r w:rsidRPr="007C4C20">
        <w:t xml:space="preserve"> (</w:t>
      </w:r>
      <w:r w:rsidRPr="007C4C20">
        <w:rPr>
          <w:i/>
        </w:rPr>
        <w:t>Changes to the Lenders</w:t>
      </w:r>
      <w:r w:rsidRPr="007C4C20">
        <w:t>)</w:t>
      </w:r>
      <w:bookmarkEnd w:id="567"/>
      <w:r w:rsidRPr="007C4C20">
        <w:t>;</w:t>
      </w:r>
    </w:p>
    <w:p w14:paraId="4644D9C9" w14:textId="77777777" w:rsidR="00AA424A" w:rsidRPr="007C4C20" w:rsidRDefault="00AA424A" w:rsidP="00AA424A">
      <w:pPr>
        <w:pStyle w:val="CMSANDefinitions1"/>
      </w:pPr>
      <w:bookmarkStart w:id="568" w:name="_Ref7182569"/>
      <w:r w:rsidRPr="007C4C20">
        <w:t>“</w:t>
      </w:r>
      <w:r w:rsidRPr="007C4C20">
        <w:rPr>
          <w:b/>
        </w:rPr>
        <w:t>Participating Member State</w:t>
      </w:r>
      <w:r w:rsidRPr="007C4C20">
        <w:t>” means any member state of the European Union that has the euro as its lawful currency in accordance with legislation of the European Union relating to Economic and Monetary Union;</w:t>
      </w:r>
      <w:bookmarkEnd w:id="568"/>
    </w:p>
    <w:p w14:paraId="5A63CC82" w14:textId="77777777" w:rsidR="00AA424A" w:rsidRPr="007C4C20" w:rsidRDefault="00AA424A" w:rsidP="00AA424A">
      <w:pPr>
        <w:pStyle w:val="CMSANDefinitions1"/>
      </w:pPr>
      <w:bookmarkStart w:id="569" w:name="_Ref7182570"/>
      <w:r w:rsidRPr="007C4C20">
        <w:t>“</w:t>
      </w:r>
      <w:r w:rsidRPr="007C4C20">
        <w:rPr>
          <w:b/>
        </w:rPr>
        <w:t>Part</w:t>
      </w:r>
      <w:r w:rsidR="00262A67" w:rsidRPr="007C4C20">
        <w:rPr>
          <w:b/>
        </w:rPr>
        <w:t>ies</w:t>
      </w:r>
      <w:r w:rsidR="00262A67" w:rsidRPr="007C4C20">
        <w:t>” means the parties</w:t>
      </w:r>
      <w:r w:rsidRPr="007C4C20">
        <w:t xml:space="preserve"> to this Agreement</w:t>
      </w:r>
      <w:bookmarkEnd w:id="569"/>
      <w:r w:rsidR="00262A67" w:rsidRPr="007C4C20">
        <w:t xml:space="preserve"> and the “</w:t>
      </w:r>
      <w:r w:rsidR="00262A67" w:rsidRPr="007C4C20">
        <w:rPr>
          <w:b/>
        </w:rPr>
        <w:t>Party</w:t>
      </w:r>
      <w:r w:rsidR="00262A67" w:rsidRPr="007C4C20">
        <w:t>” mean any of them</w:t>
      </w:r>
      <w:r w:rsidRPr="007C4C20">
        <w:t>;</w:t>
      </w:r>
    </w:p>
    <w:p w14:paraId="41A984EC" w14:textId="77777777" w:rsidR="00A77636" w:rsidRPr="007C4C20" w:rsidRDefault="00A77636" w:rsidP="00AA424A">
      <w:pPr>
        <w:pStyle w:val="CMSANDefinitions1"/>
      </w:pPr>
      <w:r w:rsidRPr="007C4C20">
        <w:t>“</w:t>
      </w:r>
      <w:r w:rsidRPr="007C4C20">
        <w:rPr>
          <w:b/>
          <w:bCs/>
        </w:rPr>
        <w:t>Payment Date</w:t>
      </w:r>
      <w:r w:rsidRPr="007C4C20">
        <w:t>” means 30 April and 31 October in each calendar year</w:t>
      </w:r>
      <w:r w:rsidR="00494B9B" w:rsidRPr="007C4C20">
        <w:t xml:space="preserve"> and each Termination Date of each Loan Facility.</w:t>
      </w:r>
      <w:r w:rsidR="00DC1042" w:rsidRPr="007C4C20">
        <w:t xml:space="preserve">  If, however, any such day is not a Business Day, the Payment Date will instead be the next Business Day in that calendar month (if there is one) or the preceding Business Day (if there is not).</w:t>
      </w:r>
    </w:p>
    <w:p w14:paraId="1F5D2894" w14:textId="77777777" w:rsidR="00AA424A" w:rsidRPr="007C4C20" w:rsidRDefault="00AA424A" w:rsidP="00AA424A">
      <w:pPr>
        <w:pStyle w:val="CMSANDefinitions1"/>
      </w:pPr>
      <w:r w:rsidRPr="007C4C20">
        <w:t>“</w:t>
      </w:r>
      <w:r w:rsidRPr="007C4C20">
        <w:rPr>
          <w:b/>
        </w:rPr>
        <w:t>Permitted Encumbrance</w:t>
      </w:r>
      <w:r w:rsidRPr="007C4C20">
        <w:t>” means:</w:t>
      </w:r>
    </w:p>
    <w:p w14:paraId="53EA7D3F" w14:textId="77777777" w:rsidR="00AA424A" w:rsidRPr="007C4C20" w:rsidRDefault="00AA424A" w:rsidP="00AA424A">
      <w:pPr>
        <w:pStyle w:val="CMSANDefinitions2"/>
      </w:pPr>
      <w:r w:rsidRPr="007C4C20">
        <w:t>any Encumbrance which has been disclosed in writing to the Lenders prior to the execution of this Agreement and secures only indebtedness outstanding at the date of this Agreement; and/or</w:t>
      </w:r>
    </w:p>
    <w:p w14:paraId="65D3BEAA" w14:textId="77777777" w:rsidR="00AA424A" w:rsidRPr="007C4C20" w:rsidRDefault="00AA424A" w:rsidP="00AA424A">
      <w:pPr>
        <w:pStyle w:val="CMSANDefinitions2"/>
      </w:pPr>
      <w:r w:rsidRPr="007C4C20">
        <w:t>any Encumbrance on any of the Borrower</w:t>
      </w:r>
      <w:r w:rsidRPr="007C4C20">
        <w:rPr>
          <w:rFonts w:cs="Times New Roman"/>
        </w:rPr>
        <w:t>'</w:t>
      </w:r>
      <w:r w:rsidRPr="007C4C20">
        <w:t xml:space="preserve">s assets as security for any External Indebtedness of the Borrower if the Borrower's obligations under this Agreement are previously (or within such time as the Lenders may allow) secured equally and rateably in a manner satisfactory to the Lenders by such encumbrance on the same assets or by some other security acceptable to the Lenders. </w:t>
      </w:r>
    </w:p>
    <w:p w14:paraId="0746655D" w14:textId="77777777" w:rsidR="00AA424A" w:rsidRPr="007C4C20" w:rsidRDefault="00AA424A" w:rsidP="00AA424A">
      <w:pPr>
        <w:pStyle w:val="CMSANDefinitions1"/>
        <w:keepNext/>
      </w:pPr>
      <w:bookmarkStart w:id="570" w:name="_Ref7182575"/>
      <w:r w:rsidRPr="007C4C20">
        <w:t>“</w:t>
      </w:r>
      <w:r w:rsidRPr="007C4C20">
        <w:rPr>
          <w:b/>
        </w:rPr>
        <w:t>Project Documents</w:t>
      </w:r>
      <w:r w:rsidRPr="007C4C20">
        <w:t>” means:</w:t>
      </w:r>
      <w:bookmarkEnd w:id="570"/>
    </w:p>
    <w:p w14:paraId="32AB5FF3" w14:textId="77777777" w:rsidR="00AA424A" w:rsidRPr="007C4C20" w:rsidRDefault="00AA424A" w:rsidP="00AA424A">
      <w:pPr>
        <w:pStyle w:val="CMSANDefinitions2"/>
      </w:pPr>
      <w:bookmarkStart w:id="571" w:name="_Ref7182576"/>
      <w:r w:rsidRPr="007C4C20">
        <w:t>The Memorandum of Understanding entered into between the Ministry of Construction and TAŞYAPI İnşaat Taahhüt Sanayi Ve Ticaret A.Ş. on 6 May 2018;</w:t>
      </w:r>
      <w:bookmarkEnd w:id="571"/>
    </w:p>
    <w:p w14:paraId="738CCBD6" w14:textId="77777777" w:rsidR="00AA424A" w:rsidRPr="007C4C20" w:rsidRDefault="00AA424A" w:rsidP="00AA424A">
      <w:pPr>
        <w:pStyle w:val="CMSANDefinitions2"/>
      </w:pPr>
      <w:bookmarkStart w:id="572" w:name="_Ref7182577"/>
      <w:r w:rsidRPr="007C4C20">
        <w:lastRenderedPageBreak/>
        <w:t>The Framework Agreement entered into between the Government of the Republic of Serbia and TAŞYAPI İnşaat Taahhüt Sanayi Ve Ticaret A.Ş. in respect of Cooperation in the Field of Infrastructure Projects on 21 September 2018;</w:t>
      </w:r>
      <w:bookmarkEnd w:id="572"/>
    </w:p>
    <w:p w14:paraId="7B74B36B" w14:textId="77777777" w:rsidR="00AA424A" w:rsidRPr="007C4C20" w:rsidRDefault="00AA424A" w:rsidP="00AA424A">
      <w:pPr>
        <w:pStyle w:val="CMSANDefinitions2"/>
      </w:pPr>
      <w:bookmarkStart w:id="573" w:name="_Ref7182578"/>
      <w:r w:rsidRPr="007C4C20">
        <w:t xml:space="preserve">the Commercial Contract </w:t>
      </w:r>
      <w:bookmarkStart w:id="574" w:name="DocXTextRef50"/>
      <w:r w:rsidRPr="007C4C20">
        <w:t>1</w:t>
      </w:r>
      <w:bookmarkEnd w:id="574"/>
      <w:r w:rsidRPr="007C4C20">
        <w:t>;</w:t>
      </w:r>
      <w:bookmarkEnd w:id="573"/>
    </w:p>
    <w:p w14:paraId="4714189D" w14:textId="77777777" w:rsidR="00AA424A" w:rsidRPr="007C4C20" w:rsidRDefault="00AA424A" w:rsidP="00AA424A">
      <w:pPr>
        <w:pStyle w:val="CMSANDefinitions2"/>
      </w:pPr>
      <w:bookmarkStart w:id="575" w:name="_Ref7182579"/>
      <w:r w:rsidRPr="007C4C20">
        <w:t xml:space="preserve">the Commercial Contract </w:t>
      </w:r>
      <w:bookmarkStart w:id="576" w:name="DocXTextRef51"/>
      <w:r w:rsidRPr="007C4C20">
        <w:t>2</w:t>
      </w:r>
      <w:bookmarkEnd w:id="576"/>
      <w:r w:rsidRPr="007C4C20">
        <w:t>;</w:t>
      </w:r>
      <w:bookmarkEnd w:id="575"/>
      <w:r w:rsidR="00A777F8" w:rsidRPr="007C4C20">
        <w:t xml:space="preserve"> and</w:t>
      </w:r>
    </w:p>
    <w:p w14:paraId="69012BE7" w14:textId="77777777" w:rsidR="00AA424A" w:rsidRPr="007C4C20" w:rsidRDefault="00AA424A" w:rsidP="00AA424A">
      <w:pPr>
        <w:pStyle w:val="CMSANDefinitions2"/>
      </w:pPr>
      <w:r w:rsidRPr="007C4C20">
        <w:t>any documents amending, supplementing or replacing any of the above documents.</w:t>
      </w:r>
    </w:p>
    <w:p w14:paraId="6CFE3A32" w14:textId="3AD8994A" w:rsidR="00AA424A" w:rsidRPr="007C4C20" w:rsidRDefault="00AA424A" w:rsidP="00AA424A">
      <w:pPr>
        <w:pStyle w:val="CMSANDefinitions1"/>
      </w:pPr>
      <w:bookmarkStart w:id="577" w:name="_Ref7182585"/>
      <w:r w:rsidRPr="007C4C20">
        <w:t>“</w:t>
      </w:r>
      <w:r w:rsidRPr="007C4C20">
        <w:rPr>
          <w:b/>
        </w:rPr>
        <w:t>Repeating Representations</w:t>
      </w:r>
      <w:r w:rsidRPr="007C4C20">
        <w:t xml:space="preserve">” means each of the representations set out in Clause </w:t>
      </w:r>
      <w:r w:rsidRPr="007C4C20">
        <w:fldChar w:fldCharType="begin"/>
      </w:r>
      <w:r w:rsidRPr="007C4C20">
        <w:instrText xml:space="preserve">  REF _Ref7182863 \w \h \* MERGEFORMAT </w:instrText>
      </w:r>
      <w:r w:rsidRPr="007C4C20">
        <w:fldChar w:fldCharType="separate"/>
      </w:r>
      <w:r w:rsidR="00B66043" w:rsidRPr="00B66043">
        <w:rPr>
          <w:color w:val="000000"/>
        </w:rPr>
        <w:t>15</w:t>
      </w:r>
      <w:r w:rsidRPr="007C4C20">
        <w:fldChar w:fldCharType="end"/>
      </w:r>
      <w:r w:rsidRPr="007C4C20">
        <w:t xml:space="preserve"> (</w:t>
      </w:r>
      <w:r w:rsidRPr="007C4C20">
        <w:rPr>
          <w:i/>
        </w:rPr>
        <w:t>Representations</w:t>
      </w:r>
      <w:r w:rsidRPr="007C4C20">
        <w:t>)</w:t>
      </w:r>
      <w:bookmarkEnd w:id="577"/>
      <w:r w:rsidRPr="007C4C20">
        <w:t>;</w:t>
      </w:r>
    </w:p>
    <w:p w14:paraId="700B84FA" w14:textId="77777777" w:rsidR="00AA424A" w:rsidRPr="007C4C20" w:rsidRDefault="00AA424A" w:rsidP="00AA424A">
      <w:pPr>
        <w:pStyle w:val="CMSANDefinitions1"/>
      </w:pPr>
      <w:bookmarkStart w:id="578" w:name="_Ref7182586"/>
      <w:r w:rsidRPr="007C4C20">
        <w:t>“</w:t>
      </w:r>
      <w:r w:rsidRPr="007C4C20">
        <w:rPr>
          <w:b/>
        </w:rPr>
        <w:t>Representative</w:t>
      </w:r>
      <w:r w:rsidRPr="007C4C20">
        <w:t>” means any delegate, agent, manager, administrator, nominee, attorney, trustee or custodian</w:t>
      </w:r>
      <w:bookmarkEnd w:id="578"/>
      <w:r w:rsidRPr="007C4C20">
        <w:t>;</w:t>
      </w:r>
    </w:p>
    <w:p w14:paraId="04F94B8F" w14:textId="77777777" w:rsidR="00FC7D51" w:rsidRPr="007C4C20" w:rsidRDefault="00FC7D51" w:rsidP="00FC7D51">
      <w:pPr>
        <w:pStyle w:val="CMSANDefinitions1"/>
      </w:pPr>
      <w:bookmarkStart w:id="579" w:name="_Ref7182588"/>
      <w:bookmarkStart w:id="580" w:name="_Ref7182589"/>
      <w:r w:rsidRPr="007C4C20">
        <w:t>“</w:t>
      </w:r>
      <w:r w:rsidRPr="007C4C20">
        <w:rPr>
          <w:b/>
        </w:rPr>
        <w:t>Sanctioned Territory</w:t>
      </w:r>
      <w:r w:rsidRPr="007C4C20">
        <w:t>” means a country, region or territory that is the subject of country-wide, region-wide or territory-wide Sanctions;</w:t>
      </w:r>
      <w:bookmarkEnd w:id="579"/>
    </w:p>
    <w:p w14:paraId="6AD44D3E" w14:textId="77777777" w:rsidR="00AA424A" w:rsidRPr="007C4C20" w:rsidRDefault="00AA424A" w:rsidP="00FC7D51">
      <w:pPr>
        <w:pStyle w:val="CMSANDefinitions1"/>
      </w:pPr>
      <w:r w:rsidRPr="007C4C20">
        <w:t>“</w:t>
      </w:r>
      <w:r w:rsidRPr="007C4C20">
        <w:rPr>
          <w:b/>
        </w:rPr>
        <w:t>Sanctions</w:t>
      </w:r>
      <w:r w:rsidRPr="007C4C20">
        <w:t>” means the economic or financial sanctions laws, regulations, trade embargoes or other restrictive measures enacted, administered, implemented and/or enforced from time to time by any of the following (and including through any relevant Sanctions Authority):</w:t>
      </w:r>
      <w:bookmarkEnd w:id="580"/>
    </w:p>
    <w:p w14:paraId="6DA42860" w14:textId="77777777" w:rsidR="00355BDB" w:rsidRPr="007C4C20" w:rsidRDefault="00AA424A" w:rsidP="00AA424A">
      <w:pPr>
        <w:pStyle w:val="CMSANDefinitions2"/>
      </w:pPr>
      <w:bookmarkStart w:id="581" w:name="_Ref7182590"/>
      <w:r w:rsidRPr="007C4C20">
        <w:t>the United Nations</w:t>
      </w:r>
      <w:r w:rsidR="00355BDB" w:rsidRPr="007C4C20">
        <w:t xml:space="preserve">; </w:t>
      </w:r>
    </w:p>
    <w:p w14:paraId="4DADD798" w14:textId="77777777" w:rsidR="002130CD" w:rsidRPr="007C4C20" w:rsidRDefault="002130CD" w:rsidP="00AA424A">
      <w:pPr>
        <w:pStyle w:val="CMSANDefinitions2"/>
      </w:pPr>
      <w:r w:rsidRPr="007C4C20">
        <w:t>the European Union;</w:t>
      </w:r>
      <w:r w:rsidR="00FF5822" w:rsidRPr="007C4C20">
        <w:t xml:space="preserve"> and/or</w:t>
      </w:r>
    </w:p>
    <w:p w14:paraId="2134D1A4" w14:textId="77777777" w:rsidR="00AA424A" w:rsidRPr="007C4C20" w:rsidRDefault="00355BDB" w:rsidP="00AA424A">
      <w:pPr>
        <w:pStyle w:val="CMSANDefinitions2"/>
      </w:pPr>
      <w:r w:rsidRPr="007C4C20">
        <w:t>the Organisation for Security and Co-operation in Europe (OSCE).</w:t>
      </w:r>
      <w:bookmarkEnd w:id="581"/>
    </w:p>
    <w:p w14:paraId="025B37E1" w14:textId="77777777" w:rsidR="00AA424A" w:rsidRPr="007C4C20" w:rsidRDefault="00AA424A" w:rsidP="00AA424A">
      <w:pPr>
        <w:pStyle w:val="CMSANDefinitions1"/>
      </w:pPr>
      <w:bookmarkStart w:id="582" w:name="_Ref7182595"/>
      <w:r w:rsidRPr="007C4C20">
        <w:t>“</w:t>
      </w:r>
      <w:r w:rsidRPr="007C4C20">
        <w:rPr>
          <w:b/>
        </w:rPr>
        <w:t>Sanctions Authority</w:t>
      </w:r>
      <w:r w:rsidRPr="007C4C20">
        <w:t>” means any agency or person which is duly appointed, empowered or authorised to enact, administer, implement and/or enforce Sanctions, including (without limitation):</w:t>
      </w:r>
      <w:bookmarkEnd w:id="582"/>
    </w:p>
    <w:p w14:paraId="007B682B" w14:textId="77777777" w:rsidR="002130CD" w:rsidRPr="007C4C20" w:rsidRDefault="002130CD" w:rsidP="002130CD">
      <w:pPr>
        <w:pStyle w:val="CMSANDefinitions2"/>
      </w:pPr>
      <w:bookmarkStart w:id="583" w:name="_Ref7182596"/>
      <w:r w:rsidRPr="007C4C20">
        <w:t xml:space="preserve">the United Nations Security Council; </w:t>
      </w:r>
    </w:p>
    <w:p w14:paraId="1957DA4B" w14:textId="77777777" w:rsidR="002130CD" w:rsidRPr="007C4C20" w:rsidRDefault="002130CD" w:rsidP="002130CD">
      <w:pPr>
        <w:pStyle w:val="CMSANDefinitions2"/>
      </w:pPr>
      <w:r w:rsidRPr="007C4C20">
        <w:t>the European Union;</w:t>
      </w:r>
      <w:r w:rsidR="00FF5822" w:rsidRPr="007C4C20">
        <w:t xml:space="preserve"> and/or</w:t>
      </w:r>
    </w:p>
    <w:p w14:paraId="5A5E4136" w14:textId="77777777" w:rsidR="002130CD" w:rsidRPr="007C4C20" w:rsidRDefault="002130CD" w:rsidP="002130CD">
      <w:pPr>
        <w:pStyle w:val="CMSANDefinitions2"/>
      </w:pPr>
      <w:r w:rsidRPr="007C4C20">
        <w:t>the Organisation for Security and Co-operation in Europe (OSCE).</w:t>
      </w:r>
    </w:p>
    <w:p w14:paraId="6CF896C1" w14:textId="77777777" w:rsidR="00AA424A" w:rsidRPr="007C4C20" w:rsidRDefault="00AA424A" w:rsidP="00A77636">
      <w:pPr>
        <w:pStyle w:val="CMSANDefinitions1"/>
        <w:keepNext/>
      </w:pPr>
      <w:bookmarkStart w:id="584" w:name="_Ref7182600"/>
      <w:bookmarkEnd w:id="583"/>
      <w:r w:rsidRPr="007C4C20">
        <w:t>“</w:t>
      </w:r>
      <w:r w:rsidRPr="007C4C20">
        <w:rPr>
          <w:b/>
        </w:rPr>
        <w:t>Sanctions List</w:t>
      </w:r>
      <w:r w:rsidRPr="007C4C20">
        <w:t xml:space="preserve">” means any of the lists of designated sanctions targets maintained by a Sanctions Authority from time to time, including (without limitation) as at the </w:t>
      </w:r>
      <w:r w:rsidR="002130CD" w:rsidRPr="007C4C20">
        <w:t>Effective Date</w:t>
      </w:r>
      <w:bookmarkStart w:id="585" w:name="_Ref7182615"/>
      <w:bookmarkEnd w:id="584"/>
      <w:r w:rsidR="00FF5822" w:rsidRPr="007C4C20">
        <w:t xml:space="preserve">, the </w:t>
      </w:r>
      <w:r w:rsidRPr="007C4C20">
        <w:t xml:space="preserve">Consolidated List of Persons, Groups and Entities Subject to EU Financial Sanctions; </w:t>
      </w:r>
      <w:bookmarkEnd w:id="585"/>
    </w:p>
    <w:p w14:paraId="17BC49E0" w14:textId="77777777" w:rsidR="00AA424A" w:rsidRPr="007C4C20" w:rsidRDefault="00AA424A" w:rsidP="00AA424A">
      <w:pPr>
        <w:pStyle w:val="CMSANDefinitions1"/>
        <w:keepNext/>
      </w:pPr>
      <w:bookmarkStart w:id="586" w:name="_Ref7182617"/>
      <w:r w:rsidRPr="007C4C20">
        <w:t>“</w:t>
      </w:r>
      <w:r w:rsidRPr="007C4C20">
        <w:rPr>
          <w:b/>
        </w:rPr>
        <w:t>Sanctions Restricted Person</w:t>
      </w:r>
      <w:r w:rsidRPr="007C4C20">
        <w:t>” means a person that is:</w:t>
      </w:r>
      <w:bookmarkEnd w:id="586"/>
    </w:p>
    <w:p w14:paraId="2D6ACF3F" w14:textId="77777777" w:rsidR="00AA424A" w:rsidRPr="007C4C20" w:rsidRDefault="00AA424A" w:rsidP="00AA424A">
      <w:pPr>
        <w:pStyle w:val="CMSANDefinitions2"/>
      </w:pPr>
      <w:bookmarkStart w:id="587" w:name="_Ref7182618"/>
      <w:r w:rsidRPr="007C4C20">
        <w:t xml:space="preserve">listed on a Sanctions List, or directly or indirectly owned, or otherwise controlled within the meaning and </w:t>
      </w:r>
      <w:r w:rsidR="0057557D" w:rsidRPr="007C4C20">
        <w:t>scope of the relevant Sanctions</w:t>
      </w:r>
      <w:r w:rsidRPr="007C4C20">
        <w:t xml:space="preserve"> by any one or more persons listed on a Sanctions List;</w:t>
      </w:r>
      <w:bookmarkEnd w:id="587"/>
    </w:p>
    <w:p w14:paraId="759D788E" w14:textId="77777777" w:rsidR="00AA424A" w:rsidRPr="007C4C20" w:rsidRDefault="00AA424A" w:rsidP="00AA424A">
      <w:pPr>
        <w:pStyle w:val="CMSANDefinitions2"/>
      </w:pPr>
      <w:bookmarkStart w:id="588" w:name="_Ref7182619"/>
      <w:r w:rsidRPr="007C4C20">
        <w:t xml:space="preserve">located or resident in, or incorporated or organised under the laws of, </w:t>
      </w:r>
      <w:r w:rsidR="0057557D" w:rsidRPr="007C4C20">
        <w:t>a Sanctioned Territory</w:t>
      </w:r>
      <w:r w:rsidRPr="007C4C20">
        <w:t>; or</w:t>
      </w:r>
      <w:bookmarkEnd w:id="588"/>
    </w:p>
    <w:p w14:paraId="3526C32B" w14:textId="77777777" w:rsidR="00AA424A" w:rsidRPr="007C4C20" w:rsidRDefault="00AA424A" w:rsidP="00AA424A">
      <w:pPr>
        <w:pStyle w:val="CMSANDefinitions2"/>
      </w:pPr>
      <w:bookmarkStart w:id="589" w:name="_Ref7182620"/>
      <w:r w:rsidRPr="007C4C20">
        <w:t>otherwise a subject of Sanctions</w:t>
      </w:r>
      <w:bookmarkEnd w:id="589"/>
      <w:r w:rsidR="00A36904" w:rsidRPr="007C4C20">
        <w:t>;</w:t>
      </w:r>
    </w:p>
    <w:p w14:paraId="2B1A0B89" w14:textId="77777777" w:rsidR="00AA424A" w:rsidRPr="007C4C20" w:rsidRDefault="00AA424A" w:rsidP="00AA424A">
      <w:pPr>
        <w:pStyle w:val="CMSANDefinitions1"/>
      </w:pPr>
      <w:bookmarkStart w:id="590" w:name="_Ref7182630"/>
      <w:r w:rsidRPr="007C4C20">
        <w:t>“</w:t>
      </w:r>
      <w:r w:rsidRPr="007C4C20">
        <w:rPr>
          <w:b/>
        </w:rPr>
        <w:t>TARGET2</w:t>
      </w:r>
      <w:r w:rsidRPr="007C4C20">
        <w:t>” means the Trans-European Automated Real-time Gross Settlement Express Transfer payment system which utilises a single shared platform and which was launched on 19 November 2007</w:t>
      </w:r>
      <w:bookmarkEnd w:id="590"/>
      <w:r w:rsidRPr="007C4C20">
        <w:t>;</w:t>
      </w:r>
    </w:p>
    <w:p w14:paraId="2139421D" w14:textId="77777777" w:rsidR="00AA424A" w:rsidRPr="007C4C20" w:rsidRDefault="00AA424A" w:rsidP="00AA424A">
      <w:pPr>
        <w:pStyle w:val="CMSANDefinitions1"/>
      </w:pPr>
      <w:bookmarkStart w:id="591" w:name="_Ref7182631"/>
      <w:r w:rsidRPr="007C4C20">
        <w:t>“</w:t>
      </w:r>
      <w:r w:rsidRPr="007C4C20">
        <w:rPr>
          <w:b/>
        </w:rPr>
        <w:t>TARGET Day</w:t>
      </w:r>
      <w:r w:rsidRPr="007C4C20">
        <w:t>” means any day on which TARGET2 is open for the settlement of payments in euro</w:t>
      </w:r>
      <w:bookmarkEnd w:id="591"/>
      <w:r w:rsidRPr="007C4C20">
        <w:t>;</w:t>
      </w:r>
    </w:p>
    <w:p w14:paraId="2CAA26FB" w14:textId="77777777" w:rsidR="00AA424A" w:rsidRPr="007C4C20" w:rsidRDefault="00AA424A" w:rsidP="00AA424A">
      <w:pPr>
        <w:pStyle w:val="CMSANDefinitions1"/>
      </w:pPr>
      <w:bookmarkStart w:id="592" w:name="_Ref7182632"/>
      <w:r w:rsidRPr="007C4C20">
        <w:lastRenderedPageBreak/>
        <w:t>“</w:t>
      </w:r>
      <w:r w:rsidRPr="007C4C20">
        <w:rPr>
          <w:b/>
        </w:rPr>
        <w:t>Tax</w:t>
      </w:r>
      <w:r w:rsidRPr="007C4C20">
        <w:t>” means any tax, levy</w:t>
      </w:r>
      <w:r w:rsidR="00A6671F" w:rsidRPr="007C4C20">
        <w:t>,</w:t>
      </w:r>
      <w:r w:rsidRPr="007C4C20">
        <w:t xml:space="preserve"> impost, duty or other charge or withholding of a similar nature (including any penalty or interest payable in connection with any failure to pay or any delay in paying any of the same)</w:t>
      </w:r>
      <w:bookmarkEnd w:id="592"/>
      <w:r w:rsidRPr="007C4C20">
        <w:t>;</w:t>
      </w:r>
    </w:p>
    <w:p w14:paraId="16A639DC" w14:textId="77777777" w:rsidR="00AA424A" w:rsidRPr="007C4C20" w:rsidRDefault="00AA424A" w:rsidP="00AA424A">
      <w:pPr>
        <w:pStyle w:val="CMSANDefinitions1"/>
        <w:keepNext/>
      </w:pPr>
      <w:bookmarkStart w:id="593" w:name="_Ref7182633"/>
      <w:r w:rsidRPr="007C4C20">
        <w:t>“</w:t>
      </w:r>
      <w:r w:rsidRPr="007C4C20">
        <w:rPr>
          <w:b/>
        </w:rPr>
        <w:t>Termination Date</w:t>
      </w:r>
      <w:r w:rsidRPr="007C4C20">
        <w:t>” means:</w:t>
      </w:r>
      <w:bookmarkEnd w:id="593"/>
    </w:p>
    <w:p w14:paraId="02067C20" w14:textId="77777777" w:rsidR="00AA424A" w:rsidRPr="007C4C20" w:rsidRDefault="00AA424A" w:rsidP="00AA424A">
      <w:pPr>
        <w:pStyle w:val="CMSANDefinitions2"/>
      </w:pPr>
      <w:bookmarkStart w:id="594" w:name="_Ref7182634"/>
      <w:r w:rsidRPr="007C4C20">
        <w:t xml:space="preserve">in relation to Loan Facility 1, the date falling one hundred </w:t>
      </w:r>
      <w:r w:rsidR="00FF5822" w:rsidRPr="007C4C20">
        <w:t>and forty four</w:t>
      </w:r>
      <w:r w:rsidRPr="007C4C20">
        <w:t xml:space="preserve"> (1</w:t>
      </w:r>
      <w:r w:rsidR="00FF5822" w:rsidRPr="007C4C20">
        <w:t>44</w:t>
      </w:r>
      <w:r w:rsidRPr="007C4C20">
        <w:t xml:space="preserve">) months from the </w:t>
      </w:r>
      <w:r w:rsidR="006401E6" w:rsidRPr="007C4C20">
        <w:t>Effective Date</w:t>
      </w:r>
      <w:r w:rsidRPr="007C4C20">
        <w:t>; and</w:t>
      </w:r>
      <w:bookmarkEnd w:id="594"/>
    </w:p>
    <w:p w14:paraId="4DD48AE0" w14:textId="1623D50C" w:rsidR="00AA424A" w:rsidRPr="007C4C20" w:rsidRDefault="00AA424A" w:rsidP="00AA424A">
      <w:pPr>
        <w:pStyle w:val="CMSANDefinitions2"/>
      </w:pPr>
      <w:bookmarkStart w:id="595" w:name="_Ref7182635"/>
      <w:r w:rsidRPr="007C4C20">
        <w:t xml:space="preserve">in relation to Loan Facility 2, the date falling one hundred and </w:t>
      </w:r>
      <w:r w:rsidR="00FF5822" w:rsidRPr="007C4C20">
        <w:t>fifty</w:t>
      </w:r>
      <w:r w:rsidRPr="007C4C20">
        <w:t xml:space="preserve"> (1</w:t>
      </w:r>
      <w:r w:rsidR="00FF5822" w:rsidRPr="007C4C20">
        <w:t>50</w:t>
      </w:r>
      <w:r w:rsidRPr="007C4C20">
        <w:t xml:space="preserve">) months from the </w:t>
      </w:r>
      <w:bookmarkEnd w:id="595"/>
      <w:r w:rsidR="006401E6" w:rsidRPr="007C4C20">
        <w:t>Effective</w:t>
      </w:r>
      <w:r w:rsidR="00C02E60">
        <w:t xml:space="preserve"> Date</w:t>
      </w:r>
      <w:r w:rsidRPr="007C4C20">
        <w:t>;</w:t>
      </w:r>
    </w:p>
    <w:p w14:paraId="6DE09681" w14:textId="77777777" w:rsidR="00AA424A" w:rsidRPr="007C4C20" w:rsidRDefault="00AA424A" w:rsidP="00AA424A">
      <w:pPr>
        <w:pStyle w:val="CMSANDefinitions1"/>
      </w:pPr>
      <w:bookmarkStart w:id="596" w:name="_Ref7182554"/>
      <w:r w:rsidRPr="007C4C20">
        <w:t>“</w:t>
      </w:r>
      <w:r w:rsidRPr="007C4C20">
        <w:rPr>
          <w:b/>
        </w:rPr>
        <w:t>Tranches</w:t>
      </w:r>
      <w:r w:rsidRPr="007C4C20">
        <w:t xml:space="preserve">” means together the </w:t>
      </w:r>
      <w:r w:rsidR="007828B7" w:rsidRPr="007C4C20">
        <w:t xml:space="preserve">Loan </w:t>
      </w:r>
      <w:r w:rsidRPr="007C4C20">
        <w:t>Facility 1</w:t>
      </w:r>
      <w:r w:rsidR="003C58AB" w:rsidRPr="007C4C20">
        <w:t xml:space="preserve"> Tranches</w:t>
      </w:r>
      <w:r w:rsidRPr="007C4C20">
        <w:t xml:space="preserve"> and the </w:t>
      </w:r>
      <w:r w:rsidR="007828B7" w:rsidRPr="007C4C20">
        <w:t xml:space="preserve">Loan </w:t>
      </w:r>
      <w:r w:rsidRPr="007C4C20">
        <w:t>Facility 2</w:t>
      </w:r>
      <w:r w:rsidR="003C58AB" w:rsidRPr="007C4C20">
        <w:t xml:space="preserve"> Tranches</w:t>
      </w:r>
      <w:r w:rsidRPr="007C4C20">
        <w:t xml:space="preserve"> and “</w:t>
      </w:r>
      <w:r w:rsidRPr="007C4C20">
        <w:rPr>
          <w:b/>
        </w:rPr>
        <w:t>Tranche</w:t>
      </w:r>
      <w:r w:rsidRPr="007C4C20">
        <w:t>” means any of them</w:t>
      </w:r>
      <w:bookmarkEnd w:id="596"/>
      <w:r w:rsidRPr="007C4C20">
        <w:t>;</w:t>
      </w:r>
    </w:p>
    <w:p w14:paraId="5BFACF9E" w14:textId="43B6A4EF" w:rsidR="00AA424A" w:rsidRPr="007C4C20" w:rsidRDefault="00AA424A" w:rsidP="00AA424A">
      <w:pPr>
        <w:pStyle w:val="CMSANDefinitions1"/>
      </w:pPr>
      <w:bookmarkStart w:id="597" w:name="_Ref7182637"/>
      <w:r w:rsidRPr="007C4C20">
        <w:t>“</w:t>
      </w:r>
      <w:r w:rsidRPr="007C4C20">
        <w:rPr>
          <w:b/>
        </w:rPr>
        <w:t>Transfer Certificate</w:t>
      </w:r>
      <w:r w:rsidRPr="007C4C20">
        <w:t xml:space="preserve">” means a certificate substantially in the form set out in </w:t>
      </w:r>
      <w:r w:rsidRPr="007C4C20">
        <w:fldChar w:fldCharType="begin"/>
      </w:r>
      <w:r w:rsidRPr="007C4C20">
        <w:instrText xml:space="preserve">  REF _Ref7183465 \w \h \* MERGEFORMAT </w:instrText>
      </w:r>
      <w:r w:rsidRPr="007C4C20">
        <w:fldChar w:fldCharType="separate"/>
      </w:r>
      <w:r w:rsidR="00B66043" w:rsidRPr="00B66043">
        <w:rPr>
          <w:color w:val="000000"/>
        </w:rPr>
        <w:t>Schedule 5</w:t>
      </w:r>
      <w:r w:rsidRPr="007C4C20">
        <w:fldChar w:fldCharType="end"/>
      </w:r>
      <w:r w:rsidRPr="007C4C20">
        <w:t xml:space="preserve"> (</w:t>
      </w:r>
      <w:r w:rsidRPr="007C4C20">
        <w:rPr>
          <w:i/>
        </w:rPr>
        <w:t>Form of Transfer Certificate</w:t>
      </w:r>
      <w:r w:rsidRPr="007C4C20">
        <w:t>) or any other form agreed between the Agent and the Borrower</w:t>
      </w:r>
      <w:bookmarkEnd w:id="597"/>
      <w:r w:rsidRPr="007C4C20">
        <w:t>;</w:t>
      </w:r>
    </w:p>
    <w:p w14:paraId="3FFBCADF" w14:textId="77777777" w:rsidR="00AA424A" w:rsidRPr="007C4C20" w:rsidRDefault="00AA424A" w:rsidP="00AA424A">
      <w:pPr>
        <w:pStyle w:val="CMSANDefinitions1"/>
        <w:keepNext/>
      </w:pPr>
      <w:bookmarkStart w:id="598" w:name="_Ref7182638"/>
      <w:r w:rsidRPr="007C4C20">
        <w:t>“</w:t>
      </w:r>
      <w:r w:rsidRPr="007C4C20">
        <w:rPr>
          <w:b/>
        </w:rPr>
        <w:t>Transfer Date</w:t>
      </w:r>
      <w:r w:rsidRPr="007C4C20">
        <w:t>” means, in relation to an assignment or a transfer, the later of:</w:t>
      </w:r>
      <w:bookmarkEnd w:id="598"/>
    </w:p>
    <w:p w14:paraId="39A2AB1F" w14:textId="77777777" w:rsidR="00AA424A" w:rsidRPr="007C4C20" w:rsidRDefault="00AA424A" w:rsidP="00AA424A">
      <w:pPr>
        <w:pStyle w:val="CMSANDefinitions2"/>
      </w:pPr>
      <w:bookmarkStart w:id="599" w:name="_Ref7182639"/>
      <w:r w:rsidRPr="007C4C20">
        <w:t>the proposed Transfer Date specified in the relevant Assignment Agreement or Transfer Certificate; and</w:t>
      </w:r>
      <w:bookmarkEnd w:id="599"/>
    </w:p>
    <w:p w14:paraId="308BA37F" w14:textId="77777777" w:rsidR="00AA424A" w:rsidRPr="007C4C20" w:rsidRDefault="00AA424A" w:rsidP="00AA424A">
      <w:pPr>
        <w:pStyle w:val="CMSANDefinitions2"/>
      </w:pPr>
      <w:bookmarkStart w:id="600" w:name="_Ref7182640"/>
      <w:r w:rsidRPr="007C4C20">
        <w:t>the date on which the Agent executes the relevant Assignment Agreement or Transfer Certificate</w:t>
      </w:r>
      <w:bookmarkEnd w:id="600"/>
      <w:r w:rsidRPr="007C4C20">
        <w:t>;</w:t>
      </w:r>
    </w:p>
    <w:p w14:paraId="780C13CD" w14:textId="77777777" w:rsidR="00AA424A" w:rsidRPr="007C4C20" w:rsidRDefault="00AA424A" w:rsidP="00AA424A">
      <w:pPr>
        <w:pStyle w:val="CMSANDefinitions1"/>
      </w:pPr>
      <w:bookmarkStart w:id="601" w:name="_Ref7182641"/>
      <w:r w:rsidRPr="007C4C20">
        <w:t>“</w:t>
      </w:r>
      <w:r w:rsidRPr="007C4C20">
        <w:rPr>
          <w:b/>
        </w:rPr>
        <w:t>Turkey</w:t>
      </w:r>
      <w:r w:rsidRPr="007C4C20">
        <w:t>” means the Republic of Türkiye (</w:t>
      </w:r>
      <w:r w:rsidRPr="007C4C20">
        <w:rPr>
          <w:i/>
        </w:rPr>
        <w:t>Türkiye Cumhuriyeti</w:t>
      </w:r>
      <w:r w:rsidRPr="007C4C20">
        <w:t>);</w:t>
      </w:r>
    </w:p>
    <w:p w14:paraId="0260A96B" w14:textId="77777777" w:rsidR="00AA424A" w:rsidRPr="007C4C20" w:rsidRDefault="00AA424A" w:rsidP="00AA424A">
      <w:pPr>
        <w:pStyle w:val="CMSANDefinitions1"/>
      </w:pPr>
      <w:r w:rsidRPr="007C4C20">
        <w:t>“</w:t>
      </w:r>
      <w:r w:rsidRPr="007C4C20">
        <w:rPr>
          <w:b/>
        </w:rPr>
        <w:t>Unpaid Sum</w:t>
      </w:r>
      <w:r w:rsidRPr="007C4C20">
        <w:t>” means any sum due and payable but unpaid by the Borrower under this Agreement</w:t>
      </w:r>
      <w:bookmarkEnd w:id="601"/>
      <w:r w:rsidRPr="007C4C20">
        <w:t>;</w:t>
      </w:r>
    </w:p>
    <w:p w14:paraId="515030C8" w14:textId="77777777" w:rsidR="00AA424A" w:rsidRPr="007C4C20" w:rsidRDefault="00AA424A" w:rsidP="00AA424A">
      <w:pPr>
        <w:pStyle w:val="CMSANDefinitions1"/>
      </w:pPr>
      <w:bookmarkStart w:id="602" w:name="_Ref7182642"/>
      <w:r w:rsidRPr="007C4C20">
        <w:t>“</w:t>
      </w:r>
      <w:r w:rsidRPr="007C4C20">
        <w:rPr>
          <w:b/>
        </w:rPr>
        <w:t>Utilisation</w:t>
      </w:r>
      <w:r w:rsidRPr="007C4C20">
        <w:t xml:space="preserve">” means a utilisation of a </w:t>
      </w:r>
      <w:r w:rsidR="007828B7" w:rsidRPr="007C4C20">
        <w:t xml:space="preserve">Loan </w:t>
      </w:r>
      <w:r w:rsidRPr="007C4C20">
        <w:t>Facility</w:t>
      </w:r>
      <w:bookmarkEnd w:id="602"/>
      <w:r w:rsidRPr="007C4C20">
        <w:t>;</w:t>
      </w:r>
    </w:p>
    <w:p w14:paraId="0C6C4A5E" w14:textId="77777777" w:rsidR="00AA424A" w:rsidRPr="007C4C20" w:rsidRDefault="00AA424A" w:rsidP="00AA424A">
      <w:pPr>
        <w:pStyle w:val="CMSANDefinitions1"/>
      </w:pPr>
      <w:bookmarkStart w:id="603" w:name="_Ref7182643"/>
      <w:r w:rsidRPr="007C4C20">
        <w:t>“</w:t>
      </w:r>
      <w:r w:rsidRPr="007C4C20">
        <w:rPr>
          <w:b/>
        </w:rPr>
        <w:t>Utilisation Date</w:t>
      </w:r>
      <w:r w:rsidRPr="007C4C20">
        <w:t xml:space="preserve">” means the date of a Utilisation, being the date on which the relevant </w:t>
      </w:r>
      <w:r w:rsidR="001429F2" w:rsidRPr="007C4C20">
        <w:t>Tranche</w:t>
      </w:r>
      <w:r w:rsidRPr="007C4C20">
        <w:t xml:space="preserve"> is to be made</w:t>
      </w:r>
      <w:bookmarkEnd w:id="603"/>
      <w:r w:rsidRPr="007C4C20">
        <w:t>;</w:t>
      </w:r>
    </w:p>
    <w:p w14:paraId="316DBD3C" w14:textId="0FB67206" w:rsidR="00AA424A" w:rsidRPr="007C4C20" w:rsidRDefault="00AA424A" w:rsidP="00AA424A">
      <w:pPr>
        <w:pStyle w:val="CMSANDefinitions1"/>
      </w:pPr>
      <w:bookmarkStart w:id="604" w:name="_Ref7182644"/>
      <w:r w:rsidRPr="007C4C20">
        <w:t>“</w:t>
      </w:r>
      <w:r w:rsidRPr="007C4C20">
        <w:rPr>
          <w:b/>
        </w:rPr>
        <w:t>Utilisation Request</w:t>
      </w:r>
      <w:r w:rsidRPr="007C4C20">
        <w:t xml:space="preserve">” means a notice substantially in the form set out in </w:t>
      </w:r>
      <w:r w:rsidRPr="007C4C20">
        <w:fldChar w:fldCharType="begin"/>
      </w:r>
      <w:r w:rsidRPr="007C4C20">
        <w:instrText xml:space="preserve">  REF _Ref7183455 \w \h \* MERGEFORMAT </w:instrText>
      </w:r>
      <w:r w:rsidRPr="007C4C20">
        <w:fldChar w:fldCharType="separate"/>
      </w:r>
      <w:r w:rsidR="00B66043" w:rsidRPr="00B66043">
        <w:rPr>
          <w:color w:val="000000"/>
        </w:rPr>
        <w:t>Schedule 3</w:t>
      </w:r>
      <w:r w:rsidRPr="007C4C20">
        <w:fldChar w:fldCharType="end"/>
      </w:r>
      <w:r w:rsidRPr="007C4C20">
        <w:t xml:space="preserve"> (</w:t>
      </w:r>
      <w:r w:rsidRPr="007C4C20">
        <w:rPr>
          <w:i/>
        </w:rPr>
        <w:t>Form of Utilisation Request</w:t>
      </w:r>
      <w:r w:rsidRPr="007C4C20">
        <w:t>)</w:t>
      </w:r>
      <w:bookmarkEnd w:id="604"/>
      <w:r w:rsidRPr="007C4C20">
        <w:t>;</w:t>
      </w:r>
    </w:p>
    <w:p w14:paraId="5A016C67" w14:textId="77777777" w:rsidR="00AA424A" w:rsidRPr="007C4C20" w:rsidRDefault="00AA424A" w:rsidP="00AA424A">
      <w:pPr>
        <w:pStyle w:val="CMSANDefinitions1"/>
        <w:keepNext/>
      </w:pPr>
      <w:bookmarkStart w:id="605" w:name="_Ref7182645"/>
      <w:r w:rsidRPr="007C4C20">
        <w:t>“</w:t>
      </w:r>
      <w:r w:rsidRPr="007C4C20">
        <w:rPr>
          <w:b/>
        </w:rPr>
        <w:t>VAT</w:t>
      </w:r>
      <w:r w:rsidRPr="007C4C20">
        <w:t>” means:</w:t>
      </w:r>
      <w:bookmarkEnd w:id="605"/>
    </w:p>
    <w:p w14:paraId="03A8A1CF" w14:textId="77777777" w:rsidR="00AA424A" w:rsidRPr="007C4C20" w:rsidRDefault="00AA424A" w:rsidP="00AA424A">
      <w:pPr>
        <w:pStyle w:val="CMSANDefinitions2"/>
      </w:pPr>
      <w:bookmarkStart w:id="606" w:name="_Ref7182646"/>
      <w:r w:rsidRPr="007C4C20">
        <w:t>any tax imposed in compliance with the Law on Value Added Tax (</w:t>
      </w:r>
      <w:r w:rsidR="00654AF6" w:rsidRPr="00654AF6">
        <w:t>Official Gazette of the Republic of Serbia nos. 84/2004, 86/2004 - correction, 61/2005, 61/2007, 93/2012, 108/2013, 6/2014 - harmonized dinar amounts, 68/2014 - other law, 142/2014, 5/2015 - harmonized dinar amounts, 83/2015, 5/2016 - harmonized dinar amounts, 108/2016, 7/2017 - harmonized dinar amounts, 113/2017, 13/2018 - harmonized dinar amounts, 30/2018, 4/2019 - harmonized dinar amounts and 72/2019</w:t>
      </w:r>
      <w:r w:rsidR="00654AF6">
        <w:t xml:space="preserve">) </w:t>
      </w:r>
      <w:r w:rsidRPr="007C4C20">
        <w:t>as amended from time to time;</w:t>
      </w:r>
    </w:p>
    <w:p w14:paraId="7754355F" w14:textId="77777777" w:rsidR="00AA424A" w:rsidRPr="007C4C20" w:rsidRDefault="00AA424A" w:rsidP="00AA424A">
      <w:pPr>
        <w:pStyle w:val="CMSANDefinitions2"/>
      </w:pPr>
      <w:r w:rsidRPr="007C4C20">
        <w:t>any tax imposed in compliance with the Council Directive of 28 November 2006 on the common system of value added tax (EC Directive 2006/112); and</w:t>
      </w:r>
      <w:bookmarkEnd w:id="606"/>
    </w:p>
    <w:p w14:paraId="74908009" w14:textId="0A8C51D4" w:rsidR="00AA424A" w:rsidRPr="007C4C20" w:rsidRDefault="00AA424A" w:rsidP="00AA424A">
      <w:pPr>
        <w:pStyle w:val="CMSANDefinitions2"/>
      </w:pPr>
      <w:bookmarkStart w:id="607" w:name="_Ref7182647"/>
      <w:r w:rsidRPr="007C4C20">
        <w:t>any other tax of a similar nature, whether imposed in a member state of the European Union in substitution for, or levied in addition to, such tax referred to in paragraph</w:t>
      </w:r>
      <w:r w:rsidR="004A1C8C" w:rsidRPr="007C4C20">
        <w:t>s</w:t>
      </w:r>
      <w:r w:rsidRPr="007C4C20">
        <w:t xml:space="preserve"> </w:t>
      </w:r>
      <w:r w:rsidRPr="007C4C20">
        <w:fldChar w:fldCharType="begin"/>
      </w:r>
      <w:r w:rsidRPr="007C4C20">
        <w:instrText xml:space="preserve">  REF _Ref7182646 \w \h \* MERGEFORMAT </w:instrText>
      </w:r>
      <w:r w:rsidRPr="007C4C20">
        <w:fldChar w:fldCharType="separate"/>
      </w:r>
      <w:r w:rsidR="00B66043" w:rsidRPr="00B66043">
        <w:rPr>
          <w:color w:val="000000"/>
        </w:rPr>
        <w:t>(a)</w:t>
      </w:r>
      <w:r w:rsidRPr="007C4C20">
        <w:fldChar w:fldCharType="end"/>
      </w:r>
      <w:r w:rsidRPr="007C4C20">
        <w:t xml:space="preserve"> </w:t>
      </w:r>
      <w:r w:rsidR="004A1C8C" w:rsidRPr="007C4C20">
        <w:t xml:space="preserve">or(b) </w:t>
      </w:r>
      <w:r w:rsidRPr="007C4C20">
        <w:t>above, or imposed elsewhere.</w:t>
      </w:r>
      <w:bookmarkEnd w:id="607"/>
      <w:r w:rsidR="00656685" w:rsidRPr="007C4C20">
        <w:br w:type="page"/>
      </w:r>
    </w:p>
    <w:p w14:paraId="668CC34B" w14:textId="77777777" w:rsidR="00656685" w:rsidRPr="007C4C20" w:rsidRDefault="00656685" w:rsidP="00656685">
      <w:pPr>
        <w:pStyle w:val="CMSANSch2XRef"/>
      </w:pPr>
      <w:r w:rsidRPr="007C4C20">
        <w:lastRenderedPageBreak/>
        <w:t xml:space="preserve"> </w:t>
      </w:r>
      <w:bookmarkStart w:id="608" w:name="_Toc28094932"/>
      <w:r w:rsidR="006F07EC" w:rsidRPr="007C4C20">
        <w:t>Interpretation</w:t>
      </w:r>
      <w:bookmarkEnd w:id="608"/>
    </w:p>
    <w:p w14:paraId="412CEEFC" w14:textId="77777777" w:rsidR="00F839F2" w:rsidRPr="007C4C20" w:rsidRDefault="00F839F2" w:rsidP="00994D51">
      <w:pPr>
        <w:pStyle w:val="CMSANHeading3"/>
        <w:keepNext/>
        <w:numPr>
          <w:ilvl w:val="3"/>
          <w:numId w:val="48"/>
        </w:numPr>
      </w:pPr>
      <w:r w:rsidRPr="007C4C20">
        <w:t>Unless a contrary indication appears, any reference in this Agreement to:</w:t>
      </w:r>
    </w:p>
    <w:p w14:paraId="73D9121C" w14:textId="77777777" w:rsidR="00F839F2" w:rsidRPr="007C4C20" w:rsidRDefault="00F839F2" w:rsidP="00F839F2">
      <w:pPr>
        <w:pStyle w:val="CMSANHeading4"/>
      </w:pPr>
      <w:r w:rsidRPr="007C4C20">
        <w:t>the “</w:t>
      </w:r>
      <w:r w:rsidRPr="007C4C20">
        <w:rPr>
          <w:b/>
        </w:rPr>
        <w:t>Agent</w:t>
      </w:r>
      <w:r w:rsidRPr="007C4C20">
        <w:t>”, any “</w:t>
      </w:r>
      <w:r w:rsidRPr="007C4C20">
        <w:rPr>
          <w:b/>
        </w:rPr>
        <w:t>Lender</w:t>
      </w:r>
      <w:r w:rsidRPr="007C4C20">
        <w:t>” or any “</w:t>
      </w:r>
      <w:r w:rsidRPr="007C4C20">
        <w:rPr>
          <w:b/>
        </w:rPr>
        <w:t>Party</w:t>
      </w:r>
      <w:r w:rsidRPr="007C4C20">
        <w:t>” shall be construed so as to include its successors in title, permitted assigns and permitted transferees to, or of, its rights and/or obligations under this Agreement;</w:t>
      </w:r>
    </w:p>
    <w:p w14:paraId="6998B0D5" w14:textId="77777777" w:rsidR="00F839F2" w:rsidRPr="007C4C20" w:rsidRDefault="00F839F2" w:rsidP="00F839F2">
      <w:pPr>
        <w:pStyle w:val="CMSANHeading4"/>
      </w:pPr>
      <w:r w:rsidRPr="007C4C20">
        <w:t>an “</w:t>
      </w:r>
      <w:r w:rsidR="006F07EC" w:rsidRPr="007C4C20">
        <w:rPr>
          <w:b/>
          <w:bCs/>
        </w:rPr>
        <w:t>A</w:t>
      </w:r>
      <w:r w:rsidRPr="007C4C20">
        <w:rPr>
          <w:b/>
          <w:bCs/>
        </w:rPr>
        <w:t>ge</w:t>
      </w:r>
      <w:r w:rsidRPr="007C4C20">
        <w:rPr>
          <w:b/>
        </w:rPr>
        <w:t>ncy</w:t>
      </w:r>
      <w:r w:rsidRPr="007C4C20">
        <w:t>” shall be construed so as to include any governmental, intergovernmental or supranational agency, authority, body, central bank, commission, department, ministry, organisation, statutory corporation or tribunal (including any political sub-division, national, regional or municipal government and any administrative, fiscal, judicial, regulatory or self</w:t>
      </w:r>
      <w:r w:rsidRPr="007C4C20">
        <w:noBreakHyphen/>
        <w:t>regulatory body or person);</w:t>
      </w:r>
    </w:p>
    <w:p w14:paraId="21C4D48A" w14:textId="77777777" w:rsidR="00F839F2" w:rsidRPr="007C4C20" w:rsidRDefault="00F839F2" w:rsidP="00F839F2">
      <w:pPr>
        <w:pStyle w:val="CMSANHeading4"/>
      </w:pPr>
      <w:r w:rsidRPr="007C4C20">
        <w:t>a document in “</w:t>
      </w:r>
      <w:r w:rsidRPr="007C4C20">
        <w:rPr>
          <w:b/>
        </w:rPr>
        <w:t>agreed form</w:t>
      </w:r>
      <w:r w:rsidRPr="007C4C20">
        <w:t>” is a document which is previously agreed in writing by or on behalf of the Borrower and the Agent or, if not so agreed, is in the form specified by the Agent;</w:t>
      </w:r>
    </w:p>
    <w:p w14:paraId="171A80F6" w14:textId="77777777" w:rsidR="00F839F2" w:rsidRPr="007C4C20" w:rsidRDefault="00F839F2" w:rsidP="00F839F2">
      <w:pPr>
        <w:pStyle w:val="CMSANHeading4"/>
      </w:pPr>
      <w:r w:rsidRPr="007C4C20">
        <w:t>“</w:t>
      </w:r>
      <w:r w:rsidRPr="007C4C20">
        <w:rPr>
          <w:b/>
        </w:rPr>
        <w:t>assets</w:t>
      </w:r>
      <w:r w:rsidRPr="007C4C20">
        <w:t>” includes present and future properties, revenues and rights of every description;</w:t>
      </w:r>
    </w:p>
    <w:p w14:paraId="6ED21423" w14:textId="77777777" w:rsidR="00F839F2" w:rsidRPr="007C4C20" w:rsidRDefault="00F839F2" w:rsidP="00F839F2">
      <w:pPr>
        <w:pStyle w:val="CMSANHeading4"/>
      </w:pPr>
      <w:r w:rsidRPr="007C4C20">
        <w:t>this “</w:t>
      </w:r>
      <w:r w:rsidRPr="007C4C20">
        <w:rPr>
          <w:b/>
        </w:rPr>
        <w:t>Agreement</w:t>
      </w:r>
      <w:r w:rsidRPr="007C4C20">
        <w:t>” is a reference to this Agreement as amended, novated, supplemented, extended or restated;</w:t>
      </w:r>
    </w:p>
    <w:p w14:paraId="0C5B7A74" w14:textId="77777777" w:rsidR="00F839F2" w:rsidRPr="007C4C20" w:rsidRDefault="00F839F2" w:rsidP="00F839F2">
      <w:pPr>
        <w:pStyle w:val="CMSANHeading4"/>
      </w:pPr>
      <w:r w:rsidRPr="007C4C20">
        <w:t>a “</w:t>
      </w:r>
      <w:r w:rsidRPr="007C4C20">
        <w:rPr>
          <w:b/>
        </w:rPr>
        <w:t>group of Lenders</w:t>
      </w:r>
      <w:r w:rsidRPr="007C4C20">
        <w:t>” includes all the Lenders;</w:t>
      </w:r>
    </w:p>
    <w:p w14:paraId="2C7571CF" w14:textId="77777777" w:rsidR="00F839F2" w:rsidRPr="007C4C20" w:rsidRDefault="00F839F2" w:rsidP="00F839F2">
      <w:pPr>
        <w:pStyle w:val="CMSANHeading4"/>
      </w:pPr>
      <w:r w:rsidRPr="007C4C20">
        <w:t>“</w:t>
      </w:r>
      <w:r w:rsidRPr="007C4C20">
        <w:rPr>
          <w:b/>
        </w:rPr>
        <w:t>guarantee</w:t>
      </w:r>
      <w:r w:rsidRPr="007C4C20">
        <w:t>” means any guarantee, letter of credit, bond, indemnity or similar assurance against loss, or any obligation, direct or indirect, actual or contingent, to purchase or assume any indebtedness of any person or to make an investment in or loan to any person or to purchase assets of any person where, in each case, such obligation is assumed in order to maintain or assist the ability of such person to meet its indebtedness;</w:t>
      </w:r>
    </w:p>
    <w:p w14:paraId="309BD87C" w14:textId="77777777" w:rsidR="00F839F2" w:rsidRPr="007C4C20" w:rsidRDefault="00F839F2" w:rsidP="00F839F2">
      <w:pPr>
        <w:pStyle w:val="CMSANHeading4"/>
      </w:pPr>
      <w:r w:rsidRPr="007C4C20">
        <w:t>“</w:t>
      </w:r>
      <w:r w:rsidRPr="007C4C20">
        <w:rPr>
          <w:b/>
        </w:rPr>
        <w:t>indebtedness</w:t>
      </w:r>
      <w:r w:rsidRPr="007C4C20">
        <w:t>” includes any obligation (whether incurred as principal or as surety) for the payment or repayment of money, whether present or future, actual or contingent;</w:t>
      </w:r>
    </w:p>
    <w:p w14:paraId="65CCCF0F" w14:textId="77777777" w:rsidR="00F839F2" w:rsidRPr="007C4C20" w:rsidRDefault="00F839F2" w:rsidP="00F839F2">
      <w:pPr>
        <w:pStyle w:val="CMSANHeading4"/>
      </w:pPr>
      <w:r w:rsidRPr="007C4C20">
        <w:t>a “</w:t>
      </w:r>
      <w:r w:rsidRPr="007C4C20">
        <w:rPr>
          <w:b/>
        </w:rPr>
        <w:t>person</w:t>
      </w:r>
      <w:r w:rsidRPr="007C4C20">
        <w:t>” includes any individual, firm, company, corporation, government, state or agency of a state or any association, trust, joint venture, consortium, partnership or other entity (whether or not having separate legal personality);</w:t>
      </w:r>
    </w:p>
    <w:p w14:paraId="7D304D42" w14:textId="77777777" w:rsidR="00F839F2" w:rsidRPr="007C4C20" w:rsidRDefault="00F839F2" w:rsidP="00F839F2">
      <w:pPr>
        <w:pStyle w:val="CMSANHeading4"/>
      </w:pPr>
      <w:r w:rsidRPr="007C4C20">
        <w:t>a “</w:t>
      </w:r>
      <w:r w:rsidRPr="007C4C20">
        <w:rPr>
          <w:b/>
        </w:rPr>
        <w:t>regulation</w:t>
      </w:r>
      <w:r w:rsidRPr="007C4C20">
        <w:t>” includes any regulation, rule, official directive, request or guideline (whether or not having the force of law) of any agency;</w:t>
      </w:r>
    </w:p>
    <w:p w14:paraId="4110E2E0" w14:textId="77777777" w:rsidR="00F839F2" w:rsidRPr="007C4C20" w:rsidRDefault="00F839F2" w:rsidP="00F839F2">
      <w:pPr>
        <w:pStyle w:val="CMSANHeading4"/>
      </w:pPr>
      <w:r w:rsidRPr="007C4C20">
        <w:t>a provision of law is a reference to that provision as amended or re-enacted; and</w:t>
      </w:r>
    </w:p>
    <w:p w14:paraId="3FDC75A1" w14:textId="77777777" w:rsidR="00F839F2" w:rsidRPr="007C4C20" w:rsidRDefault="00F839F2" w:rsidP="00F839F2">
      <w:pPr>
        <w:pStyle w:val="CMSANHeading4"/>
      </w:pPr>
      <w:r w:rsidRPr="007C4C20">
        <w:t>a time of day is a reference to Istanbul time.</w:t>
      </w:r>
    </w:p>
    <w:p w14:paraId="07997B8E" w14:textId="77777777" w:rsidR="00F839F2" w:rsidRPr="007C4C20" w:rsidRDefault="00F839F2" w:rsidP="00F839F2">
      <w:pPr>
        <w:pStyle w:val="CMSANHeading3"/>
      </w:pPr>
      <w:r w:rsidRPr="007C4C20">
        <w:t>Section, Clause and Schedule headings are for ease of reference only.</w:t>
      </w:r>
    </w:p>
    <w:p w14:paraId="2625B6CD" w14:textId="77777777" w:rsidR="00F839F2" w:rsidRPr="007C4C20" w:rsidRDefault="00F839F2" w:rsidP="00F839F2">
      <w:pPr>
        <w:pStyle w:val="CMSANHeading3"/>
      </w:pPr>
      <w:r w:rsidRPr="007C4C20">
        <w:t>A Default (other than an Event of Default) is “</w:t>
      </w:r>
      <w:r w:rsidRPr="007C4C20">
        <w:rPr>
          <w:b/>
        </w:rPr>
        <w:t>continuing</w:t>
      </w:r>
      <w:r w:rsidRPr="007C4C20">
        <w:t>” if it has not been remedied or waived and an Event of Default is “</w:t>
      </w:r>
      <w:r w:rsidRPr="007C4C20">
        <w:rPr>
          <w:b/>
        </w:rPr>
        <w:t>continuing</w:t>
      </w:r>
      <w:r w:rsidRPr="007C4C20">
        <w:t>” if it has not been waived.</w:t>
      </w:r>
    </w:p>
    <w:p w14:paraId="0FE2A381" w14:textId="77777777" w:rsidR="00657368" w:rsidRPr="007C4C20" w:rsidRDefault="001A55FA" w:rsidP="001A55FA">
      <w:pPr>
        <w:pStyle w:val="CMSANSch1XRef"/>
      </w:pPr>
      <w:r w:rsidRPr="007C4C20">
        <w:lastRenderedPageBreak/>
        <w:br/>
      </w:r>
      <w:bookmarkStart w:id="609" w:name="_Ref7183420"/>
      <w:bookmarkStart w:id="610" w:name="_Toc28094933"/>
      <w:r w:rsidRPr="007C4C20">
        <w:t>Conditions Precedent</w:t>
      </w:r>
      <w:bookmarkEnd w:id="609"/>
      <w:bookmarkEnd w:id="610"/>
    </w:p>
    <w:p w14:paraId="04A734DA" w14:textId="77777777" w:rsidR="00657368" w:rsidRPr="007C4C20" w:rsidRDefault="001A55FA" w:rsidP="001A55FA">
      <w:pPr>
        <w:pStyle w:val="CMSANSch2XRef"/>
      </w:pPr>
      <w:r w:rsidRPr="007C4C20">
        <w:br/>
      </w:r>
      <w:bookmarkStart w:id="611" w:name="_Ref7183421"/>
      <w:bookmarkStart w:id="612" w:name="_Ref7183500"/>
      <w:bookmarkStart w:id="613" w:name="_Ref7186191"/>
      <w:bookmarkStart w:id="614" w:name="_Toc28094934"/>
      <w:r w:rsidRPr="007C4C20">
        <w:t>Conditions Precedent to Initial Utilisation</w:t>
      </w:r>
      <w:bookmarkEnd w:id="611"/>
      <w:bookmarkEnd w:id="612"/>
      <w:bookmarkEnd w:id="613"/>
      <w:bookmarkEnd w:id="614"/>
    </w:p>
    <w:p w14:paraId="1DA35063" w14:textId="77777777" w:rsidR="00DD357C" w:rsidRPr="007C4C20" w:rsidRDefault="00DD357C" w:rsidP="00DD357C">
      <w:pPr>
        <w:pStyle w:val="CMSANSch4XRef"/>
      </w:pPr>
      <w:bookmarkStart w:id="615" w:name="_Ref7183422"/>
      <w:r w:rsidRPr="007C4C20">
        <w:t>Borrower</w:t>
      </w:r>
      <w:bookmarkEnd w:id="615"/>
    </w:p>
    <w:p w14:paraId="1D4F9A7E" w14:textId="77777777" w:rsidR="00DD357C" w:rsidRPr="007C4C20" w:rsidRDefault="00DD357C" w:rsidP="00DD357C">
      <w:pPr>
        <w:pStyle w:val="CMSANSch5XRef"/>
        <w:keepNext/>
      </w:pPr>
      <w:bookmarkStart w:id="616" w:name="_Ref17387764"/>
      <w:bookmarkStart w:id="617" w:name="_Ref7183427"/>
      <w:r w:rsidRPr="007C4C20">
        <w:t>A copy of a conclusion of the Government of the Republic of Serbia or any other instrument duly executed by the relevant authority of the Republic of Serbia that (A) expressly approves the borrowing by the Borrower under this Agreement, and (B) expressly authorizes the Minister of Finance of the Republic of Serbia or any other person to whom the Minister of Finance of the Republic of Serbia has properly delegated such authority, to execute this Agreement;</w:t>
      </w:r>
      <w:bookmarkEnd w:id="616"/>
      <w:r w:rsidRPr="007C4C20">
        <w:t xml:space="preserve"> </w:t>
      </w:r>
    </w:p>
    <w:p w14:paraId="11E693EA" w14:textId="77777777" w:rsidR="00DD357C" w:rsidRPr="007C4C20" w:rsidRDefault="00DD357C" w:rsidP="00DD357C">
      <w:pPr>
        <w:pStyle w:val="CMSANSch5XRef"/>
        <w:keepNext/>
      </w:pPr>
      <w:r w:rsidRPr="007C4C20">
        <w:t>Evidence of the enactment by the National Assembly of the Republic of Serbia of the law ratifying this Agreement (together with evidence of such law being promulgated by the President of the Republic of Serbia) and published in the Official Gazette of the Republic of Serbia;</w:t>
      </w:r>
    </w:p>
    <w:p w14:paraId="55C53E11" w14:textId="77777777" w:rsidR="00DD357C" w:rsidRPr="007C4C20" w:rsidRDefault="00DD357C" w:rsidP="00DD357C">
      <w:pPr>
        <w:pStyle w:val="CMSANSch5XRef"/>
      </w:pPr>
      <w:r w:rsidRPr="007C4C20">
        <w:t>An excerpt from the Law on Ministries, as published in the Official Gazette of the Republic of Serbia, as subsequently amended and supplemented, concerning the organisation and functioning of the Ministry of Finance of the Republic of Serbia;</w:t>
      </w:r>
      <w:bookmarkEnd w:id="617"/>
    </w:p>
    <w:p w14:paraId="0AEAE5A6" w14:textId="77777777" w:rsidR="00DD357C" w:rsidRPr="007C4C20" w:rsidRDefault="00DD357C" w:rsidP="00DD357C">
      <w:pPr>
        <w:pStyle w:val="CMSANSch5XRef"/>
      </w:pPr>
      <w:bookmarkStart w:id="618" w:name="_Ref7395420"/>
      <w:r w:rsidRPr="007C4C20">
        <w:t xml:space="preserve">If this Agreement is not executed personally by the Minister of Finance of the Republic of Serbia, a copy of the decision of the </w:t>
      </w:r>
      <w:r w:rsidR="00B67261" w:rsidRPr="007C4C20">
        <w:t>Government</w:t>
      </w:r>
      <w:r w:rsidRPr="007C4C20">
        <w:t xml:space="preserve"> of the Republic of Serbia authorising another appointed person within the Ministry of Finance</w:t>
      </w:r>
      <w:bookmarkEnd w:id="618"/>
      <w:r w:rsidRPr="007C4C20">
        <w:t xml:space="preserve"> to execute this Agreement.</w:t>
      </w:r>
    </w:p>
    <w:p w14:paraId="7078D21D" w14:textId="61B6F3F6" w:rsidR="00DD357C" w:rsidRPr="007C4C20" w:rsidRDefault="00DD357C" w:rsidP="00DD357C">
      <w:pPr>
        <w:pStyle w:val="CMSANSch5XRef"/>
      </w:pPr>
      <w:bookmarkStart w:id="619" w:name="_Ref7183428"/>
      <w:r w:rsidRPr="007C4C20">
        <w:t xml:space="preserve">A specimen of the signature of each person authorised by the </w:t>
      </w:r>
      <w:r w:rsidR="00555E28">
        <w:t>instrument</w:t>
      </w:r>
      <w:r w:rsidR="006A145F" w:rsidRPr="007C4C20">
        <w:t xml:space="preserve"> referred to in paragraph </w:t>
      </w:r>
      <w:r w:rsidR="006A145F" w:rsidRPr="007C4C20">
        <w:fldChar w:fldCharType="begin"/>
      </w:r>
      <w:r w:rsidR="006A145F" w:rsidRPr="007C4C20">
        <w:instrText xml:space="preserve"> REF _Ref17387764 \r \h </w:instrText>
      </w:r>
      <w:r w:rsidR="006A145F" w:rsidRPr="007C4C20">
        <w:fldChar w:fldCharType="separate"/>
      </w:r>
      <w:r w:rsidR="00B66043">
        <w:t>1.1</w:t>
      </w:r>
      <w:r w:rsidR="006A145F" w:rsidRPr="007C4C20">
        <w:fldChar w:fldCharType="end"/>
      </w:r>
      <w:r w:rsidR="006A145F" w:rsidRPr="007C4C20">
        <w:t xml:space="preserve"> </w:t>
      </w:r>
      <w:r w:rsidRPr="007C4C20">
        <w:t>above.</w:t>
      </w:r>
      <w:bookmarkEnd w:id="619"/>
    </w:p>
    <w:p w14:paraId="6621A74E" w14:textId="77777777" w:rsidR="00DD357C" w:rsidRPr="007C4C20" w:rsidRDefault="00DD357C" w:rsidP="00DD357C">
      <w:pPr>
        <w:pStyle w:val="CMSANSch5XRef"/>
      </w:pPr>
      <w:r w:rsidRPr="007C4C20">
        <w:t xml:space="preserve">Evidence that the person who has signed </w:t>
      </w:r>
      <w:r w:rsidR="00B67261" w:rsidRPr="007C4C20">
        <w:t>this Agreement</w:t>
      </w:r>
      <w:r w:rsidRPr="007C4C20">
        <w:t xml:space="preserve"> or any other document </w:t>
      </w:r>
      <w:r w:rsidR="00B67261" w:rsidRPr="007C4C20">
        <w:t xml:space="preserve">required to be signed by the Borrower and </w:t>
      </w:r>
      <w:r w:rsidRPr="007C4C20">
        <w:t xml:space="preserve">referred to in this Part 1 </w:t>
      </w:r>
      <w:r w:rsidRPr="007C4C20">
        <w:rPr>
          <w:i/>
          <w:iCs/>
        </w:rPr>
        <w:t>(Conditions Precedent to Each Utilisation</w:t>
      </w:r>
      <w:r w:rsidRPr="007C4C20">
        <w:t>) of Schedule 2 (</w:t>
      </w:r>
      <w:r w:rsidRPr="007C4C20">
        <w:rPr>
          <w:i/>
          <w:iCs/>
        </w:rPr>
        <w:t>Conditions Precedent</w:t>
      </w:r>
      <w:r w:rsidRPr="007C4C20">
        <w:t>) has been duly authorised by the Borrower to do so in the form acceptable to the Agent.</w:t>
      </w:r>
    </w:p>
    <w:p w14:paraId="341C5672" w14:textId="77777777" w:rsidR="00DD357C" w:rsidRPr="007C4C20" w:rsidRDefault="00DD357C" w:rsidP="00DD357C">
      <w:pPr>
        <w:pStyle w:val="CMSANSch5XRef"/>
      </w:pPr>
      <w:bookmarkStart w:id="620" w:name="_Ref7183429"/>
      <w:r w:rsidRPr="007C4C20">
        <w:t xml:space="preserve">A certificate of the Borrower (signed by authorised signatory) confirming that (i) borrowing the </w:t>
      </w:r>
      <w:r w:rsidR="00346765" w:rsidRPr="007C4C20">
        <w:t xml:space="preserve">total </w:t>
      </w:r>
      <w:r w:rsidR="004A1C8C" w:rsidRPr="007C4C20">
        <w:t xml:space="preserve">Loan Facility </w:t>
      </w:r>
      <w:r w:rsidRPr="007C4C20">
        <w:t>Commitments would not cause any borrowing, guaranteeing or similar limit binding on the Borrower to be exceeded, and (ii) that the public debt loan under this Agreement is within the limits set by the law governing the budget of the Republic of Serbia.</w:t>
      </w:r>
      <w:bookmarkEnd w:id="620"/>
    </w:p>
    <w:p w14:paraId="3E2D1799" w14:textId="403C95F5" w:rsidR="00DD357C" w:rsidRPr="007C4C20" w:rsidRDefault="00DD357C" w:rsidP="00DD357C">
      <w:pPr>
        <w:pStyle w:val="CMSANSch5XRef"/>
      </w:pPr>
      <w:bookmarkStart w:id="621" w:name="_Ref7183430"/>
      <w:r w:rsidRPr="007C4C20">
        <w:t xml:space="preserve">A certificate of an authorised signatory of the Borrower certifying that each copy document relating to it specified in this </w:t>
      </w:r>
      <w:r w:rsidRPr="007C4C20">
        <w:fldChar w:fldCharType="begin"/>
      </w:r>
      <w:r w:rsidRPr="007C4C20">
        <w:instrText xml:space="preserve"> REF _Ref7183500 \n \h  \* MERGEFORMAT </w:instrText>
      </w:r>
      <w:r w:rsidRPr="007C4C20">
        <w:fldChar w:fldCharType="separate"/>
      </w:r>
      <w:r w:rsidR="00B66043">
        <w:t>Part 1</w:t>
      </w:r>
      <w:r w:rsidRPr="007C4C20">
        <w:fldChar w:fldCharType="end"/>
      </w:r>
      <w:r w:rsidRPr="007C4C20">
        <w:t xml:space="preserve"> of </w:t>
      </w:r>
      <w:r w:rsidRPr="007C4C20">
        <w:fldChar w:fldCharType="begin"/>
      </w:r>
      <w:r w:rsidRPr="007C4C20">
        <w:instrText xml:space="preserve">  REF _Ref7183420 \w \h \* MERGEFORMAT </w:instrText>
      </w:r>
      <w:r w:rsidRPr="007C4C20">
        <w:fldChar w:fldCharType="separate"/>
      </w:r>
      <w:r w:rsidR="00B66043" w:rsidRPr="00B66043">
        <w:rPr>
          <w:color w:val="000000"/>
        </w:rPr>
        <w:t>Schedule 2</w:t>
      </w:r>
      <w:r w:rsidRPr="007C4C20">
        <w:fldChar w:fldCharType="end"/>
      </w:r>
      <w:r w:rsidRPr="007C4C20">
        <w:t xml:space="preserve"> (</w:t>
      </w:r>
      <w:r w:rsidRPr="007C4C20">
        <w:rPr>
          <w:i/>
        </w:rPr>
        <w:t>Conditions Precedent to Initial Utilisation</w:t>
      </w:r>
      <w:r w:rsidRPr="007C4C20">
        <w:t xml:space="preserve">) is correct, complete and in full force and effect as at a date no earlier than the </w:t>
      </w:r>
      <w:r w:rsidR="007828B7" w:rsidRPr="007C4C20">
        <w:t>Effective Date</w:t>
      </w:r>
      <w:r w:rsidRPr="007C4C20">
        <w:t>.</w:t>
      </w:r>
      <w:bookmarkEnd w:id="621"/>
    </w:p>
    <w:p w14:paraId="62EF2DA9" w14:textId="77777777" w:rsidR="00DD357C" w:rsidRPr="007C4C20" w:rsidRDefault="00DD357C" w:rsidP="00DD357C">
      <w:pPr>
        <w:pStyle w:val="CMSANSch4XRef"/>
      </w:pPr>
      <w:bookmarkStart w:id="622" w:name="_Ref7183434"/>
      <w:r w:rsidRPr="007C4C20">
        <w:t>Project Documents</w:t>
      </w:r>
      <w:bookmarkEnd w:id="622"/>
    </w:p>
    <w:p w14:paraId="0CB78783" w14:textId="77777777" w:rsidR="00DD357C" w:rsidRPr="007C4C20" w:rsidRDefault="00DD357C" w:rsidP="00E764DC">
      <w:pPr>
        <w:pStyle w:val="CMSANSch5XRef"/>
      </w:pPr>
      <w:bookmarkStart w:id="623" w:name="_Ref7183435"/>
      <w:r w:rsidRPr="007C4C20">
        <w:t xml:space="preserve">A certified copy of each </w:t>
      </w:r>
      <w:r w:rsidR="00862E4B" w:rsidRPr="007C4C20">
        <w:t>Commercial Contract</w:t>
      </w:r>
      <w:r w:rsidRPr="007C4C20">
        <w:t xml:space="preserve"> duly executed by the parties thereto</w:t>
      </w:r>
      <w:r w:rsidR="00862E4B" w:rsidRPr="007C4C20">
        <w:t xml:space="preserve"> (and any amendments or variations thereto) including the </w:t>
      </w:r>
      <w:bookmarkStart w:id="624" w:name="_Ref7183436"/>
      <w:bookmarkEnd w:id="623"/>
      <w:r w:rsidRPr="007C4C20">
        <w:t>final Investment Budget.</w:t>
      </w:r>
      <w:bookmarkEnd w:id="624"/>
    </w:p>
    <w:p w14:paraId="77D65B44" w14:textId="77777777" w:rsidR="00DD357C" w:rsidRPr="007C4C20" w:rsidRDefault="00DD357C" w:rsidP="00DD357C">
      <w:pPr>
        <w:pStyle w:val="CMSANSch5XRef"/>
      </w:pPr>
      <w:bookmarkStart w:id="625" w:name="_Ref7183437"/>
      <w:r w:rsidRPr="007C4C20">
        <w:t xml:space="preserve">Evidence that </w:t>
      </w:r>
      <w:r w:rsidR="004A1C8C" w:rsidRPr="007C4C20">
        <w:t>TAŞYAPI İnşaat Taahhüt Sanayi Ve Ticaret A.Ş. has opened a bank account</w:t>
      </w:r>
      <w:r w:rsidRPr="007C4C20">
        <w:t xml:space="preserve"> </w:t>
      </w:r>
      <w:r w:rsidR="00722842" w:rsidRPr="007C4C20">
        <w:t xml:space="preserve">with each Lender </w:t>
      </w:r>
      <w:r w:rsidR="004A1C8C" w:rsidRPr="007C4C20">
        <w:t>(</w:t>
      </w:r>
      <w:r w:rsidR="00803400" w:rsidRPr="007C4C20">
        <w:t>or</w:t>
      </w:r>
      <w:r w:rsidR="004A1C8C" w:rsidRPr="007C4C20">
        <w:t xml:space="preserve"> with an</w:t>
      </w:r>
      <w:r w:rsidR="00803400" w:rsidRPr="007C4C20">
        <w:t xml:space="preserve"> Affiliate of a Lender</w:t>
      </w:r>
      <w:r w:rsidR="004A1C8C" w:rsidRPr="007C4C20">
        <w:t>).</w:t>
      </w:r>
      <w:bookmarkEnd w:id="625"/>
    </w:p>
    <w:p w14:paraId="7578461F" w14:textId="77777777" w:rsidR="00DD357C" w:rsidRPr="007C4C20" w:rsidRDefault="00DD357C" w:rsidP="00DD357C">
      <w:pPr>
        <w:pStyle w:val="CMSANSch4XRef"/>
      </w:pPr>
      <w:bookmarkStart w:id="626" w:name="_Ref7183438"/>
      <w:r w:rsidRPr="007C4C20">
        <w:t>Legal opinions</w:t>
      </w:r>
      <w:bookmarkEnd w:id="626"/>
    </w:p>
    <w:p w14:paraId="22270E5F" w14:textId="77777777" w:rsidR="0017322B" w:rsidRPr="007C4C20" w:rsidRDefault="0017322B" w:rsidP="00DD357C">
      <w:pPr>
        <w:pStyle w:val="CMSANSch5XRef"/>
      </w:pPr>
      <w:bookmarkStart w:id="627" w:name="_Ref7183439"/>
      <w:r w:rsidRPr="007C4C20">
        <w:t>The following legal opinions, substantially in the form distributed to the Lenders and the Agent prior to signing this Agreement:</w:t>
      </w:r>
    </w:p>
    <w:p w14:paraId="4F5F16C5" w14:textId="77777777" w:rsidR="00DD357C" w:rsidRPr="007C4C20" w:rsidRDefault="0017322B" w:rsidP="0017322B">
      <w:pPr>
        <w:pStyle w:val="CMSANSch6XRef"/>
      </w:pPr>
      <w:r w:rsidRPr="007C4C20">
        <w:lastRenderedPageBreak/>
        <w:t>a</w:t>
      </w:r>
      <w:r w:rsidR="00DD357C" w:rsidRPr="007C4C20">
        <w:t xml:space="preserve"> legal opinion of CMS Cameron McKenna Nabarro Olswang LLP, legal advisers to the </w:t>
      </w:r>
      <w:r w:rsidRPr="007C4C20">
        <w:t>Lenders</w:t>
      </w:r>
      <w:r w:rsidR="00DD357C" w:rsidRPr="007C4C20">
        <w:t xml:space="preserve"> and the Agent as to English law, regarding validity and enforceability of this Agreement</w:t>
      </w:r>
      <w:r w:rsidRPr="007C4C20">
        <w:t>;</w:t>
      </w:r>
      <w:bookmarkEnd w:id="627"/>
      <w:r w:rsidR="00803400" w:rsidRPr="007C4C20">
        <w:t xml:space="preserve"> and</w:t>
      </w:r>
    </w:p>
    <w:p w14:paraId="0DF96F9E" w14:textId="77777777" w:rsidR="00DD357C" w:rsidRPr="007C4C20" w:rsidRDefault="0017322B" w:rsidP="0017322B">
      <w:pPr>
        <w:pStyle w:val="CMSANSch6XRef"/>
      </w:pPr>
      <w:bookmarkStart w:id="628" w:name="_Ref7183440"/>
      <w:r w:rsidRPr="007C4C20">
        <w:t>a</w:t>
      </w:r>
      <w:r w:rsidR="00DD357C" w:rsidRPr="007C4C20">
        <w:t xml:space="preserve"> legal opinion of Petrikić &amp; Partneri AOD in cooperation with CMS Reich-Rohrwig Hainz, legal advisers to the </w:t>
      </w:r>
      <w:r w:rsidRPr="007C4C20">
        <w:t>Lenders</w:t>
      </w:r>
      <w:r w:rsidR="00C545C5" w:rsidRPr="007C4C20">
        <w:t xml:space="preserve"> </w:t>
      </w:r>
      <w:r w:rsidR="00DD357C" w:rsidRPr="007C4C20">
        <w:t>and the Agent as to Serbian law, regarding validity and enforceability of this Agreement and the Project Documents</w:t>
      </w:r>
      <w:r w:rsidR="00803400" w:rsidRPr="007C4C20">
        <w:t>.</w:t>
      </w:r>
      <w:bookmarkEnd w:id="628"/>
    </w:p>
    <w:p w14:paraId="353BB107" w14:textId="77777777" w:rsidR="00DD357C" w:rsidRPr="007C4C20" w:rsidRDefault="00DD357C" w:rsidP="00DD357C">
      <w:pPr>
        <w:pStyle w:val="CMSANSch4XRef"/>
      </w:pPr>
      <w:bookmarkStart w:id="629" w:name="_Ref7183441"/>
      <w:r w:rsidRPr="007C4C20">
        <w:t>Other documents and evidence</w:t>
      </w:r>
      <w:bookmarkEnd w:id="629"/>
    </w:p>
    <w:p w14:paraId="4E032EF6" w14:textId="77777777" w:rsidR="00DD357C" w:rsidRPr="007C4C20" w:rsidRDefault="00DD357C" w:rsidP="00DD357C">
      <w:pPr>
        <w:pStyle w:val="CMSANSch5XRef"/>
      </w:pPr>
      <w:r w:rsidRPr="007C4C20">
        <w:t xml:space="preserve">Evidence that the Equity Contribution has been provided for Project </w:t>
      </w:r>
      <w:r w:rsidR="00494296">
        <w:t xml:space="preserve">1 </w:t>
      </w:r>
      <w:r w:rsidRPr="007C4C20">
        <w:t>in full in form acceptable to the Lenders.</w:t>
      </w:r>
    </w:p>
    <w:p w14:paraId="6B2D6FE7" w14:textId="29493DDD" w:rsidR="00DD357C" w:rsidRPr="007C4C20" w:rsidRDefault="00DD357C" w:rsidP="00DD357C">
      <w:pPr>
        <w:pStyle w:val="CMSANSch5XRef"/>
      </w:pPr>
      <w:bookmarkStart w:id="630" w:name="_Ref7183442"/>
      <w:r w:rsidRPr="007C4C20">
        <w:t xml:space="preserve">Evidence that any process agent referred to in Clause </w:t>
      </w:r>
      <w:r w:rsidRPr="007C4C20">
        <w:fldChar w:fldCharType="begin"/>
      </w:r>
      <w:r w:rsidRPr="007C4C20">
        <w:instrText xml:space="preserve"> REF _Ref7183406 \w \h  \* MERGEFORMAT </w:instrText>
      </w:r>
      <w:r w:rsidRPr="007C4C20">
        <w:fldChar w:fldCharType="separate"/>
      </w:r>
      <w:r w:rsidR="00B66043">
        <w:t>37.2</w:t>
      </w:r>
      <w:r w:rsidRPr="007C4C20">
        <w:fldChar w:fldCharType="end"/>
      </w:r>
      <w:r w:rsidRPr="007C4C20">
        <w:t xml:space="preserve"> (</w:t>
      </w:r>
      <w:r w:rsidRPr="007C4C20">
        <w:rPr>
          <w:i/>
        </w:rPr>
        <w:t>Service of process</w:t>
      </w:r>
      <w:r w:rsidRPr="007C4C20">
        <w:t>), has accepted its appointment.</w:t>
      </w:r>
      <w:bookmarkEnd w:id="630"/>
    </w:p>
    <w:p w14:paraId="492AD745" w14:textId="77777777" w:rsidR="00DD357C" w:rsidRPr="007C4C20" w:rsidRDefault="00DD357C" w:rsidP="00DD357C">
      <w:pPr>
        <w:pStyle w:val="CMSANSch5XRef"/>
      </w:pPr>
      <w:r w:rsidRPr="007C4C20">
        <w:t xml:space="preserve">Evidence that each Project has been approved by the Government of the Republic of Serbia in form acceptable to the Lenders. </w:t>
      </w:r>
    </w:p>
    <w:p w14:paraId="0B9150B4" w14:textId="77777777" w:rsidR="00DD357C" w:rsidRPr="007C4C20" w:rsidRDefault="00DD357C" w:rsidP="00DD357C">
      <w:pPr>
        <w:pStyle w:val="CMSANSch5XRef"/>
      </w:pPr>
      <w:r w:rsidRPr="007C4C20">
        <w:t>Confirmation of the Ministry of Finance of the Republic of Serbia that this Agreement has been duly registered/evidenced therewith.</w:t>
      </w:r>
    </w:p>
    <w:p w14:paraId="60D1CCAD" w14:textId="77777777" w:rsidR="00DD357C" w:rsidRPr="007C4C20" w:rsidRDefault="00DD357C" w:rsidP="00DD357C">
      <w:pPr>
        <w:pStyle w:val="CMSANSch5XRef"/>
      </w:pPr>
      <w:r w:rsidRPr="007C4C20">
        <w:t>Confirmation that this Agreement has been duly registered in the public debt records maintained by the National Bank of Serbia.</w:t>
      </w:r>
    </w:p>
    <w:p w14:paraId="6BA5E708" w14:textId="77777777" w:rsidR="00DD357C" w:rsidRPr="007C4C20" w:rsidRDefault="00DD357C" w:rsidP="00DD357C">
      <w:pPr>
        <w:pStyle w:val="CMSANSch5XRef"/>
      </w:pPr>
      <w:bookmarkStart w:id="631" w:name="_Ref7183443"/>
      <w:r w:rsidRPr="007C4C20">
        <w:t>A copy of any other Authorisation or other document, opinion or assurance which the Agent considers to be necessary or desirable (if it has notified the Borrower accordingly) in connection with the entry into and performance of the transactions contemplated by this Agreement and/or any Project Document or for the validity and enforceability of this Agreement and/or any Project Document.</w:t>
      </w:r>
      <w:bookmarkEnd w:id="631"/>
    </w:p>
    <w:p w14:paraId="569D041B" w14:textId="19A46AD9" w:rsidR="00DD357C" w:rsidRPr="007C4C20" w:rsidRDefault="00DD357C" w:rsidP="00DD357C">
      <w:pPr>
        <w:pStyle w:val="CMSANSch5XRef"/>
      </w:pPr>
      <w:bookmarkStart w:id="632" w:name="_Ref7183444"/>
      <w:r w:rsidRPr="007C4C20">
        <w:t xml:space="preserve">Evidence that the fees, costs and expenses then due from the Borrower pursuant to Clause </w:t>
      </w:r>
      <w:r w:rsidRPr="007C4C20">
        <w:fldChar w:fldCharType="begin"/>
      </w:r>
      <w:r w:rsidRPr="007C4C20">
        <w:instrText xml:space="preserve">  REF _Ref7182772 \w \h \* MERGEFORMAT </w:instrText>
      </w:r>
      <w:r w:rsidRPr="007C4C20">
        <w:fldChar w:fldCharType="separate"/>
      </w:r>
      <w:r w:rsidR="00B66043" w:rsidRPr="00B66043">
        <w:rPr>
          <w:color w:val="000000"/>
        </w:rPr>
        <w:t>10</w:t>
      </w:r>
      <w:r w:rsidRPr="007C4C20">
        <w:fldChar w:fldCharType="end"/>
      </w:r>
      <w:r w:rsidRPr="007C4C20">
        <w:t xml:space="preserve"> (</w:t>
      </w:r>
      <w:r w:rsidRPr="007C4C20">
        <w:rPr>
          <w:i/>
        </w:rPr>
        <w:t>Fees</w:t>
      </w:r>
      <w:r w:rsidRPr="007C4C20">
        <w:t xml:space="preserve">) and Clause </w:t>
      </w:r>
      <w:r w:rsidRPr="007C4C20">
        <w:fldChar w:fldCharType="begin"/>
      </w:r>
      <w:r w:rsidRPr="007C4C20">
        <w:instrText xml:space="preserve">  REF _Ref7182855 \w \h \* MERGEFORMAT </w:instrText>
      </w:r>
      <w:r w:rsidRPr="007C4C20">
        <w:fldChar w:fldCharType="separate"/>
      </w:r>
      <w:r w:rsidR="00B66043" w:rsidRPr="00B66043">
        <w:rPr>
          <w:color w:val="000000"/>
        </w:rPr>
        <w:t>14</w:t>
      </w:r>
      <w:r w:rsidRPr="007C4C20">
        <w:fldChar w:fldCharType="end"/>
      </w:r>
      <w:r w:rsidRPr="007C4C20">
        <w:t xml:space="preserve"> (</w:t>
      </w:r>
      <w:r w:rsidRPr="007C4C20">
        <w:rPr>
          <w:i/>
        </w:rPr>
        <w:t>Costs and expenses</w:t>
      </w:r>
      <w:r w:rsidRPr="007C4C20">
        <w:t>) have been paid or will be paid by the first Utilisation Date.</w:t>
      </w:r>
      <w:bookmarkEnd w:id="632"/>
      <w:r w:rsidRPr="007C4C20">
        <w:br w:type="page"/>
      </w:r>
    </w:p>
    <w:p w14:paraId="60B376B8" w14:textId="77777777" w:rsidR="00657368" w:rsidRPr="007C4C20" w:rsidRDefault="0000102E" w:rsidP="0000102E">
      <w:pPr>
        <w:pStyle w:val="CMSANSch2XRef"/>
      </w:pPr>
      <w:r w:rsidRPr="007C4C20">
        <w:lastRenderedPageBreak/>
        <w:br/>
      </w:r>
      <w:bookmarkStart w:id="633" w:name="_Ref7183445"/>
      <w:bookmarkStart w:id="634" w:name="_Ref7183499"/>
      <w:bookmarkStart w:id="635" w:name="_Ref7186162"/>
      <w:bookmarkStart w:id="636" w:name="_Toc28094935"/>
      <w:r w:rsidRPr="007C4C20">
        <w:t>Conditions Precedent to Each Utilisation</w:t>
      </w:r>
      <w:bookmarkEnd w:id="633"/>
      <w:bookmarkEnd w:id="634"/>
      <w:bookmarkEnd w:id="635"/>
      <w:bookmarkEnd w:id="636"/>
    </w:p>
    <w:p w14:paraId="5FDE54CC" w14:textId="77777777" w:rsidR="00657368" w:rsidRPr="007C4C20" w:rsidRDefault="00657368" w:rsidP="0000102E">
      <w:pPr>
        <w:pStyle w:val="CMSANSch4XRef"/>
      </w:pPr>
      <w:bookmarkStart w:id="637" w:name="_Ref7183446"/>
      <w:r w:rsidRPr="007C4C20">
        <w:t>Project Documents</w:t>
      </w:r>
      <w:bookmarkEnd w:id="637"/>
    </w:p>
    <w:p w14:paraId="6F67FBC9" w14:textId="77777777" w:rsidR="00657368" w:rsidRPr="007C4C20" w:rsidRDefault="00BF6BE3" w:rsidP="0000102E">
      <w:pPr>
        <w:pStyle w:val="CMSANSch5XRef"/>
        <w:keepNext/>
      </w:pPr>
      <w:bookmarkStart w:id="638" w:name="_Ref7183447"/>
      <w:r w:rsidRPr="007C4C20">
        <w:t>A copy of the confirmation fro</w:t>
      </w:r>
      <w:r w:rsidR="00657368" w:rsidRPr="007C4C20">
        <w:t>m the Borrower that:</w:t>
      </w:r>
      <w:bookmarkEnd w:id="638"/>
    </w:p>
    <w:p w14:paraId="03333A85" w14:textId="77777777" w:rsidR="00657368" w:rsidRPr="007C4C20" w:rsidRDefault="00657368" w:rsidP="0000102E">
      <w:pPr>
        <w:pStyle w:val="CMSANSch6XRef"/>
      </w:pPr>
      <w:bookmarkStart w:id="639" w:name="_Ref7183448"/>
      <w:r w:rsidRPr="007C4C20">
        <w:t xml:space="preserve">the requested Utilisation in relation to the </w:t>
      </w:r>
      <w:r w:rsidR="00AF13E8" w:rsidRPr="007C4C20">
        <w:t>Loan Facility 1</w:t>
      </w:r>
      <w:r w:rsidRPr="007C4C20">
        <w:t xml:space="preserve"> is in line with the investment schedule of the Commercial Contract </w:t>
      </w:r>
      <w:bookmarkStart w:id="640" w:name="DocXTextRef324"/>
      <w:r w:rsidRPr="007C4C20">
        <w:t>1</w:t>
      </w:r>
      <w:bookmarkEnd w:id="640"/>
      <w:r w:rsidRPr="007C4C20">
        <w:t>; and/or</w:t>
      </w:r>
      <w:bookmarkEnd w:id="639"/>
    </w:p>
    <w:p w14:paraId="5F58B464" w14:textId="77777777" w:rsidR="00657368" w:rsidRPr="007C4C20" w:rsidRDefault="00657368" w:rsidP="0000102E">
      <w:pPr>
        <w:pStyle w:val="CMSANSch6XRef"/>
      </w:pPr>
      <w:bookmarkStart w:id="641" w:name="_Ref7183449"/>
      <w:r w:rsidRPr="007C4C20">
        <w:t xml:space="preserve">the requested Utilisation in relation to the </w:t>
      </w:r>
      <w:r w:rsidR="00AF13E8" w:rsidRPr="007C4C20">
        <w:t>Loan Facility 2</w:t>
      </w:r>
      <w:r w:rsidRPr="007C4C20">
        <w:t xml:space="preserve"> is in line with the investment schedule of the Commercial Contract </w:t>
      </w:r>
      <w:bookmarkStart w:id="642" w:name="DocXTextRef326"/>
      <w:r w:rsidRPr="007C4C20">
        <w:t>2</w:t>
      </w:r>
      <w:bookmarkEnd w:id="642"/>
      <w:r w:rsidRPr="007C4C20">
        <w:t>.</w:t>
      </w:r>
      <w:bookmarkEnd w:id="641"/>
    </w:p>
    <w:p w14:paraId="690D4362" w14:textId="77777777" w:rsidR="00657368" w:rsidRPr="007C4C20" w:rsidRDefault="00657368" w:rsidP="0000102E">
      <w:pPr>
        <w:pStyle w:val="CMSANIndent2"/>
      </w:pPr>
      <w:r w:rsidRPr="007C4C20">
        <w:t>including, however not limited to, in relation to the amount of such Utilisation and/or the timing of such Utilisation.</w:t>
      </w:r>
    </w:p>
    <w:p w14:paraId="3CDEFC64" w14:textId="77777777" w:rsidR="00A8371D" w:rsidRDefault="00A8371D" w:rsidP="00A8371D">
      <w:pPr>
        <w:pStyle w:val="CMSANSch5XRef"/>
      </w:pPr>
      <w:r>
        <w:t>In relation to a Utilisation of Loan Facility 2, e</w:t>
      </w:r>
      <w:r w:rsidRPr="007C4C20">
        <w:t xml:space="preserve">vidence that </w:t>
      </w:r>
      <w:r>
        <w:t xml:space="preserve">the Borrower has financed from own resources at least twenty (20) per cent. of the costs set out in the </w:t>
      </w:r>
      <w:r w:rsidRPr="007C4C20">
        <w:t>Interim Payment Certificate (as defined in respective Commercial Contract)</w:t>
      </w:r>
      <w:r>
        <w:t xml:space="preserve"> which is enclosed to the Utilisation Request</w:t>
      </w:r>
      <w:r w:rsidRPr="007C4C20">
        <w:t>.</w:t>
      </w:r>
    </w:p>
    <w:p w14:paraId="5185507C" w14:textId="77777777" w:rsidR="00A269B1" w:rsidRPr="007C4C20" w:rsidRDefault="00AD549C" w:rsidP="00A269B1">
      <w:pPr>
        <w:pStyle w:val="CMSANSch5XRef"/>
      </w:pPr>
      <w:r w:rsidRPr="007C4C20">
        <w:t>E</w:t>
      </w:r>
      <w:r w:rsidR="00A269B1" w:rsidRPr="007C4C20">
        <w:t xml:space="preserve">vidence that </w:t>
      </w:r>
      <w:r w:rsidR="00C009E1" w:rsidRPr="007C4C20">
        <w:t>the</w:t>
      </w:r>
      <w:r w:rsidR="00A269B1" w:rsidRPr="007C4C20">
        <w:t xml:space="preserve"> person who has </w:t>
      </w:r>
      <w:r w:rsidRPr="007C4C20">
        <w:t>signed</w:t>
      </w:r>
      <w:r w:rsidR="00A269B1" w:rsidRPr="007C4C20">
        <w:t xml:space="preserve"> </w:t>
      </w:r>
      <w:r w:rsidR="00B67261" w:rsidRPr="007C4C20">
        <w:t xml:space="preserve">the </w:t>
      </w:r>
      <w:r w:rsidR="00A269B1" w:rsidRPr="007C4C20">
        <w:t>Utilisation Request</w:t>
      </w:r>
      <w:r w:rsidR="00BF6BE3" w:rsidRPr="007C4C20">
        <w:t xml:space="preserve"> </w:t>
      </w:r>
      <w:r w:rsidR="00B67261" w:rsidRPr="007C4C20">
        <w:t>and the confirmations referred to in this Part 2 (</w:t>
      </w:r>
      <w:r w:rsidR="00B67261" w:rsidRPr="007C4C20">
        <w:rPr>
          <w:i/>
          <w:iCs/>
        </w:rPr>
        <w:t>Conditions Precedent to each Utilisation</w:t>
      </w:r>
      <w:r w:rsidR="00B67261" w:rsidRPr="007C4C20">
        <w:t>) of Schedule 2 (</w:t>
      </w:r>
      <w:r w:rsidR="00B67261" w:rsidRPr="007C4C20">
        <w:rPr>
          <w:i/>
          <w:iCs/>
        </w:rPr>
        <w:t>Conditions Precedent</w:t>
      </w:r>
      <w:r w:rsidR="00B67261" w:rsidRPr="007C4C20">
        <w:t xml:space="preserve">) </w:t>
      </w:r>
      <w:r w:rsidR="00A269B1" w:rsidRPr="007C4C20">
        <w:t>has been duly authorised by the Borrower to do so.</w:t>
      </w:r>
    </w:p>
    <w:p w14:paraId="026D7BD1" w14:textId="77777777" w:rsidR="00657368" w:rsidRDefault="00657368" w:rsidP="0000102E">
      <w:pPr>
        <w:pStyle w:val="CMSANSch5XRef"/>
      </w:pPr>
      <w:bookmarkStart w:id="643" w:name="_Ref7183450"/>
      <w:r w:rsidRPr="007C4C20">
        <w:t xml:space="preserve">A copy of the completed </w:t>
      </w:r>
      <w:r w:rsidR="002C59BC" w:rsidRPr="007C4C20">
        <w:t xml:space="preserve">Interim </w:t>
      </w:r>
      <w:r w:rsidRPr="007C4C20">
        <w:t>Payment Certificate (as defined in respective Commercial Contract), verified and confirmed by the Engineer of the Project in accordance with the respective Commercial Contract, including all its annexes which has been agreed between the parties thereto and delivered to the respective Lender.</w:t>
      </w:r>
      <w:bookmarkEnd w:id="643"/>
    </w:p>
    <w:p w14:paraId="3D33C171" w14:textId="77777777" w:rsidR="00657368" w:rsidRPr="007C4C20" w:rsidRDefault="00657368" w:rsidP="0000102E">
      <w:pPr>
        <w:pStyle w:val="CMSANSch5XRef"/>
      </w:pPr>
      <w:bookmarkStart w:id="644" w:name="_Ref7183451"/>
      <w:r w:rsidRPr="007C4C20">
        <w:t xml:space="preserve">A copy of the confirmation by the Borrower that works related to </w:t>
      </w:r>
      <w:r w:rsidR="002C59BC" w:rsidRPr="007C4C20">
        <w:t xml:space="preserve">Interim </w:t>
      </w:r>
      <w:r w:rsidRPr="007C4C20">
        <w:t>Payment Certificate is in accordance with the respective Commercial Contract and that no costs have occurred (or are envisaged to occur) related to a rectification and/or replacement and/or reinstatement under the respective Commercial Contract.</w:t>
      </w:r>
      <w:bookmarkEnd w:id="644"/>
    </w:p>
    <w:p w14:paraId="0590CE98" w14:textId="77777777" w:rsidR="00657368" w:rsidRPr="007C4C20" w:rsidRDefault="00657368" w:rsidP="003A0EF2">
      <w:pPr>
        <w:pStyle w:val="CMSANSch5XRef"/>
      </w:pPr>
      <w:bookmarkStart w:id="645" w:name="_Ref7183452"/>
      <w:r w:rsidRPr="007C4C20">
        <w:t xml:space="preserve">A copy of the confirmation by the Borrower that no failure of </w:t>
      </w:r>
      <w:r w:rsidR="003A0EF2" w:rsidRPr="007C4C20">
        <w:t>TAŞYAPI İnşaat Taahhüt Sanayi Ve Ticaret A.Ş.</w:t>
      </w:r>
      <w:r w:rsidRPr="007C4C20">
        <w:t xml:space="preserve"> has occurred (or is envisaged to occur) in terms of the outstanding works under the </w:t>
      </w:r>
      <w:r w:rsidR="00562A89" w:rsidRPr="007C4C20">
        <w:t>Commercial</w:t>
      </w:r>
      <w:r w:rsidRPr="007C4C20">
        <w:t xml:space="preserve"> Contract, including, however not limited to, the works requested to be paid under the respective </w:t>
      </w:r>
      <w:r w:rsidR="002C59BC" w:rsidRPr="007C4C20">
        <w:t>Interim P</w:t>
      </w:r>
      <w:r w:rsidRPr="007C4C20">
        <w:t xml:space="preserve">ayment </w:t>
      </w:r>
      <w:r w:rsidR="002C59BC" w:rsidRPr="007C4C20">
        <w:t>C</w:t>
      </w:r>
      <w:r w:rsidRPr="007C4C20">
        <w:t>ertificate.</w:t>
      </w:r>
      <w:bookmarkEnd w:id="645"/>
    </w:p>
    <w:p w14:paraId="1F524CBA" w14:textId="77777777" w:rsidR="00657368" w:rsidRPr="007C4C20" w:rsidRDefault="00657368" w:rsidP="003A0EF2">
      <w:pPr>
        <w:pStyle w:val="CMSANSch5XRef"/>
      </w:pPr>
      <w:bookmarkStart w:id="646" w:name="_Ref7183453"/>
      <w:r w:rsidRPr="007C4C20">
        <w:t xml:space="preserve">A copy of the confirmation by the Borrower that all obligations of </w:t>
      </w:r>
      <w:r w:rsidR="003A0EF2" w:rsidRPr="007C4C20">
        <w:t>TAŞYAPI İnşaat Taahhüt Sanayi Ve Ticaret A.Ş.</w:t>
      </w:r>
      <w:r w:rsidRPr="007C4C20">
        <w:t xml:space="preserve"> in terms of the respective </w:t>
      </w:r>
      <w:r w:rsidR="002C59BC" w:rsidRPr="007C4C20">
        <w:t xml:space="preserve">Interim </w:t>
      </w:r>
      <w:r w:rsidRPr="007C4C20">
        <w:t xml:space="preserve">Payment Certificate have been properly fulfilled so that there is no need for any withholding and/or deduction due to any failure, negligence and/or misconduct of </w:t>
      </w:r>
      <w:r w:rsidR="003A0EF2" w:rsidRPr="007C4C20">
        <w:t>TAŞYAPI İnşaat Taahhüt Sanayi Ve Ticaret A.Ş.</w:t>
      </w:r>
      <w:bookmarkEnd w:id="646"/>
    </w:p>
    <w:p w14:paraId="33563531" w14:textId="77777777" w:rsidR="00666C65" w:rsidRPr="007C4C20" w:rsidRDefault="00657368" w:rsidP="00666C65">
      <w:pPr>
        <w:pStyle w:val="CMSANSch5XRef"/>
      </w:pPr>
      <w:bookmarkStart w:id="647" w:name="_Ref7183454"/>
      <w:r w:rsidRPr="007C4C20">
        <w:t>A copy of the Utili</w:t>
      </w:r>
      <w:r w:rsidR="004A1C8C" w:rsidRPr="007C4C20">
        <w:t>s</w:t>
      </w:r>
      <w:r w:rsidRPr="007C4C20">
        <w:t>ation Request confirming the validity of all the points above, arranged and duly signed by the Borrower.</w:t>
      </w:r>
      <w:bookmarkEnd w:id="647"/>
    </w:p>
    <w:p w14:paraId="0D43666E" w14:textId="77777777" w:rsidR="00F86CAF" w:rsidRPr="007C4C20" w:rsidRDefault="00F86CAF" w:rsidP="00F86CAF">
      <w:pPr>
        <w:pStyle w:val="CMSANIndent1"/>
      </w:pPr>
    </w:p>
    <w:p w14:paraId="6DBD4454" w14:textId="77777777" w:rsidR="00666C65" w:rsidRPr="007C4C20" w:rsidRDefault="00666C65" w:rsidP="00666C65">
      <w:pPr>
        <w:pStyle w:val="CMSANSch1XRef"/>
      </w:pPr>
      <w:r w:rsidRPr="007C4C20">
        <w:lastRenderedPageBreak/>
        <w:br/>
      </w:r>
      <w:bookmarkStart w:id="648" w:name="_Ref7183455"/>
      <w:bookmarkStart w:id="649" w:name="_Toc28094936"/>
      <w:r w:rsidRPr="007C4C20">
        <w:t>Form of Utilisation Request</w:t>
      </w:r>
      <w:bookmarkEnd w:id="648"/>
      <w:bookmarkEnd w:id="649"/>
    </w:p>
    <w:p w14:paraId="10F33777" w14:textId="77777777" w:rsidR="00657368" w:rsidRPr="007C4C20" w:rsidRDefault="00657368" w:rsidP="0000102E">
      <w:pPr>
        <w:pStyle w:val="CMSANzhanging1"/>
      </w:pPr>
      <w:r w:rsidRPr="007C4C20">
        <w:t>From:</w:t>
      </w:r>
      <w:r w:rsidRPr="007C4C20">
        <w:tab/>
        <w:t>[</w:t>
      </w:r>
      <w:r w:rsidRPr="007C4C20">
        <w:rPr>
          <w:i/>
        </w:rPr>
        <w:t>Borrower</w:t>
      </w:r>
      <w:r w:rsidRPr="007C4C20">
        <w:t>]</w:t>
      </w:r>
    </w:p>
    <w:p w14:paraId="5DA387E7" w14:textId="77777777" w:rsidR="00657368" w:rsidRPr="007C4C20" w:rsidRDefault="00657368" w:rsidP="0000102E">
      <w:pPr>
        <w:pStyle w:val="CMSANzhanging1"/>
      </w:pPr>
      <w:r w:rsidRPr="007C4C20">
        <w:t>To:</w:t>
      </w:r>
      <w:r w:rsidRPr="007C4C20">
        <w:tab/>
        <w:t>[</w:t>
      </w:r>
      <w:r w:rsidRPr="007C4C20">
        <w:rPr>
          <w:i/>
        </w:rPr>
        <w:t>Agent</w:t>
      </w:r>
      <w:r w:rsidRPr="007C4C20">
        <w:t>]</w:t>
      </w:r>
    </w:p>
    <w:p w14:paraId="65A1812E" w14:textId="77777777" w:rsidR="00657368" w:rsidRPr="007C4C20" w:rsidRDefault="00657368" w:rsidP="00657368">
      <w:pPr>
        <w:pStyle w:val="CMSANBodyText"/>
      </w:pPr>
      <w:r w:rsidRPr="007C4C20">
        <w:t>Dated:</w:t>
      </w:r>
    </w:p>
    <w:p w14:paraId="7FE5C0DC" w14:textId="77777777" w:rsidR="00657368" w:rsidRPr="007C4C20" w:rsidRDefault="00657368" w:rsidP="0000102E">
      <w:pPr>
        <w:pStyle w:val="CMSANSalutation"/>
        <w:keepNext/>
        <w:rPr>
          <w:noProof w:val="0"/>
        </w:rPr>
      </w:pPr>
      <w:r w:rsidRPr="007C4C20">
        <w:rPr>
          <w:noProof w:val="0"/>
        </w:rPr>
        <w:t>Dear Sirs</w:t>
      </w:r>
    </w:p>
    <w:p w14:paraId="2C24C17E" w14:textId="77777777" w:rsidR="00657368" w:rsidRPr="007C4C20" w:rsidRDefault="00E55ACE" w:rsidP="00115F0D">
      <w:pPr>
        <w:pStyle w:val="CMSANSubject"/>
        <w:jc w:val="left"/>
      </w:pPr>
      <w:r w:rsidRPr="007C4C20">
        <w:t>Loan</w:t>
      </w:r>
      <w:r w:rsidR="00657368" w:rsidRPr="007C4C20">
        <w:t xml:space="preserve"> Agreement</w:t>
      </w:r>
      <w:r w:rsidR="00115F0D" w:rsidRPr="007C4C20">
        <w:t xml:space="preserve"> </w:t>
      </w:r>
      <w:r w:rsidR="00657368" w:rsidRPr="007C4C20">
        <w:t xml:space="preserve">dated </w:t>
      </w:r>
      <w:r w:rsidR="0000102E" w:rsidRPr="007C4C20">
        <w:t>[●]</w:t>
      </w:r>
      <w:r w:rsidR="00657368" w:rsidRPr="007C4C20">
        <w:t xml:space="preserve"> (the “Agreement”)</w:t>
      </w:r>
    </w:p>
    <w:p w14:paraId="191FC522" w14:textId="77777777" w:rsidR="00657368" w:rsidRPr="007C4C20" w:rsidRDefault="00657368" w:rsidP="00EE6C68">
      <w:pPr>
        <w:pStyle w:val="CMSALTSch4XRef"/>
      </w:pPr>
      <w:bookmarkStart w:id="650" w:name="_Ref7183456"/>
      <w:r w:rsidRPr="007C4C20">
        <w:t>We refer to the Agreement. This is a Utilisation Request. Terms defined in the Agreement have the same meaning in this Utilisation Request unless given a different meaning in this Utilisation Request.</w:t>
      </w:r>
      <w:bookmarkEnd w:id="650"/>
    </w:p>
    <w:p w14:paraId="72DA7254" w14:textId="77777777" w:rsidR="00657368" w:rsidRPr="007C4C20" w:rsidRDefault="00657368" w:rsidP="00EE6C68">
      <w:pPr>
        <w:pStyle w:val="CMSALTSch4XRef"/>
        <w:keepNext/>
      </w:pPr>
      <w:bookmarkStart w:id="651" w:name="_Ref7183457"/>
      <w:r w:rsidRPr="007C4C20">
        <w:t xml:space="preserve">We wish to borrow a </w:t>
      </w:r>
      <w:r w:rsidR="001429F2" w:rsidRPr="007C4C20">
        <w:t>Tranche</w:t>
      </w:r>
      <w:r w:rsidRPr="007C4C20">
        <w:t xml:space="preserve"> on the following terms:</w:t>
      </w:r>
      <w:bookmarkEnd w:id="651"/>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1"/>
        <w:gridCol w:w="4672"/>
      </w:tblGrid>
      <w:tr w:rsidR="00B962D9" w:rsidRPr="007C4C20" w14:paraId="524375CE" w14:textId="77777777" w:rsidTr="005B78A4">
        <w:tc>
          <w:tcPr>
            <w:tcW w:w="3821" w:type="dxa"/>
          </w:tcPr>
          <w:p w14:paraId="4160FD92" w14:textId="77777777" w:rsidR="00B962D9" w:rsidRPr="007C4C20" w:rsidRDefault="00B962D9" w:rsidP="00E51570">
            <w:pPr>
              <w:pStyle w:val="CMSANTableHeader"/>
            </w:pPr>
            <w:r w:rsidRPr="007C4C20">
              <w:t>Facility:</w:t>
            </w:r>
          </w:p>
        </w:tc>
        <w:tc>
          <w:tcPr>
            <w:tcW w:w="4672" w:type="dxa"/>
          </w:tcPr>
          <w:p w14:paraId="40ECAA06" w14:textId="77777777" w:rsidR="00B962D9" w:rsidRPr="007C4C20" w:rsidRDefault="00B962D9" w:rsidP="0000102E">
            <w:pPr>
              <w:pStyle w:val="CMSANTableBodyText"/>
            </w:pPr>
            <w:r w:rsidRPr="007C4C20">
              <w:t>[</w:t>
            </w:r>
            <w:r w:rsidR="00AF13E8" w:rsidRPr="007C4C20">
              <w:t>Loan Facility 1</w:t>
            </w:r>
            <w:r w:rsidRPr="007C4C20">
              <w:t xml:space="preserve"> / </w:t>
            </w:r>
            <w:r w:rsidR="00AF13E8" w:rsidRPr="007C4C20">
              <w:t>Loan Facility 2</w:t>
            </w:r>
            <w:r w:rsidRPr="007C4C20">
              <w:t>]</w:t>
            </w:r>
          </w:p>
        </w:tc>
      </w:tr>
      <w:tr w:rsidR="0000102E" w:rsidRPr="007C4C20" w14:paraId="7B9A9CA5" w14:textId="77777777" w:rsidTr="005B78A4">
        <w:tc>
          <w:tcPr>
            <w:tcW w:w="3821" w:type="dxa"/>
          </w:tcPr>
          <w:p w14:paraId="010B4093" w14:textId="77777777" w:rsidR="0000102E" w:rsidRPr="007C4C20" w:rsidRDefault="0000102E" w:rsidP="00E51570">
            <w:pPr>
              <w:pStyle w:val="CMSANTableHeader"/>
            </w:pPr>
            <w:bookmarkStart w:id="652" w:name="_Ref7183458"/>
            <w:r w:rsidRPr="007C4C20">
              <w:t>Proposed Utilisation Date:</w:t>
            </w:r>
            <w:bookmarkEnd w:id="652"/>
          </w:p>
        </w:tc>
        <w:tc>
          <w:tcPr>
            <w:tcW w:w="4672" w:type="dxa"/>
          </w:tcPr>
          <w:p w14:paraId="27B8E7A0" w14:textId="77777777" w:rsidR="0000102E" w:rsidRPr="007C4C20" w:rsidRDefault="00E51570" w:rsidP="0000102E">
            <w:pPr>
              <w:pStyle w:val="CMSANTableBodyText"/>
            </w:pPr>
            <w:r w:rsidRPr="007C4C20">
              <w:t>[●]</w:t>
            </w:r>
            <w:r w:rsidR="0000102E" w:rsidRPr="007C4C20">
              <w:t xml:space="preserve"> (or, if that is not a Business Day, the next Business Day)</w:t>
            </w:r>
          </w:p>
        </w:tc>
      </w:tr>
      <w:tr w:rsidR="0000102E" w:rsidRPr="007C4C20" w14:paraId="57AB5FC9" w14:textId="77777777" w:rsidTr="005B78A4">
        <w:tc>
          <w:tcPr>
            <w:tcW w:w="3821" w:type="dxa"/>
          </w:tcPr>
          <w:p w14:paraId="75786222" w14:textId="77777777" w:rsidR="0000102E" w:rsidRPr="007C4C20" w:rsidRDefault="0000102E" w:rsidP="00E51570">
            <w:pPr>
              <w:pStyle w:val="CMSANTableHeader"/>
            </w:pPr>
            <w:bookmarkStart w:id="653" w:name="_Ref7183459"/>
            <w:r w:rsidRPr="007C4C20">
              <w:t xml:space="preserve">Currency of </w:t>
            </w:r>
            <w:r w:rsidR="001429F2" w:rsidRPr="007C4C20">
              <w:t>Tranche</w:t>
            </w:r>
            <w:r w:rsidRPr="007C4C20">
              <w:t>:</w:t>
            </w:r>
            <w:bookmarkEnd w:id="653"/>
          </w:p>
        </w:tc>
        <w:tc>
          <w:tcPr>
            <w:tcW w:w="4672" w:type="dxa"/>
          </w:tcPr>
          <w:p w14:paraId="2659A212" w14:textId="77777777" w:rsidR="0000102E" w:rsidRPr="007C4C20" w:rsidRDefault="0000102E" w:rsidP="0000102E">
            <w:pPr>
              <w:pStyle w:val="CMSANTableBodyText"/>
            </w:pPr>
            <w:r w:rsidRPr="007C4C20">
              <w:t>EUR</w:t>
            </w:r>
          </w:p>
        </w:tc>
      </w:tr>
      <w:tr w:rsidR="0000102E" w:rsidRPr="007C4C20" w14:paraId="403971A7" w14:textId="77777777" w:rsidTr="005B78A4">
        <w:tc>
          <w:tcPr>
            <w:tcW w:w="3821" w:type="dxa"/>
          </w:tcPr>
          <w:p w14:paraId="6486744A" w14:textId="77777777" w:rsidR="0000102E" w:rsidRPr="007C4C20" w:rsidRDefault="0000102E" w:rsidP="00E51570">
            <w:pPr>
              <w:pStyle w:val="CMSANTableHeader"/>
            </w:pPr>
            <w:bookmarkStart w:id="654" w:name="_Ref7183460"/>
            <w:r w:rsidRPr="007C4C20">
              <w:t>Amount:</w:t>
            </w:r>
            <w:bookmarkEnd w:id="654"/>
          </w:p>
        </w:tc>
        <w:tc>
          <w:tcPr>
            <w:tcW w:w="4672" w:type="dxa"/>
          </w:tcPr>
          <w:p w14:paraId="152825A9" w14:textId="77777777" w:rsidR="0000102E" w:rsidRPr="007C4C20" w:rsidRDefault="00E51570" w:rsidP="0000102E">
            <w:pPr>
              <w:pStyle w:val="CMSANTableBodyText"/>
            </w:pPr>
            <w:r w:rsidRPr="007C4C20">
              <w:t>[●]</w:t>
            </w:r>
            <w:r w:rsidR="0000102E" w:rsidRPr="007C4C20">
              <w:t xml:space="preserve"> or, if less, the Available </w:t>
            </w:r>
            <w:r w:rsidR="00F24F6B" w:rsidRPr="007C4C20">
              <w:t xml:space="preserve">Loan </w:t>
            </w:r>
            <w:r w:rsidR="0000102E" w:rsidRPr="007C4C20">
              <w:t>Facility</w:t>
            </w:r>
          </w:p>
        </w:tc>
      </w:tr>
    </w:tbl>
    <w:p w14:paraId="76C9E26A" w14:textId="20723EC7" w:rsidR="00657368" w:rsidRPr="007C4C20" w:rsidRDefault="00657368" w:rsidP="00EE6C68">
      <w:pPr>
        <w:pStyle w:val="CMSALTSch4XRef"/>
      </w:pPr>
      <w:bookmarkStart w:id="655" w:name="_Ref7183462"/>
      <w:r w:rsidRPr="007C4C20">
        <w:t xml:space="preserve">We confirm that each condition specified in Clause </w:t>
      </w:r>
      <w:r w:rsidR="00C91BE0" w:rsidRPr="007C4C20">
        <w:fldChar w:fldCharType="begin"/>
      </w:r>
      <w:r w:rsidR="00C91BE0" w:rsidRPr="007C4C20">
        <w:instrText xml:space="preserve">  REF _Ref7182684 \w \h \* MERGEFORMAT </w:instrText>
      </w:r>
      <w:r w:rsidR="00C91BE0" w:rsidRPr="007C4C20">
        <w:fldChar w:fldCharType="separate"/>
      </w:r>
      <w:r w:rsidR="00B66043" w:rsidRPr="00B66043">
        <w:rPr>
          <w:color w:val="000000"/>
        </w:rPr>
        <w:t>4.2</w:t>
      </w:r>
      <w:r w:rsidR="00C91BE0" w:rsidRPr="007C4C20">
        <w:fldChar w:fldCharType="end"/>
      </w:r>
      <w:r w:rsidRPr="007C4C20">
        <w:t xml:space="preserve"> (</w:t>
      </w:r>
      <w:r w:rsidRPr="007C4C20">
        <w:rPr>
          <w:i/>
        </w:rPr>
        <w:t>Further conditions precedent</w:t>
      </w:r>
      <w:r w:rsidRPr="007C4C20">
        <w:t xml:space="preserve">) including, for the avoidance of doubt, conditions specified in </w:t>
      </w:r>
      <w:r w:rsidR="00562A89" w:rsidRPr="007C4C20">
        <w:fldChar w:fldCharType="begin"/>
      </w:r>
      <w:r w:rsidR="00562A89" w:rsidRPr="007C4C20">
        <w:instrText xml:space="preserve"> REF _Ref7183499 \n \h </w:instrText>
      </w:r>
      <w:r w:rsidR="00FE356C" w:rsidRPr="007C4C20">
        <w:instrText xml:space="preserve"> \* MERGEFORMAT </w:instrText>
      </w:r>
      <w:r w:rsidR="00562A89" w:rsidRPr="007C4C20">
        <w:fldChar w:fldCharType="separate"/>
      </w:r>
      <w:r w:rsidR="00B66043">
        <w:t>Part 2</w:t>
      </w:r>
      <w:r w:rsidR="00562A89" w:rsidRPr="007C4C20">
        <w:fldChar w:fldCharType="end"/>
      </w:r>
      <w:r w:rsidRPr="007C4C20">
        <w:t xml:space="preserve"> of </w:t>
      </w:r>
      <w:r w:rsidR="00C91BE0" w:rsidRPr="007C4C20">
        <w:fldChar w:fldCharType="begin"/>
      </w:r>
      <w:r w:rsidR="00C91BE0" w:rsidRPr="007C4C20">
        <w:instrText xml:space="preserve">  REF _Ref7183420 \w \h \* MERGEFORMAT </w:instrText>
      </w:r>
      <w:r w:rsidR="00C91BE0" w:rsidRPr="007C4C20">
        <w:fldChar w:fldCharType="separate"/>
      </w:r>
      <w:r w:rsidR="00B66043" w:rsidRPr="00B66043">
        <w:rPr>
          <w:color w:val="000000"/>
        </w:rPr>
        <w:t>Schedule 2</w:t>
      </w:r>
      <w:r w:rsidR="00C91BE0" w:rsidRPr="007C4C20">
        <w:fldChar w:fldCharType="end"/>
      </w:r>
      <w:r w:rsidRPr="007C4C20">
        <w:t xml:space="preserve"> (</w:t>
      </w:r>
      <w:r w:rsidRPr="007C4C20">
        <w:rPr>
          <w:i/>
        </w:rPr>
        <w:t>Conditions Precedent to Each Utilisation</w:t>
      </w:r>
      <w:r w:rsidRPr="007C4C20">
        <w:t>) of the Agreement is satisfied on the date of this Utilisation Request.</w:t>
      </w:r>
      <w:bookmarkEnd w:id="655"/>
    </w:p>
    <w:p w14:paraId="39FFF90A" w14:textId="77777777" w:rsidR="00D9580A" w:rsidRPr="007C4C20" w:rsidRDefault="00D9580A" w:rsidP="00D9580A">
      <w:pPr>
        <w:pStyle w:val="CMSALTSch4XRef"/>
      </w:pPr>
      <w:r w:rsidRPr="007C4C20">
        <w:t>We attach a copy of the Interim Payment Certificate duly completed in accordance with the respective Commercial Contract and verified by the Engineer of the Project.</w:t>
      </w:r>
    </w:p>
    <w:p w14:paraId="2C01CA47" w14:textId="77777777" w:rsidR="00657368" w:rsidRPr="007C4C20" w:rsidRDefault="00657368" w:rsidP="00EE6C68">
      <w:pPr>
        <w:pStyle w:val="CMSALTSch4XRef"/>
      </w:pPr>
      <w:bookmarkStart w:id="656" w:name="_Ref7183463"/>
      <w:r w:rsidRPr="007C4C20">
        <w:t xml:space="preserve">The proceeds of this </w:t>
      </w:r>
      <w:r w:rsidR="001429F2" w:rsidRPr="007C4C20">
        <w:t>Tranche</w:t>
      </w:r>
      <w:r w:rsidRPr="007C4C20">
        <w:t xml:space="preserve"> should be credited to the </w:t>
      </w:r>
      <w:r w:rsidR="003A0EF2" w:rsidRPr="007C4C20">
        <w:t>TAŞYAPI’s</w:t>
      </w:r>
      <w:r w:rsidR="003A0EF2" w:rsidRPr="007C4C20">
        <w:rPr>
          <w:b/>
        </w:rPr>
        <w:t xml:space="preserve"> </w:t>
      </w:r>
      <w:r w:rsidR="003A0EF2" w:rsidRPr="007C4C20">
        <w:t>Account</w:t>
      </w:r>
      <w:r w:rsidRPr="007C4C20">
        <w:t xml:space="preserve"> (as defined in the </w:t>
      </w:r>
      <w:r w:rsidR="0000102E" w:rsidRPr="007C4C20">
        <w:t>Agreement</w:t>
      </w:r>
      <w:r w:rsidRPr="007C4C20">
        <w:t xml:space="preserve">), i.e. to the account No. </w:t>
      </w:r>
      <w:r w:rsidR="00EE6C68" w:rsidRPr="007C4C20">
        <w:t>[●]</w:t>
      </w:r>
      <w:r w:rsidRPr="007C4C20">
        <w:t>.</w:t>
      </w:r>
      <w:bookmarkEnd w:id="656"/>
    </w:p>
    <w:p w14:paraId="5BB9D0DF" w14:textId="77777777" w:rsidR="00657368" w:rsidRPr="007C4C20" w:rsidRDefault="00657368" w:rsidP="00EE6C68">
      <w:pPr>
        <w:pStyle w:val="CMSALTSch4XRef"/>
      </w:pPr>
      <w:bookmarkStart w:id="657" w:name="_Ref7183464"/>
      <w:r w:rsidRPr="007C4C20">
        <w:t>This Utilisation Request is irrevocable.</w:t>
      </w:r>
      <w:bookmarkEnd w:id="657"/>
    </w:p>
    <w:p w14:paraId="028ED501" w14:textId="77777777" w:rsidR="00657368" w:rsidRPr="007C4C20" w:rsidRDefault="00657368" w:rsidP="00BD5A0D">
      <w:pPr>
        <w:pStyle w:val="CMSANSalutation"/>
        <w:keepNext/>
        <w:spacing w:line="240" w:lineRule="auto"/>
        <w:jc w:val="left"/>
        <w:rPr>
          <w:noProof w:val="0"/>
        </w:rPr>
      </w:pPr>
      <w:r w:rsidRPr="007C4C20">
        <w:rPr>
          <w:noProof w:val="0"/>
        </w:rPr>
        <w:t>Yours faithfully</w:t>
      </w:r>
    </w:p>
    <w:p w14:paraId="3C8E409C" w14:textId="77777777" w:rsidR="00657368" w:rsidRPr="007C4C20" w:rsidRDefault="00657368" w:rsidP="00BD5A0D">
      <w:pPr>
        <w:pStyle w:val="CMSANBodyText"/>
        <w:spacing w:before="840" w:after="0" w:line="240" w:lineRule="auto"/>
        <w:jc w:val="left"/>
      </w:pPr>
      <w:r w:rsidRPr="007C4C20">
        <w:t>…………………………………</w:t>
      </w:r>
    </w:p>
    <w:p w14:paraId="385171D3" w14:textId="77777777" w:rsidR="00657368" w:rsidRPr="007C4C20" w:rsidRDefault="00657368" w:rsidP="00115F0D">
      <w:pPr>
        <w:pStyle w:val="CMSANBodyText"/>
        <w:contextualSpacing/>
        <w:jc w:val="left"/>
      </w:pPr>
      <w:r w:rsidRPr="007C4C20">
        <w:t>authorised signatory for</w:t>
      </w:r>
    </w:p>
    <w:p w14:paraId="27886B45" w14:textId="77777777" w:rsidR="00D9580A" w:rsidRPr="007C4C20" w:rsidRDefault="00657368" w:rsidP="00115F0D">
      <w:pPr>
        <w:pStyle w:val="CMSANBodyText"/>
        <w:jc w:val="left"/>
      </w:pPr>
      <w:r w:rsidRPr="007C4C20">
        <w:t>[</w:t>
      </w:r>
      <w:r w:rsidRPr="007C4C20">
        <w:rPr>
          <w:i/>
        </w:rPr>
        <w:t>Borrower</w:t>
      </w:r>
      <w:r w:rsidRPr="007C4C20">
        <w:t>]</w:t>
      </w:r>
      <w:r w:rsidR="00D9580A" w:rsidRPr="007C4C20">
        <w:br w:type="page"/>
      </w:r>
    </w:p>
    <w:p w14:paraId="3787F1B6" w14:textId="77777777" w:rsidR="00BD5A0D" w:rsidRPr="007C4C20" w:rsidRDefault="00BD5A0D" w:rsidP="00BD5A0D">
      <w:pPr>
        <w:pStyle w:val="CMSANSch1XRef"/>
      </w:pPr>
      <w:r w:rsidRPr="007C4C20">
        <w:lastRenderedPageBreak/>
        <w:br/>
      </w:r>
      <w:bookmarkStart w:id="658" w:name="_Ref17284271"/>
      <w:bookmarkStart w:id="659" w:name="_Toc28094937"/>
      <w:r w:rsidRPr="007C4C20">
        <w:t>Conditions relating to Assigment or transfer</w:t>
      </w:r>
      <w:bookmarkEnd w:id="658"/>
      <w:bookmarkEnd w:id="659"/>
    </w:p>
    <w:p w14:paraId="75509D12" w14:textId="77777777" w:rsidR="00BD5A0D" w:rsidRPr="007C4C20" w:rsidRDefault="00BD5A0D" w:rsidP="00BD5A0D">
      <w:pPr>
        <w:pStyle w:val="CMSANSch5XRef"/>
      </w:pPr>
      <w:bookmarkStart w:id="660" w:name="_Ref7183091"/>
      <w:r w:rsidRPr="007C4C20">
        <w:rPr>
          <w:b/>
        </w:rPr>
        <w:t>Assignment or transfer fee</w:t>
      </w:r>
      <w:bookmarkEnd w:id="660"/>
    </w:p>
    <w:p w14:paraId="30A6A018" w14:textId="77777777" w:rsidR="00BD5A0D" w:rsidRPr="007C4C20" w:rsidRDefault="00BD5A0D" w:rsidP="00BD5A0D">
      <w:pPr>
        <w:pStyle w:val="CMSANIndent2"/>
      </w:pPr>
      <w:r w:rsidRPr="007C4C20">
        <w:t xml:space="preserve">The New Lender shall, on the date upon which an assignment or transfer takes effect, pay to the Agent (for its own account) a fee of </w:t>
      </w:r>
      <w:r w:rsidR="00290529">
        <w:t>EUR1,000</w:t>
      </w:r>
      <w:r w:rsidRPr="007C4C20">
        <w:t>.</w:t>
      </w:r>
    </w:p>
    <w:p w14:paraId="03588992" w14:textId="77777777" w:rsidR="00BD5A0D" w:rsidRPr="007C4C20" w:rsidRDefault="00BD5A0D" w:rsidP="00BD5A0D">
      <w:pPr>
        <w:pStyle w:val="CMSANSch5XRef"/>
      </w:pPr>
      <w:bookmarkStart w:id="661" w:name="_Ref7183092"/>
      <w:r w:rsidRPr="007C4C20">
        <w:rPr>
          <w:b/>
        </w:rPr>
        <w:t>Limitation of responsibility of Existing Lenders</w:t>
      </w:r>
      <w:bookmarkEnd w:id="661"/>
    </w:p>
    <w:p w14:paraId="76A25923" w14:textId="77777777" w:rsidR="00BD5A0D" w:rsidRPr="007C4C20" w:rsidRDefault="00BD5A0D" w:rsidP="008364CD">
      <w:pPr>
        <w:pStyle w:val="CMSANHeading3"/>
        <w:keepNext/>
        <w:numPr>
          <w:ilvl w:val="3"/>
          <w:numId w:val="53"/>
        </w:numPr>
      </w:pPr>
      <w:bookmarkStart w:id="662" w:name="_Ref7183093"/>
      <w:r w:rsidRPr="007C4C20">
        <w:t>Unless expressly agreed to the contrary, an Existing Lender makes no representation or warranty and assumes no responsibility to a New Lender for:</w:t>
      </w:r>
      <w:bookmarkEnd w:id="662"/>
    </w:p>
    <w:p w14:paraId="4D428F45" w14:textId="77777777" w:rsidR="00BD5A0D" w:rsidRPr="007C4C20" w:rsidRDefault="00BD5A0D" w:rsidP="00BD5A0D">
      <w:pPr>
        <w:pStyle w:val="CMSANHeading4"/>
      </w:pPr>
      <w:bookmarkStart w:id="663" w:name="_Ref7183094"/>
      <w:r w:rsidRPr="007C4C20">
        <w:t>the legality, validity, effectiveness, adequacy or enforceability of this Agreement or any other documents;</w:t>
      </w:r>
      <w:bookmarkEnd w:id="663"/>
    </w:p>
    <w:p w14:paraId="0D7F3824" w14:textId="77777777" w:rsidR="00BD5A0D" w:rsidRPr="007C4C20" w:rsidRDefault="00BD5A0D" w:rsidP="00BD5A0D">
      <w:pPr>
        <w:pStyle w:val="CMSANHeading4"/>
      </w:pPr>
      <w:bookmarkStart w:id="664" w:name="_Ref7183095"/>
      <w:r w:rsidRPr="007C4C20">
        <w:t>the financial condition of the Borrower;</w:t>
      </w:r>
      <w:bookmarkEnd w:id="664"/>
    </w:p>
    <w:p w14:paraId="64996A08" w14:textId="77777777" w:rsidR="00BD5A0D" w:rsidRPr="007C4C20" w:rsidRDefault="00BD5A0D" w:rsidP="00BD5A0D">
      <w:pPr>
        <w:pStyle w:val="CMSANHeading4"/>
      </w:pPr>
      <w:bookmarkStart w:id="665" w:name="_Ref7183096"/>
      <w:r w:rsidRPr="007C4C20">
        <w:t>the performance and observance by the Borrower of its obligations under this Agreement or any other documents; or</w:t>
      </w:r>
      <w:bookmarkEnd w:id="665"/>
    </w:p>
    <w:p w14:paraId="6C85B482" w14:textId="77777777" w:rsidR="00BD5A0D" w:rsidRPr="007C4C20" w:rsidRDefault="00BD5A0D" w:rsidP="00BD5A0D">
      <w:pPr>
        <w:pStyle w:val="CMSANHeading4"/>
      </w:pPr>
      <w:bookmarkStart w:id="666" w:name="_Ref7183097"/>
      <w:r w:rsidRPr="007C4C20">
        <w:t>the accuracy of any statements (whether written or oral) made in or in connection with this Agreement or any other document,</w:t>
      </w:r>
      <w:bookmarkEnd w:id="666"/>
    </w:p>
    <w:p w14:paraId="606AC5E0" w14:textId="77777777" w:rsidR="00BD5A0D" w:rsidRPr="007C4C20" w:rsidRDefault="00BD5A0D" w:rsidP="00BD5A0D">
      <w:pPr>
        <w:pStyle w:val="CMSANIndent3"/>
      </w:pPr>
      <w:r w:rsidRPr="007C4C20">
        <w:t>and any representations or warranties implied by law are excluded.</w:t>
      </w:r>
    </w:p>
    <w:p w14:paraId="7B361CE1" w14:textId="77777777" w:rsidR="00BD5A0D" w:rsidRPr="007C4C20" w:rsidRDefault="00BD5A0D" w:rsidP="00BD5A0D">
      <w:pPr>
        <w:pStyle w:val="CMSANHeading3"/>
        <w:keepNext/>
      </w:pPr>
      <w:bookmarkStart w:id="667" w:name="_Ref7183098"/>
      <w:r w:rsidRPr="007C4C20">
        <w:t xml:space="preserve">Each New Lender confirms to the Existing Lender and the </w:t>
      </w:r>
      <w:r w:rsidR="00B50845" w:rsidRPr="007C4C20">
        <w:t>other Lenders</w:t>
      </w:r>
      <w:r w:rsidRPr="007C4C20">
        <w:t xml:space="preserve"> that it:</w:t>
      </w:r>
      <w:bookmarkEnd w:id="667"/>
    </w:p>
    <w:p w14:paraId="65FEE344" w14:textId="77777777" w:rsidR="00BD5A0D" w:rsidRPr="007C4C20" w:rsidRDefault="00BD5A0D" w:rsidP="00BD5A0D">
      <w:pPr>
        <w:pStyle w:val="CMSANHeading4"/>
      </w:pPr>
      <w:bookmarkStart w:id="668" w:name="_Ref7183099"/>
      <w:r w:rsidRPr="007C4C20">
        <w:t>has made (and shall continue to make) its own independent investigation and assessment of the financial condition and affairs of the Borrower in connection with its participation in this Agreement and has not relied exclusively on any information provided to it by the Existing Lender in connection with this Agreement; and</w:t>
      </w:r>
      <w:bookmarkEnd w:id="668"/>
    </w:p>
    <w:p w14:paraId="7E618788" w14:textId="77777777" w:rsidR="00BD5A0D" w:rsidRPr="007C4C20" w:rsidRDefault="00BD5A0D" w:rsidP="00BD5A0D">
      <w:pPr>
        <w:pStyle w:val="CMSANHeading4"/>
      </w:pPr>
      <w:bookmarkStart w:id="669" w:name="_Ref7183100"/>
      <w:r w:rsidRPr="007C4C20">
        <w:t>will continue to make its own independent appraisal of the creditworthiness of the Borrower whilst any amount is or may be outstanding under this Agreement or any Commitment is in force.</w:t>
      </w:r>
      <w:bookmarkEnd w:id="669"/>
    </w:p>
    <w:p w14:paraId="7E9978D2" w14:textId="77777777" w:rsidR="00BD5A0D" w:rsidRPr="007C4C20" w:rsidRDefault="00BD5A0D" w:rsidP="00BD5A0D">
      <w:pPr>
        <w:pStyle w:val="CMSANHeading3"/>
        <w:keepNext/>
      </w:pPr>
      <w:bookmarkStart w:id="670" w:name="_Ref7183101"/>
      <w:r w:rsidRPr="007C4C20">
        <w:t>Nothing in this Agreement obliges an Existing Lender to:</w:t>
      </w:r>
      <w:bookmarkEnd w:id="670"/>
    </w:p>
    <w:p w14:paraId="60BCF969" w14:textId="60822BD1" w:rsidR="00BD5A0D" w:rsidRPr="007C4C20" w:rsidRDefault="00BD5A0D" w:rsidP="00BD5A0D">
      <w:pPr>
        <w:pStyle w:val="CMSANHeading4"/>
      </w:pPr>
      <w:bookmarkStart w:id="671" w:name="_Ref7183102"/>
      <w:r w:rsidRPr="007C4C20">
        <w:t xml:space="preserve">accept a re-transfer or re-assignment from a New Lender of any of the rights and obligations assigned or transferred under Clause </w:t>
      </w:r>
      <w:r w:rsidRPr="007C4C20">
        <w:fldChar w:fldCharType="begin"/>
      </w:r>
      <w:r w:rsidRPr="007C4C20">
        <w:instrText xml:space="preserve">  REF _Ref7183078 \w \h \* MERGEFORMAT </w:instrText>
      </w:r>
      <w:r w:rsidRPr="007C4C20">
        <w:fldChar w:fldCharType="separate"/>
      </w:r>
      <w:r w:rsidR="00B66043" w:rsidRPr="00B66043">
        <w:rPr>
          <w:color w:val="000000"/>
        </w:rPr>
        <w:t>19</w:t>
      </w:r>
      <w:r w:rsidRPr="007C4C20">
        <w:fldChar w:fldCharType="end"/>
      </w:r>
      <w:r w:rsidRPr="007C4C20">
        <w:t>; or</w:t>
      </w:r>
      <w:bookmarkEnd w:id="671"/>
    </w:p>
    <w:p w14:paraId="4CB92B5A" w14:textId="77777777" w:rsidR="00BD5A0D" w:rsidRPr="007C4C20" w:rsidRDefault="00BD5A0D" w:rsidP="00BD5A0D">
      <w:pPr>
        <w:pStyle w:val="CMSANHeading4"/>
      </w:pPr>
      <w:bookmarkStart w:id="672" w:name="_Ref7183103"/>
      <w:r w:rsidRPr="007C4C20">
        <w:t>support any losses directly or indirectly incurred by the New Lender by reason of the non-performance by the Borrower of its obligations under this Agreement or otherwise.</w:t>
      </w:r>
      <w:bookmarkEnd w:id="672"/>
    </w:p>
    <w:p w14:paraId="76C0FF59" w14:textId="77777777" w:rsidR="00BD5A0D" w:rsidRPr="007C4C20" w:rsidRDefault="00BD5A0D" w:rsidP="00BD5A0D">
      <w:pPr>
        <w:pStyle w:val="CMSANSch5XRef"/>
      </w:pPr>
      <w:bookmarkStart w:id="673" w:name="_Ref7183104"/>
      <w:r w:rsidRPr="007C4C20">
        <w:rPr>
          <w:b/>
        </w:rPr>
        <w:t>Procedure for transfer</w:t>
      </w:r>
      <w:bookmarkEnd w:id="673"/>
    </w:p>
    <w:p w14:paraId="6510E97F" w14:textId="2CE5F6A4" w:rsidR="00BD5A0D" w:rsidRPr="007C4C20" w:rsidRDefault="00BD5A0D" w:rsidP="00BD5A0D">
      <w:pPr>
        <w:pStyle w:val="CMSANHeading3"/>
        <w:numPr>
          <w:ilvl w:val="3"/>
          <w:numId w:val="50"/>
        </w:numPr>
      </w:pPr>
      <w:bookmarkStart w:id="674" w:name="_Ref7183105"/>
      <w:r w:rsidRPr="007C4C20">
        <w:t xml:space="preserve">Subject to the conditions set out in </w:t>
      </w:r>
      <w:r w:rsidR="004A1C8C" w:rsidRPr="007C4C20">
        <w:t>this Schedule 4</w:t>
      </w:r>
      <w:r w:rsidRPr="007C4C20">
        <w:t xml:space="preserve"> (</w:t>
      </w:r>
      <w:r w:rsidRPr="007C4C20">
        <w:rPr>
          <w:i/>
        </w:rPr>
        <w:t xml:space="preserve">Conditions </w:t>
      </w:r>
      <w:r w:rsidR="004A1C8C" w:rsidRPr="007C4C20">
        <w:rPr>
          <w:i/>
        </w:rPr>
        <w:t>relating to</w:t>
      </w:r>
      <w:r w:rsidRPr="007C4C20">
        <w:rPr>
          <w:i/>
        </w:rPr>
        <w:t xml:space="preserve"> assignment or transfer</w:t>
      </w:r>
      <w:r w:rsidRPr="007C4C20">
        <w:t xml:space="preserve">) a transfer is effected in accordance with paragraph </w:t>
      </w:r>
      <w:r w:rsidRPr="007C4C20">
        <w:fldChar w:fldCharType="begin"/>
      </w:r>
      <w:r w:rsidRPr="007C4C20">
        <w:instrText xml:space="preserve"> REF  _Ref7183107 \h \n \w  \* MERGEFORMAT </w:instrText>
      </w:r>
      <w:r w:rsidRPr="007C4C20">
        <w:fldChar w:fldCharType="separate"/>
      </w:r>
      <w:r w:rsidR="00B66043">
        <w:t>(c)</w:t>
      </w:r>
      <w:r w:rsidRPr="007C4C20">
        <w:fldChar w:fldCharType="end"/>
      </w:r>
      <w:r w:rsidRPr="007C4C20">
        <w:t xml:space="preserve"> below when the Agent executes an otherwise duly completed Transfer Certificate delivered to it by the Existing Lender and the New Lender. The Agent shall, subject to paragraph </w:t>
      </w:r>
      <w:r w:rsidRPr="007C4C20">
        <w:fldChar w:fldCharType="begin"/>
      </w:r>
      <w:r w:rsidRPr="007C4C20">
        <w:instrText xml:space="preserve"> REF  _Ref7183106 \h \n \w  \* MERGEFORMAT </w:instrText>
      </w:r>
      <w:r w:rsidRPr="007C4C20">
        <w:fldChar w:fldCharType="separate"/>
      </w:r>
      <w:r w:rsidR="00B66043">
        <w:t>(b)</w:t>
      </w:r>
      <w:r w:rsidRPr="007C4C20">
        <w:fldChar w:fldCharType="end"/>
      </w:r>
      <w:r w:rsidRPr="007C4C20">
        <w:t xml:space="preserve"> below, as soon as reasonably practicable after receipt by it of a duly completed Transfer Certificate appearing on its face to comply with the terms of this Agreement and delivered in accordance with the terms of this Agreement, execute that Transfer Certificate.</w:t>
      </w:r>
      <w:bookmarkEnd w:id="674"/>
    </w:p>
    <w:p w14:paraId="54DAAA31" w14:textId="77777777" w:rsidR="00BD5A0D" w:rsidRPr="007C4C20" w:rsidRDefault="00BD5A0D" w:rsidP="00BD5A0D">
      <w:pPr>
        <w:pStyle w:val="CMSANHeading3"/>
      </w:pPr>
      <w:bookmarkStart w:id="675" w:name="_Ref7183106"/>
      <w:r w:rsidRPr="007C4C20">
        <w:lastRenderedPageBreak/>
        <w:t>The Agent shall only be obliged to execute a Transfer Certificate delivered to it by the Existing Lender and the New Lender once it is satisfied it has complied with all necessary “know your customer” or other similar checks under all applicable laws and regulations in relation to the transfer to such New Lender.</w:t>
      </w:r>
      <w:bookmarkEnd w:id="675"/>
    </w:p>
    <w:p w14:paraId="63BFF9B5" w14:textId="01E020F6" w:rsidR="00BD5A0D" w:rsidRPr="007C4C20" w:rsidRDefault="00BD5A0D" w:rsidP="00BD5A0D">
      <w:pPr>
        <w:pStyle w:val="CMSANHeading3"/>
        <w:keepNext/>
      </w:pPr>
      <w:bookmarkStart w:id="676" w:name="_Ref7183107"/>
      <w:r w:rsidRPr="007C4C20">
        <w:t xml:space="preserve">Subject to Clause </w:t>
      </w:r>
      <w:r w:rsidRPr="007C4C20">
        <w:fldChar w:fldCharType="begin"/>
      </w:r>
      <w:r w:rsidRPr="007C4C20">
        <w:instrText xml:space="preserve"> REF _Ref7183126 \r \h </w:instrText>
      </w:r>
      <w:r w:rsidRPr="007C4C20">
        <w:fldChar w:fldCharType="separate"/>
      </w:r>
      <w:r w:rsidR="00B66043">
        <w:t>1.7</w:t>
      </w:r>
      <w:r w:rsidRPr="007C4C20">
        <w:fldChar w:fldCharType="end"/>
      </w:r>
      <w:r w:rsidRPr="007C4C20">
        <w:t xml:space="preserve"> </w:t>
      </w:r>
      <w:r w:rsidR="00BA3D54" w:rsidRPr="007C4C20">
        <w:t>(</w:t>
      </w:r>
      <w:r w:rsidR="00BA3D54" w:rsidRPr="007C4C20">
        <w:rPr>
          <w:i/>
          <w:iCs/>
        </w:rPr>
        <w:t>Pro rata interest settlement</w:t>
      </w:r>
      <w:r w:rsidR="00BA3D54" w:rsidRPr="007C4C20">
        <w:t xml:space="preserve">) </w:t>
      </w:r>
      <w:r w:rsidRPr="007C4C20">
        <w:t>below, on the Transfer Date:</w:t>
      </w:r>
      <w:bookmarkEnd w:id="676"/>
    </w:p>
    <w:p w14:paraId="56DB81C6" w14:textId="77777777" w:rsidR="00BD5A0D" w:rsidRPr="007C4C20" w:rsidRDefault="00BD5A0D" w:rsidP="00BD5A0D">
      <w:pPr>
        <w:pStyle w:val="CMSANHeading4"/>
        <w:keepLines/>
      </w:pPr>
      <w:bookmarkStart w:id="677" w:name="_Ref7183108"/>
      <w:r w:rsidRPr="007C4C20">
        <w:t>to the extent that in the Transfer Certificate the Existing Lender seeks to transfer by novation its rights and obligations under this Agreement the Borrower and the Existing Lender shall be released from further obligations towards one another under this Agreement and their respective rights against one another under this Agreement shall be cancelled (being the “</w:t>
      </w:r>
      <w:r w:rsidRPr="007C4C20">
        <w:rPr>
          <w:b/>
        </w:rPr>
        <w:t>Discharged Rights and Obligations</w:t>
      </w:r>
      <w:r w:rsidRPr="007C4C20">
        <w:t>”);</w:t>
      </w:r>
      <w:bookmarkEnd w:id="677"/>
    </w:p>
    <w:p w14:paraId="3E0E6DC9" w14:textId="77777777" w:rsidR="00BD5A0D" w:rsidRPr="007C4C20" w:rsidRDefault="00BD5A0D" w:rsidP="00BD5A0D">
      <w:pPr>
        <w:pStyle w:val="CMSANHeading4"/>
      </w:pPr>
      <w:bookmarkStart w:id="678" w:name="_Ref7183109"/>
      <w:r w:rsidRPr="007C4C20">
        <w:t>the Borrower and the New Lender shall assume obligations towards one another and/or acquire rights against one another which differ from the Discharged Rights and Obligations only insofar as the Borrower and the New Lender have assumed and/or acquired the same in place of the Borrower and the Existing Lender;</w:t>
      </w:r>
      <w:bookmarkEnd w:id="678"/>
    </w:p>
    <w:p w14:paraId="4A967E3A" w14:textId="77777777" w:rsidR="00BD5A0D" w:rsidRPr="007C4C20" w:rsidRDefault="00BD5A0D" w:rsidP="00BD5A0D">
      <w:pPr>
        <w:pStyle w:val="CMSANHeading4"/>
      </w:pPr>
      <w:bookmarkStart w:id="679" w:name="_Ref7183110"/>
      <w:r w:rsidRPr="007C4C20">
        <w:t xml:space="preserve">the Agent, the New Lender and other Lenders shall acquire the same rights and assume the same obligations between themselves as they would have acquired and assumed had the New Lender been an original </w:t>
      </w:r>
      <w:r w:rsidR="00B50845" w:rsidRPr="007C4C20">
        <w:t>Lender</w:t>
      </w:r>
      <w:r w:rsidRPr="007C4C20">
        <w:t xml:space="preserve"> with the rights and/or obligations acquired or assumed by it as a result of the transfer and to that extent the Agent and the Existing Lender shall each be released from further obligations to each other under this Agreement; and</w:t>
      </w:r>
      <w:bookmarkEnd w:id="679"/>
    </w:p>
    <w:p w14:paraId="0A75587B" w14:textId="77777777" w:rsidR="00BD5A0D" w:rsidRPr="007C4C20" w:rsidRDefault="00BD5A0D" w:rsidP="00BD5A0D">
      <w:pPr>
        <w:pStyle w:val="CMSANHeading4"/>
      </w:pPr>
      <w:bookmarkStart w:id="680" w:name="_Ref7183111"/>
      <w:r w:rsidRPr="007C4C20">
        <w:t>the New Lender shall become a Party as a “</w:t>
      </w:r>
      <w:r w:rsidRPr="007C4C20">
        <w:rPr>
          <w:b/>
        </w:rPr>
        <w:t>Lender</w:t>
      </w:r>
      <w:r w:rsidRPr="007C4C20">
        <w:t>”.</w:t>
      </w:r>
      <w:bookmarkEnd w:id="680"/>
    </w:p>
    <w:p w14:paraId="52D01F41" w14:textId="77777777" w:rsidR="00BD5A0D" w:rsidRPr="007C4C20" w:rsidRDefault="00BD5A0D" w:rsidP="00BD5A0D">
      <w:pPr>
        <w:pStyle w:val="CMSANSch5XRef"/>
      </w:pPr>
      <w:bookmarkStart w:id="681" w:name="_Ref7183112"/>
      <w:r w:rsidRPr="007C4C20">
        <w:rPr>
          <w:b/>
        </w:rPr>
        <w:t>Procedure for assignment</w:t>
      </w:r>
      <w:bookmarkEnd w:id="681"/>
    </w:p>
    <w:p w14:paraId="154BDFC6" w14:textId="789B2C71" w:rsidR="00BD5A0D" w:rsidRPr="007C4C20" w:rsidRDefault="00BD5A0D" w:rsidP="00BD5A0D">
      <w:pPr>
        <w:pStyle w:val="CMSANHeading3"/>
        <w:numPr>
          <w:ilvl w:val="3"/>
          <w:numId w:val="51"/>
        </w:numPr>
      </w:pPr>
      <w:bookmarkStart w:id="682" w:name="_Ref7183113"/>
      <w:r w:rsidRPr="007C4C20">
        <w:t xml:space="preserve">Subject to the conditions set out </w:t>
      </w:r>
      <w:r w:rsidR="004A1C8C" w:rsidRPr="007C4C20">
        <w:t>in this Schedule 4 (</w:t>
      </w:r>
      <w:r w:rsidR="004A1C8C" w:rsidRPr="007C4C20">
        <w:rPr>
          <w:i/>
        </w:rPr>
        <w:t>Conditions relating to assignment or transfer</w:t>
      </w:r>
      <w:r w:rsidR="004A1C8C" w:rsidRPr="007C4C20">
        <w:t>)</w:t>
      </w:r>
      <w:r w:rsidRPr="007C4C20">
        <w:t xml:space="preserve"> an assignment may be effected in accordance with paragraph </w:t>
      </w:r>
      <w:r w:rsidRPr="007C4C20">
        <w:fldChar w:fldCharType="begin"/>
      </w:r>
      <w:r w:rsidRPr="007C4C20">
        <w:instrText xml:space="preserve"> REF  _Ref7183115 \h \n \w  \* MERGEFORMAT </w:instrText>
      </w:r>
      <w:r w:rsidRPr="007C4C20">
        <w:fldChar w:fldCharType="separate"/>
      </w:r>
      <w:r w:rsidR="00B66043">
        <w:t>(c)</w:t>
      </w:r>
      <w:r w:rsidRPr="007C4C20">
        <w:fldChar w:fldCharType="end"/>
      </w:r>
      <w:r w:rsidRPr="007C4C20">
        <w:t xml:space="preserve"> below when the Agent executes an otherwise duly completed Assignment Agreement delivered to it by the Existing Lender and the New Lender. The Agent shall, subject to paragraph </w:t>
      </w:r>
      <w:r w:rsidRPr="007C4C20">
        <w:fldChar w:fldCharType="begin"/>
      </w:r>
      <w:r w:rsidRPr="007C4C20">
        <w:instrText xml:space="preserve"> REF  _Ref7183114 \h \n \w  \* MERGEFORMAT </w:instrText>
      </w:r>
      <w:r w:rsidRPr="007C4C20">
        <w:fldChar w:fldCharType="separate"/>
      </w:r>
      <w:r w:rsidR="00B66043">
        <w:t>(b)</w:t>
      </w:r>
      <w:r w:rsidRPr="007C4C20">
        <w:fldChar w:fldCharType="end"/>
      </w:r>
      <w:r w:rsidRPr="007C4C20">
        <w:t xml:space="preserve"> below, as soon as reasonably practicable after receipt by it of a duly completed Assignment Agreement appearing on its face to comply with the terms of this Agreement and delivered in accordance with the terms of this Agreement, execute that Assignment Agreement.</w:t>
      </w:r>
      <w:bookmarkEnd w:id="682"/>
    </w:p>
    <w:p w14:paraId="1AD47CA2" w14:textId="77777777" w:rsidR="00BD5A0D" w:rsidRPr="007C4C20" w:rsidRDefault="00BD5A0D" w:rsidP="00BD5A0D">
      <w:pPr>
        <w:pStyle w:val="CMSANHeading3"/>
      </w:pPr>
      <w:bookmarkStart w:id="683" w:name="_Ref7183114"/>
      <w:r w:rsidRPr="007C4C20">
        <w:t>The Agent shall only be obliged to execute an Assignment Agreement delivered to it by the Existing Lender and the New Lender once it is satisfied it has complied with all necessary “know your customer” or other similar checks under all applicable laws and regulations in relation to the assignment to such New Lender.</w:t>
      </w:r>
      <w:bookmarkEnd w:id="683"/>
    </w:p>
    <w:p w14:paraId="64BE1430" w14:textId="176015ED" w:rsidR="00BD5A0D" w:rsidRPr="007C4C20" w:rsidRDefault="00BD5A0D" w:rsidP="00BD5A0D">
      <w:pPr>
        <w:pStyle w:val="CMSANHeading3"/>
        <w:keepNext/>
      </w:pPr>
      <w:bookmarkStart w:id="684" w:name="_Ref7183115"/>
      <w:r w:rsidRPr="007C4C20">
        <w:t xml:space="preserve">Subject to Clause </w:t>
      </w:r>
      <w:r w:rsidRPr="007C4C20">
        <w:fldChar w:fldCharType="begin"/>
      </w:r>
      <w:r w:rsidRPr="007C4C20">
        <w:instrText xml:space="preserve"> REF _Ref7183126 \r \h </w:instrText>
      </w:r>
      <w:r w:rsidRPr="007C4C20">
        <w:fldChar w:fldCharType="separate"/>
      </w:r>
      <w:r w:rsidR="00B66043">
        <w:t>1.7</w:t>
      </w:r>
      <w:r w:rsidRPr="007C4C20">
        <w:fldChar w:fldCharType="end"/>
      </w:r>
      <w:r w:rsidRPr="007C4C20">
        <w:t xml:space="preserve"> </w:t>
      </w:r>
      <w:r w:rsidR="004A1C8C" w:rsidRPr="007C4C20">
        <w:t>(</w:t>
      </w:r>
      <w:r w:rsidR="004A1C8C" w:rsidRPr="007C4C20">
        <w:rPr>
          <w:i/>
          <w:iCs/>
        </w:rPr>
        <w:t>Pro rata interest settlement</w:t>
      </w:r>
      <w:r w:rsidR="004A1C8C" w:rsidRPr="007C4C20">
        <w:t xml:space="preserve">) </w:t>
      </w:r>
      <w:r w:rsidRPr="007C4C20">
        <w:t>below, on the Transfer Date:</w:t>
      </w:r>
      <w:bookmarkEnd w:id="684"/>
    </w:p>
    <w:p w14:paraId="6B195E43" w14:textId="77777777" w:rsidR="00BD5A0D" w:rsidRPr="007C4C20" w:rsidRDefault="00BD5A0D" w:rsidP="00BD5A0D">
      <w:pPr>
        <w:pStyle w:val="CMSANHeading4"/>
      </w:pPr>
      <w:bookmarkStart w:id="685" w:name="_Ref7183116"/>
      <w:r w:rsidRPr="007C4C20">
        <w:t>the Existing Lender will assign absolutely to the New Lender its rights under this Agreement expressed to be the subject of the assignment in the Assignment Agreement;</w:t>
      </w:r>
      <w:bookmarkEnd w:id="685"/>
    </w:p>
    <w:p w14:paraId="47420E99" w14:textId="77777777" w:rsidR="00BD5A0D" w:rsidRPr="007C4C20" w:rsidRDefault="00BD5A0D" w:rsidP="00BD5A0D">
      <w:pPr>
        <w:pStyle w:val="CMSANHeading4"/>
      </w:pPr>
      <w:bookmarkStart w:id="686" w:name="_Ref7183117"/>
      <w:r w:rsidRPr="007C4C20">
        <w:t xml:space="preserve">the Existing Lender will be released by the Borrower and the other </w:t>
      </w:r>
      <w:r w:rsidR="00E71738" w:rsidRPr="007C4C20">
        <w:t>Lenders</w:t>
      </w:r>
      <w:r w:rsidRPr="007C4C20">
        <w:t xml:space="preserve"> from the obligations owed by it (the “</w:t>
      </w:r>
      <w:r w:rsidRPr="007C4C20">
        <w:rPr>
          <w:b/>
        </w:rPr>
        <w:t>Relevant Obligations</w:t>
      </w:r>
      <w:r w:rsidRPr="007C4C20">
        <w:t>”) and expressed to be the subject of the release in the Assignment Agreement; and</w:t>
      </w:r>
      <w:bookmarkEnd w:id="686"/>
    </w:p>
    <w:p w14:paraId="4C36F0E7" w14:textId="77777777" w:rsidR="00BD5A0D" w:rsidRPr="007C4C20" w:rsidRDefault="00BD5A0D" w:rsidP="00BD5A0D">
      <w:pPr>
        <w:pStyle w:val="CMSANHeading4"/>
      </w:pPr>
      <w:bookmarkStart w:id="687" w:name="_Ref7183118"/>
      <w:r w:rsidRPr="007C4C20">
        <w:lastRenderedPageBreak/>
        <w:t>the New Lender shall become a Party as a “</w:t>
      </w:r>
      <w:r w:rsidRPr="007C4C20">
        <w:rPr>
          <w:b/>
        </w:rPr>
        <w:t>Lender</w:t>
      </w:r>
      <w:r w:rsidRPr="007C4C20">
        <w:t>” and will be bound by obligations equivalent to the Relevant Obligations.</w:t>
      </w:r>
      <w:bookmarkEnd w:id="687"/>
    </w:p>
    <w:p w14:paraId="72C4A847" w14:textId="362EF12A" w:rsidR="00BD5A0D" w:rsidRPr="007C4C20" w:rsidRDefault="00BD5A0D" w:rsidP="00BD5A0D">
      <w:pPr>
        <w:pStyle w:val="CMSANHeading3"/>
        <w:keepLines/>
      </w:pPr>
      <w:bookmarkStart w:id="688" w:name="_Ref7183119"/>
      <w:r w:rsidRPr="007C4C20">
        <w:t xml:space="preserve">Lenders may utilise procedures other than those set out in this Clause </w:t>
      </w:r>
      <w:r w:rsidRPr="007C4C20">
        <w:fldChar w:fldCharType="begin"/>
      </w:r>
      <w:r w:rsidRPr="007C4C20">
        <w:instrText xml:space="preserve"> REF _Ref7183112 \r \h </w:instrText>
      </w:r>
      <w:r w:rsidRPr="007C4C20">
        <w:fldChar w:fldCharType="separate"/>
      </w:r>
      <w:r w:rsidR="00B66043">
        <w:t>1.4</w:t>
      </w:r>
      <w:r w:rsidRPr="007C4C20">
        <w:fldChar w:fldCharType="end"/>
      </w:r>
      <w:r w:rsidRPr="007C4C20">
        <w:t xml:space="preserve"> of </w:t>
      </w:r>
      <w:r w:rsidRPr="007C4C20">
        <w:fldChar w:fldCharType="begin"/>
      </w:r>
      <w:r w:rsidRPr="007C4C20">
        <w:instrText xml:space="preserve"> REF _Ref17284271 \r \h </w:instrText>
      </w:r>
      <w:r w:rsidRPr="007C4C20">
        <w:fldChar w:fldCharType="separate"/>
      </w:r>
      <w:r w:rsidR="00B66043">
        <w:t>Schedule 4</w:t>
      </w:r>
      <w:r w:rsidRPr="007C4C20">
        <w:fldChar w:fldCharType="end"/>
      </w:r>
      <w:r w:rsidRPr="007C4C20">
        <w:t xml:space="preserve"> to assign their rights under this Agreement (but not, without the consent of the Borrower or unless in accordance with Clause </w:t>
      </w:r>
      <w:r w:rsidRPr="007C4C20">
        <w:fldChar w:fldCharType="begin"/>
      </w:r>
      <w:r w:rsidRPr="007C4C20">
        <w:instrText xml:space="preserve"> REF _Ref7183104 \r \h </w:instrText>
      </w:r>
      <w:r w:rsidRPr="007C4C20">
        <w:fldChar w:fldCharType="separate"/>
      </w:r>
      <w:r w:rsidR="00B66043">
        <w:t>1.3</w:t>
      </w:r>
      <w:r w:rsidRPr="007C4C20">
        <w:fldChar w:fldCharType="end"/>
      </w:r>
      <w:r w:rsidRPr="007C4C20">
        <w:t xml:space="preserve"> (</w:t>
      </w:r>
      <w:r w:rsidRPr="007C4C20">
        <w:rPr>
          <w:i/>
        </w:rPr>
        <w:t>Procedure for transfer</w:t>
      </w:r>
      <w:r w:rsidRPr="007C4C20">
        <w:t>)</w:t>
      </w:r>
      <w:r w:rsidR="004A1C8C" w:rsidRPr="007C4C20">
        <w:t xml:space="preserve"> of this Schedule 4 (</w:t>
      </w:r>
      <w:r w:rsidR="004A1C8C" w:rsidRPr="007C4C20">
        <w:rPr>
          <w:i/>
        </w:rPr>
        <w:t>Conditions relating to assignment or transfer</w:t>
      </w:r>
      <w:r w:rsidR="004A1C8C" w:rsidRPr="007C4C20">
        <w:t>)</w:t>
      </w:r>
      <w:r w:rsidRPr="007C4C20">
        <w:t xml:space="preserve">, to obtain a release by the Borrower from the obligations owed to the Borrower by the Lenders nor the assumption of equivalent obligations by a New Lender) </w:t>
      </w:r>
      <w:r w:rsidRPr="007C4C20">
        <w:rPr>
          <w:b/>
        </w:rPr>
        <w:t>provided that</w:t>
      </w:r>
      <w:r w:rsidRPr="007C4C20">
        <w:t xml:space="preserve"> they comply with the conditions set out in </w:t>
      </w:r>
      <w:r w:rsidR="004A1C8C" w:rsidRPr="007C4C20">
        <w:t>this Schedule 4 (</w:t>
      </w:r>
      <w:r w:rsidR="004A1C8C" w:rsidRPr="007C4C20">
        <w:rPr>
          <w:i/>
        </w:rPr>
        <w:t>Conditions relating to assignment or transfer</w:t>
      </w:r>
      <w:r w:rsidR="004A1C8C" w:rsidRPr="007C4C20">
        <w:t>)</w:t>
      </w:r>
      <w:r w:rsidRPr="007C4C20">
        <w:t>.</w:t>
      </w:r>
      <w:bookmarkEnd w:id="688"/>
    </w:p>
    <w:p w14:paraId="7D78AE3D" w14:textId="77777777" w:rsidR="00BD5A0D" w:rsidRPr="007C4C20" w:rsidRDefault="00BD5A0D" w:rsidP="00BD5A0D">
      <w:pPr>
        <w:pStyle w:val="CMSANSch5XRef"/>
      </w:pPr>
      <w:bookmarkStart w:id="689" w:name="_Ref7183120"/>
      <w:r w:rsidRPr="007C4C20">
        <w:rPr>
          <w:b/>
        </w:rPr>
        <w:t>Copy of Transfer Certificate and Assignment Agreement</w:t>
      </w:r>
      <w:bookmarkEnd w:id="689"/>
    </w:p>
    <w:p w14:paraId="19C16382" w14:textId="77777777" w:rsidR="00BD5A0D" w:rsidRPr="007C4C20" w:rsidRDefault="00BD5A0D" w:rsidP="00BD5A0D">
      <w:pPr>
        <w:pStyle w:val="CMSANIndent2"/>
      </w:pPr>
      <w:r w:rsidRPr="007C4C20">
        <w:t>The Agent shall, as soon as reasonably practicable after it has executed a Transfer Certificate or an Assignment Agreement, send to the Borrower a copy of that Transfer Certificate or Assignment Agreement.</w:t>
      </w:r>
    </w:p>
    <w:p w14:paraId="2B1323C1" w14:textId="77777777" w:rsidR="00BD5A0D" w:rsidRPr="007C4C20" w:rsidRDefault="00BD5A0D" w:rsidP="00BD5A0D">
      <w:pPr>
        <w:pStyle w:val="CMSANSch5XRef"/>
      </w:pPr>
      <w:bookmarkStart w:id="690" w:name="_Ref7183121"/>
      <w:r w:rsidRPr="007C4C20">
        <w:rPr>
          <w:b/>
        </w:rPr>
        <w:t>Security over Lenders’ rights</w:t>
      </w:r>
      <w:bookmarkEnd w:id="690"/>
    </w:p>
    <w:p w14:paraId="184F7F6D" w14:textId="77777777" w:rsidR="00BD5A0D" w:rsidRPr="007C4C20" w:rsidRDefault="00BD5A0D" w:rsidP="00BD5A0D">
      <w:pPr>
        <w:pStyle w:val="CMSANIndent2"/>
      </w:pPr>
      <w:r w:rsidRPr="007C4C20">
        <w:t xml:space="preserve">In addition to the other rights provided to Lenders under </w:t>
      </w:r>
      <w:r w:rsidR="004A1C8C" w:rsidRPr="007C4C20">
        <w:t>this Schedule 4 (</w:t>
      </w:r>
      <w:r w:rsidR="004A1C8C" w:rsidRPr="007C4C20">
        <w:rPr>
          <w:i/>
        </w:rPr>
        <w:t>Conditions relating to assignment or transfer</w:t>
      </w:r>
      <w:r w:rsidR="004A1C8C" w:rsidRPr="007C4C20">
        <w:t>)</w:t>
      </w:r>
      <w:r w:rsidRPr="007C4C20">
        <w:t>, each Lender may without consulting with or obtaining consent from the Borrower, at any time charge, assign or otherwise create any Encumbrance in or over (whether by way of collateral or otherwise) all or any of its rights under this Agreement to secure obligations of that Lender including, without limitation:</w:t>
      </w:r>
    </w:p>
    <w:p w14:paraId="3CD84A0C" w14:textId="77777777" w:rsidR="00BD5A0D" w:rsidRPr="007C4C20" w:rsidRDefault="00BD5A0D" w:rsidP="00BD5A0D">
      <w:pPr>
        <w:pStyle w:val="CMSANHeading3"/>
        <w:numPr>
          <w:ilvl w:val="3"/>
          <w:numId w:val="52"/>
        </w:numPr>
      </w:pPr>
      <w:bookmarkStart w:id="691" w:name="_Ref7183122"/>
      <w:r w:rsidRPr="007C4C20">
        <w:t>any charge, assignment or other Encumbrance to secure obligations to a federal reserve or central bank; and</w:t>
      </w:r>
      <w:bookmarkEnd w:id="691"/>
    </w:p>
    <w:p w14:paraId="509D72D8" w14:textId="77777777" w:rsidR="00BD5A0D" w:rsidRPr="007C4C20" w:rsidRDefault="00BD5A0D" w:rsidP="00BD5A0D">
      <w:pPr>
        <w:pStyle w:val="CMSANHeading3"/>
      </w:pPr>
      <w:bookmarkStart w:id="692" w:name="_Ref7183123"/>
      <w:r w:rsidRPr="007C4C20">
        <w:t>any charge, assignment or other Encumbrance granted to any holders (or trustee or representatives of holders) of obligations owed, or securities issued, by that Lender as security for those obligations or securities,</w:t>
      </w:r>
      <w:bookmarkEnd w:id="692"/>
    </w:p>
    <w:p w14:paraId="434BA30F" w14:textId="77777777" w:rsidR="00BD5A0D" w:rsidRPr="007C4C20" w:rsidRDefault="00BD5A0D" w:rsidP="00BD5A0D">
      <w:pPr>
        <w:pStyle w:val="CMSANIndent2"/>
        <w:keepNext/>
      </w:pPr>
      <w:r w:rsidRPr="007C4C20">
        <w:t>except that no such charge, assignment or Encumbrance shall:</w:t>
      </w:r>
    </w:p>
    <w:p w14:paraId="47BB4114" w14:textId="77777777" w:rsidR="00BD5A0D" w:rsidRPr="007C4C20" w:rsidRDefault="00BD5A0D" w:rsidP="00BD5A0D">
      <w:pPr>
        <w:pStyle w:val="CMSANHeading4"/>
      </w:pPr>
      <w:bookmarkStart w:id="693" w:name="_Ref7183124"/>
      <w:r w:rsidRPr="007C4C20">
        <w:t>release a Lender from any of its obligations under this Agreement or substitute the beneficiary of the relevant charge, assignment or Encumbrance for the Lender as a party to this Agreement; or</w:t>
      </w:r>
      <w:bookmarkEnd w:id="693"/>
    </w:p>
    <w:p w14:paraId="75BC72CE" w14:textId="77777777" w:rsidR="00BD5A0D" w:rsidRPr="007C4C20" w:rsidRDefault="00BD5A0D" w:rsidP="00BD5A0D">
      <w:pPr>
        <w:pStyle w:val="CMSANHeading4"/>
      </w:pPr>
      <w:bookmarkStart w:id="694" w:name="_Ref7183125"/>
      <w:r w:rsidRPr="007C4C20">
        <w:t>require any payments to be made by the Borrower other than or in excess of, or grant to any person any more extensive rights than, those required to be made or granted to the relevant Lender under this Agreement.</w:t>
      </w:r>
      <w:bookmarkEnd w:id="694"/>
    </w:p>
    <w:p w14:paraId="598D412B" w14:textId="77777777" w:rsidR="00BD5A0D" w:rsidRPr="007C4C20" w:rsidRDefault="00BD5A0D" w:rsidP="00BD5A0D">
      <w:pPr>
        <w:pStyle w:val="CMSANSch5XRef"/>
        <w:keepNext/>
      </w:pPr>
      <w:bookmarkStart w:id="695" w:name="_Ref7183126"/>
      <w:r w:rsidRPr="007C4C20">
        <w:rPr>
          <w:b/>
        </w:rPr>
        <w:t>Pro rata interest settlement</w:t>
      </w:r>
      <w:bookmarkEnd w:id="695"/>
    </w:p>
    <w:p w14:paraId="1B0A0409" w14:textId="7012B925" w:rsidR="00BD5A0D" w:rsidRPr="007C4C20" w:rsidRDefault="00BD5A0D" w:rsidP="00BD5A0D">
      <w:pPr>
        <w:pStyle w:val="CMSANHeading3"/>
        <w:numPr>
          <w:ilvl w:val="3"/>
          <w:numId w:val="49"/>
        </w:numPr>
      </w:pPr>
      <w:bookmarkStart w:id="696" w:name="_Ref7183127"/>
      <w:r w:rsidRPr="007C4C20">
        <w:t xml:space="preserve">If the Agent has notified the Lenders that it is able to distribute interest payments on a “pro rata basis” to Existing Lenders and New Lenders then (in respect of any transfer pursuant to Clause </w:t>
      </w:r>
      <w:r w:rsidRPr="007C4C20">
        <w:fldChar w:fldCharType="begin"/>
      </w:r>
      <w:r w:rsidRPr="007C4C20">
        <w:instrText xml:space="preserve"> REF _Ref7183104 \r \h </w:instrText>
      </w:r>
      <w:r w:rsidRPr="007C4C20">
        <w:fldChar w:fldCharType="separate"/>
      </w:r>
      <w:r w:rsidR="00B66043">
        <w:t>1.3</w:t>
      </w:r>
      <w:r w:rsidRPr="007C4C20">
        <w:fldChar w:fldCharType="end"/>
      </w:r>
      <w:r w:rsidRPr="007C4C20">
        <w:t xml:space="preserve"> (</w:t>
      </w:r>
      <w:r w:rsidRPr="007C4C20">
        <w:rPr>
          <w:i/>
        </w:rPr>
        <w:t>Procedure for transfer</w:t>
      </w:r>
      <w:r w:rsidRPr="007C4C20">
        <w:t xml:space="preserve">) </w:t>
      </w:r>
      <w:r w:rsidR="004A1C8C" w:rsidRPr="007C4C20">
        <w:t>of this Schedule 4 (</w:t>
      </w:r>
      <w:r w:rsidR="004A1C8C" w:rsidRPr="007C4C20">
        <w:rPr>
          <w:i/>
        </w:rPr>
        <w:t>Conditions relating to assignment or transfer</w:t>
      </w:r>
      <w:r w:rsidR="004A1C8C" w:rsidRPr="007C4C20">
        <w:t>)</w:t>
      </w:r>
      <w:r w:rsidRPr="007C4C20">
        <w:t xml:space="preserve">or any assignment pursuant to Clause </w:t>
      </w:r>
      <w:r w:rsidRPr="007C4C20">
        <w:fldChar w:fldCharType="begin"/>
      </w:r>
      <w:r w:rsidRPr="007C4C20">
        <w:instrText xml:space="preserve"> REF _Ref7183112 \r \h </w:instrText>
      </w:r>
      <w:r w:rsidRPr="007C4C20">
        <w:fldChar w:fldCharType="separate"/>
      </w:r>
      <w:r w:rsidR="00B66043">
        <w:t>1.4</w:t>
      </w:r>
      <w:r w:rsidRPr="007C4C20">
        <w:fldChar w:fldCharType="end"/>
      </w:r>
      <w:r w:rsidRPr="007C4C20">
        <w:t xml:space="preserve"> (</w:t>
      </w:r>
      <w:r w:rsidRPr="007C4C20">
        <w:rPr>
          <w:i/>
        </w:rPr>
        <w:t>Procedure for assignment</w:t>
      </w:r>
      <w:r w:rsidRPr="007C4C20">
        <w:t xml:space="preserve">) </w:t>
      </w:r>
      <w:r w:rsidR="004A1C8C" w:rsidRPr="007C4C20">
        <w:t>of this Schedule 4 (</w:t>
      </w:r>
      <w:r w:rsidR="004A1C8C" w:rsidRPr="007C4C20">
        <w:rPr>
          <w:i/>
        </w:rPr>
        <w:t>Conditions relating to assignment or transfer</w:t>
      </w:r>
      <w:r w:rsidR="004A1C8C" w:rsidRPr="007C4C20">
        <w:t>)</w:t>
      </w:r>
      <w:r w:rsidRPr="007C4C20">
        <w:t>the Transfer Date of which, in each case, is after the date of such notification and is not on the last day of an Interest Period):</w:t>
      </w:r>
      <w:bookmarkEnd w:id="696"/>
    </w:p>
    <w:p w14:paraId="6A4998F2" w14:textId="77777777" w:rsidR="00BD5A0D" w:rsidRPr="007C4C20" w:rsidRDefault="00BD5A0D" w:rsidP="00BD5A0D">
      <w:pPr>
        <w:pStyle w:val="CMSANHeading4"/>
      </w:pPr>
      <w:bookmarkStart w:id="697" w:name="_Ref7183128"/>
      <w:r w:rsidRPr="007C4C20">
        <w:t>any interest or fees in respect of the relevant participation which are expressed to accrue by reference to the lapse of time shall continue to accrue in favour of the Existing Lender up to but excluding the Transfer Date (“</w:t>
      </w:r>
      <w:r w:rsidRPr="007C4C20">
        <w:rPr>
          <w:b/>
        </w:rPr>
        <w:t>Accrued Amounts</w:t>
      </w:r>
      <w:r w:rsidRPr="007C4C20">
        <w:t xml:space="preserve">”) and shall become due and payable to the Existing Lender (without </w:t>
      </w:r>
      <w:r w:rsidRPr="007C4C20">
        <w:lastRenderedPageBreak/>
        <w:t>further interest accruing on them) on the last day of the current Interest Period; and</w:t>
      </w:r>
      <w:bookmarkEnd w:id="697"/>
    </w:p>
    <w:p w14:paraId="247D674A" w14:textId="77777777" w:rsidR="00BD5A0D" w:rsidRPr="007C4C20" w:rsidRDefault="00BD5A0D" w:rsidP="00BD5A0D">
      <w:pPr>
        <w:pStyle w:val="CMSANHeading4"/>
        <w:keepNext/>
      </w:pPr>
      <w:bookmarkStart w:id="698" w:name="_Ref7183129"/>
      <w:r w:rsidRPr="007C4C20">
        <w:t>the rights assigned or transferred by the Existing Lender will not include the right to the Accrued Amounts, so that, for the avoidance of doubt:</w:t>
      </w:r>
      <w:bookmarkEnd w:id="698"/>
    </w:p>
    <w:p w14:paraId="79F04085" w14:textId="77777777" w:rsidR="00BD5A0D" w:rsidRPr="007C4C20" w:rsidRDefault="00BD5A0D" w:rsidP="00BD5A0D">
      <w:pPr>
        <w:pStyle w:val="CMSANHeading5"/>
      </w:pPr>
      <w:bookmarkStart w:id="699" w:name="_Ref7183130"/>
      <w:r w:rsidRPr="007C4C20">
        <w:t>when the Accrued Amounts become payable, those Accrued Amounts will be payable to the Existing Lender; and</w:t>
      </w:r>
      <w:bookmarkEnd w:id="699"/>
    </w:p>
    <w:p w14:paraId="10E828D4" w14:textId="3DC7407E" w:rsidR="00BD5A0D" w:rsidRPr="007C4C20" w:rsidRDefault="00BD5A0D" w:rsidP="00BD5A0D">
      <w:pPr>
        <w:pStyle w:val="CMSANHeading5"/>
      </w:pPr>
      <w:bookmarkStart w:id="700" w:name="_Ref7183131"/>
      <w:r w:rsidRPr="007C4C20">
        <w:t xml:space="preserve">the amount payable to the New Lender on that date will be the amount which would, but for the application of this Clause </w:t>
      </w:r>
      <w:r w:rsidRPr="007C4C20">
        <w:fldChar w:fldCharType="begin"/>
      </w:r>
      <w:r w:rsidRPr="007C4C20">
        <w:instrText xml:space="preserve"> REF _Ref7183126 \r \h </w:instrText>
      </w:r>
      <w:r w:rsidRPr="007C4C20">
        <w:fldChar w:fldCharType="separate"/>
      </w:r>
      <w:r w:rsidR="00B66043">
        <w:t>1.7</w:t>
      </w:r>
      <w:r w:rsidRPr="007C4C20">
        <w:fldChar w:fldCharType="end"/>
      </w:r>
      <w:r w:rsidRPr="007C4C20">
        <w:t xml:space="preserve"> </w:t>
      </w:r>
      <w:r w:rsidR="004A1C8C" w:rsidRPr="007C4C20">
        <w:t>(</w:t>
      </w:r>
      <w:r w:rsidR="004A1C8C" w:rsidRPr="007C4C20">
        <w:rPr>
          <w:i/>
          <w:iCs/>
        </w:rPr>
        <w:t>Pro rata interest settlement</w:t>
      </w:r>
      <w:r w:rsidR="004A1C8C" w:rsidRPr="007C4C20">
        <w:t xml:space="preserve">) </w:t>
      </w:r>
      <w:r w:rsidRPr="007C4C20">
        <w:t>of</w:t>
      </w:r>
      <w:r w:rsidR="004A1C8C" w:rsidRPr="007C4C20">
        <w:t xml:space="preserve"> this</w:t>
      </w:r>
      <w:r w:rsidRPr="007C4C20">
        <w:t xml:space="preserve"> </w:t>
      </w:r>
      <w:r w:rsidRPr="007C4C20">
        <w:fldChar w:fldCharType="begin"/>
      </w:r>
      <w:r w:rsidRPr="007C4C20">
        <w:instrText xml:space="preserve"> REF _Ref17284271 \r \h </w:instrText>
      </w:r>
      <w:r w:rsidRPr="007C4C20">
        <w:fldChar w:fldCharType="separate"/>
      </w:r>
      <w:r w:rsidR="00B66043">
        <w:t>Schedule 4</w:t>
      </w:r>
      <w:r w:rsidRPr="007C4C20">
        <w:fldChar w:fldCharType="end"/>
      </w:r>
      <w:r w:rsidR="004A1C8C" w:rsidRPr="007C4C20">
        <w:t xml:space="preserve"> (</w:t>
      </w:r>
      <w:r w:rsidR="004A1C8C" w:rsidRPr="007C4C20">
        <w:rPr>
          <w:i/>
        </w:rPr>
        <w:t>Conditions relating to assignment or transfer</w:t>
      </w:r>
      <w:r w:rsidR="004A1C8C" w:rsidRPr="007C4C20">
        <w:t>)</w:t>
      </w:r>
      <w:r w:rsidRPr="007C4C20">
        <w:t>, have been payable to it on that date, but after deduction of the Accrued Amounts.</w:t>
      </w:r>
      <w:bookmarkEnd w:id="700"/>
    </w:p>
    <w:p w14:paraId="3572FFE5" w14:textId="070A689E" w:rsidR="00BD5A0D" w:rsidRPr="007C4C20" w:rsidRDefault="00BD5A0D" w:rsidP="00BD5A0D">
      <w:pPr>
        <w:pStyle w:val="CMSANHeading3"/>
      </w:pPr>
      <w:bookmarkStart w:id="701" w:name="_Ref7183132"/>
      <w:r w:rsidRPr="007C4C20">
        <w:t xml:space="preserve">In this Clause </w:t>
      </w:r>
      <w:r w:rsidRPr="007C4C20">
        <w:fldChar w:fldCharType="begin"/>
      </w:r>
      <w:r w:rsidRPr="007C4C20">
        <w:instrText xml:space="preserve"> REF _Ref7183126 \r \h </w:instrText>
      </w:r>
      <w:r w:rsidRPr="007C4C20">
        <w:fldChar w:fldCharType="separate"/>
      </w:r>
      <w:r w:rsidR="00B66043">
        <w:t>1.7</w:t>
      </w:r>
      <w:r w:rsidRPr="007C4C20">
        <w:fldChar w:fldCharType="end"/>
      </w:r>
      <w:r w:rsidRPr="007C4C20">
        <w:t xml:space="preserve"> </w:t>
      </w:r>
      <w:r w:rsidR="004A1C8C" w:rsidRPr="007C4C20">
        <w:t>(</w:t>
      </w:r>
      <w:r w:rsidR="004A1C8C" w:rsidRPr="007C4C20">
        <w:rPr>
          <w:i/>
          <w:iCs/>
        </w:rPr>
        <w:t>Pro rata interest settlement</w:t>
      </w:r>
      <w:r w:rsidR="004A1C8C" w:rsidRPr="007C4C20">
        <w:t>) of this Schedule 4 (</w:t>
      </w:r>
      <w:r w:rsidR="004A1C8C" w:rsidRPr="007C4C20">
        <w:rPr>
          <w:i/>
        </w:rPr>
        <w:t>Conditions relating to assignment or transfer</w:t>
      </w:r>
      <w:r w:rsidR="004A1C8C" w:rsidRPr="007C4C20">
        <w:t>)</w:t>
      </w:r>
      <w:r w:rsidRPr="007C4C20">
        <w:t xml:space="preserve"> references to “</w:t>
      </w:r>
      <w:r w:rsidRPr="007C4C20">
        <w:rPr>
          <w:b/>
        </w:rPr>
        <w:t>Interest Period</w:t>
      </w:r>
      <w:r w:rsidRPr="007C4C20">
        <w:t>” shall be construed to include a reference to any other period for accrual of fees.</w:t>
      </w:r>
      <w:bookmarkEnd w:id="701"/>
    </w:p>
    <w:p w14:paraId="17CFB47C" w14:textId="7E4A2296" w:rsidR="00BD5A0D" w:rsidRPr="007C4C20" w:rsidRDefault="00BD5A0D" w:rsidP="00BD5A0D">
      <w:pPr>
        <w:pStyle w:val="CMSANHeading3"/>
      </w:pPr>
      <w:bookmarkStart w:id="702" w:name="_Ref7183133"/>
      <w:r w:rsidRPr="007C4C20">
        <w:t xml:space="preserve">An Existing Lender which retains the right to the Accrued Amounts pursuant to this Clause </w:t>
      </w:r>
      <w:r w:rsidRPr="007C4C20">
        <w:fldChar w:fldCharType="begin"/>
      </w:r>
      <w:r w:rsidRPr="007C4C20">
        <w:instrText xml:space="preserve"> REF _Ref7183126 \r \h </w:instrText>
      </w:r>
      <w:r w:rsidRPr="007C4C20">
        <w:fldChar w:fldCharType="separate"/>
      </w:r>
      <w:r w:rsidR="00B66043">
        <w:t>1.7</w:t>
      </w:r>
      <w:r w:rsidRPr="007C4C20">
        <w:fldChar w:fldCharType="end"/>
      </w:r>
      <w:r w:rsidRPr="007C4C20">
        <w:t xml:space="preserve"> </w:t>
      </w:r>
      <w:r w:rsidR="004A1C8C" w:rsidRPr="007C4C20">
        <w:t>(</w:t>
      </w:r>
      <w:r w:rsidR="004A1C8C" w:rsidRPr="007C4C20">
        <w:rPr>
          <w:i/>
          <w:iCs/>
        </w:rPr>
        <w:t>Pro rata interest settlement</w:t>
      </w:r>
      <w:r w:rsidR="004A1C8C" w:rsidRPr="007C4C20">
        <w:t xml:space="preserve">) </w:t>
      </w:r>
      <w:r w:rsidRPr="007C4C20">
        <w:t>of</w:t>
      </w:r>
      <w:r w:rsidR="004A1C8C" w:rsidRPr="007C4C20">
        <w:t xml:space="preserve"> this</w:t>
      </w:r>
      <w:r w:rsidRPr="007C4C20">
        <w:t xml:space="preserve"> </w:t>
      </w:r>
      <w:r w:rsidRPr="007C4C20">
        <w:fldChar w:fldCharType="begin"/>
      </w:r>
      <w:r w:rsidRPr="007C4C20">
        <w:instrText xml:space="preserve"> REF _Ref17284271 \r \h </w:instrText>
      </w:r>
      <w:r w:rsidRPr="007C4C20">
        <w:fldChar w:fldCharType="separate"/>
      </w:r>
      <w:r w:rsidR="00B66043">
        <w:t>Schedule 4</w:t>
      </w:r>
      <w:r w:rsidRPr="007C4C20">
        <w:fldChar w:fldCharType="end"/>
      </w:r>
      <w:r w:rsidRPr="007C4C20">
        <w:t xml:space="preserve"> </w:t>
      </w:r>
      <w:r w:rsidR="004A1C8C" w:rsidRPr="007C4C20">
        <w:t>(</w:t>
      </w:r>
      <w:r w:rsidR="004A1C8C" w:rsidRPr="007C4C20">
        <w:rPr>
          <w:i/>
        </w:rPr>
        <w:t>Conditions relating to assignment or transfer</w:t>
      </w:r>
      <w:r w:rsidR="004A1C8C" w:rsidRPr="007C4C20">
        <w:t xml:space="preserve">) </w:t>
      </w:r>
      <w:r w:rsidRPr="007C4C20">
        <w:t>but which does not have a Commitment shall be deemed not to be a Lender for the purposes of ascertaining whether the agreement of any specified group of Lenders has been obtained to approve any request for a consent, waiver, amendment or other vote of Lenders under this Agreement.</w:t>
      </w:r>
      <w:bookmarkEnd w:id="702"/>
    </w:p>
    <w:p w14:paraId="164BA6AE" w14:textId="77777777" w:rsidR="00D9580A" w:rsidRPr="007C4C20" w:rsidRDefault="00D9580A" w:rsidP="00D9580A">
      <w:pPr>
        <w:pStyle w:val="CMSANBodyText"/>
      </w:pPr>
    </w:p>
    <w:p w14:paraId="6F462C70" w14:textId="77777777" w:rsidR="00657368" w:rsidRPr="007C4C20" w:rsidRDefault="0000102E" w:rsidP="0000102E">
      <w:pPr>
        <w:pStyle w:val="CMSANSch1XRef"/>
      </w:pPr>
      <w:r w:rsidRPr="007C4C20">
        <w:lastRenderedPageBreak/>
        <w:br/>
      </w:r>
      <w:bookmarkStart w:id="703" w:name="_Ref7183465"/>
      <w:bookmarkStart w:id="704" w:name="_Toc28094938"/>
      <w:r w:rsidRPr="007C4C20">
        <w:t>Form of Transfer Certificate</w:t>
      </w:r>
      <w:bookmarkEnd w:id="703"/>
      <w:bookmarkEnd w:id="704"/>
    </w:p>
    <w:p w14:paraId="7223AC9C" w14:textId="77777777" w:rsidR="00657368" w:rsidRPr="007C4C20" w:rsidRDefault="00657368" w:rsidP="00E51570">
      <w:pPr>
        <w:pStyle w:val="CMSANzhanging1"/>
      </w:pPr>
      <w:r w:rsidRPr="007C4C20">
        <w:t>To:</w:t>
      </w:r>
      <w:r w:rsidRPr="007C4C20">
        <w:tab/>
      </w:r>
      <w:r w:rsidR="00E51570" w:rsidRPr="007C4C20">
        <w:t>[●]</w:t>
      </w:r>
      <w:r w:rsidRPr="007C4C20">
        <w:t xml:space="preserve"> as Agent</w:t>
      </w:r>
    </w:p>
    <w:p w14:paraId="5DA1DA7A" w14:textId="77777777" w:rsidR="00657368" w:rsidRPr="007C4C20" w:rsidRDefault="00657368" w:rsidP="00E51570">
      <w:pPr>
        <w:pStyle w:val="CMSANzhanging1"/>
      </w:pPr>
      <w:r w:rsidRPr="007C4C20">
        <w:t>From:</w:t>
      </w:r>
      <w:r w:rsidRPr="007C4C20">
        <w:tab/>
        <w:t>[</w:t>
      </w:r>
      <w:r w:rsidRPr="007C4C20">
        <w:rPr>
          <w:i/>
        </w:rPr>
        <w:t>the Existing Lender</w:t>
      </w:r>
      <w:r w:rsidRPr="007C4C20">
        <w:t>] (the “</w:t>
      </w:r>
      <w:r w:rsidRPr="007C4C20">
        <w:rPr>
          <w:b/>
        </w:rPr>
        <w:t>Existing Lender</w:t>
      </w:r>
      <w:r w:rsidRPr="007C4C20">
        <w:t>”) and [</w:t>
      </w:r>
      <w:r w:rsidRPr="007C4C20">
        <w:rPr>
          <w:i/>
        </w:rPr>
        <w:t>the New Lender</w:t>
      </w:r>
      <w:r w:rsidRPr="007C4C20">
        <w:t>] (the “</w:t>
      </w:r>
      <w:r w:rsidRPr="007C4C20">
        <w:rPr>
          <w:b/>
        </w:rPr>
        <w:t>New Lender</w:t>
      </w:r>
      <w:r w:rsidRPr="007C4C20">
        <w:t>”)</w:t>
      </w:r>
    </w:p>
    <w:p w14:paraId="25475343" w14:textId="77777777" w:rsidR="00657368" w:rsidRPr="007C4C20" w:rsidRDefault="00657368" w:rsidP="00657368">
      <w:pPr>
        <w:pStyle w:val="CMSANBodyText"/>
      </w:pPr>
      <w:r w:rsidRPr="007C4C20">
        <w:t>Dated:</w:t>
      </w:r>
    </w:p>
    <w:p w14:paraId="3C51FC1E" w14:textId="77777777" w:rsidR="00657368" w:rsidRPr="007C4C20" w:rsidRDefault="00E55ACE" w:rsidP="00115F0D">
      <w:pPr>
        <w:pStyle w:val="CMSANSubject"/>
        <w:jc w:val="left"/>
      </w:pPr>
      <w:r w:rsidRPr="007C4C20">
        <w:t xml:space="preserve">Loan </w:t>
      </w:r>
      <w:r w:rsidR="00657368" w:rsidRPr="007C4C20">
        <w:t>Agreement</w:t>
      </w:r>
      <w:r w:rsidR="00115F0D" w:rsidRPr="007C4C20">
        <w:t xml:space="preserve"> </w:t>
      </w:r>
      <w:r w:rsidR="00657368" w:rsidRPr="007C4C20">
        <w:t xml:space="preserve">dated </w:t>
      </w:r>
      <w:r w:rsidR="00E51570" w:rsidRPr="007C4C20">
        <w:t>[●]</w:t>
      </w:r>
      <w:r w:rsidR="00657368" w:rsidRPr="007C4C20">
        <w:t xml:space="preserve"> (the “Agreement”)</w:t>
      </w:r>
    </w:p>
    <w:p w14:paraId="3041EF61" w14:textId="77777777" w:rsidR="00657368" w:rsidRPr="007C4C20" w:rsidRDefault="00E51570" w:rsidP="00E51570">
      <w:pPr>
        <w:pStyle w:val="CMSANzhanging1"/>
      </w:pPr>
      <w:r w:rsidRPr="007C4C20">
        <w:fldChar w:fldCharType="begin"/>
      </w:r>
      <w:bookmarkStart w:id="705" w:name="_Ref7183466"/>
      <w:bookmarkEnd w:id="705"/>
      <w:r w:rsidRPr="007C4C20">
        <w:instrText xml:space="preserve"> LISTNUM  CMS_12 \l 4 \s 1 </w:instrText>
      </w:r>
      <w:r w:rsidRPr="007C4C20">
        <w:fldChar w:fldCharType="end">
          <w:numberingChange w:id="706" w:author="CMS" w:date="2019-04-29T15:10:00Z" w:original="1."/>
        </w:fldChar>
      </w:r>
      <w:r w:rsidRPr="007C4C20">
        <w:tab/>
      </w:r>
      <w:r w:rsidR="00657368" w:rsidRPr="007C4C20">
        <w:t>We refer to the Agreement. This is a Transfer Certificate. Terms defined in the Agreement have the same meaning in this Transfer Certificate unless given a different meaning in this Transfer Certificate.</w:t>
      </w:r>
    </w:p>
    <w:p w14:paraId="6C8925F7" w14:textId="77777777" w:rsidR="00657368" w:rsidRPr="007C4C20" w:rsidRDefault="00657368" w:rsidP="00E51570">
      <w:pPr>
        <w:pStyle w:val="CMSALTSch4XRef"/>
        <w:keepNext/>
      </w:pPr>
      <w:bookmarkStart w:id="707" w:name="_Ref7183467"/>
      <w:r w:rsidRPr="007C4C20">
        <w:t xml:space="preserve">We refer to </w:t>
      </w:r>
      <w:r w:rsidR="00F059A4" w:rsidRPr="007C4C20">
        <w:t xml:space="preserve">Clause 1.3 </w:t>
      </w:r>
      <w:r w:rsidRPr="007C4C20">
        <w:t>(</w:t>
      </w:r>
      <w:r w:rsidRPr="007C4C20">
        <w:rPr>
          <w:i/>
        </w:rPr>
        <w:t>Procedure for transfer</w:t>
      </w:r>
      <w:r w:rsidRPr="007C4C20">
        <w:t xml:space="preserve">) </w:t>
      </w:r>
      <w:r w:rsidR="00BA3D54" w:rsidRPr="007C4C20">
        <w:t>of Schedule 4 (</w:t>
      </w:r>
      <w:r w:rsidR="00BA3D54" w:rsidRPr="007C4C20">
        <w:rPr>
          <w:i/>
        </w:rPr>
        <w:t>Conditions relating to assignment or transfer</w:t>
      </w:r>
      <w:r w:rsidR="00BA3D54" w:rsidRPr="007C4C20">
        <w:t xml:space="preserve">) </w:t>
      </w:r>
      <w:r w:rsidRPr="007C4C20">
        <w:t>of the Agreement:</w:t>
      </w:r>
      <w:bookmarkEnd w:id="707"/>
    </w:p>
    <w:p w14:paraId="64826ABE" w14:textId="77777777" w:rsidR="00657368" w:rsidRPr="007C4C20" w:rsidRDefault="00657368" w:rsidP="00E51570">
      <w:pPr>
        <w:pStyle w:val="CMSALTSch5XRef"/>
      </w:pPr>
      <w:bookmarkStart w:id="708" w:name="_Ref7183468"/>
      <w:r w:rsidRPr="007C4C20">
        <w:t xml:space="preserve">The Existing Lender and the New Lender agree to the Existing Lender transferring to the New Lender by novation, and in accordance with </w:t>
      </w:r>
      <w:r w:rsidR="00F059A4" w:rsidRPr="007C4C20">
        <w:t xml:space="preserve">Clause 1.3 </w:t>
      </w:r>
      <w:r w:rsidRPr="007C4C20">
        <w:t>(</w:t>
      </w:r>
      <w:r w:rsidRPr="007C4C20">
        <w:rPr>
          <w:i/>
        </w:rPr>
        <w:t>Procedure for transfer</w:t>
      </w:r>
      <w:r w:rsidRPr="007C4C20">
        <w:t xml:space="preserve">) </w:t>
      </w:r>
      <w:r w:rsidR="00BA3D54" w:rsidRPr="007C4C20">
        <w:t>of Schedule 4 (</w:t>
      </w:r>
      <w:r w:rsidR="00BA3D54" w:rsidRPr="007C4C20">
        <w:rPr>
          <w:i/>
        </w:rPr>
        <w:t>Conditions relating to assignment or transfer</w:t>
      </w:r>
      <w:r w:rsidR="00BA3D54" w:rsidRPr="007C4C20">
        <w:t xml:space="preserve">) </w:t>
      </w:r>
      <w:r w:rsidRPr="007C4C20">
        <w:t xml:space="preserve">of the Agreement, all of the Existing Lender’s rights and obligations under the Agreement which relate to that portion of the Existing Lender’s Commitment and participations in </w:t>
      </w:r>
      <w:r w:rsidR="001429F2" w:rsidRPr="007C4C20">
        <w:t>Tranche</w:t>
      </w:r>
      <w:r w:rsidRPr="007C4C20">
        <w:t xml:space="preserve">s under the Agreement as specified in the </w:t>
      </w:r>
      <w:r w:rsidR="00526817" w:rsidRPr="007C4C20">
        <w:t>Annex</w:t>
      </w:r>
      <w:r w:rsidRPr="007C4C20">
        <w:t>.</w:t>
      </w:r>
      <w:bookmarkEnd w:id="708"/>
    </w:p>
    <w:p w14:paraId="7A45D828" w14:textId="77777777" w:rsidR="00657368" w:rsidRPr="007C4C20" w:rsidRDefault="00657368" w:rsidP="00E51570">
      <w:pPr>
        <w:pStyle w:val="CMSALTSch5XRef"/>
      </w:pPr>
      <w:bookmarkStart w:id="709" w:name="_Ref7183469"/>
      <w:r w:rsidRPr="007C4C20">
        <w:t xml:space="preserve">The proposed Transfer Date is </w:t>
      </w:r>
      <w:r w:rsidR="00E51570" w:rsidRPr="007C4C20">
        <w:t>[●]</w:t>
      </w:r>
      <w:r w:rsidRPr="007C4C20">
        <w:t>.</w:t>
      </w:r>
      <w:bookmarkEnd w:id="709"/>
    </w:p>
    <w:p w14:paraId="64826E44" w14:textId="0DA13195" w:rsidR="00657368" w:rsidRPr="007C4C20" w:rsidRDefault="00657368" w:rsidP="00E51570">
      <w:pPr>
        <w:pStyle w:val="CMSALTSch5XRef"/>
      </w:pPr>
      <w:bookmarkStart w:id="710" w:name="_Ref7183470"/>
      <w:r w:rsidRPr="007C4C20">
        <w:t xml:space="preserve">The Facility Office and address, fax number and attention details for notices of the New Lender for the purposes of Clause </w:t>
      </w:r>
      <w:r w:rsidR="00C91BE0" w:rsidRPr="007C4C20">
        <w:fldChar w:fldCharType="begin"/>
      </w:r>
      <w:r w:rsidR="00C91BE0" w:rsidRPr="007C4C20">
        <w:instrText xml:space="preserve">  REF _Ref7183290 \w \h \* MERGEFORMAT </w:instrText>
      </w:r>
      <w:r w:rsidR="00C91BE0" w:rsidRPr="007C4C20">
        <w:fldChar w:fldCharType="separate"/>
      </w:r>
      <w:r w:rsidR="00B66043" w:rsidRPr="00B66043">
        <w:rPr>
          <w:color w:val="000000"/>
        </w:rPr>
        <w:t>26.2</w:t>
      </w:r>
      <w:r w:rsidR="00C91BE0" w:rsidRPr="007C4C20">
        <w:fldChar w:fldCharType="end"/>
      </w:r>
      <w:r w:rsidRPr="007C4C20">
        <w:t xml:space="preserve"> (</w:t>
      </w:r>
      <w:r w:rsidRPr="007C4C20">
        <w:rPr>
          <w:i/>
        </w:rPr>
        <w:t>Addresses</w:t>
      </w:r>
      <w:r w:rsidRPr="007C4C20">
        <w:t>) of the Agreement are set out in the Schedule.</w:t>
      </w:r>
      <w:bookmarkEnd w:id="710"/>
    </w:p>
    <w:p w14:paraId="7ACD0ABB" w14:textId="18F5B2E9" w:rsidR="00657368" w:rsidRPr="007C4C20" w:rsidRDefault="00657368" w:rsidP="00E51570">
      <w:pPr>
        <w:pStyle w:val="CMSALTSch4XRef"/>
      </w:pPr>
      <w:bookmarkStart w:id="711" w:name="_Ref7183471"/>
      <w:r w:rsidRPr="007C4C20">
        <w:t xml:space="preserve">The New Lender expressly acknowledges the limitations on the Existing Lender’s obligations set out in paragraph </w:t>
      </w:r>
      <w:r w:rsidR="005B78A4" w:rsidRPr="007C4C20">
        <w:fldChar w:fldCharType="begin"/>
      </w:r>
      <w:r w:rsidR="005B78A4" w:rsidRPr="007C4C20">
        <w:instrText xml:space="preserve"> REF  _Ref7183101 \h \n \w  \* MERGEFORMAT </w:instrText>
      </w:r>
      <w:r w:rsidR="005B78A4" w:rsidRPr="007C4C20">
        <w:fldChar w:fldCharType="separate"/>
      </w:r>
      <w:r w:rsidR="00B66043">
        <w:t>(c)</w:t>
      </w:r>
      <w:r w:rsidR="005B78A4" w:rsidRPr="007C4C20">
        <w:fldChar w:fldCharType="end"/>
      </w:r>
      <w:r w:rsidRPr="007C4C20">
        <w:t xml:space="preserve"> of </w:t>
      </w:r>
      <w:r w:rsidR="00F059A4" w:rsidRPr="007C4C20">
        <w:t xml:space="preserve">Clause 1.2 </w:t>
      </w:r>
      <w:r w:rsidRPr="007C4C20">
        <w:t>(</w:t>
      </w:r>
      <w:r w:rsidRPr="007C4C20">
        <w:rPr>
          <w:i/>
        </w:rPr>
        <w:t>Limitation of responsibility of Existing Lenders</w:t>
      </w:r>
      <w:r w:rsidRPr="007C4C20">
        <w:t xml:space="preserve">) </w:t>
      </w:r>
      <w:r w:rsidR="00BA3D54" w:rsidRPr="007C4C20">
        <w:t>of Schedule 4 (</w:t>
      </w:r>
      <w:r w:rsidR="00BA3D54" w:rsidRPr="007C4C20">
        <w:rPr>
          <w:i/>
        </w:rPr>
        <w:t>Conditions relating to assignment or transfer</w:t>
      </w:r>
      <w:r w:rsidR="00BA3D54" w:rsidRPr="007C4C20">
        <w:t xml:space="preserve">) </w:t>
      </w:r>
      <w:r w:rsidRPr="007C4C20">
        <w:t>of the Agreement.</w:t>
      </w:r>
      <w:bookmarkEnd w:id="711"/>
    </w:p>
    <w:p w14:paraId="27219495" w14:textId="77777777" w:rsidR="00657368" w:rsidRPr="007C4C20" w:rsidRDefault="00657368" w:rsidP="00E51570">
      <w:pPr>
        <w:pStyle w:val="CMSALTSch4XRef"/>
      </w:pPr>
      <w:bookmarkStart w:id="712" w:name="_Ref7183472"/>
      <w:r w:rsidRPr="007C4C20">
        <w:t>This Transfer Certificate may be executed in any number of counterparts and this has the same effect as if the signatures on the counterparts were on a single copy of this Transfer Certificate.</w:t>
      </w:r>
      <w:bookmarkEnd w:id="712"/>
    </w:p>
    <w:p w14:paraId="4E4DDA4A" w14:textId="77777777" w:rsidR="00657368" w:rsidRPr="007C4C20" w:rsidRDefault="00657368" w:rsidP="00E51570">
      <w:pPr>
        <w:pStyle w:val="CMSALTSch4XRef"/>
      </w:pPr>
      <w:bookmarkStart w:id="713" w:name="_Ref7183473"/>
      <w:r w:rsidRPr="007C4C20">
        <w:t xml:space="preserve">This Transfer Certificate </w:t>
      </w:r>
      <w:r w:rsidR="00526817" w:rsidRPr="007C4C20">
        <w:t>is</w:t>
      </w:r>
      <w:r w:rsidRPr="007C4C20">
        <w:t xml:space="preserve"> governed by English law.</w:t>
      </w:r>
      <w:bookmarkEnd w:id="713"/>
    </w:p>
    <w:p w14:paraId="1BBC31A3" w14:textId="77777777" w:rsidR="00657368" w:rsidRPr="007C4C20" w:rsidRDefault="00657368" w:rsidP="00E51570">
      <w:pPr>
        <w:pStyle w:val="CMSALTSch4XRef"/>
      </w:pPr>
      <w:bookmarkStart w:id="714" w:name="_Ref7183474"/>
      <w:r w:rsidRPr="007C4C20">
        <w:t>This Transfer Certificate has been entered into on the date stated at the beginning of this Transfer Certificate.</w:t>
      </w:r>
      <w:bookmarkEnd w:id="714"/>
    </w:p>
    <w:p w14:paraId="1DC8EB25" w14:textId="77777777" w:rsidR="00657368" w:rsidRPr="007C4C20" w:rsidRDefault="00657368" w:rsidP="00CD0A03">
      <w:pPr>
        <w:pStyle w:val="CMSANHeadline"/>
        <w:pageBreakBefore/>
      </w:pPr>
      <w:r w:rsidRPr="007C4C20">
        <w:lastRenderedPageBreak/>
        <w:t xml:space="preserve">THE </w:t>
      </w:r>
      <w:r w:rsidR="00526817" w:rsidRPr="007C4C20">
        <w:t>ANNEX</w:t>
      </w:r>
      <w:r w:rsidR="00E51570" w:rsidRPr="007C4C20">
        <w:br/>
      </w:r>
      <w:r w:rsidRPr="007C4C20">
        <w:rPr>
          <w:caps w:val="0"/>
        </w:rPr>
        <w:t>Commitment/rights and obligations to be transferred</w:t>
      </w:r>
    </w:p>
    <w:p w14:paraId="3FF1B55F" w14:textId="77777777" w:rsidR="00657368" w:rsidRPr="007C4C20" w:rsidRDefault="00657368" w:rsidP="00E51570">
      <w:pPr>
        <w:pStyle w:val="CMSANBodyText"/>
        <w:contextualSpacing/>
        <w:jc w:val="center"/>
      </w:pPr>
      <w:r w:rsidRPr="007C4C20">
        <w:t>[</w:t>
      </w:r>
      <w:r w:rsidRPr="007C4C20">
        <w:rPr>
          <w:i/>
        </w:rPr>
        <w:t>Insert relevant details</w:t>
      </w:r>
      <w:r w:rsidRPr="007C4C20">
        <w:t>]</w:t>
      </w:r>
    </w:p>
    <w:p w14:paraId="36C7C991" w14:textId="77777777" w:rsidR="00657368" w:rsidRPr="007C4C20" w:rsidRDefault="00657368" w:rsidP="00E51570">
      <w:pPr>
        <w:pStyle w:val="CMSANBodyText"/>
        <w:jc w:val="center"/>
      </w:pPr>
      <w:r w:rsidRPr="007C4C20">
        <w:t>[</w:t>
      </w:r>
      <w:r w:rsidRPr="007C4C20">
        <w:rPr>
          <w:i/>
        </w:rPr>
        <w:t>Facility office address, fax number and attention details for notices and account details for payments,</w:t>
      </w:r>
      <w:r w:rsidRPr="007C4C20">
        <w:t>]</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1"/>
        <w:gridCol w:w="4743"/>
      </w:tblGrid>
      <w:tr w:rsidR="00E51570" w:rsidRPr="007C4C20" w14:paraId="60A71B0C" w14:textId="77777777" w:rsidTr="005B78A4">
        <w:tc>
          <w:tcPr>
            <w:tcW w:w="4601" w:type="dxa"/>
          </w:tcPr>
          <w:p w14:paraId="298C812A" w14:textId="77777777" w:rsidR="00E51570" w:rsidRPr="007C4C20" w:rsidRDefault="00E51570" w:rsidP="00E51570">
            <w:pPr>
              <w:pStyle w:val="CMSANTableBodyText"/>
            </w:pPr>
            <w:r w:rsidRPr="007C4C20">
              <w:t>[Existing Lender]</w:t>
            </w:r>
          </w:p>
        </w:tc>
        <w:tc>
          <w:tcPr>
            <w:tcW w:w="4743" w:type="dxa"/>
          </w:tcPr>
          <w:p w14:paraId="0E43F8A9" w14:textId="77777777" w:rsidR="00E51570" w:rsidRPr="007C4C20" w:rsidRDefault="00E51570" w:rsidP="00E51570">
            <w:pPr>
              <w:pStyle w:val="CMSANTableBodyText"/>
            </w:pPr>
            <w:r w:rsidRPr="007C4C20">
              <w:t>[New Lender]</w:t>
            </w:r>
          </w:p>
        </w:tc>
      </w:tr>
      <w:tr w:rsidR="00E51570" w:rsidRPr="007C4C20" w14:paraId="0728139E" w14:textId="77777777" w:rsidTr="005B78A4">
        <w:tc>
          <w:tcPr>
            <w:tcW w:w="4601" w:type="dxa"/>
          </w:tcPr>
          <w:p w14:paraId="05C58948" w14:textId="77777777" w:rsidR="00E51570" w:rsidRPr="007C4C20" w:rsidRDefault="00E51570" w:rsidP="00E51570">
            <w:pPr>
              <w:pStyle w:val="CMSANTableBodyText"/>
            </w:pPr>
            <w:r w:rsidRPr="007C4C20">
              <w:t>By:</w:t>
            </w:r>
          </w:p>
        </w:tc>
        <w:tc>
          <w:tcPr>
            <w:tcW w:w="4743" w:type="dxa"/>
          </w:tcPr>
          <w:p w14:paraId="0630548B" w14:textId="77777777" w:rsidR="00E51570" w:rsidRPr="007C4C20" w:rsidRDefault="00E51570" w:rsidP="00E51570">
            <w:pPr>
              <w:pStyle w:val="CMSANTableBodyText"/>
            </w:pPr>
            <w:r w:rsidRPr="007C4C20">
              <w:t>By:</w:t>
            </w:r>
          </w:p>
        </w:tc>
      </w:tr>
    </w:tbl>
    <w:p w14:paraId="278553F0" w14:textId="77777777" w:rsidR="00657368" w:rsidRPr="007C4C20" w:rsidRDefault="00657368" w:rsidP="00657368">
      <w:pPr>
        <w:pStyle w:val="CMSANBodyText"/>
      </w:pPr>
      <w:r w:rsidRPr="007C4C20">
        <w:t xml:space="preserve">This Transfer Certificate is accepted by the Agent and the Transfer Date is confirmed as </w:t>
      </w:r>
      <w:r w:rsidR="00E51570" w:rsidRPr="007C4C20">
        <w:t>[●]</w:t>
      </w:r>
      <w:r w:rsidRPr="007C4C20">
        <w:t>.</w:t>
      </w:r>
    </w:p>
    <w:p w14:paraId="40F1F93A" w14:textId="77777777" w:rsidR="00657368" w:rsidRPr="007C4C20" w:rsidRDefault="00657368" w:rsidP="00657368">
      <w:pPr>
        <w:pStyle w:val="CMSANBodyText"/>
      </w:pPr>
      <w:r w:rsidRPr="007C4C20">
        <w:t>[Agent]</w:t>
      </w:r>
    </w:p>
    <w:p w14:paraId="1DF2F426" w14:textId="77777777" w:rsidR="00657368" w:rsidRPr="007C4C20" w:rsidRDefault="00657368" w:rsidP="00657368">
      <w:pPr>
        <w:pStyle w:val="CMSANBodyText"/>
      </w:pPr>
      <w:r w:rsidRPr="007C4C20">
        <w:t>By:</w:t>
      </w:r>
    </w:p>
    <w:p w14:paraId="0C8D13A0" w14:textId="77777777" w:rsidR="00657368" w:rsidRPr="007C4C20" w:rsidRDefault="0000102E" w:rsidP="0000102E">
      <w:pPr>
        <w:pStyle w:val="CMSANSch1XRef"/>
      </w:pPr>
      <w:r w:rsidRPr="007C4C20">
        <w:lastRenderedPageBreak/>
        <w:br/>
      </w:r>
      <w:bookmarkStart w:id="715" w:name="_Ref7183475"/>
      <w:bookmarkStart w:id="716" w:name="_Toc28094939"/>
      <w:r w:rsidRPr="007C4C20">
        <w:t>Form of Assignment Agreement</w:t>
      </w:r>
      <w:bookmarkEnd w:id="715"/>
      <w:bookmarkEnd w:id="716"/>
    </w:p>
    <w:p w14:paraId="1B368EFC" w14:textId="77777777" w:rsidR="00657368" w:rsidRPr="007C4C20" w:rsidRDefault="00657368" w:rsidP="00CD0A03">
      <w:pPr>
        <w:pStyle w:val="CMSANzhanging1"/>
      </w:pPr>
      <w:r w:rsidRPr="007C4C20">
        <w:t>To:</w:t>
      </w:r>
      <w:r w:rsidRPr="007C4C20">
        <w:tab/>
      </w:r>
      <w:r w:rsidR="00CD0A03" w:rsidRPr="007C4C20">
        <w:t>[●]</w:t>
      </w:r>
      <w:r w:rsidRPr="007C4C20">
        <w:t xml:space="preserve"> as Agent and </w:t>
      </w:r>
      <w:r w:rsidR="00CD0A03" w:rsidRPr="007C4C20">
        <w:t>[●]</w:t>
      </w:r>
      <w:r w:rsidRPr="007C4C20">
        <w:t xml:space="preserve"> as Borrower</w:t>
      </w:r>
    </w:p>
    <w:p w14:paraId="17181352" w14:textId="77777777" w:rsidR="00657368" w:rsidRPr="007C4C20" w:rsidRDefault="00657368" w:rsidP="00CD0A03">
      <w:pPr>
        <w:pStyle w:val="CMSANzhanging1"/>
      </w:pPr>
      <w:r w:rsidRPr="007C4C20">
        <w:t>From:</w:t>
      </w:r>
      <w:r w:rsidRPr="007C4C20">
        <w:tab/>
        <w:t>[</w:t>
      </w:r>
      <w:r w:rsidRPr="007C4C20">
        <w:rPr>
          <w:i/>
        </w:rPr>
        <w:t>the Existing Lender</w:t>
      </w:r>
      <w:r w:rsidRPr="007C4C20">
        <w:t>] (the “</w:t>
      </w:r>
      <w:r w:rsidRPr="007C4C20">
        <w:rPr>
          <w:b/>
        </w:rPr>
        <w:t>Existing Lender</w:t>
      </w:r>
      <w:r w:rsidRPr="007C4C20">
        <w:t>”) and [</w:t>
      </w:r>
      <w:r w:rsidRPr="007C4C20">
        <w:rPr>
          <w:i/>
        </w:rPr>
        <w:t>the New Lender</w:t>
      </w:r>
      <w:r w:rsidRPr="007C4C20">
        <w:t>] (the “</w:t>
      </w:r>
      <w:r w:rsidRPr="007C4C20">
        <w:rPr>
          <w:b/>
        </w:rPr>
        <w:t>New Lender</w:t>
      </w:r>
      <w:r w:rsidRPr="007C4C20">
        <w:t>”)</w:t>
      </w:r>
    </w:p>
    <w:p w14:paraId="11A9E5FE" w14:textId="77777777" w:rsidR="00657368" w:rsidRPr="007C4C20" w:rsidRDefault="00657368" w:rsidP="00657368">
      <w:pPr>
        <w:pStyle w:val="CMSANBodyText"/>
      </w:pPr>
      <w:r w:rsidRPr="007C4C20">
        <w:t>Dated:</w:t>
      </w:r>
    </w:p>
    <w:p w14:paraId="3DE8F367" w14:textId="77777777" w:rsidR="00657368" w:rsidRPr="007C4C20" w:rsidRDefault="00E55ACE" w:rsidP="00FC2094">
      <w:pPr>
        <w:pStyle w:val="CMSANSubject"/>
        <w:jc w:val="left"/>
      </w:pPr>
      <w:r w:rsidRPr="007C4C20">
        <w:t>Loan</w:t>
      </w:r>
      <w:r w:rsidR="00657368" w:rsidRPr="007C4C20">
        <w:t xml:space="preserve"> Agreement</w:t>
      </w:r>
      <w:r w:rsidR="00FC2094" w:rsidRPr="007C4C20">
        <w:t xml:space="preserve"> </w:t>
      </w:r>
      <w:r w:rsidR="00657368" w:rsidRPr="007C4C20">
        <w:t xml:space="preserve">dated </w:t>
      </w:r>
      <w:r w:rsidR="00CD0A03" w:rsidRPr="007C4C20">
        <w:t xml:space="preserve">[●] </w:t>
      </w:r>
      <w:r w:rsidR="00657368" w:rsidRPr="007C4C20">
        <w:t>(the “Agreement”)</w:t>
      </w:r>
    </w:p>
    <w:p w14:paraId="2CCE7DC0" w14:textId="77777777" w:rsidR="00657368" w:rsidRPr="007C4C20" w:rsidRDefault="00CD0A03" w:rsidP="00CD0A03">
      <w:pPr>
        <w:pStyle w:val="CMSANzhanging1"/>
      </w:pPr>
      <w:r w:rsidRPr="007C4C20">
        <w:fldChar w:fldCharType="begin"/>
      </w:r>
      <w:bookmarkStart w:id="717" w:name="_Ref7183476"/>
      <w:bookmarkEnd w:id="717"/>
      <w:r w:rsidRPr="007C4C20">
        <w:instrText xml:space="preserve"> LISTNUM  CMS_12 \l 4 \s 1 </w:instrText>
      </w:r>
      <w:r w:rsidRPr="007C4C20">
        <w:fldChar w:fldCharType="end">
          <w:numberingChange w:id="718" w:author="CMS" w:date="2019-04-29T15:10:00Z" w:original="1."/>
        </w:fldChar>
      </w:r>
      <w:r w:rsidRPr="007C4C20">
        <w:tab/>
      </w:r>
      <w:r w:rsidR="00657368" w:rsidRPr="007C4C20">
        <w:t>We refer to the Agreement. Th</w:t>
      </w:r>
      <w:r w:rsidR="00A300B4" w:rsidRPr="007C4C20">
        <w:t xml:space="preserve">is is an Assignment Agreement. </w:t>
      </w:r>
      <w:r w:rsidR="00657368" w:rsidRPr="007C4C20">
        <w:t>Terms defined in the Agreement have the same meaning in this Assignment Agreement unless given a different meaning in this Assignment Agreement.</w:t>
      </w:r>
    </w:p>
    <w:p w14:paraId="08BB0598" w14:textId="77777777" w:rsidR="00657368" w:rsidRPr="007C4C20" w:rsidRDefault="00657368" w:rsidP="00CD0A03">
      <w:pPr>
        <w:pStyle w:val="CMSALTSch4XRef"/>
        <w:keepNext/>
      </w:pPr>
      <w:bookmarkStart w:id="719" w:name="_Ref7183477"/>
      <w:r w:rsidRPr="007C4C20">
        <w:t xml:space="preserve">We refer to </w:t>
      </w:r>
      <w:r w:rsidR="00384192" w:rsidRPr="007C4C20">
        <w:t xml:space="preserve">Clause 1.4 </w:t>
      </w:r>
      <w:r w:rsidRPr="007C4C20">
        <w:t>(</w:t>
      </w:r>
      <w:r w:rsidRPr="007C4C20">
        <w:rPr>
          <w:i/>
        </w:rPr>
        <w:t>Procedure for assignment</w:t>
      </w:r>
      <w:r w:rsidRPr="007C4C20">
        <w:t xml:space="preserve">) </w:t>
      </w:r>
      <w:r w:rsidR="00BA3D54" w:rsidRPr="007C4C20">
        <w:t>of Schedule 4 (</w:t>
      </w:r>
      <w:r w:rsidR="00BA3D54" w:rsidRPr="007C4C20">
        <w:rPr>
          <w:i/>
        </w:rPr>
        <w:t>Conditions relating to assignment or transfer</w:t>
      </w:r>
      <w:r w:rsidR="00BA3D54" w:rsidRPr="007C4C20">
        <w:t xml:space="preserve">) </w:t>
      </w:r>
      <w:r w:rsidRPr="007C4C20">
        <w:t>of the Agreement:</w:t>
      </w:r>
      <w:bookmarkEnd w:id="719"/>
    </w:p>
    <w:p w14:paraId="09D25FB4" w14:textId="77777777" w:rsidR="00657368" w:rsidRPr="007C4C20" w:rsidRDefault="00657368" w:rsidP="00CD0A03">
      <w:pPr>
        <w:pStyle w:val="CMSALTSch5XRef"/>
      </w:pPr>
      <w:bookmarkStart w:id="720" w:name="_Ref7183478"/>
      <w:r w:rsidRPr="007C4C20">
        <w:t xml:space="preserve">The Existing Lender assigns absolutely to the New Lender all the rights of the Existing Lender under the Agreement which relate to that portion of the Existing Lender’s Commitment and participations in </w:t>
      </w:r>
      <w:r w:rsidR="001429F2" w:rsidRPr="007C4C20">
        <w:t>Tranche</w:t>
      </w:r>
      <w:r w:rsidRPr="007C4C20">
        <w:t xml:space="preserve">s under the Agreement as specified in the </w:t>
      </w:r>
      <w:r w:rsidR="00526817" w:rsidRPr="007C4C20">
        <w:t>Annex</w:t>
      </w:r>
      <w:r w:rsidRPr="007C4C20">
        <w:t>.</w:t>
      </w:r>
      <w:bookmarkEnd w:id="720"/>
    </w:p>
    <w:p w14:paraId="66AE3ACE" w14:textId="77777777" w:rsidR="00657368" w:rsidRPr="007C4C20" w:rsidRDefault="00657368" w:rsidP="00CD0A03">
      <w:pPr>
        <w:pStyle w:val="CMSALTSch5XRef"/>
      </w:pPr>
      <w:bookmarkStart w:id="721" w:name="_Ref7183479"/>
      <w:r w:rsidRPr="007C4C20">
        <w:t xml:space="preserve">The Existing Lender is released from all the obligations of the Existing Lender which correspond to that portion of the Existing Lender’s Commitment and participations in </w:t>
      </w:r>
      <w:r w:rsidR="001429F2" w:rsidRPr="007C4C20">
        <w:t>Tranche</w:t>
      </w:r>
      <w:r w:rsidRPr="007C4C20">
        <w:t xml:space="preserve">s under the Agreement specified in the </w:t>
      </w:r>
      <w:r w:rsidR="00526817" w:rsidRPr="007C4C20">
        <w:t>Annex</w:t>
      </w:r>
      <w:r w:rsidRPr="007C4C20">
        <w:t>.</w:t>
      </w:r>
      <w:bookmarkEnd w:id="721"/>
    </w:p>
    <w:p w14:paraId="4512D670" w14:textId="164A7CBC" w:rsidR="00657368" w:rsidRPr="007C4C20" w:rsidRDefault="00657368" w:rsidP="00CD0A03">
      <w:pPr>
        <w:pStyle w:val="CMSALTSch5XRef"/>
      </w:pPr>
      <w:bookmarkStart w:id="722" w:name="_Ref7183480"/>
      <w:r w:rsidRPr="007C4C20">
        <w:t xml:space="preserve">The New Lender becomes a Party as a Lender and is bound by obligations equivalent to those from which the Existing Lender is released under paragraph </w:t>
      </w:r>
      <w:r w:rsidR="00562A89" w:rsidRPr="007C4C20">
        <w:fldChar w:fldCharType="begin"/>
      </w:r>
      <w:r w:rsidR="00562A89" w:rsidRPr="007C4C20">
        <w:instrText xml:space="preserve"> REF _Ref7183479 \n \h </w:instrText>
      </w:r>
      <w:r w:rsidR="00FE356C" w:rsidRPr="007C4C20">
        <w:instrText xml:space="preserve"> \* MERGEFORMAT </w:instrText>
      </w:r>
      <w:r w:rsidR="00562A89" w:rsidRPr="007C4C20">
        <w:fldChar w:fldCharType="separate"/>
      </w:r>
      <w:r w:rsidR="00B66043">
        <w:t>(b)</w:t>
      </w:r>
      <w:r w:rsidR="00562A89" w:rsidRPr="007C4C20">
        <w:fldChar w:fldCharType="end"/>
      </w:r>
      <w:r w:rsidRPr="007C4C20">
        <w:t xml:space="preserve"> above.</w:t>
      </w:r>
      <w:bookmarkEnd w:id="722"/>
    </w:p>
    <w:p w14:paraId="7EB96C36" w14:textId="77777777" w:rsidR="00657368" w:rsidRPr="007C4C20" w:rsidRDefault="00657368" w:rsidP="00CD0A03">
      <w:pPr>
        <w:pStyle w:val="CMSALTSch4XRef"/>
      </w:pPr>
      <w:bookmarkStart w:id="723" w:name="_Ref7183481"/>
      <w:r w:rsidRPr="007C4C20">
        <w:t xml:space="preserve">The proposed Transfer Date is </w:t>
      </w:r>
      <w:r w:rsidR="00CD0A03" w:rsidRPr="007C4C20">
        <w:t>[●]</w:t>
      </w:r>
      <w:r w:rsidRPr="007C4C20">
        <w:t>.</w:t>
      </w:r>
      <w:bookmarkEnd w:id="723"/>
    </w:p>
    <w:p w14:paraId="2A79588B" w14:textId="77777777" w:rsidR="00657368" w:rsidRPr="007C4C20" w:rsidRDefault="00657368" w:rsidP="00CD0A03">
      <w:pPr>
        <w:pStyle w:val="CMSALTSch4XRef"/>
      </w:pPr>
      <w:bookmarkStart w:id="724" w:name="_Ref7183482"/>
      <w:r w:rsidRPr="007C4C20">
        <w:t xml:space="preserve">On the Transfer Date the New Lender becomes Party to </w:t>
      </w:r>
      <w:r w:rsidR="00157923" w:rsidRPr="007C4C20">
        <w:t>this Agreement</w:t>
      </w:r>
      <w:r w:rsidRPr="007C4C20">
        <w:t xml:space="preserve"> as a Lender.</w:t>
      </w:r>
      <w:bookmarkEnd w:id="724"/>
    </w:p>
    <w:p w14:paraId="0C4688F7" w14:textId="36D1B801" w:rsidR="00657368" w:rsidRPr="007C4C20" w:rsidRDefault="00657368" w:rsidP="00CD0A03">
      <w:pPr>
        <w:pStyle w:val="CMSALTSch4XRef"/>
      </w:pPr>
      <w:bookmarkStart w:id="725" w:name="_Ref7183483"/>
      <w:r w:rsidRPr="007C4C20">
        <w:t xml:space="preserve">The Facility Office and address, fax number and attention details for notices of the New Lender for the purposes of Clause </w:t>
      </w:r>
      <w:r w:rsidR="00C91BE0" w:rsidRPr="007C4C20">
        <w:fldChar w:fldCharType="begin"/>
      </w:r>
      <w:r w:rsidR="00C91BE0" w:rsidRPr="007C4C20">
        <w:instrText xml:space="preserve">  REF _Ref7183290 \w \h \* MERGEFORMAT </w:instrText>
      </w:r>
      <w:r w:rsidR="00C91BE0" w:rsidRPr="007C4C20">
        <w:fldChar w:fldCharType="separate"/>
      </w:r>
      <w:r w:rsidR="00B66043" w:rsidRPr="00B66043">
        <w:rPr>
          <w:color w:val="000000"/>
        </w:rPr>
        <w:t>26.2</w:t>
      </w:r>
      <w:r w:rsidR="00C91BE0" w:rsidRPr="007C4C20">
        <w:fldChar w:fldCharType="end"/>
      </w:r>
      <w:r w:rsidRPr="007C4C20">
        <w:t xml:space="preserve"> (</w:t>
      </w:r>
      <w:r w:rsidRPr="007C4C20">
        <w:rPr>
          <w:i/>
        </w:rPr>
        <w:t>Addresses</w:t>
      </w:r>
      <w:r w:rsidRPr="007C4C20">
        <w:t>) of the Agreement are set out in the Schedule.</w:t>
      </w:r>
      <w:bookmarkEnd w:id="725"/>
    </w:p>
    <w:p w14:paraId="0901359D" w14:textId="7A95DA82" w:rsidR="00657368" w:rsidRPr="007C4C20" w:rsidRDefault="00657368" w:rsidP="00CD0A03">
      <w:pPr>
        <w:pStyle w:val="CMSALTSch4XRef"/>
      </w:pPr>
      <w:bookmarkStart w:id="726" w:name="_Ref7183484"/>
      <w:r w:rsidRPr="007C4C20">
        <w:t xml:space="preserve">The New Lender expressly acknowledges the limitations on the Existing Lender’s obligations set out in paragraph </w:t>
      </w:r>
      <w:r w:rsidR="005B78A4" w:rsidRPr="007C4C20">
        <w:fldChar w:fldCharType="begin"/>
      </w:r>
      <w:r w:rsidR="005B78A4" w:rsidRPr="007C4C20">
        <w:instrText xml:space="preserve"> REF  _Ref7183101 \h \n \w  \* MERGEFORMAT </w:instrText>
      </w:r>
      <w:r w:rsidR="005B78A4" w:rsidRPr="007C4C20">
        <w:fldChar w:fldCharType="separate"/>
      </w:r>
      <w:r w:rsidR="00B66043">
        <w:t>(c)</w:t>
      </w:r>
      <w:r w:rsidR="005B78A4" w:rsidRPr="007C4C20">
        <w:fldChar w:fldCharType="end"/>
      </w:r>
      <w:r w:rsidRPr="007C4C20">
        <w:t xml:space="preserve"> of </w:t>
      </w:r>
      <w:r w:rsidR="00384192" w:rsidRPr="007C4C20">
        <w:t xml:space="preserve">Clause 1.2 </w:t>
      </w:r>
      <w:r w:rsidRPr="007C4C20">
        <w:t>(</w:t>
      </w:r>
      <w:r w:rsidRPr="007C4C20">
        <w:rPr>
          <w:i/>
        </w:rPr>
        <w:t>Limitation of responsibility of Existing Lenders</w:t>
      </w:r>
      <w:r w:rsidRPr="007C4C20">
        <w:t xml:space="preserve">) </w:t>
      </w:r>
      <w:r w:rsidR="00BA3D54" w:rsidRPr="007C4C20">
        <w:t>of Schedule 4 (</w:t>
      </w:r>
      <w:r w:rsidR="00BA3D54" w:rsidRPr="007C4C20">
        <w:rPr>
          <w:i/>
        </w:rPr>
        <w:t>Conditions relating to assignment or transfer</w:t>
      </w:r>
      <w:r w:rsidR="00BA3D54" w:rsidRPr="007C4C20">
        <w:t xml:space="preserve">) </w:t>
      </w:r>
      <w:r w:rsidRPr="007C4C20">
        <w:t>of the Agreement.</w:t>
      </w:r>
      <w:bookmarkEnd w:id="726"/>
    </w:p>
    <w:p w14:paraId="0E727F43" w14:textId="77777777" w:rsidR="00657368" w:rsidRPr="007C4C20" w:rsidRDefault="00657368" w:rsidP="00CD0A03">
      <w:pPr>
        <w:pStyle w:val="CMSALTSch4XRef"/>
      </w:pPr>
      <w:bookmarkStart w:id="727" w:name="_Ref7183485"/>
      <w:r w:rsidRPr="007C4C20">
        <w:t xml:space="preserve">This Assignment Agreement acts as notice to the Agent (on behalf of each </w:t>
      </w:r>
      <w:r w:rsidR="00B50845" w:rsidRPr="007C4C20">
        <w:t>Lender</w:t>
      </w:r>
      <w:r w:rsidRPr="007C4C20">
        <w:t xml:space="preserve">) and, upon delivery in accordance with </w:t>
      </w:r>
      <w:r w:rsidR="00384192" w:rsidRPr="007C4C20">
        <w:t xml:space="preserve">Clause 1.5 </w:t>
      </w:r>
      <w:r w:rsidRPr="007C4C20">
        <w:t>(</w:t>
      </w:r>
      <w:r w:rsidRPr="007C4C20">
        <w:rPr>
          <w:i/>
        </w:rPr>
        <w:t>Copy of Transfer Certificate or Assignment Agreement</w:t>
      </w:r>
      <w:r w:rsidRPr="007C4C20">
        <w:t xml:space="preserve">) </w:t>
      </w:r>
      <w:r w:rsidR="00BA3D54" w:rsidRPr="007C4C20">
        <w:t>of Schedule 4 (</w:t>
      </w:r>
      <w:r w:rsidR="00BA3D54" w:rsidRPr="007C4C20">
        <w:rPr>
          <w:i/>
        </w:rPr>
        <w:t>Conditions relating to assignment or transfer</w:t>
      </w:r>
      <w:r w:rsidR="00BA3D54" w:rsidRPr="007C4C20">
        <w:t xml:space="preserve">) </w:t>
      </w:r>
      <w:r w:rsidRPr="007C4C20">
        <w:t>of the Agreement, to the Borrower of the assignment referred to in this Assignment Agreement.</w:t>
      </w:r>
      <w:bookmarkEnd w:id="727"/>
    </w:p>
    <w:p w14:paraId="5988DBCB" w14:textId="77777777" w:rsidR="00657368" w:rsidRPr="007C4C20" w:rsidRDefault="00657368" w:rsidP="00CD0A03">
      <w:pPr>
        <w:pStyle w:val="CMSALTSch4XRef"/>
      </w:pPr>
      <w:bookmarkStart w:id="728" w:name="_Ref7183486"/>
      <w:r w:rsidRPr="007C4C20">
        <w:t>This Assignment Agreement may be executed in any number of counterparts and this has the same effect as if the signatures on the counterparts were on a single copy of this Assignment Agreement.</w:t>
      </w:r>
      <w:bookmarkEnd w:id="728"/>
    </w:p>
    <w:p w14:paraId="7264EC42" w14:textId="77777777" w:rsidR="00657368" w:rsidRPr="007C4C20" w:rsidRDefault="00657368" w:rsidP="00CD0A03">
      <w:pPr>
        <w:pStyle w:val="CMSALTSch4XRef"/>
      </w:pPr>
      <w:bookmarkStart w:id="729" w:name="_Ref7183487"/>
      <w:r w:rsidRPr="007C4C20">
        <w:t xml:space="preserve">This Assignment Agreement </w:t>
      </w:r>
      <w:r w:rsidR="00526817" w:rsidRPr="007C4C20">
        <w:t>is</w:t>
      </w:r>
      <w:r w:rsidRPr="007C4C20">
        <w:t xml:space="preserve"> governed by English law.</w:t>
      </w:r>
      <w:bookmarkEnd w:id="729"/>
    </w:p>
    <w:p w14:paraId="24C8A74D" w14:textId="77777777" w:rsidR="00657368" w:rsidRPr="007C4C20" w:rsidRDefault="00657368" w:rsidP="00CD0A03">
      <w:pPr>
        <w:pStyle w:val="CMSALTSch4XRef"/>
      </w:pPr>
      <w:bookmarkStart w:id="730" w:name="_Ref7183488"/>
      <w:r w:rsidRPr="007C4C20">
        <w:t>This Assignment Agreement has been entered into on the date stated at the beginning of this Assignment Agreement.</w:t>
      </w:r>
      <w:bookmarkEnd w:id="730"/>
    </w:p>
    <w:p w14:paraId="40C6EA3F" w14:textId="77777777" w:rsidR="00657368" w:rsidRPr="007C4C20" w:rsidRDefault="00657368" w:rsidP="00FC2094">
      <w:pPr>
        <w:pStyle w:val="CMSANHeadline"/>
        <w:pageBreakBefore/>
      </w:pPr>
      <w:r w:rsidRPr="007C4C20">
        <w:lastRenderedPageBreak/>
        <w:t xml:space="preserve">THE </w:t>
      </w:r>
      <w:r w:rsidR="00526817" w:rsidRPr="007C4C20">
        <w:t>ANNEX</w:t>
      </w:r>
      <w:r w:rsidR="00CD0A03" w:rsidRPr="007C4C20">
        <w:br/>
      </w:r>
      <w:r w:rsidRPr="007C4C20">
        <w:rPr>
          <w:caps w:val="0"/>
        </w:rPr>
        <w:t>Rights to be assigned and obligations to be released and undertaken</w:t>
      </w:r>
    </w:p>
    <w:p w14:paraId="2A155259" w14:textId="77777777" w:rsidR="00657368" w:rsidRPr="007C4C20" w:rsidRDefault="00657368" w:rsidP="00CD0A03">
      <w:pPr>
        <w:pStyle w:val="CMSANBodyText"/>
        <w:contextualSpacing/>
        <w:jc w:val="center"/>
      </w:pPr>
      <w:r w:rsidRPr="007C4C20">
        <w:t>[</w:t>
      </w:r>
      <w:r w:rsidRPr="007C4C20">
        <w:rPr>
          <w:i/>
        </w:rPr>
        <w:t>Insert relevant details</w:t>
      </w:r>
      <w:r w:rsidRPr="007C4C20">
        <w:t>]</w:t>
      </w:r>
    </w:p>
    <w:p w14:paraId="0F04E38C" w14:textId="77777777" w:rsidR="00657368" w:rsidRPr="007C4C20" w:rsidRDefault="00657368" w:rsidP="00CD0A03">
      <w:pPr>
        <w:pStyle w:val="CMSANBodyText"/>
        <w:jc w:val="center"/>
      </w:pPr>
      <w:r w:rsidRPr="007C4C20">
        <w:t>[</w:t>
      </w:r>
      <w:r w:rsidRPr="007C4C20">
        <w:rPr>
          <w:i/>
        </w:rPr>
        <w:t>Facility office address, fax number and attention details for notices and account details for payments</w:t>
      </w:r>
      <w:r w:rsidRPr="007C4C20">
        <w:t>]</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1"/>
        <w:gridCol w:w="4743"/>
      </w:tblGrid>
      <w:tr w:rsidR="00CD0A03" w:rsidRPr="007C4C20" w14:paraId="62F5E139" w14:textId="77777777" w:rsidTr="005B78A4">
        <w:tc>
          <w:tcPr>
            <w:tcW w:w="4601" w:type="dxa"/>
          </w:tcPr>
          <w:p w14:paraId="499A22B6" w14:textId="77777777" w:rsidR="00CD0A03" w:rsidRPr="007C4C20" w:rsidRDefault="00CD0A03" w:rsidP="007C0DB2">
            <w:pPr>
              <w:pStyle w:val="CMSANTableBodyText"/>
            </w:pPr>
            <w:r w:rsidRPr="007C4C20">
              <w:t>[Existing Lender]</w:t>
            </w:r>
          </w:p>
        </w:tc>
        <w:tc>
          <w:tcPr>
            <w:tcW w:w="4743" w:type="dxa"/>
          </w:tcPr>
          <w:p w14:paraId="39328A71" w14:textId="77777777" w:rsidR="00CD0A03" w:rsidRPr="007C4C20" w:rsidRDefault="00CD0A03" w:rsidP="007C0DB2">
            <w:pPr>
              <w:pStyle w:val="CMSANTableBodyText"/>
            </w:pPr>
            <w:r w:rsidRPr="007C4C20">
              <w:t>[New Lender]</w:t>
            </w:r>
          </w:p>
        </w:tc>
      </w:tr>
      <w:tr w:rsidR="00CD0A03" w:rsidRPr="007C4C20" w14:paraId="04F487E6" w14:textId="77777777" w:rsidTr="005B78A4">
        <w:tc>
          <w:tcPr>
            <w:tcW w:w="4601" w:type="dxa"/>
          </w:tcPr>
          <w:p w14:paraId="0DCE2F30" w14:textId="77777777" w:rsidR="00CD0A03" w:rsidRPr="007C4C20" w:rsidRDefault="00CD0A03" w:rsidP="007C0DB2">
            <w:pPr>
              <w:pStyle w:val="CMSANTableBodyText"/>
            </w:pPr>
            <w:r w:rsidRPr="007C4C20">
              <w:t>By:</w:t>
            </w:r>
          </w:p>
        </w:tc>
        <w:tc>
          <w:tcPr>
            <w:tcW w:w="4743" w:type="dxa"/>
          </w:tcPr>
          <w:p w14:paraId="39F4F1FF" w14:textId="77777777" w:rsidR="00CD0A03" w:rsidRPr="007C4C20" w:rsidRDefault="00CD0A03" w:rsidP="007C0DB2">
            <w:pPr>
              <w:pStyle w:val="CMSANTableBodyText"/>
            </w:pPr>
            <w:r w:rsidRPr="007C4C20">
              <w:t>By:</w:t>
            </w:r>
          </w:p>
        </w:tc>
      </w:tr>
    </w:tbl>
    <w:p w14:paraId="340E483D" w14:textId="77777777" w:rsidR="00657368" w:rsidRPr="007C4C20" w:rsidRDefault="00657368" w:rsidP="00657368">
      <w:pPr>
        <w:pStyle w:val="CMSANBodyText"/>
      </w:pPr>
      <w:r w:rsidRPr="007C4C20">
        <w:t xml:space="preserve">This Assignment Agreement is accepted by the Agent and the Transfer Date is confirmed as </w:t>
      </w:r>
      <w:r w:rsidR="007C0DB2" w:rsidRPr="007C4C20">
        <w:t>[●]</w:t>
      </w:r>
      <w:r w:rsidRPr="007C4C20">
        <w:t>.</w:t>
      </w:r>
    </w:p>
    <w:p w14:paraId="22F62327" w14:textId="77777777" w:rsidR="00657368" w:rsidRPr="007C4C20" w:rsidRDefault="00657368" w:rsidP="00657368">
      <w:pPr>
        <w:pStyle w:val="CMSANBodyText"/>
      </w:pPr>
      <w:r w:rsidRPr="007C4C20">
        <w:t xml:space="preserve">Signature of this Assignment Agreement by the Agent constitutes confirmation by the Agent of receipt of notice of the assignment referred to herein, which notice the Agent receives on behalf of </w:t>
      </w:r>
      <w:r w:rsidR="00E026ED" w:rsidRPr="007C4C20">
        <w:t xml:space="preserve">the </w:t>
      </w:r>
      <w:r w:rsidR="00B50845" w:rsidRPr="007C4C20">
        <w:t>Lenders</w:t>
      </w:r>
      <w:r w:rsidRPr="007C4C20">
        <w:t>.</w:t>
      </w:r>
    </w:p>
    <w:p w14:paraId="57AF6496" w14:textId="77777777" w:rsidR="00657368" w:rsidRPr="007C4C20" w:rsidRDefault="00657368" w:rsidP="00657368">
      <w:pPr>
        <w:pStyle w:val="CMSANBodyText"/>
      </w:pPr>
      <w:r w:rsidRPr="007C4C20">
        <w:t>[Agent]</w:t>
      </w:r>
    </w:p>
    <w:p w14:paraId="7EB2AB06" w14:textId="77777777" w:rsidR="00657368" w:rsidRPr="007C4C20" w:rsidRDefault="00657368" w:rsidP="00657368">
      <w:pPr>
        <w:pStyle w:val="CMSANBodyText"/>
      </w:pPr>
      <w:r w:rsidRPr="007C4C20">
        <w:t>By:</w:t>
      </w:r>
    </w:p>
    <w:p w14:paraId="275811E6" w14:textId="77777777" w:rsidR="00657368" w:rsidRPr="007C4C20" w:rsidRDefault="00657368" w:rsidP="00826A76">
      <w:pPr>
        <w:pStyle w:val="CMSANHeadline"/>
        <w:pageBreakBefore/>
      </w:pPr>
      <w:r w:rsidRPr="007C4C20">
        <w:lastRenderedPageBreak/>
        <w:t>SIGNATURES</w:t>
      </w:r>
    </w:p>
    <w:p w14:paraId="78B35CD3" w14:textId="77777777" w:rsidR="00657368" w:rsidRPr="004A079A" w:rsidRDefault="00657368" w:rsidP="004A079A">
      <w:pPr>
        <w:rPr>
          <w:b/>
          <w:bCs/>
        </w:rPr>
      </w:pPr>
      <w:r w:rsidRPr="004A079A">
        <w:rPr>
          <w:b/>
          <w:bCs/>
        </w:rPr>
        <w:t>THE BORROWER</w:t>
      </w:r>
    </w:p>
    <w:p w14:paraId="13FCF44E" w14:textId="77777777" w:rsidR="004A079A" w:rsidRDefault="004A079A" w:rsidP="004A079A"/>
    <w:p w14:paraId="6A350C4E" w14:textId="77777777" w:rsidR="00657368" w:rsidRPr="004A079A" w:rsidRDefault="00657368" w:rsidP="004A079A">
      <w:r w:rsidRPr="004A079A">
        <w:t>For and on behalf of:</w:t>
      </w:r>
    </w:p>
    <w:p w14:paraId="1026007A" w14:textId="77777777" w:rsidR="004A079A" w:rsidRDefault="004A079A" w:rsidP="004A079A">
      <w:pPr>
        <w:rPr>
          <w:b/>
          <w:bCs/>
        </w:rPr>
      </w:pPr>
    </w:p>
    <w:p w14:paraId="1CED10A1" w14:textId="77777777" w:rsidR="00657368" w:rsidRDefault="00657368" w:rsidP="004A079A">
      <w:r w:rsidRPr="004A079A">
        <w:rPr>
          <w:b/>
          <w:bCs/>
        </w:rPr>
        <w:t>THE REPUBLIC OF SERBIA</w:t>
      </w:r>
      <w:r w:rsidRPr="004A079A">
        <w:t xml:space="preserve"> </w:t>
      </w:r>
      <w:r w:rsidR="00726E6D" w:rsidRPr="004A079A">
        <w:t xml:space="preserve">represented by </w:t>
      </w:r>
      <w:r w:rsidR="00AF37CE" w:rsidRPr="004A079A">
        <w:t>Mr. Siniša Mali</w:t>
      </w:r>
      <w:r w:rsidR="00726E6D" w:rsidRPr="004A079A">
        <w:t>, Minister of Finance, on behalf of the Government as the representative of the Republic of Serbia</w:t>
      </w:r>
    </w:p>
    <w:p w14:paraId="4DA3AED4" w14:textId="77777777" w:rsidR="004A079A" w:rsidRPr="004A079A" w:rsidRDefault="004A079A" w:rsidP="004A079A"/>
    <w:tbl>
      <w:tblPr>
        <w:tblStyle w:val="TableGrid"/>
        <w:tblW w:w="949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8"/>
      </w:tblGrid>
      <w:tr w:rsidR="00726E6D" w:rsidRPr="004A079A" w14:paraId="39889EF4" w14:textId="77777777" w:rsidTr="00AF37CE">
        <w:tc>
          <w:tcPr>
            <w:tcW w:w="9498" w:type="dxa"/>
          </w:tcPr>
          <w:p w14:paraId="1B76D9A7" w14:textId="77777777" w:rsidR="00726E6D" w:rsidRPr="004A079A" w:rsidRDefault="00726E6D" w:rsidP="004A079A">
            <w:r w:rsidRPr="004A079A">
              <w:t>By:</w:t>
            </w:r>
          </w:p>
        </w:tc>
      </w:tr>
      <w:tr w:rsidR="00726E6D" w:rsidRPr="004A079A" w14:paraId="15120A1C" w14:textId="77777777" w:rsidTr="00AF37CE">
        <w:tc>
          <w:tcPr>
            <w:tcW w:w="9498" w:type="dxa"/>
          </w:tcPr>
          <w:p w14:paraId="4946D4D3" w14:textId="77777777" w:rsidR="00726E6D" w:rsidRPr="004A079A" w:rsidRDefault="00726E6D" w:rsidP="004A079A"/>
          <w:p w14:paraId="3D5F88DB" w14:textId="77777777" w:rsidR="00726E6D" w:rsidRPr="004A079A" w:rsidRDefault="00726E6D" w:rsidP="004A079A">
            <w:r w:rsidRPr="004A079A">
              <w:t xml:space="preserve">Address: </w:t>
            </w:r>
            <w:r w:rsidR="00AF37CE" w:rsidRPr="004A079A">
              <w:t>Ministry of Finance of the Republic of Serbia, 20 Kneza Miloša Street, 11000 Belgrade, Serbia</w:t>
            </w:r>
          </w:p>
        </w:tc>
      </w:tr>
      <w:tr w:rsidR="00726E6D" w:rsidRPr="004A079A" w14:paraId="0ACA7387" w14:textId="77777777" w:rsidTr="00AF37CE">
        <w:tc>
          <w:tcPr>
            <w:tcW w:w="9498" w:type="dxa"/>
          </w:tcPr>
          <w:p w14:paraId="701A91C3" w14:textId="77777777" w:rsidR="00726E6D" w:rsidRPr="004A079A" w:rsidRDefault="00726E6D" w:rsidP="004A079A"/>
          <w:p w14:paraId="4656CB84" w14:textId="77777777" w:rsidR="00726E6D" w:rsidRPr="004A079A" w:rsidRDefault="00AF37CE" w:rsidP="004A079A">
            <w:r w:rsidRPr="004A079A">
              <w:t>Fax</w:t>
            </w:r>
            <w:r w:rsidR="00726E6D" w:rsidRPr="004A079A">
              <w:t>:</w:t>
            </w:r>
            <w:r w:rsidRPr="004A079A">
              <w:t xml:space="preserve">                   +381 11 361 8961</w:t>
            </w:r>
          </w:p>
        </w:tc>
      </w:tr>
      <w:tr w:rsidR="00726E6D" w:rsidRPr="004A079A" w14:paraId="2B970A42" w14:textId="77777777" w:rsidTr="00AF37CE">
        <w:tc>
          <w:tcPr>
            <w:tcW w:w="9498" w:type="dxa"/>
          </w:tcPr>
          <w:p w14:paraId="13BEBD17" w14:textId="77777777" w:rsidR="00726E6D" w:rsidRPr="004A079A" w:rsidRDefault="00726E6D" w:rsidP="004A079A"/>
          <w:p w14:paraId="1768D3EE" w14:textId="77777777" w:rsidR="00726E6D" w:rsidRPr="004A079A" w:rsidRDefault="00AF37CE" w:rsidP="004A079A">
            <w:r w:rsidRPr="004A079A">
              <w:t>Email</w:t>
            </w:r>
            <w:r w:rsidR="00726E6D" w:rsidRPr="004A079A">
              <w:t>:</w:t>
            </w:r>
            <w:r w:rsidRPr="004A079A">
              <w:t xml:space="preserve">                  </w:t>
            </w:r>
            <w:hyperlink r:id="rId15" w:history="1">
              <w:r w:rsidRPr="004A079A">
                <w:rPr>
                  <w:rStyle w:val="Hyperlink"/>
                </w:rPr>
                <w:t>kabinet@mfin.gov.rs</w:t>
              </w:r>
            </w:hyperlink>
            <w:r w:rsidRPr="004A079A">
              <w:t xml:space="preserve"> / uprava@javnidug.gov.rs</w:t>
            </w:r>
          </w:p>
        </w:tc>
      </w:tr>
      <w:tr w:rsidR="00726E6D" w:rsidRPr="004A079A" w14:paraId="67F612AF" w14:textId="77777777" w:rsidTr="00AF37CE">
        <w:tc>
          <w:tcPr>
            <w:tcW w:w="9498" w:type="dxa"/>
          </w:tcPr>
          <w:p w14:paraId="5C7153AD" w14:textId="77777777" w:rsidR="00726E6D" w:rsidRPr="004A079A" w:rsidRDefault="00726E6D" w:rsidP="004A079A"/>
          <w:p w14:paraId="02A3FB8D" w14:textId="77777777" w:rsidR="00726E6D" w:rsidRPr="004A079A" w:rsidRDefault="00726E6D" w:rsidP="004A079A">
            <w:r w:rsidRPr="004A079A">
              <w:t>Attention:</w:t>
            </w:r>
            <w:r w:rsidR="00AF37CE" w:rsidRPr="004A079A">
              <w:t xml:space="preserve">            Public Debt Administration, Ms. Ana Tripović, Acting Director</w:t>
            </w:r>
          </w:p>
        </w:tc>
      </w:tr>
    </w:tbl>
    <w:p w14:paraId="6637A1D6" w14:textId="77777777" w:rsidR="004A079A" w:rsidRDefault="004A079A" w:rsidP="004A079A"/>
    <w:p w14:paraId="7F486C8D" w14:textId="77777777" w:rsidR="00657368" w:rsidRPr="004A079A" w:rsidRDefault="00657368" w:rsidP="004A079A">
      <w:pPr>
        <w:rPr>
          <w:b/>
          <w:bCs/>
        </w:rPr>
      </w:pPr>
      <w:r w:rsidRPr="004A079A">
        <w:rPr>
          <w:b/>
          <w:bCs/>
        </w:rPr>
        <w:t xml:space="preserve">THE </w:t>
      </w:r>
      <w:r w:rsidR="00896C59" w:rsidRPr="004A079A">
        <w:rPr>
          <w:b/>
          <w:bCs/>
        </w:rPr>
        <w:t>LENDERS</w:t>
      </w:r>
    </w:p>
    <w:p w14:paraId="187946F3" w14:textId="77777777" w:rsidR="00D5367C" w:rsidRPr="004A079A" w:rsidRDefault="00D5367C" w:rsidP="004A079A"/>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D5367C" w:rsidRPr="004A079A" w14:paraId="4AF61CEE" w14:textId="77777777" w:rsidTr="00E764DC">
        <w:tc>
          <w:tcPr>
            <w:tcW w:w="4672" w:type="dxa"/>
          </w:tcPr>
          <w:p w14:paraId="7FA39723" w14:textId="77777777" w:rsidR="00D5367C" w:rsidRPr="004A079A" w:rsidRDefault="00D5367C" w:rsidP="004A079A">
            <w:r w:rsidRPr="004A079A">
              <w:t xml:space="preserve">Signed for and on behalf of </w:t>
            </w:r>
            <w:r w:rsidRPr="004A079A">
              <w:rPr>
                <w:b/>
                <w:bCs/>
              </w:rPr>
              <w:t>T.C. ZİRAAT BANKASI A.Ş.</w:t>
            </w:r>
            <w:r w:rsidR="005D0C1B" w:rsidRPr="004A079A">
              <w:t xml:space="preserve"> </w:t>
            </w:r>
          </w:p>
          <w:p w14:paraId="41EA2921" w14:textId="77777777" w:rsidR="00D5367C" w:rsidRPr="004A079A" w:rsidRDefault="00D5367C" w:rsidP="004A079A"/>
        </w:tc>
        <w:tc>
          <w:tcPr>
            <w:tcW w:w="4672" w:type="dxa"/>
          </w:tcPr>
          <w:p w14:paraId="4F38A3F0" w14:textId="77777777" w:rsidR="00D5367C" w:rsidRPr="004A079A" w:rsidRDefault="00D5367C" w:rsidP="004A079A">
            <w:r w:rsidRPr="004A079A">
              <w:t xml:space="preserve">Signed for and on behalf of </w:t>
            </w:r>
            <w:r w:rsidRPr="004A079A">
              <w:rPr>
                <w:b/>
                <w:bCs/>
              </w:rPr>
              <w:t>T.C. ZİRAAT BANKASI A.Ş.</w:t>
            </w:r>
            <w:r w:rsidR="005D0C1B" w:rsidRPr="004A079A">
              <w:rPr>
                <w:b/>
                <w:bCs/>
              </w:rPr>
              <w:t xml:space="preserve"> </w:t>
            </w:r>
          </w:p>
        </w:tc>
      </w:tr>
      <w:tr w:rsidR="00D5367C" w:rsidRPr="004A079A" w14:paraId="3616655D" w14:textId="77777777" w:rsidTr="00E764DC">
        <w:tc>
          <w:tcPr>
            <w:tcW w:w="4672" w:type="dxa"/>
          </w:tcPr>
          <w:p w14:paraId="5EC0C222" w14:textId="77777777" w:rsidR="00D5367C" w:rsidRPr="004A079A" w:rsidRDefault="00D5367C" w:rsidP="004A079A">
            <w:r w:rsidRPr="004A079A">
              <w:t>By:</w:t>
            </w:r>
          </w:p>
        </w:tc>
        <w:tc>
          <w:tcPr>
            <w:tcW w:w="4672" w:type="dxa"/>
          </w:tcPr>
          <w:p w14:paraId="23E46CDE" w14:textId="77777777" w:rsidR="00D5367C" w:rsidRPr="004A079A" w:rsidRDefault="00D5367C" w:rsidP="004A079A">
            <w:r w:rsidRPr="004A079A">
              <w:t>By:</w:t>
            </w:r>
          </w:p>
          <w:p w14:paraId="0D314450" w14:textId="77777777" w:rsidR="00D5367C" w:rsidRPr="004A079A" w:rsidRDefault="00D5367C" w:rsidP="004A079A"/>
        </w:tc>
      </w:tr>
      <w:tr w:rsidR="00D5367C" w:rsidRPr="004A079A" w14:paraId="5A392A6B" w14:textId="77777777" w:rsidTr="00E764DC">
        <w:tc>
          <w:tcPr>
            <w:tcW w:w="4672" w:type="dxa"/>
          </w:tcPr>
          <w:p w14:paraId="143B7263" w14:textId="3988944B" w:rsidR="00D5367C" w:rsidRPr="004A079A" w:rsidRDefault="00D5367C" w:rsidP="004A079A">
            <w:r w:rsidRPr="004A079A">
              <w:t>Name:</w:t>
            </w:r>
            <w:r w:rsidR="004A079A">
              <w:t xml:space="preserve"> </w:t>
            </w:r>
            <w:r w:rsidR="004A079A" w:rsidRPr="004A079A">
              <w:t>Utku Gündeş</w:t>
            </w:r>
            <w:r w:rsidR="0010485E">
              <w:t>, Project Financing Manager</w:t>
            </w:r>
          </w:p>
        </w:tc>
        <w:tc>
          <w:tcPr>
            <w:tcW w:w="4672" w:type="dxa"/>
          </w:tcPr>
          <w:p w14:paraId="479FEC06" w14:textId="1ADCF088" w:rsidR="00D5367C" w:rsidRPr="004A079A" w:rsidRDefault="00D5367C" w:rsidP="004A079A">
            <w:pPr>
              <w:rPr>
                <w:b/>
                <w:bCs/>
              </w:rPr>
            </w:pPr>
            <w:r w:rsidRPr="004A079A">
              <w:t>Name:</w:t>
            </w:r>
            <w:r w:rsidR="004A079A">
              <w:t xml:space="preserve"> </w:t>
            </w:r>
            <w:r w:rsidR="0010485E">
              <w:t>Irem Gezmi</w:t>
            </w:r>
            <w:r w:rsidR="004A079A" w:rsidRPr="004A079A">
              <w:t>ş</w:t>
            </w:r>
            <w:r w:rsidR="0010485E">
              <w:t xml:space="preserve">, Project Finance Officer </w:t>
            </w:r>
          </w:p>
          <w:p w14:paraId="5D2E7486" w14:textId="77777777" w:rsidR="00D5367C" w:rsidRPr="004A079A" w:rsidRDefault="00D5367C" w:rsidP="004A079A"/>
        </w:tc>
      </w:tr>
    </w:tbl>
    <w:p w14:paraId="5E1D40BB" w14:textId="77777777" w:rsidR="00D5367C" w:rsidRPr="004A079A" w:rsidRDefault="00D5367C" w:rsidP="004A079A"/>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D5367C" w:rsidRPr="004A079A" w14:paraId="54665881" w14:textId="77777777" w:rsidTr="00C91BE0">
        <w:tc>
          <w:tcPr>
            <w:tcW w:w="4672" w:type="dxa"/>
          </w:tcPr>
          <w:p w14:paraId="23493B6C" w14:textId="77777777" w:rsidR="00D5367C" w:rsidRPr="004A079A" w:rsidRDefault="00D5367C" w:rsidP="004A079A">
            <w:r w:rsidRPr="004A079A">
              <w:t xml:space="preserve">Signed for and on behalf of </w:t>
            </w:r>
            <w:r w:rsidRPr="004A079A">
              <w:rPr>
                <w:b/>
                <w:bCs/>
              </w:rPr>
              <w:t>DENIZBANK A.Ş</w:t>
            </w:r>
          </w:p>
          <w:p w14:paraId="4B7970E1" w14:textId="77777777" w:rsidR="00D5367C" w:rsidRPr="004A079A" w:rsidRDefault="00D5367C" w:rsidP="004A079A"/>
        </w:tc>
        <w:tc>
          <w:tcPr>
            <w:tcW w:w="4672" w:type="dxa"/>
          </w:tcPr>
          <w:p w14:paraId="0CEC4EFE" w14:textId="77777777" w:rsidR="00D5367C" w:rsidRPr="004A079A" w:rsidRDefault="00D5367C" w:rsidP="004A079A">
            <w:r w:rsidRPr="004A079A">
              <w:t xml:space="preserve">Signed for and on behalf of </w:t>
            </w:r>
            <w:r w:rsidRPr="004A079A">
              <w:rPr>
                <w:b/>
                <w:bCs/>
              </w:rPr>
              <w:t>DENIZBANK A.Ş</w:t>
            </w:r>
          </w:p>
          <w:p w14:paraId="609F2549" w14:textId="77777777" w:rsidR="00D5367C" w:rsidRPr="004A079A" w:rsidRDefault="00D5367C" w:rsidP="004A079A"/>
        </w:tc>
      </w:tr>
      <w:tr w:rsidR="00D2445B" w:rsidRPr="004A079A" w14:paraId="7599CB16" w14:textId="77777777" w:rsidTr="00C91BE0">
        <w:tc>
          <w:tcPr>
            <w:tcW w:w="4672" w:type="dxa"/>
          </w:tcPr>
          <w:p w14:paraId="755E37C8" w14:textId="77777777" w:rsidR="00D2445B" w:rsidRPr="004A079A" w:rsidRDefault="00D2445B" w:rsidP="004A079A">
            <w:r w:rsidRPr="004A079A">
              <w:t>By:</w:t>
            </w:r>
            <w:r w:rsidR="004A079A" w:rsidRPr="004A079A">
              <w:t xml:space="preserve"> </w:t>
            </w:r>
          </w:p>
        </w:tc>
        <w:tc>
          <w:tcPr>
            <w:tcW w:w="4672" w:type="dxa"/>
          </w:tcPr>
          <w:p w14:paraId="3A8EFB94" w14:textId="77777777" w:rsidR="00D2445B" w:rsidRPr="004A079A" w:rsidRDefault="00D2445B" w:rsidP="004A079A">
            <w:r w:rsidRPr="004A079A">
              <w:t>By:</w:t>
            </w:r>
          </w:p>
          <w:p w14:paraId="1A56236D" w14:textId="77777777" w:rsidR="00D5367C" w:rsidRPr="004A079A" w:rsidRDefault="00D5367C" w:rsidP="004A079A"/>
        </w:tc>
      </w:tr>
      <w:tr w:rsidR="00D5367C" w:rsidRPr="004A079A" w14:paraId="0FA3D859" w14:textId="77777777" w:rsidTr="00C91BE0">
        <w:tc>
          <w:tcPr>
            <w:tcW w:w="4672" w:type="dxa"/>
          </w:tcPr>
          <w:p w14:paraId="2810F791" w14:textId="52B50E1B" w:rsidR="00D5367C" w:rsidRPr="004A079A" w:rsidRDefault="00D5367C" w:rsidP="00DD3EAD">
            <w:r w:rsidRPr="004A079A">
              <w:t>Name</w:t>
            </w:r>
            <w:r w:rsidR="004A079A" w:rsidRPr="004A079A">
              <w:t>: Savaş Çıtak</w:t>
            </w:r>
            <w:r w:rsidR="0010485E" w:rsidRPr="00DD3EAD">
              <w:t>, S</w:t>
            </w:r>
            <w:r w:rsidR="00DD3EAD" w:rsidRPr="00DD3EAD">
              <w:rPr>
                <w:lang w:val="en-US"/>
              </w:rPr>
              <w:t>V</w:t>
            </w:r>
            <w:r w:rsidR="0010485E" w:rsidRPr="00DD3EAD">
              <w:t>P Project</w:t>
            </w:r>
            <w:r w:rsidR="0010485E">
              <w:t xml:space="preserve"> Finance</w:t>
            </w:r>
          </w:p>
        </w:tc>
        <w:tc>
          <w:tcPr>
            <w:tcW w:w="4672" w:type="dxa"/>
          </w:tcPr>
          <w:p w14:paraId="2DF630CC" w14:textId="24DAE207" w:rsidR="00D5367C" w:rsidRPr="004A079A" w:rsidRDefault="00D5367C" w:rsidP="004A079A">
            <w:r w:rsidRPr="004A079A">
              <w:t>Name:</w:t>
            </w:r>
            <w:r w:rsidR="004A079A" w:rsidRPr="004A079A">
              <w:t xml:space="preserve"> </w:t>
            </w:r>
            <w:r w:rsidR="0010485E">
              <w:t xml:space="preserve">Ayhan </w:t>
            </w:r>
            <w:r w:rsidR="004A079A" w:rsidRPr="004A079A">
              <w:t>Barış Derbentli</w:t>
            </w:r>
            <w:r w:rsidR="0010485E">
              <w:t>, Dep. Head/Project Finance</w:t>
            </w:r>
            <w:r w:rsidR="004A079A" w:rsidRPr="004A079A">
              <w:t xml:space="preserve"> </w:t>
            </w:r>
          </w:p>
          <w:p w14:paraId="58BAC1A6" w14:textId="77777777" w:rsidR="00D5367C" w:rsidRPr="004A079A" w:rsidRDefault="00D5367C" w:rsidP="004A079A"/>
        </w:tc>
      </w:tr>
    </w:tbl>
    <w:p w14:paraId="3550682D" w14:textId="77777777" w:rsidR="00657368" w:rsidRPr="004A079A" w:rsidRDefault="00657368" w:rsidP="004A079A">
      <w:pPr>
        <w:rPr>
          <w:b/>
          <w:bCs/>
        </w:rPr>
      </w:pPr>
      <w:r w:rsidRPr="004A079A">
        <w:rPr>
          <w:b/>
          <w:bCs/>
        </w:rPr>
        <w:t>THE AGENT</w:t>
      </w:r>
    </w:p>
    <w:p w14:paraId="68B95A91" w14:textId="77777777" w:rsidR="00D5367C" w:rsidRPr="004A079A" w:rsidRDefault="00D5367C" w:rsidP="004A079A"/>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D5367C" w:rsidRPr="004A079A" w14:paraId="4E47A775" w14:textId="77777777" w:rsidTr="00D5367C">
        <w:tc>
          <w:tcPr>
            <w:tcW w:w="4672" w:type="dxa"/>
          </w:tcPr>
          <w:p w14:paraId="29D44CCF" w14:textId="77777777" w:rsidR="00D5367C" w:rsidRPr="004A079A" w:rsidRDefault="00D5367C" w:rsidP="004A079A">
            <w:r w:rsidRPr="004A079A">
              <w:t>Signed for and on behalf of</w:t>
            </w:r>
            <w:r w:rsidRPr="004A079A">
              <w:rPr>
                <w:b/>
                <w:bCs/>
              </w:rPr>
              <w:t xml:space="preserve"> T.C. ZİRAAT BANKASI A.Ş. </w:t>
            </w:r>
          </w:p>
          <w:p w14:paraId="50937CC3" w14:textId="77777777" w:rsidR="00D5367C" w:rsidRPr="004A079A" w:rsidRDefault="00D5367C" w:rsidP="004A079A"/>
        </w:tc>
        <w:tc>
          <w:tcPr>
            <w:tcW w:w="4672" w:type="dxa"/>
          </w:tcPr>
          <w:p w14:paraId="45261D55" w14:textId="77777777" w:rsidR="00D5367C" w:rsidRPr="004A079A" w:rsidRDefault="00D5367C" w:rsidP="004A079A">
            <w:r w:rsidRPr="004A079A">
              <w:t xml:space="preserve">Signed for and on behalf of </w:t>
            </w:r>
            <w:r w:rsidRPr="004A079A">
              <w:rPr>
                <w:b/>
                <w:bCs/>
              </w:rPr>
              <w:t>T.C. ZİRAAT BANKASI A.Ş.</w:t>
            </w:r>
          </w:p>
          <w:p w14:paraId="62400D35" w14:textId="77777777" w:rsidR="00D5367C" w:rsidRPr="004A079A" w:rsidRDefault="00D5367C" w:rsidP="004A079A"/>
        </w:tc>
      </w:tr>
      <w:tr w:rsidR="00D5367C" w:rsidRPr="004A079A" w14:paraId="5669E475" w14:textId="77777777" w:rsidTr="00D5367C">
        <w:tc>
          <w:tcPr>
            <w:tcW w:w="4672" w:type="dxa"/>
          </w:tcPr>
          <w:p w14:paraId="2DF0215A" w14:textId="77777777" w:rsidR="00D5367C" w:rsidRPr="004A079A" w:rsidRDefault="00D5367C" w:rsidP="004A079A">
            <w:r w:rsidRPr="004A079A">
              <w:t>By:</w:t>
            </w:r>
          </w:p>
        </w:tc>
        <w:tc>
          <w:tcPr>
            <w:tcW w:w="4672" w:type="dxa"/>
          </w:tcPr>
          <w:p w14:paraId="703C381C" w14:textId="77777777" w:rsidR="00D5367C" w:rsidRPr="004A079A" w:rsidRDefault="00D5367C" w:rsidP="004A079A">
            <w:r w:rsidRPr="004A079A">
              <w:t>By:</w:t>
            </w:r>
          </w:p>
          <w:p w14:paraId="51416FC6" w14:textId="77777777" w:rsidR="00D5367C" w:rsidRPr="004A079A" w:rsidRDefault="00D5367C" w:rsidP="004A079A"/>
        </w:tc>
      </w:tr>
      <w:tr w:rsidR="00D5367C" w:rsidRPr="004A079A" w14:paraId="4018C818" w14:textId="77777777" w:rsidTr="00D5367C">
        <w:tc>
          <w:tcPr>
            <w:tcW w:w="4672" w:type="dxa"/>
          </w:tcPr>
          <w:p w14:paraId="376E3B10" w14:textId="3A27806E" w:rsidR="00D5367C" w:rsidRPr="004A079A" w:rsidRDefault="00D5367C" w:rsidP="0010485E">
            <w:r w:rsidRPr="004A079A">
              <w:t>Name:</w:t>
            </w:r>
            <w:r w:rsidR="004A079A">
              <w:t xml:space="preserve"> </w:t>
            </w:r>
            <w:r w:rsidR="004A079A" w:rsidRPr="004A079A">
              <w:t>Utku Gündeş</w:t>
            </w:r>
            <w:r w:rsidR="0010485E">
              <w:t xml:space="preserve">, </w:t>
            </w:r>
            <w:r w:rsidR="0010485E" w:rsidRPr="0010485E">
              <w:t>Project Financing Manager</w:t>
            </w:r>
          </w:p>
        </w:tc>
        <w:tc>
          <w:tcPr>
            <w:tcW w:w="4672" w:type="dxa"/>
          </w:tcPr>
          <w:p w14:paraId="24317F58" w14:textId="77777777" w:rsidR="0010485E" w:rsidRDefault="00D5367C" w:rsidP="0010485E">
            <w:r w:rsidRPr="004A079A">
              <w:t>Name:</w:t>
            </w:r>
            <w:r w:rsidR="004A079A" w:rsidRPr="004A079A">
              <w:t xml:space="preserve"> </w:t>
            </w:r>
            <w:r w:rsidR="0010485E" w:rsidRPr="0010485E">
              <w:t>Irem Gezmiş, Project Finance Officer</w:t>
            </w:r>
          </w:p>
          <w:p w14:paraId="20783F15" w14:textId="27167920" w:rsidR="00D5367C" w:rsidRPr="004A079A" w:rsidRDefault="0010485E" w:rsidP="0010485E">
            <w:r w:rsidRPr="0010485E">
              <w:t xml:space="preserve"> </w:t>
            </w:r>
          </w:p>
        </w:tc>
      </w:tr>
    </w:tbl>
    <w:p w14:paraId="11C114CB" w14:textId="7842778F" w:rsidR="00657368" w:rsidRPr="004A079A" w:rsidRDefault="0010485E" w:rsidP="0010485E">
      <w:r>
        <w:t xml:space="preserve">  </w:t>
      </w:r>
      <w:r w:rsidR="009F42D3" w:rsidRPr="004A079A">
        <w:t>Address:</w:t>
      </w:r>
      <w:r w:rsidR="009F42D3" w:rsidRPr="004A079A">
        <w:tab/>
        <w:t>Eskibüyükdere Cad. No:41 C Blok 34398 Sarıyer/ İstanbul, Turkey</w:t>
      </w:r>
    </w:p>
    <w:p w14:paraId="37475B94" w14:textId="62D861DF" w:rsidR="009F42D3" w:rsidRPr="004A079A" w:rsidRDefault="0010485E" w:rsidP="004A079A">
      <w:r>
        <w:t xml:space="preserve">  </w:t>
      </w:r>
      <w:r w:rsidR="009F42D3" w:rsidRPr="004A079A">
        <w:t>Fax:</w:t>
      </w:r>
      <w:r w:rsidR="009F42D3" w:rsidRPr="004A079A">
        <w:tab/>
      </w:r>
      <w:r w:rsidR="009F42D3" w:rsidRPr="004A079A">
        <w:tab/>
        <w:t xml:space="preserve"> +90 216 577 70 56</w:t>
      </w:r>
    </w:p>
    <w:p w14:paraId="47912092" w14:textId="0A57E9DB" w:rsidR="009F42D3" w:rsidRPr="004A079A" w:rsidRDefault="0010485E" w:rsidP="004A079A">
      <w:r>
        <w:t xml:space="preserve">  </w:t>
      </w:r>
      <w:r w:rsidR="009F42D3" w:rsidRPr="004A079A">
        <w:t>Email:</w:t>
      </w:r>
      <w:r w:rsidR="009F42D3" w:rsidRPr="004A079A">
        <w:tab/>
      </w:r>
      <w:r w:rsidR="009F42D3" w:rsidRPr="004A079A">
        <w:tab/>
      </w:r>
      <w:hyperlink r:id="rId16" w:history="1">
        <w:r w:rsidR="009F42D3" w:rsidRPr="004A079A">
          <w:rPr>
            <w:rStyle w:val="Hyperlink"/>
          </w:rPr>
          <w:t>ugundes@ziraatbank.com.tr</w:t>
        </w:r>
      </w:hyperlink>
      <w:r w:rsidR="009F42D3" w:rsidRPr="004A079A">
        <w:t xml:space="preserve"> / acoskuner@ziraatbank.com.tr</w:t>
      </w:r>
    </w:p>
    <w:p w14:paraId="259B58C8" w14:textId="427148EE" w:rsidR="009F42D3" w:rsidRPr="004A079A" w:rsidRDefault="0010485E" w:rsidP="004A079A">
      <w:r>
        <w:t xml:space="preserve">  </w:t>
      </w:r>
      <w:r w:rsidR="009F42D3" w:rsidRPr="004A079A">
        <w:t xml:space="preserve">Attention: </w:t>
      </w:r>
      <w:r w:rsidR="009F42D3" w:rsidRPr="004A079A">
        <w:tab/>
        <w:t>Utku Gündeş /Anıl Coşkuner</w:t>
      </w:r>
    </w:p>
    <w:sectPr w:rsidR="009F42D3" w:rsidRPr="004A079A" w:rsidSect="005872E3">
      <w:headerReference w:type="default" r:id="rId17"/>
      <w:footerReference w:type="default" r:id="rId18"/>
      <w:headerReference w:type="first" r:id="rId19"/>
      <w:pgSz w:w="11906" w:h="16838" w:code="9"/>
      <w:pgMar w:top="1134"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BA025" w14:textId="77777777" w:rsidR="00157460" w:rsidRDefault="00157460" w:rsidP="00657368">
      <w:pPr>
        <w:spacing w:line="240" w:lineRule="auto"/>
      </w:pPr>
      <w:r>
        <w:separator/>
      </w:r>
    </w:p>
  </w:endnote>
  <w:endnote w:type="continuationSeparator" w:id="0">
    <w:p w14:paraId="6769FA47" w14:textId="77777777" w:rsidR="00157460" w:rsidRDefault="00157460" w:rsidP="006573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unga">
    <w:panose1 w:val="00000400000000000000"/>
    <w:charset w:val="01"/>
    <w:family w:val="roman"/>
    <w:notTrueType/>
    <w:pitch w:val="variable"/>
  </w:font>
  <w:font w:name="@SimSun-ExtB">
    <w:panose1 w:val="02010609060101010101"/>
    <w:charset w:val="86"/>
    <w:family w:val="modern"/>
    <w:pitch w:val="fixed"/>
    <w:sig w:usb0="00000003" w:usb1="0A0E0000" w:usb2="00000010" w:usb3="00000000" w:csb0="00040001" w:csb1="00000000"/>
  </w:font>
  <w:font w:name="Segoe Script">
    <w:panose1 w:val="030B0504020000000003"/>
    <w:charset w:val="CC"/>
    <w:family w:val="script"/>
    <w:pitch w:val="variable"/>
    <w:sig w:usb0="0000028F"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E70F9" w14:textId="77777777" w:rsidR="002E39F1" w:rsidRPr="005872E3" w:rsidRDefault="00157460" w:rsidP="005872E3">
    <w:pPr>
      <w:pStyle w:val="Footer"/>
    </w:pPr>
    <w:sdt>
      <w:sdtPr>
        <w:alias w:val="Outline Content"/>
        <w:tag w:val="F4A4D31F8C2E46AAA64569173A3729D4"/>
        <w:id w:val="-261917052"/>
        <w:placeholder>
          <w:docPart w:val="0B0762855B814F16A90238C77058AEE2"/>
        </w:placeholder>
        <w:showingPlcHdr/>
      </w:sdtPr>
      <w:sdtEndPr/>
      <w:sdtContent/>
    </w:sdt>
    <w:r w:rsidR="002E39F1">
      <w:tab/>
    </w:r>
    <w:r w:rsidR="002E39F1">
      <w:rPr>
        <w:noProof/>
      </w:rPr>
      <w:tab/>
    </w:r>
    <w:sdt>
      <w:sdtPr>
        <w:rPr>
          <w:noProof/>
        </w:rPr>
        <w:alias w:val="Outline Content"/>
        <w:tag w:val="5680E2DDB6024DB38B9CF087A5B5AE75"/>
        <w:id w:val="-167875225"/>
        <w:placeholder>
          <w:docPart w:val="D9B3299F663045309D113ED4C708985F"/>
        </w:placeholder>
        <w:showingPlcHdr/>
      </w:sdtPr>
      <w:sdtEndP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B5901" w14:textId="77777777" w:rsidR="002E39F1" w:rsidRPr="005872E3" w:rsidRDefault="002E39F1" w:rsidP="005872E3">
    <w:pPr>
      <w:pStyle w:val="Footer"/>
    </w:pPr>
    <w:r>
      <w:tab/>
    </w:r>
    <w:r>
      <w:rPr>
        <w:noProof/>
      </w:rPr>
      <w:tab/>
    </w:r>
    <w:sdt>
      <w:sdtPr>
        <w:rPr>
          <w:noProof/>
        </w:rPr>
        <w:alias w:val="Outline Content"/>
        <w:tag w:val="5680E2DDB6024DB38B9CF087A5B5AE75"/>
        <w:id w:val="1372729907"/>
        <w:placeholder>
          <w:docPart w:val="03CED423D03F4A7A92E1C2D443A3ED73"/>
        </w:placeholder>
        <w:showingPlcHdr/>
      </w:sdtPr>
      <w:sdtEndP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9E784" w14:textId="1406F5A4" w:rsidR="002E39F1" w:rsidRPr="005872E3" w:rsidRDefault="002E39F1" w:rsidP="005872E3">
    <w:pPr>
      <w:pStyle w:val="Footer"/>
    </w:pPr>
    <w:r w:rsidRPr="008B6F3A">
      <w:tab/>
    </w:r>
    <w:r w:rsidRPr="008B6F3A">
      <w:fldChar w:fldCharType="begin"/>
    </w:r>
    <w:r w:rsidRPr="008B6F3A">
      <w:instrText xml:space="preserve"> PAGE   \* MERGEFORMAT </w:instrText>
    </w:r>
    <w:r w:rsidRPr="008B6F3A">
      <w:fldChar w:fldCharType="separate"/>
    </w:r>
    <w:r w:rsidR="00A64974">
      <w:rPr>
        <w:noProof/>
      </w:rPr>
      <w:t>17</w:t>
    </w:r>
    <w:r w:rsidRPr="008B6F3A">
      <w:rPr>
        <w:noProof/>
      </w:rPr>
      <w:fldChar w:fldCharType="end"/>
    </w:r>
    <w:r>
      <w:rPr>
        <w:noProof/>
      </w:rPr>
      <w:tab/>
    </w:r>
    <w:sdt>
      <w:sdtPr>
        <w:rPr>
          <w:noProof/>
        </w:rPr>
        <w:alias w:val="Outline Content"/>
        <w:tag w:val="5680E2DDB6024DB38B9CF087A5B5AE75"/>
        <w:id w:val="-1850321263"/>
        <w:placeholder>
          <w:docPart w:val="E5C3B23E2ECF4C7B8E31041C6EF03444"/>
        </w:placeholder>
        <w:showingPlcHdr/>
      </w:sdtPr>
      <w:sdtEndP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EAAF2A" w14:textId="77777777" w:rsidR="00157460" w:rsidRDefault="00157460" w:rsidP="00657368">
      <w:pPr>
        <w:spacing w:line="240" w:lineRule="auto"/>
      </w:pPr>
      <w:r>
        <w:separator/>
      </w:r>
    </w:p>
  </w:footnote>
  <w:footnote w:type="continuationSeparator" w:id="0">
    <w:p w14:paraId="3732E62B" w14:textId="77777777" w:rsidR="00157460" w:rsidRDefault="00157460" w:rsidP="0065736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C9766" w14:textId="77777777" w:rsidR="002E39F1" w:rsidRDefault="00157460" w:rsidP="00AE1818">
    <w:pPr>
      <w:pStyle w:val="Header"/>
      <w:jc w:val="left"/>
    </w:pPr>
    <w:sdt>
      <w:sdtPr>
        <w:alias w:val="Outline Content"/>
        <w:tag w:val="C795D79417EB4D0093121187B707609F"/>
        <w:id w:val="1446033802"/>
        <w:placeholder>
          <w:docPart w:val="30365205E2704E929FC5C6930F4981EA"/>
        </w:placeholder>
        <w:showingPlcHdr/>
        <w:text w:multiLine="1"/>
      </w:sdtPr>
      <w:sdtEndPr/>
      <w:sdtContent/>
    </w:sdt>
  </w:p>
  <w:sdt>
    <w:sdtPr>
      <w:alias w:val="Outline Region"/>
      <w:tag w:val="DEE476768CA740C0A1FE37BA9E3F3EE9"/>
      <w:id w:val="-938518644"/>
      <w:placeholder>
        <w:docPart w:val="B5D4C5D4372B4F8999346C2361E4082D"/>
      </w:placeholder>
      <w:showingPlcHdr/>
    </w:sdtPr>
    <w:sdtEndPr/>
    <w:sdtContent>
      <w:p w14:paraId="7928F007" w14:textId="77777777" w:rsidR="002E39F1" w:rsidRDefault="00157460" w:rsidP="00AE1818">
        <w:pPr>
          <w:pStyle w:val="Heade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D8048" w14:textId="77777777" w:rsidR="002E39F1" w:rsidRPr="008B6F3A" w:rsidRDefault="002E39F1" w:rsidP="00537AA3">
    <w:pPr>
      <w:pStyle w:val="Header"/>
      <w:rPr>
        <w:b w:val="0"/>
        <w:i w:val="0"/>
      </w:rPr>
    </w:pPr>
    <w:r w:rsidRPr="008B6F3A">
      <w:t>Draft [N] of [date]</w:t>
    </w:r>
    <w:r w:rsidRPr="008B6F3A">
      <w:rPr>
        <w:noProof/>
        <w:lang w:val="sr-Cyrl-RS" w:eastAsia="sr-Cyrl-RS"/>
      </w:rPr>
      <w:drawing>
        <wp:anchor distT="0" distB="0" distL="114300" distR="114300" simplePos="0" relativeHeight="251661312" behindDoc="0" locked="0" layoutInCell="1" allowOverlap="1" wp14:anchorId="64D5D910" wp14:editId="7AF526B5">
          <wp:simplePos x="0" y="0"/>
          <wp:positionH relativeFrom="column">
            <wp:posOffset>4893310</wp:posOffset>
          </wp:positionH>
          <wp:positionV relativeFrom="paragraph">
            <wp:posOffset>476885</wp:posOffset>
          </wp:positionV>
          <wp:extent cx="1403999" cy="827129"/>
          <wp:effectExtent l="19050" t="0" r="5701" b="0"/>
          <wp:wrapNone/>
          <wp:docPr id="3" name="Bild 2" descr="CMSLegal_To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403999" cy="827129"/>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Outline Content"/>
      <w:tag w:val="C795D79417EB4D0093121187B707609F"/>
      <w:id w:val="-1058943775"/>
      <w:placeholder>
        <w:docPart w:val="A11C097DB6DC4F3ABA86AC5692B5BD1F"/>
      </w:placeholder>
      <w:showingPlcHdr/>
      <w:text w:multiLine="1"/>
    </w:sdtPr>
    <w:sdtEndPr/>
    <w:sdtContent>
      <w:p w14:paraId="47B8DE67" w14:textId="77777777" w:rsidR="002E39F1" w:rsidRPr="008B6F3A" w:rsidRDefault="00157460" w:rsidP="00F27F4E">
        <w:pPr>
          <w:pStyle w:val="Header"/>
          <w:jc w:val="left"/>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D606D" w14:textId="77777777" w:rsidR="002E39F1" w:rsidRPr="008B6F3A" w:rsidRDefault="002E39F1" w:rsidP="00D71654">
    <w:pPr>
      <w:pStyle w:val="Header"/>
      <w:rPr>
        <w:b w:val="0"/>
        <w:i w:val="0"/>
      </w:rPr>
    </w:pPr>
    <w:r w:rsidRPr="008B6F3A">
      <w:t>Draft [N] of [date]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Outline Content"/>
      <w:tag w:val="C795D79417EB4D0093121187B707609F"/>
      <w:id w:val="14731602"/>
      <w:placeholder>
        <w:docPart w:val="34D8119E9D054AEA93B689B9F6FA214A"/>
      </w:placeholder>
      <w:showingPlcHdr/>
      <w:text w:multiLine="1"/>
    </w:sdtPr>
    <w:sdtEndPr/>
    <w:sdtContent>
      <w:p w14:paraId="0CF78CCA" w14:textId="77777777" w:rsidR="002E39F1" w:rsidRPr="008B6F3A" w:rsidRDefault="00157460" w:rsidP="00F27F4E">
        <w:pPr>
          <w:pStyle w:val="Header"/>
          <w:jc w:val="left"/>
        </w:pP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3FD6E" w14:textId="77777777" w:rsidR="002E39F1" w:rsidRPr="008B6F3A" w:rsidRDefault="002E39F1" w:rsidP="00D71654">
    <w:pPr>
      <w:pStyle w:val="Header"/>
      <w:rPr>
        <w:b w:val="0"/>
        <w:i w:val="0"/>
      </w:rPr>
    </w:pPr>
    <w:r w:rsidRPr="008B6F3A">
      <w:t>Draft [N] of [date]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63074DC"/>
    <w:name w:val="List Number 5"/>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DDCEBB6"/>
    <w:name w:val="List Number 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4BA5D1E"/>
    <w:name w:val="List Number 3"/>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A6E5AF0"/>
    <w:name w:val="List Number 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8D6EE1E"/>
    <w:name w:val="List Bullet 5"/>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9045FC"/>
    <w:name w:val="List Bullet 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236E654"/>
    <w:name w:val="List Bullet 3"/>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DC53B4"/>
    <w:name w:val="List Bullet 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32B816CA"/>
    <w:name w:val="List Bullet"/>
    <w:lvl w:ilvl="0">
      <w:start w:val="1"/>
      <w:numFmt w:val="bullet"/>
      <w:pStyle w:val="ListBullet"/>
      <w:lvlText w:val=""/>
      <w:lvlJc w:val="left"/>
      <w:pPr>
        <w:ind w:left="360" w:hanging="360"/>
      </w:pPr>
      <w:rPr>
        <w:rFonts w:ascii="Symbol" w:hAnsi="Symbol" w:hint="default"/>
      </w:rPr>
    </w:lvl>
  </w:abstractNum>
  <w:abstractNum w:abstractNumId="9" w15:restartNumberingAfterBreak="0">
    <w:nsid w:val="022D1EEC"/>
    <w:multiLevelType w:val="multilevel"/>
    <w:tmpl w:val="37B0ED46"/>
    <w:name w:val="CMS"/>
    <w:styleLink w:val="CMS-ANSchXRef"/>
    <w:lvl w:ilvl="0">
      <w:start w:val="1"/>
      <w:numFmt w:val="decimal"/>
      <w:pStyle w:val="CMSANSch1XRef"/>
      <w:suff w:val="nothing"/>
      <w:lvlText w:val="Schedule %1"/>
      <w:lvlJc w:val="left"/>
      <w:pPr>
        <w:ind w:left="0" w:firstLine="0"/>
      </w:pPr>
      <w:rPr>
        <w:rFonts w:hint="default"/>
      </w:rPr>
    </w:lvl>
    <w:lvl w:ilvl="1">
      <w:start w:val="1"/>
      <w:numFmt w:val="decimal"/>
      <w:pStyle w:val="CMSANSch2XRef"/>
      <w:suff w:val="nothing"/>
      <w:lvlText w:val="Part %2"/>
      <w:lvlJc w:val="left"/>
      <w:pPr>
        <w:ind w:left="0" w:firstLine="0"/>
      </w:pPr>
      <w:rPr>
        <w:rFonts w:hint="default"/>
      </w:rPr>
    </w:lvl>
    <w:lvl w:ilvl="2">
      <w:start w:val="1"/>
      <w:numFmt w:val="upperLetter"/>
      <w:pStyle w:val="CMSANSch3XRef"/>
      <w:suff w:val="nothing"/>
      <w:lvlText w:val="Part %3"/>
      <w:lvlJc w:val="left"/>
      <w:pPr>
        <w:ind w:left="0" w:firstLine="0"/>
      </w:pPr>
      <w:rPr>
        <w:rFonts w:hint="default"/>
      </w:rPr>
    </w:lvl>
    <w:lvl w:ilvl="3">
      <w:start w:val="1"/>
      <w:numFmt w:val="decimal"/>
      <w:pStyle w:val="CMSANSch4XRef"/>
      <w:lvlText w:val="%4."/>
      <w:lvlJc w:val="left"/>
      <w:pPr>
        <w:tabs>
          <w:tab w:val="num" w:pos="851"/>
        </w:tabs>
        <w:ind w:left="851" w:hanging="851"/>
      </w:pPr>
      <w:rPr>
        <w:rFonts w:hint="default"/>
      </w:rPr>
    </w:lvl>
    <w:lvl w:ilvl="4">
      <w:start w:val="1"/>
      <w:numFmt w:val="decimal"/>
      <w:pStyle w:val="CMSANSch5XRef"/>
      <w:lvlText w:val="%4.%5"/>
      <w:lvlJc w:val="left"/>
      <w:pPr>
        <w:tabs>
          <w:tab w:val="num" w:pos="851"/>
        </w:tabs>
        <w:ind w:left="851" w:hanging="851"/>
      </w:pPr>
      <w:rPr>
        <w:rFonts w:hint="default"/>
      </w:rPr>
    </w:lvl>
    <w:lvl w:ilvl="5">
      <w:start w:val="1"/>
      <w:numFmt w:val="decimal"/>
      <w:pStyle w:val="CMSANSch6XRef"/>
      <w:lvlText w:val="%4.%5.%6"/>
      <w:lvlJc w:val="left"/>
      <w:pPr>
        <w:tabs>
          <w:tab w:val="num" w:pos="1701"/>
        </w:tabs>
        <w:ind w:left="1701" w:hanging="850"/>
      </w:pPr>
      <w:rPr>
        <w:rFonts w:hint="default"/>
      </w:rPr>
    </w:lvl>
    <w:lvl w:ilvl="6">
      <w:start w:val="1"/>
      <w:numFmt w:val="lowerLetter"/>
      <w:pStyle w:val="CMSANSch7XRef"/>
      <w:lvlText w:val="(%7)"/>
      <w:lvlJc w:val="left"/>
      <w:pPr>
        <w:tabs>
          <w:tab w:val="num" w:pos="2552"/>
        </w:tabs>
        <w:ind w:left="2552" w:hanging="851"/>
      </w:pPr>
      <w:rPr>
        <w:rFonts w:hint="default"/>
      </w:rPr>
    </w:lvl>
    <w:lvl w:ilvl="7">
      <w:start w:val="1"/>
      <w:numFmt w:val="lowerRoman"/>
      <w:pStyle w:val="CMSANSch8XRef"/>
      <w:lvlText w:val="(%8)"/>
      <w:lvlJc w:val="left"/>
      <w:pPr>
        <w:tabs>
          <w:tab w:val="num" w:pos="3402"/>
        </w:tabs>
        <w:ind w:left="3402" w:hanging="850"/>
      </w:pPr>
      <w:rPr>
        <w:rFonts w:hint="default"/>
      </w:rPr>
    </w:lvl>
    <w:lvl w:ilvl="8">
      <w:start w:val="1"/>
      <w:numFmt w:val="upperLetter"/>
      <w:pStyle w:val="CMSANSch9XRef"/>
      <w:lvlText w:val="(%9)"/>
      <w:lvlJc w:val="left"/>
      <w:pPr>
        <w:tabs>
          <w:tab w:val="num" w:pos="4253"/>
        </w:tabs>
        <w:ind w:left="4253" w:hanging="851"/>
      </w:pPr>
      <w:rPr>
        <w:rFonts w:hint="default"/>
      </w:rPr>
    </w:lvl>
  </w:abstractNum>
  <w:abstractNum w:abstractNumId="10" w15:restartNumberingAfterBreak="0">
    <w:nsid w:val="0235506D"/>
    <w:multiLevelType w:val="multilevel"/>
    <w:tmpl w:val="89EE0D20"/>
    <w:styleLink w:val="CMS-Heading"/>
    <w:lvl w:ilvl="0">
      <w:start w:val="1"/>
      <w:numFmt w:val="decimal"/>
      <w:pStyle w:val="CMSHeading1"/>
      <w:lvlText w:val="%1."/>
      <w:lvlJc w:val="left"/>
      <w:pPr>
        <w:tabs>
          <w:tab w:val="num" w:pos="567"/>
        </w:tabs>
        <w:ind w:left="567" w:hanging="567"/>
      </w:pPr>
      <w:rPr>
        <w:rFonts w:hint="default"/>
      </w:rPr>
    </w:lvl>
    <w:lvl w:ilvl="1">
      <w:start w:val="1"/>
      <w:numFmt w:val="decimal"/>
      <w:pStyle w:val="CMSHeading2"/>
      <w:lvlText w:val="%1.%2"/>
      <w:lvlJc w:val="left"/>
      <w:pPr>
        <w:tabs>
          <w:tab w:val="num" w:pos="567"/>
        </w:tabs>
        <w:ind w:left="567" w:hanging="567"/>
      </w:pPr>
      <w:rPr>
        <w:rFonts w:hint="default"/>
      </w:rPr>
    </w:lvl>
    <w:lvl w:ilvl="2">
      <w:start w:val="1"/>
      <w:numFmt w:val="lowerLetter"/>
      <w:pStyle w:val="CMSHeading3"/>
      <w:lvlText w:val="(%3)"/>
      <w:lvlJc w:val="left"/>
      <w:pPr>
        <w:tabs>
          <w:tab w:val="num" w:pos="1134"/>
        </w:tabs>
        <w:ind w:left="1134" w:hanging="567"/>
      </w:pPr>
      <w:rPr>
        <w:rFonts w:hint="default"/>
      </w:rPr>
    </w:lvl>
    <w:lvl w:ilvl="3">
      <w:start w:val="1"/>
      <w:numFmt w:val="lowerRoman"/>
      <w:pStyle w:val="CMSHeading4"/>
      <w:lvlText w:val="(%4)"/>
      <w:lvlJc w:val="left"/>
      <w:pPr>
        <w:tabs>
          <w:tab w:val="num" w:pos="1701"/>
        </w:tabs>
        <w:ind w:left="1701" w:hanging="567"/>
      </w:pPr>
      <w:rPr>
        <w:rFonts w:hint="default"/>
      </w:rPr>
    </w:lvl>
    <w:lvl w:ilvl="4">
      <w:start w:val="1"/>
      <w:numFmt w:val="upperLetter"/>
      <w:pStyle w:val="CMSHeading5"/>
      <w:lvlText w:val="(%5)"/>
      <w:lvlJc w:val="left"/>
      <w:pPr>
        <w:tabs>
          <w:tab w:val="num" w:pos="2268"/>
        </w:tabs>
        <w:ind w:left="2268" w:hanging="567"/>
      </w:pPr>
      <w:rPr>
        <w:rFonts w:hint="default"/>
      </w:rPr>
    </w:lvl>
    <w:lvl w:ilvl="5">
      <w:start w:val="1"/>
      <w:numFmt w:val="decimal"/>
      <w:pStyle w:val="CMSHeading6"/>
      <w:lvlText w:val="(%6)"/>
      <w:lvlJc w:val="left"/>
      <w:pPr>
        <w:tabs>
          <w:tab w:val="num" w:pos="2835"/>
        </w:tabs>
        <w:ind w:left="2835" w:hanging="567"/>
      </w:pPr>
      <w:rPr>
        <w:rFonts w:hint="default"/>
      </w:rPr>
    </w:lvl>
    <w:lvl w:ilvl="6">
      <w:start w:val="27"/>
      <w:numFmt w:val="lowerLetter"/>
      <w:pStyle w:val="CMSHeading7"/>
      <w:lvlText w:val="(%7)"/>
      <w:lvlJc w:val="left"/>
      <w:pPr>
        <w:tabs>
          <w:tab w:val="num" w:pos="3402"/>
        </w:tabs>
        <w:ind w:left="3402" w:hanging="567"/>
      </w:pPr>
      <w:rPr>
        <w:rFonts w:hint="default"/>
      </w:rPr>
    </w:lvl>
    <w:lvl w:ilvl="7">
      <w:start w:val="27"/>
      <w:numFmt w:val="none"/>
      <w:pStyle w:val="CMSHeading8"/>
      <w:lvlText w:val="%8"/>
      <w:lvlJc w:val="left"/>
      <w:pPr>
        <w:tabs>
          <w:tab w:val="num" w:pos="0"/>
        </w:tabs>
        <w:ind w:left="284" w:firstLine="0"/>
      </w:pPr>
      <w:rPr>
        <w:rFonts w:hint="default"/>
      </w:rPr>
    </w:lvl>
    <w:lvl w:ilvl="8">
      <w:start w:val="1"/>
      <w:numFmt w:val="none"/>
      <w:pStyle w:val="CMSHeading9"/>
      <w:suff w:val="nothing"/>
      <w:lvlText w:val=""/>
      <w:lvlJc w:val="left"/>
      <w:pPr>
        <w:ind w:left="284" w:firstLine="0"/>
      </w:pPr>
      <w:rPr>
        <w:rFonts w:hint="default"/>
      </w:rPr>
    </w:lvl>
  </w:abstractNum>
  <w:abstractNum w:abstractNumId="11" w15:restartNumberingAfterBreak="0">
    <w:nsid w:val="03283E7F"/>
    <w:multiLevelType w:val="multilevel"/>
    <w:tmpl w:val="B5CCC636"/>
    <w:styleLink w:val="CMS-EN-Exhibit"/>
    <w:lvl w:ilvl="0">
      <w:start w:val="1"/>
      <w:numFmt w:val="none"/>
      <w:suff w:val="space"/>
      <w:lvlText w:val="Exhibit"/>
      <w:lvlJc w:val="left"/>
      <w:pPr>
        <w:ind w:left="0" w:firstLine="0"/>
      </w:pPr>
      <w:rPr>
        <w:rFonts w:hint="default"/>
      </w:rPr>
    </w:lvl>
    <w:lvl w:ilvl="1">
      <w:start w:val="1"/>
      <w:numFmt w:val="upperRoman"/>
      <w:suff w:val="nothing"/>
      <w:lvlText w:val="Part %2"/>
      <w:lvlJc w:val="left"/>
      <w:pPr>
        <w:ind w:left="0" w:firstLine="0"/>
      </w:pPr>
      <w:rPr>
        <w:rFonts w:hint="default"/>
      </w:rPr>
    </w:lvl>
    <w:lvl w:ilvl="2">
      <w:start w:val="1"/>
      <w:numFmt w:val="upperLetter"/>
      <w:suff w:val="nothing"/>
      <w:lvlText w:val="Part %2 %3"/>
      <w:lvlJc w:val="left"/>
      <w:pPr>
        <w:ind w:left="0" w:firstLine="0"/>
      </w:pPr>
      <w:rPr>
        <w:rFonts w:hint="default"/>
      </w:rPr>
    </w:lvl>
    <w:lvl w:ilvl="3">
      <w:start w:val="1"/>
      <w:numFmt w:val="none"/>
      <w:lvlRestart w:val="0"/>
      <w:pStyle w:val="CMSENExhibit4"/>
      <w:suff w:val="nothing"/>
      <w:lvlText w:val=""/>
      <w:lvlJc w:val="left"/>
      <w:pPr>
        <w:ind w:left="0" w:firstLine="0"/>
      </w:pPr>
      <w:rPr>
        <w:rFonts w:hint="default"/>
      </w:rPr>
    </w:lvl>
    <w:lvl w:ilvl="4">
      <w:start w:val="1"/>
      <w:numFmt w:val="decimal"/>
      <w:lvlText w:val="%5."/>
      <w:lvlJc w:val="left"/>
      <w:pPr>
        <w:tabs>
          <w:tab w:val="num" w:pos="567"/>
        </w:tabs>
        <w:ind w:left="567" w:hanging="567"/>
      </w:pPr>
      <w:rPr>
        <w:rFonts w:hint="default"/>
      </w:rPr>
    </w:lvl>
    <w:lvl w:ilvl="5">
      <w:start w:val="1"/>
      <w:numFmt w:val="lowerLetter"/>
      <w:lvlText w:val="(%6)"/>
      <w:lvlJc w:val="left"/>
      <w:pPr>
        <w:tabs>
          <w:tab w:val="num" w:pos="1134"/>
        </w:tabs>
        <w:ind w:left="1134" w:hanging="567"/>
      </w:pPr>
      <w:rPr>
        <w:rFonts w:hint="default"/>
      </w:rPr>
    </w:lvl>
    <w:lvl w:ilvl="6">
      <w:start w:val="1"/>
      <w:numFmt w:val="lowerRoman"/>
      <w:lvlText w:val="(%7)"/>
      <w:lvlJc w:val="left"/>
      <w:pPr>
        <w:tabs>
          <w:tab w:val="num" w:pos="1701"/>
        </w:tabs>
        <w:ind w:left="1701" w:hanging="567"/>
      </w:pPr>
      <w:rPr>
        <w:rFonts w:hint="default"/>
      </w:rPr>
    </w:lvl>
    <w:lvl w:ilvl="7">
      <w:start w:val="1"/>
      <w:numFmt w:val="upperLetter"/>
      <w:lvlText w:val="(%8)"/>
      <w:lvlJc w:val="left"/>
      <w:pPr>
        <w:tabs>
          <w:tab w:val="num" w:pos="2268"/>
        </w:tabs>
        <w:ind w:left="2268" w:hanging="567"/>
      </w:pPr>
      <w:rPr>
        <w:rFonts w:hint="default"/>
      </w:rPr>
    </w:lvl>
    <w:lvl w:ilvl="8">
      <w:start w:val="1"/>
      <w:numFmt w:val="none"/>
      <w:lvlRestart w:val="0"/>
      <w:pStyle w:val="CMSENExhibit9"/>
      <w:suff w:val="nothing"/>
      <w:lvlText w:val="%9"/>
      <w:lvlJc w:val="left"/>
      <w:pPr>
        <w:ind w:left="0" w:firstLine="0"/>
      </w:pPr>
      <w:rPr>
        <w:rFonts w:hint="default"/>
      </w:rPr>
    </w:lvl>
  </w:abstractNum>
  <w:abstractNum w:abstractNumId="12" w15:restartNumberingAfterBreak="0">
    <w:nsid w:val="03E1086A"/>
    <w:multiLevelType w:val="multilevel"/>
    <w:tmpl w:val="9918D5AA"/>
    <w:name w:val="CMS_1"/>
    <w:styleLink w:val="CMS-ANSch"/>
    <w:lvl w:ilvl="0">
      <w:start w:val="1"/>
      <w:numFmt w:val="decimal"/>
      <w:pStyle w:val="CMSANSchedule"/>
      <w:suff w:val="space"/>
      <w:lvlText w:val="Part %1"/>
      <w:lvlJc w:val="left"/>
      <w:pPr>
        <w:ind w:left="0" w:firstLine="0"/>
      </w:pPr>
      <w:rPr>
        <w:rFonts w:hint="default"/>
      </w:rPr>
    </w:lvl>
    <w:lvl w:ilvl="1">
      <w:start w:val="1"/>
      <w:numFmt w:val="decimal"/>
      <w:pStyle w:val="CMSANSub-Schedule"/>
      <w:suff w:val="space"/>
      <w:lvlText w:val="Schedule %2"/>
      <w:lvlJc w:val="left"/>
      <w:pPr>
        <w:ind w:left="0" w:firstLine="0"/>
      </w:pPr>
      <w:rPr>
        <w:rFonts w:hint="default"/>
      </w:rPr>
    </w:lvl>
    <w:lvl w:ilvl="2">
      <w:start w:val="1"/>
      <w:numFmt w:val="upperLetter"/>
      <w:pStyle w:val="CMSANPart"/>
      <w:suff w:val="space"/>
      <w:lvlText w:val="Part %3"/>
      <w:lvlJc w:val="left"/>
      <w:pPr>
        <w:ind w:left="0" w:firstLine="0"/>
      </w:pPr>
      <w:rPr>
        <w:rFonts w:hint="default"/>
      </w:rPr>
    </w:lvl>
    <w:lvl w:ilvl="3">
      <w:start w:val="1"/>
      <w:numFmt w:val="decimal"/>
      <w:pStyle w:val="CMSANSch1"/>
      <w:lvlText w:val="%4."/>
      <w:lvlJc w:val="left"/>
      <w:pPr>
        <w:tabs>
          <w:tab w:val="num" w:pos="851"/>
        </w:tabs>
        <w:ind w:left="851" w:hanging="851"/>
      </w:pPr>
      <w:rPr>
        <w:rFonts w:hint="default"/>
      </w:rPr>
    </w:lvl>
    <w:lvl w:ilvl="4">
      <w:start w:val="1"/>
      <w:numFmt w:val="decimal"/>
      <w:pStyle w:val="CMSANSch2"/>
      <w:lvlText w:val="%4.%5"/>
      <w:lvlJc w:val="left"/>
      <w:pPr>
        <w:tabs>
          <w:tab w:val="num" w:pos="851"/>
        </w:tabs>
        <w:ind w:left="851" w:hanging="851"/>
      </w:pPr>
      <w:rPr>
        <w:rFonts w:hint="default"/>
      </w:rPr>
    </w:lvl>
    <w:lvl w:ilvl="5">
      <w:start w:val="1"/>
      <w:numFmt w:val="decimal"/>
      <w:pStyle w:val="CMSANSch3"/>
      <w:lvlText w:val="%4.%5.%6"/>
      <w:lvlJc w:val="left"/>
      <w:pPr>
        <w:tabs>
          <w:tab w:val="num" w:pos="1701"/>
        </w:tabs>
        <w:ind w:left="1701" w:hanging="850"/>
      </w:pPr>
      <w:rPr>
        <w:rFonts w:hint="default"/>
      </w:rPr>
    </w:lvl>
    <w:lvl w:ilvl="6">
      <w:start w:val="1"/>
      <w:numFmt w:val="lowerLetter"/>
      <w:pStyle w:val="CMSANSch4"/>
      <w:lvlText w:val="(%7)"/>
      <w:lvlJc w:val="left"/>
      <w:pPr>
        <w:tabs>
          <w:tab w:val="num" w:pos="2552"/>
        </w:tabs>
        <w:ind w:left="2552" w:hanging="851"/>
      </w:pPr>
      <w:rPr>
        <w:rFonts w:hint="default"/>
      </w:rPr>
    </w:lvl>
    <w:lvl w:ilvl="7">
      <w:start w:val="1"/>
      <w:numFmt w:val="lowerRoman"/>
      <w:pStyle w:val="CMSANSch5"/>
      <w:lvlText w:val="(%8)"/>
      <w:lvlJc w:val="left"/>
      <w:pPr>
        <w:tabs>
          <w:tab w:val="num" w:pos="3402"/>
        </w:tabs>
        <w:ind w:left="3402" w:hanging="850"/>
      </w:pPr>
      <w:rPr>
        <w:rFonts w:hint="default"/>
      </w:rPr>
    </w:lvl>
    <w:lvl w:ilvl="8">
      <w:start w:val="1"/>
      <w:numFmt w:val="upperLetter"/>
      <w:pStyle w:val="CMSANSch6"/>
      <w:lvlText w:val="(%9)"/>
      <w:lvlJc w:val="left"/>
      <w:pPr>
        <w:tabs>
          <w:tab w:val="num" w:pos="4253"/>
        </w:tabs>
        <w:ind w:left="4253" w:hanging="851"/>
      </w:pPr>
      <w:rPr>
        <w:rFonts w:hint="default"/>
      </w:rPr>
    </w:lvl>
  </w:abstractNum>
  <w:abstractNum w:abstractNumId="13" w15:restartNumberingAfterBreak="0">
    <w:nsid w:val="05B647F0"/>
    <w:multiLevelType w:val="multilevel"/>
    <w:tmpl w:val="FEF812A2"/>
    <w:lvl w:ilvl="0">
      <w:start w:val="1"/>
      <w:numFmt w:val="upperLetter"/>
      <w:lvlRestart w:val="0"/>
      <w:pStyle w:val="PartHeadings"/>
      <w:lvlText w:val="Part %1"/>
      <w:lvlJc w:val="left"/>
      <w:pPr>
        <w:tabs>
          <w:tab w:val="num" w:pos="612"/>
        </w:tabs>
        <w:ind w:left="0" w:firstLine="0"/>
      </w:pPr>
      <w:rPr>
        <w:rFonts w:ascii="CG Times" w:hAnsi="CG Times"/>
        <w:b/>
        <w:i w:val="0"/>
        <w:sz w:val="21"/>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154"/>
        </w:tabs>
        <w:ind w:left="2154"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suff w:val="nothing"/>
      <w:lvlText w:val="SCHEDULE %9"/>
      <w:lvlJc w:val="left"/>
      <w:pPr>
        <w:tabs>
          <w:tab w:val="num" w:pos="0"/>
        </w:tabs>
        <w:ind w:left="0" w:firstLine="0"/>
      </w:pPr>
      <w:rPr>
        <w:b/>
        <w:i w:val="0"/>
        <w:sz w:val="22"/>
      </w:rPr>
    </w:lvl>
  </w:abstractNum>
  <w:abstractNum w:abstractNumId="14" w15:restartNumberingAfterBreak="0">
    <w:nsid w:val="0B5D2E40"/>
    <w:multiLevelType w:val="multilevel"/>
    <w:tmpl w:val="7512ADFC"/>
    <w:name w:val="CMS_2"/>
    <w:numStyleLink w:val="CMS-ANExhibit"/>
  </w:abstractNum>
  <w:abstractNum w:abstractNumId="15" w15:restartNumberingAfterBreak="0">
    <w:nsid w:val="0C653CFF"/>
    <w:multiLevelType w:val="multilevel"/>
    <w:tmpl w:val="2F9CC3D6"/>
    <w:name w:val="CMS AN Table List Bullet"/>
    <w:lvl w:ilvl="0">
      <w:start w:val="1"/>
      <w:numFmt w:val="bullet"/>
      <w:pStyle w:val="CMSANTableListBullet"/>
      <w:lvlText w:val=""/>
      <w:lvlJc w:val="left"/>
      <w:pPr>
        <w:tabs>
          <w:tab w:val="num" w:pos="425"/>
        </w:tabs>
        <w:ind w:left="425" w:hanging="425"/>
      </w:pPr>
      <w:rPr>
        <w:rFonts w:ascii="Symbol" w:hAnsi="Symbol"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0DF70203"/>
    <w:multiLevelType w:val="multilevel"/>
    <w:tmpl w:val="37B0ED46"/>
    <w:name w:val="CMS_3"/>
    <w:numStyleLink w:val="CMS-ANSchXRef"/>
  </w:abstractNum>
  <w:abstractNum w:abstractNumId="17" w15:restartNumberingAfterBreak="0">
    <w:nsid w:val="1B4B48D5"/>
    <w:multiLevelType w:val="multilevel"/>
    <w:tmpl w:val="6E08879A"/>
    <w:name w:val="CMS_4"/>
    <w:styleLink w:val="CMSANAppendix"/>
    <w:lvl w:ilvl="0">
      <w:start w:val="1"/>
      <w:numFmt w:val="decimal"/>
      <w:pStyle w:val="CMSANAppendix1"/>
      <w:suff w:val="nothing"/>
      <w:lvlText w:val="Appendix %1"/>
      <w:lvlJc w:val="left"/>
      <w:pPr>
        <w:ind w:left="0" w:firstLine="0"/>
      </w:pPr>
      <w:rPr>
        <w:rFonts w:hint="default"/>
      </w:rPr>
    </w:lvl>
    <w:lvl w:ilvl="1">
      <w:start w:val="1"/>
      <w:numFmt w:val="decimal"/>
      <w:pStyle w:val="CMSANAppendix2"/>
      <w:suff w:val="nothing"/>
      <w:lvlText w:val="Part %2"/>
      <w:lvlJc w:val="left"/>
      <w:pPr>
        <w:ind w:left="0" w:firstLine="0"/>
      </w:pPr>
      <w:rPr>
        <w:rFonts w:hint="default"/>
      </w:rPr>
    </w:lvl>
    <w:lvl w:ilvl="2">
      <w:start w:val="1"/>
      <w:numFmt w:val="none"/>
      <w:pStyle w:val="CMSANAppendix3"/>
      <w:suff w:val="nothing"/>
      <w:lvlText w:val=""/>
      <w:lvlJc w:val="left"/>
      <w:pPr>
        <w:ind w:left="0" w:firstLine="0"/>
      </w:pPr>
      <w:rPr>
        <w:rFonts w:hint="default"/>
      </w:rPr>
    </w:lvl>
    <w:lvl w:ilvl="3">
      <w:start w:val="1"/>
      <w:numFmt w:val="decimal"/>
      <w:pStyle w:val="CMSANAppendix4"/>
      <w:lvlText w:val="%4."/>
      <w:lvlJc w:val="left"/>
      <w:pPr>
        <w:tabs>
          <w:tab w:val="num" w:pos="851"/>
        </w:tabs>
        <w:ind w:left="851" w:hanging="851"/>
      </w:pPr>
      <w:rPr>
        <w:rFonts w:hint="default"/>
      </w:rPr>
    </w:lvl>
    <w:lvl w:ilvl="4">
      <w:start w:val="1"/>
      <w:numFmt w:val="decimal"/>
      <w:pStyle w:val="CMSANAppendix5"/>
      <w:lvlText w:val="%2.%5"/>
      <w:lvlJc w:val="left"/>
      <w:pPr>
        <w:tabs>
          <w:tab w:val="num" w:pos="851"/>
        </w:tabs>
        <w:ind w:left="851" w:hanging="851"/>
      </w:pPr>
      <w:rPr>
        <w:rFonts w:hint="default"/>
      </w:rPr>
    </w:lvl>
    <w:lvl w:ilvl="5">
      <w:start w:val="1"/>
      <w:numFmt w:val="lowerLetter"/>
      <w:pStyle w:val="CMSANAppendix6"/>
      <w:lvlText w:val="(%6)"/>
      <w:lvlJc w:val="left"/>
      <w:pPr>
        <w:tabs>
          <w:tab w:val="num" w:pos="1701"/>
        </w:tabs>
        <w:ind w:left="1701" w:hanging="850"/>
      </w:pPr>
      <w:rPr>
        <w:rFonts w:hint="default"/>
      </w:rPr>
    </w:lvl>
    <w:lvl w:ilvl="6">
      <w:start w:val="1"/>
      <w:numFmt w:val="lowerRoman"/>
      <w:pStyle w:val="CMSANAppendix7"/>
      <w:lvlText w:val="(%7)"/>
      <w:lvlJc w:val="left"/>
      <w:pPr>
        <w:tabs>
          <w:tab w:val="num" w:pos="2552"/>
        </w:tabs>
        <w:ind w:left="2552" w:hanging="851"/>
      </w:pPr>
      <w:rPr>
        <w:rFonts w:hint="default"/>
      </w:rPr>
    </w:lvl>
    <w:lvl w:ilvl="7">
      <w:start w:val="1"/>
      <w:numFmt w:val="upperLetter"/>
      <w:pStyle w:val="CMSANAppendix8"/>
      <w:lvlText w:val="(%8)"/>
      <w:lvlJc w:val="left"/>
      <w:pPr>
        <w:tabs>
          <w:tab w:val="num" w:pos="3402"/>
        </w:tabs>
        <w:ind w:left="3402" w:hanging="850"/>
      </w:pPr>
      <w:rPr>
        <w:rFonts w:hint="default"/>
      </w:rPr>
    </w:lvl>
    <w:lvl w:ilvl="8">
      <w:start w:val="1"/>
      <w:numFmt w:val="upperRoman"/>
      <w:pStyle w:val="CMSANAppendix9"/>
      <w:lvlText w:val="(%9)"/>
      <w:lvlJc w:val="left"/>
      <w:pPr>
        <w:tabs>
          <w:tab w:val="num" w:pos="4253"/>
        </w:tabs>
        <w:ind w:left="4253" w:hanging="851"/>
      </w:pPr>
      <w:rPr>
        <w:rFonts w:hint="default"/>
      </w:rPr>
    </w:lvl>
  </w:abstractNum>
  <w:abstractNum w:abstractNumId="18" w15:restartNumberingAfterBreak="0">
    <w:nsid w:val="23104773"/>
    <w:multiLevelType w:val="multilevel"/>
    <w:tmpl w:val="B9741F44"/>
    <w:name w:val="CMS_5"/>
    <w:styleLink w:val="CMS-ANSchedule"/>
    <w:lvl w:ilvl="0">
      <w:start w:val="1"/>
      <w:numFmt w:val="none"/>
      <w:pStyle w:val="CMSANSchedule1"/>
      <w:suff w:val="nothing"/>
      <w:lvlText w:val=""/>
      <w:lvlJc w:val="left"/>
      <w:pPr>
        <w:ind w:left="0" w:firstLine="0"/>
      </w:pPr>
      <w:rPr>
        <w:rFonts w:hint="default"/>
      </w:rPr>
    </w:lvl>
    <w:lvl w:ilvl="1">
      <w:start w:val="1"/>
      <w:numFmt w:val="none"/>
      <w:pStyle w:val="CMSANSchedule2"/>
      <w:suff w:val="nothing"/>
      <w:lvlText w:val=""/>
      <w:lvlJc w:val="left"/>
      <w:pPr>
        <w:ind w:left="0" w:firstLine="0"/>
      </w:pPr>
      <w:rPr>
        <w:rFonts w:hint="default"/>
      </w:rPr>
    </w:lvl>
    <w:lvl w:ilvl="2">
      <w:start w:val="1"/>
      <w:numFmt w:val="none"/>
      <w:pStyle w:val="CMSANSchedule3"/>
      <w:suff w:val="nothing"/>
      <w:lvlText w:val=""/>
      <w:lvlJc w:val="left"/>
      <w:pPr>
        <w:ind w:left="0" w:firstLine="0"/>
      </w:pPr>
      <w:rPr>
        <w:rFonts w:hint="default"/>
      </w:rPr>
    </w:lvl>
    <w:lvl w:ilvl="3">
      <w:start w:val="1"/>
      <w:numFmt w:val="decimal"/>
      <w:pStyle w:val="CMSANSchedule4"/>
      <w:lvlText w:val="%4."/>
      <w:lvlJc w:val="left"/>
      <w:pPr>
        <w:tabs>
          <w:tab w:val="num" w:pos="851"/>
        </w:tabs>
        <w:ind w:left="851" w:hanging="851"/>
      </w:pPr>
      <w:rPr>
        <w:rFonts w:hint="default"/>
      </w:rPr>
    </w:lvl>
    <w:lvl w:ilvl="4">
      <w:start w:val="1"/>
      <w:numFmt w:val="decimal"/>
      <w:pStyle w:val="CMSANSchedule5"/>
      <w:lvlText w:val="%4.%5"/>
      <w:lvlJc w:val="left"/>
      <w:pPr>
        <w:tabs>
          <w:tab w:val="num" w:pos="851"/>
        </w:tabs>
        <w:ind w:left="851" w:hanging="851"/>
      </w:pPr>
      <w:rPr>
        <w:rFonts w:hint="default"/>
      </w:rPr>
    </w:lvl>
    <w:lvl w:ilvl="5">
      <w:start w:val="1"/>
      <w:numFmt w:val="decimal"/>
      <w:pStyle w:val="CMSANSchedule6"/>
      <w:lvlText w:val="%4.%5.%6"/>
      <w:lvlJc w:val="left"/>
      <w:pPr>
        <w:tabs>
          <w:tab w:val="num" w:pos="1701"/>
        </w:tabs>
        <w:ind w:left="1701" w:hanging="850"/>
      </w:pPr>
      <w:rPr>
        <w:rFonts w:hint="default"/>
      </w:rPr>
    </w:lvl>
    <w:lvl w:ilvl="6">
      <w:start w:val="1"/>
      <w:numFmt w:val="lowerLetter"/>
      <w:pStyle w:val="CMSANSchedule7"/>
      <w:lvlText w:val="(%7)"/>
      <w:lvlJc w:val="left"/>
      <w:pPr>
        <w:tabs>
          <w:tab w:val="num" w:pos="2552"/>
        </w:tabs>
        <w:ind w:left="2552" w:hanging="851"/>
      </w:pPr>
      <w:rPr>
        <w:rFonts w:hint="default"/>
      </w:rPr>
    </w:lvl>
    <w:lvl w:ilvl="7">
      <w:start w:val="1"/>
      <w:numFmt w:val="lowerRoman"/>
      <w:pStyle w:val="CMSANSchedule8"/>
      <w:lvlText w:val="(%8)"/>
      <w:lvlJc w:val="left"/>
      <w:pPr>
        <w:tabs>
          <w:tab w:val="num" w:pos="3402"/>
        </w:tabs>
        <w:ind w:left="3402" w:hanging="850"/>
      </w:pPr>
      <w:rPr>
        <w:rFonts w:hint="default"/>
      </w:rPr>
    </w:lvl>
    <w:lvl w:ilvl="8">
      <w:start w:val="1"/>
      <w:numFmt w:val="upperLetter"/>
      <w:pStyle w:val="CMSANSchedule9"/>
      <w:lvlText w:val="(%9)"/>
      <w:lvlJc w:val="left"/>
      <w:pPr>
        <w:tabs>
          <w:tab w:val="num" w:pos="4253"/>
        </w:tabs>
        <w:ind w:left="4253" w:hanging="851"/>
      </w:pPr>
      <w:rPr>
        <w:rFonts w:hint="default"/>
      </w:rPr>
    </w:lvl>
  </w:abstractNum>
  <w:abstractNum w:abstractNumId="19" w15:restartNumberingAfterBreak="0">
    <w:nsid w:val="231227DE"/>
    <w:multiLevelType w:val="multilevel"/>
    <w:tmpl w:val="97BC8944"/>
    <w:styleLink w:val="CMS-Definitions"/>
    <w:lvl w:ilvl="0">
      <w:start w:val="1"/>
      <w:numFmt w:val="none"/>
      <w:pStyle w:val="CMSDefinition1"/>
      <w:suff w:val="nothing"/>
      <w:lvlText w:val=""/>
      <w:lvlJc w:val="left"/>
      <w:pPr>
        <w:ind w:left="567" w:firstLine="0"/>
      </w:pPr>
      <w:rPr>
        <w:rFonts w:hint="default"/>
      </w:rPr>
    </w:lvl>
    <w:lvl w:ilvl="1">
      <w:start w:val="1"/>
      <w:numFmt w:val="lowerLetter"/>
      <w:pStyle w:val="CMSDefinition2"/>
      <w:lvlText w:val="%1(%2)"/>
      <w:lvlJc w:val="left"/>
      <w:pPr>
        <w:tabs>
          <w:tab w:val="num" w:pos="1134"/>
        </w:tabs>
        <w:ind w:left="1134" w:hanging="567"/>
      </w:pPr>
      <w:rPr>
        <w:rFonts w:hint="default"/>
      </w:rPr>
    </w:lvl>
    <w:lvl w:ilvl="2">
      <w:start w:val="1"/>
      <w:numFmt w:val="lowerRoman"/>
      <w:pStyle w:val="CMSDefinition3"/>
      <w:lvlText w:val="(%3)"/>
      <w:lvlJc w:val="left"/>
      <w:pPr>
        <w:tabs>
          <w:tab w:val="num" w:pos="1701"/>
        </w:tabs>
        <w:ind w:left="1701" w:hanging="567"/>
      </w:pPr>
      <w:rPr>
        <w:rFonts w:hint="default"/>
      </w:rPr>
    </w:lvl>
    <w:lvl w:ilvl="3">
      <w:start w:val="1"/>
      <w:numFmt w:val="upperLetter"/>
      <w:pStyle w:val="CMSDefinition4"/>
      <w:lvlText w:val="(%4)"/>
      <w:lvlJc w:val="left"/>
      <w:pPr>
        <w:tabs>
          <w:tab w:val="num" w:pos="1701"/>
        </w:tabs>
        <w:ind w:left="2268" w:hanging="567"/>
      </w:pPr>
      <w:rPr>
        <w:rFonts w:hint="default"/>
      </w:rPr>
    </w:lvl>
    <w:lvl w:ilvl="4">
      <w:start w:val="1"/>
      <w:numFmt w:val="decimal"/>
      <w:pStyle w:val="CMSDefinition5"/>
      <w:lvlText w:val="(%5)"/>
      <w:lvlJc w:val="left"/>
      <w:pPr>
        <w:tabs>
          <w:tab w:val="num" w:pos="2835"/>
        </w:tabs>
        <w:ind w:left="2835" w:hanging="567"/>
      </w:pPr>
      <w:rPr>
        <w:rFonts w:hint="default"/>
      </w:rPr>
    </w:lvl>
    <w:lvl w:ilvl="5">
      <w:start w:val="1"/>
      <w:numFmt w:val="none"/>
      <w:lvlText w:val=""/>
      <w:lvlJc w:val="left"/>
      <w:pPr>
        <w:tabs>
          <w:tab w:val="num" w:pos="2381"/>
        </w:tabs>
        <w:ind w:left="2381" w:hanging="396"/>
      </w:pPr>
      <w:rPr>
        <w:rFonts w:hint="default"/>
      </w:rPr>
    </w:lvl>
    <w:lvl w:ilvl="6">
      <w:start w:val="1"/>
      <w:numFmt w:val="none"/>
      <w:lvlText w:val=""/>
      <w:lvlJc w:val="left"/>
      <w:pPr>
        <w:tabs>
          <w:tab w:val="num" w:pos="2722"/>
        </w:tabs>
        <w:ind w:left="2722" w:hanging="341"/>
      </w:pPr>
      <w:rPr>
        <w:rFonts w:hint="default"/>
      </w:rPr>
    </w:lvl>
    <w:lvl w:ilvl="7">
      <w:start w:val="1"/>
      <w:numFmt w:val="none"/>
      <w:lvlText w:val=""/>
      <w:lvlJc w:val="left"/>
      <w:pPr>
        <w:tabs>
          <w:tab w:val="num" w:pos="0"/>
        </w:tabs>
        <w:ind w:left="284" w:firstLine="0"/>
      </w:pPr>
      <w:rPr>
        <w:rFonts w:hint="default"/>
      </w:rPr>
    </w:lvl>
    <w:lvl w:ilvl="8">
      <w:start w:val="1"/>
      <w:numFmt w:val="none"/>
      <w:lvlText w:val=""/>
      <w:lvlJc w:val="left"/>
      <w:pPr>
        <w:tabs>
          <w:tab w:val="num" w:pos="0"/>
        </w:tabs>
        <w:ind w:left="284" w:firstLine="0"/>
      </w:pPr>
      <w:rPr>
        <w:rFonts w:hint="default"/>
      </w:rPr>
    </w:lvl>
  </w:abstractNum>
  <w:abstractNum w:abstractNumId="20" w15:restartNumberingAfterBreak="0">
    <w:nsid w:val="25863F81"/>
    <w:multiLevelType w:val="multilevel"/>
    <w:tmpl w:val="BF746E80"/>
    <w:name w:val="General 2"/>
    <w:lvl w:ilvl="0">
      <w:start w:val="1"/>
      <w:numFmt w:val="decimal"/>
      <w:lvlRestart w:val="0"/>
      <w:pStyle w:val="General2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General2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pStyle w:val="General2L3"/>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Roman"/>
      <w:pStyle w:val="General2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upperLetter"/>
      <w:pStyle w:val="General2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pStyle w:val="General2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General2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General2L8"/>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lvl w:ilvl="8">
      <w:start w:val="1"/>
      <w:numFmt w:val="none"/>
      <w:lvlRestart w:val="0"/>
      <w:pStyle w:val="General2L9"/>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abstractNum>
  <w:abstractNum w:abstractNumId="21" w15:restartNumberingAfterBreak="0">
    <w:nsid w:val="25F90DB4"/>
    <w:multiLevelType w:val="multilevel"/>
    <w:tmpl w:val="D7B252DA"/>
    <w:name w:val="CMS_6"/>
    <w:styleLink w:val="CMS-ANDefinitions"/>
    <w:lvl w:ilvl="0">
      <w:start w:val="1"/>
      <w:numFmt w:val="none"/>
      <w:pStyle w:val="CMSANDefinitions1"/>
      <w:suff w:val="nothing"/>
      <w:lvlText w:val=""/>
      <w:lvlJc w:val="left"/>
      <w:pPr>
        <w:ind w:left="851" w:firstLine="0"/>
      </w:pPr>
      <w:rPr>
        <w:rFonts w:hint="default"/>
      </w:rPr>
    </w:lvl>
    <w:lvl w:ilvl="1">
      <w:start w:val="1"/>
      <w:numFmt w:val="lowerLetter"/>
      <w:pStyle w:val="CMSANDefinitions2"/>
      <w:lvlText w:val="(%2)"/>
      <w:lvlJc w:val="left"/>
      <w:pPr>
        <w:tabs>
          <w:tab w:val="num" w:pos="1701"/>
        </w:tabs>
        <w:ind w:left="1701" w:hanging="850"/>
      </w:pPr>
      <w:rPr>
        <w:rFonts w:hint="default"/>
      </w:rPr>
    </w:lvl>
    <w:lvl w:ilvl="2">
      <w:start w:val="1"/>
      <w:numFmt w:val="lowerRoman"/>
      <w:pStyle w:val="CMSANDefinitions3"/>
      <w:lvlText w:val="(%3)"/>
      <w:lvlJc w:val="left"/>
      <w:pPr>
        <w:tabs>
          <w:tab w:val="num" w:pos="2552"/>
        </w:tabs>
        <w:ind w:left="2552" w:hanging="851"/>
      </w:pPr>
      <w:rPr>
        <w:rFonts w:hint="default"/>
      </w:rPr>
    </w:lvl>
    <w:lvl w:ilvl="3">
      <w:start w:val="1"/>
      <w:numFmt w:val="upperLetter"/>
      <w:pStyle w:val="CMSANDefinitions4"/>
      <w:lvlText w:val="(%4)"/>
      <w:lvlJc w:val="left"/>
      <w:pPr>
        <w:tabs>
          <w:tab w:val="num" w:pos="3402"/>
        </w:tabs>
        <w:ind w:left="3402" w:hanging="850"/>
      </w:pPr>
      <w:rPr>
        <w:rFonts w:hint="default"/>
      </w:rPr>
    </w:lvl>
    <w:lvl w:ilvl="4">
      <w:start w:val="1"/>
      <w:numFmt w:val="upperRoman"/>
      <w:pStyle w:val="CMSANDefinitions5"/>
      <w:lvlText w:val="(%5)"/>
      <w:lvlJc w:val="left"/>
      <w:pPr>
        <w:tabs>
          <w:tab w:val="num" w:pos="4253"/>
        </w:tabs>
        <w:ind w:left="4253" w:hanging="851"/>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28A86AD4"/>
    <w:multiLevelType w:val="multilevel"/>
    <w:tmpl w:val="C1985FB8"/>
    <w:name w:val="CMS_7"/>
    <w:styleLink w:val="CMS-ANALTSchXRef"/>
    <w:lvl w:ilvl="0">
      <w:start w:val="1"/>
      <w:numFmt w:val="decimal"/>
      <w:suff w:val="nothing"/>
      <w:lvlText w:val="Schedule %1"/>
      <w:lvlJc w:val="left"/>
      <w:pPr>
        <w:ind w:left="0" w:firstLine="0"/>
      </w:pPr>
      <w:rPr>
        <w:rFonts w:hint="default"/>
      </w:rPr>
    </w:lvl>
    <w:lvl w:ilvl="1">
      <w:start w:val="1"/>
      <w:numFmt w:val="decimal"/>
      <w:suff w:val="nothing"/>
      <w:lvlText w:val="Part %2"/>
      <w:lvlJc w:val="left"/>
      <w:pPr>
        <w:ind w:left="0" w:firstLine="0"/>
      </w:pPr>
      <w:rPr>
        <w:rFonts w:hint="default"/>
      </w:rPr>
    </w:lvl>
    <w:lvl w:ilvl="2">
      <w:start w:val="1"/>
      <w:numFmt w:val="upperLetter"/>
      <w:suff w:val="nothing"/>
      <w:lvlText w:val="Part %3"/>
      <w:lvlJc w:val="left"/>
      <w:pPr>
        <w:ind w:left="0" w:firstLine="0"/>
      </w:pPr>
      <w:rPr>
        <w:rFonts w:hint="default"/>
      </w:rPr>
    </w:lvl>
    <w:lvl w:ilvl="3">
      <w:start w:val="1"/>
      <w:numFmt w:val="decimal"/>
      <w:lvlText w:val="%4."/>
      <w:lvlJc w:val="left"/>
      <w:pPr>
        <w:tabs>
          <w:tab w:val="num" w:pos="851"/>
        </w:tabs>
        <w:ind w:left="851" w:hanging="851"/>
      </w:pPr>
      <w:rPr>
        <w:rFonts w:hint="default"/>
      </w:rPr>
    </w:lvl>
    <w:lvl w:ilvl="4">
      <w:start w:val="1"/>
      <w:numFmt w:val="lowerLetter"/>
      <w:lvlText w:val="(%5)"/>
      <w:lvlJc w:val="left"/>
      <w:pPr>
        <w:tabs>
          <w:tab w:val="num" w:pos="1701"/>
        </w:tabs>
        <w:ind w:left="1701" w:hanging="850"/>
      </w:pPr>
      <w:rPr>
        <w:rFonts w:hint="default"/>
      </w:rPr>
    </w:lvl>
    <w:lvl w:ilvl="5">
      <w:start w:val="1"/>
      <w:numFmt w:val="lowerRoman"/>
      <w:lvlText w:val="(%6)"/>
      <w:lvlJc w:val="left"/>
      <w:pPr>
        <w:tabs>
          <w:tab w:val="num" w:pos="2552"/>
        </w:tabs>
        <w:ind w:left="2552" w:hanging="851"/>
      </w:pPr>
      <w:rPr>
        <w:rFonts w:hint="default"/>
      </w:rPr>
    </w:lvl>
    <w:lvl w:ilvl="6">
      <w:start w:val="1"/>
      <w:numFmt w:val="upperLetter"/>
      <w:lvlText w:val="(%7)"/>
      <w:lvlJc w:val="left"/>
      <w:pPr>
        <w:tabs>
          <w:tab w:val="num" w:pos="3402"/>
        </w:tabs>
        <w:ind w:left="3402" w:hanging="850"/>
      </w:pPr>
      <w:rPr>
        <w:rFonts w:hint="default"/>
      </w:rPr>
    </w:lvl>
    <w:lvl w:ilvl="7">
      <w:start w:val="1"/>
      <w:numFmt w:val="upperRoman"/>
      <w:lvlText w:val="(%8)"/>
      <w:lvlJc w:val="left"/>
      <w:pPr>
        <w:tabs>
          <w:tab w:val="num" w:pos="4253"/>
        </w:tabs>
        <w:ind w:left="4253" w:hanging="851"/>
      </w:pPr>
      <w:rPr>
        <w:rFonts w:hint="default"/>
      </w:rPr>
    </w:lvl>
    <w:lvl w:ilvl="8">
      <w:start w:val="1"/>
      <w:numFmt w:val="decimal"/>
      <w:lvlText w:val="(%9)"/>
      <w:lvlJc w:val="left"/>
      <w:pPr>
        <w:tabs>
          <w:tab w:val="num" w:pos="5103"/>
        </w:tabs>
        <w:ind w:left="5103" w:hanging="850"/>
      </w:pPr>
      <w:rPr>
        <w:rFonts w:hint="default"/>
      </w:rPr>
    </w:lvl>
  </w:abstractNum>
  <w:abstractNum w:abstractNumId="23" w15:restartNumberingAfterBreak="0">
    <w:nsid w:val="28D9536E"/>
    <w:multiLevelType w:val="multilevel"/>
    <w:tmpl w:val="5958E940"/>
    <w:lvl w:ilvl="0">
      <w:start w:val="1"/>
      <w:numFmt w:val="upperLetter"/>
      <w:pStyle w:val="ListALPHACAPS1"/>
      <w:lvlText w:val="(%1)"/>
      <w:lvlJc w:val="left"/>
      <w:pPr>
        <w:tabs>
          <w:tab w:val="num" w:pos="624"/>
        </w:tabs>
        <w:ind w:left="624" w:hanging="624"/>
      </w:pPr>
      <w:rPr>
        <w:rFonts w:ascii="CG Times" w:hAnsi="CG Times"/>
        <w:b w:val="0"/>
        <w:i w:val="0"/>
        <w:sz w:val="20"/>
      </w:rPr>
    </w:lvl>
    <w:lvl w:ilvl="1">
      <w:start w:val="1"/>
      <w:numFmt w:val="upperLetter"/>
      <w:pStyle w:val="LISTALPHACAPS2"/>
      <w:lvlText w:val="(%2)"/>
      <w:lvlJc w:val="left"/>
      <w:pPr>
        <w:tabs>
          <w:tab w:val="num" w:pos="1417"/>
        </w:tabs>
        <w:ind w:left="1417" w:hanging="793"/>
      </w:pPr>
      <w:rPr>
        <w:b w:val="0"/>
        <w:i w:val="0"/>
        <w:sz w:val="20"/>
      </w:rPr>
    </w:lvl>
    <w:lvl w:ilvl="2">
      <w:start w:val="1"/>
      <w:numFmt w:val="upperLetter"/>
      <w:pStyle w:val="LISTALPHACAPS3"/>
      <w:lvlText w:val="(%3)"/>
      <w:lvlJc w:val="left"/>
      <w:pPr>
        <w:tabs>
          <w:tab w:val="num" w:pos="1928"/>
        </w:tabs>
        <w:ind w:left="1928" w:hanging="511"/>
      </w:pPr>
      <w:rPr>
        <w:b w:val="0"/>
        <w:i w:val="0"/>
        <w:sz w:val="20"/>
      </w:rPr>
    </w:lvl>
    <w:lvl w:ilvl="3">
      <w:start w:val="1"/>
      <w:numFmt w:val="lowerLetter"/>
      <w:lvlText w:val="(%4)"/>
      <w:lvlJc w:val="left"/>
      <w:pPr>
        <w:tabs>
          <w:tab w:val="num" w:pos="1928"/>
        </w:tabs>
        <w:ind w:left="1928" w:hanging="511"/>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4" w15:restartNumberingAfterBreak="0">
    <w:nsid w:val="2B687E42"/>
    <w:multiLevelType w:val="multilevel"/>
    <w:tmpl w:val="9918D5AA"/>
    <w:name w:val="CMS_8"/>
    <w:numStyleLink w:val="CMS-ANSch"/>
  </w:abstractNum>
  <w:abstractNum w:abstractNumId="25" w15:restartNumberingAfterBreak="0">
    <w:nsid w:val="2D9C0000"/>
    <w:multiLevelType w:val="multilevel"/>
    <w:tmpl w:val="98E6383E"/>
    <w:name w:val="CMS_9"/>
    <w:styleLink w:val="CMS-ANALTSchedule"/>
    <w:lvl w:ilvl="0">
      <w:start w:val="1"/>
      <w:numFmt w:val="none"/>
      <w:pStyle w:val="CMSANALTSchedule1"/>
      <w:suff w:val="nothing"/>
      <w:lvlText w:val=""/>
      <w:lvlJc w:val="left"/>
      <w:pPr>
        <w:ind w:left="0" w:firstLine="0"/>
      </w:pPr>
      <w:rPr>
        <w:rFonts w:hint="default"/>
      </w:rPr>
    </w:lvl>
    <w:lvl w:ilvl="1">
      <w:start w:val="1"/>
      <w:numFmt w:val="none"/>
      <w:pStyle w:val="CMSANALTSchedule2"/>
      <w:suff w:val="nothing"/>
      <w:lvlText w:val=""/>
      <w:lvlJc w:val="left"/>
      <w:pPr>
        <w:ind w:left="0" w:firstLine="0"/>
      </w:pPr>
      <w:rPr>
        <w:rFonts w:hint="default"/>
      </w:rPr>
    </w:lvl>
    <w:lvl w:ilvl="2">
      <w:start w:val="1"/>
      <w:numFmt w:val="none"/>
      <w:pStyle w:val="CMSANALTSchedule3"/>
      <w:suff w:val="nothing"/>
      <w:lvlText w:val=""/>
      <w:lvlJc w:val="left"/>
      <w:pPr>
        <w:ind w:left="0" w:firstLine="0"/>
      </w:pPr>
      <w:rPr>
        <w:rFonts w:hint="default"/>
      </w:rPr>
    </w:lvl>
    <w:lvl w:ilvl="3">
      <w:start w:val="1"/>
      <w:numFmt w:val="decimal"/>
      <w:pStyle w:val="CMSANALTSchedule4"/>
      <w:lvlText w:val="%4."/>
      <w:lvlJc w:val="left"/>
      <w:pPr>
        <w:tabs>
          <w:tab w:val="num" w:pos="851"/>
        </w:tabs>
        <w:ind w:left="851" w:hanging="851"/>
      </w:pPr>
      <w:rPr>
        <w:rFonts w:hint="default"/>
      </w:rPr>
    </w:lvl>
    <w:lvl w:ilvl="4">
      <w:start w:val="1"/>
      <w:numFmt w:val="lowerLetter"/>
      <w:pStyle w:val="CMSANALTSchedule5"/>
      <w:lvlText w:val="(%5)"/>
      <w:lvlJc w:val="left"/>
      <w:pPr>
        <w:tabs>
          <w:tab w:val="num" w:pos="1701"/>
        </w:tabs>
        <w:ind w:left="1701" w:hanging="850"/>
      </w:pPr>
      <w:rPr>
        <w:rFonts w:hint="default"/>
      </w:rPr>
    </w:lvl>
    <w:lvl w:ilvl="5">
      <w:start w:val="1"/>
      <w:numFmt w:val="lowerRoman"/>
      <w:pStyle w:val="CMSANALTSchedule6"/>
      <w:lvlText w:val="(%6)"/>
      <w:lvlJc w:val="left"/>
      <w:pPr>
        <w:tabs>
          <w:tab w:val="num" w:pos="2552"/>
        </w:tabs>
        <w:ind w:left="2552" w:hanging="851"/>
      </w:pPr>
      <w:rPr>
        <w:rFonts w:hint="default"/>
      </w:rPr>
    </w:lvl>
    <w:lvl w:ilvl="6">
      <w:start w:val="1"/>
      <w:numFmt w:val="upperLetter"/>
      <w:pStyle w:val="CMSANALTSchedule7"/>
      <w:lvlText w:val="(%7)"/>
      <w:lvlJc w:val="left"/>
      <w:pPr>
        <w:tabs>
          <w:tab w:val="num" w:pos="3402"/>
        </w:tabs>
        <w:ind w:left="3402" w:hanging="850"/>
      </w:pPr>
      <w:rPr>
        <w:rFonts w:hint="default"/>
      </w:rPr>
    </w:lvl>
    <w:lvl w:ilvl="7">
      <w:start w:val="1"/>
      <w:numFmt w:val="upperRoman"/>
      <w:pStyle w:val="CMSANALTSchedule8"/>
      <w:lvlText w:val="(%8)"/>
      <w:lvlJc w:val="left"/>
      <w:pPr>
        <w:tabs>
          <w:tab w:val="num" w:pos="4253"/>
        </w:tabs>
        <w:ind w:left="4253" w:hanging="851"/>
      </w:pPr>
      <w:rPr>
        <w:rFonts w:hint="default"/>
      </w:rPr>
    </w:lvl>
    <w:lvl w:ilvl="8">
      <w:start w:val="1"/>
      <w:numFmt w:val="decimal"/>
      <w:pStyle w:val="CMSANALTSchedule9"/>
      <w:lvlText w:val="(%9)"/>
      <w:lvlJc w:val="left"/>
      <w:pPr>
        <w:tabs>
          <w:tab w:val="num" w:pos="5103"/>
        </w:tabs>
        <w:ind w:left="5103" w:hanging="850"/>
      </w:pPr>
      <w:rPr>
        <w:rFonts w:hint="default"/>
      </w:rPr>
    </w:lvl>
  </w:abstractNum>
  <w:abstractNum w:abstractNumId="26" w15:restartNumberingAfterBreak="0">
    <w:nsid w:val="2F4C28B2"/>
    <w:multiLevelType w:val="multilevel"/>
    <w:tmpl w:val="DD407ADC"/>
    <w:name w:val="CMS_10"/>
    <w:styleLink w:val="CMS-ANHeading"/>
    <w:lvl w:ilvl="0">
      <w:start w:val="1"/>
      <w:numFmt w:val="none"/>
      <w:suff w:val="nothing"/>
      <w:lvlText w:val=""/>
      <w:lvlJc w:val="left"/>
      <w:pPr>
        <w:ind w:left="0" w:firstLine="0"/>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rPr>
    </w:lvl>
    <w:lvl w:ilvl="3">
      <w:start w:val="1"/>
      <w:numFmt w:val="decimal"/>
      <w:lvlText w:val="%2.%3.%4"/>
      <w:lvlJc w:val="left"/>
      <w:pPr>
        <w:tabs>
          <w:tab w:val="num" w:pos="1701"/>
        </w:tabs>
        <w:ind w:left="1701" w:hanging="850"/>
      </w:pPr>
      <w:rPr>
        <w:rFonts w:hint="default"/>
      </w:rPr>
    </w:lvl>
    <w:lvl w:ilvl="4">
      <w:start w:val="1"/>
      <w:numFmt w:val="lowerLetter"/>
      <w:lvlText w:val="(%5)"/>
      <w:lvlJc w:val="left"/>
      <w:pPr>
        <w:tabs>
          <w:tab w:val="num" w:pos="2552"/>
        </w:tabs>
        <w:ind w:left="2552" w:hanging="851"/>
      </w:pPr>
      <w:rPr>
        <w:rFonts w:hint="default"/>
      </w:rPr>
    </w:lvl>
    <w:lvl w:ilvl="5">
      <w:start w:val="1"/>
      <w:numFmt w:val="lowerRoman"/>
      <w:lvlText w:val="(%6)"/>
      <w:lvlJc w:val="left"/>
      <w:pPr>
        <w:tabs>
          <w:tab w:val="num" w:pos="3402"/>
        </w:tabs>
        <w:ind w:left="3402" w:hanging="850"/>
      </w:pPr>
      <w:rPr>
        <w:rFonts w:hint="default"/>
      </w:rPr>
    </w:lvl>
    <w:lvl w:ilvl="6">
      <w:start w:val="1"/>
      <w:numFmt w:val="upperLetter"/>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15:restartNumberingAfterBreak="0">
    <w:nsid w:val="2F6E4EC2"/>
    <w:multiLevelType w:val="multilevel"/>
    <w:tmpl w:val="60A02F6A"/>
    <w:name w:val="CMS_11"/>
    <w:numStyleLink w:val="CMS-ANTableListNumber1"/>
  </w:abstractNum>
  <w:abstractNum w:abstractNumId="28" w15:restartNumberingAfterBreak="0">
    <w:nsid w:val="375C037F"/>
    <w:multiLevelType w:val="multilevel"/>
    <w:tmpl w:val="5A76CC3C"/>
    <w:name w:val="CMS_12"/>
    <w:lvl w:ilvl="0">
      <w:start w:val="1"/>
      <w:numFmt w:val="decimal"/>
      <w:pStyle w:val="CMSALTSch1XRef"/>
      <w:suff w:val="nothing"/>
      <w:lvlText w:val="Schedule %1"/>
      <w:lvlJc w:val="left"/>
      <w:pPr>
        <w:ind w:left="0" w:firstLine="0"/>
      </w:pPr>
      <w:rPr>
        <w:rFonts w:hint="default"/>
      </w:rPr>
    </w:lvl>
    <w:lvl w:ilvl="1">
      <w:start w:val="1"/>
      <w:numFmt w:val="decimal"/>
      <w:pStyle w:val="CMSALTSch2XRef"/>
      <w:suff w:val="nothing"/>
      <w:lvlText w:val="Part %2"/>
      <w:lvlJc w:val="left"/>
      <w:pPr>
        <w:ind w:left="0" w:firstLine="0"/>
      </w:pPr>
      <w:rPr>
        <w:rFonts w:hint="default"/>
      </w:rPr>
    </w:lvl>
    <w:lvl w:ilvl="2">
      <w:start w:val="1"/>
      <w:numFmt w:val="upperLetter"/>
      <w:pStyle w:val="CMSALTSch3XRef"/>
      <w:suff w:val="nothing"/>
      <w:lvlText w:val="Part %3"/>
      <w:lvlJc w:val="left"/>
      <w:pPr>
        <w:ind w:left="0" w:firstLine="0"/>
      </w:pPr>
      <w:rPr>
        <w:rFonts w:hint="default"/>
      </w:rPr>
    </w:lvl>
    <w:lvl w:ilvl="3">
      <w:start w:val="1"/>
      <w:numFmt w:val="decimal"/>
      <w:pStyle w:val="CMSALTSch4XRef"/>
      <w:lvlText w:val="%4."/>
      <w:lvlJc w:val="left"/>
      <w:pPr>
        <w:tabs>
          <w:tab w:val="num" w:pos="851"/>
        </w:tabs>
        <w:ind w:left="851" w:hanging="851"/>
      </w:pPr>
      <w:rPr>
        <w:rFonts w:hint="default"/>
      </w:rPr>
    </w:lvl>
    <w:lvl w:ilvl="4">
      <w:start w:val="1"/>
      <w:numFmt w:val="lowerLetter"/>
      <w:pStyle w:val="CMSALTSch5XRef"/>
      <w:lvlText w:val="(%5)"/>
      <w:lvlJc w:val="left"/>
      <w:pPr>
        <w:tabs>
          <w:tab w:val="num" w:pos="1701"/>
        </w:tabs>
        <w:ind w:left="1701" w:hanging="850"/>
      </w:pPr>
      <w:rPr>
        <w:rFonts w:hint="default"/>
      </w:rPr>
    </w:lvl>
    <w:lvl w:ilvl="5">
      <w:start w:val="1"/>
      <w:numFmt w:val="lowerRoman"/>
      <w:pStyle w:val="CMSALTSch6XRef"/>
      <w:lvlText w:val="(%6)"/>
      <w:lvlJc w:val="left"/>
      <w:pPr>
        <w:tabs>
          <w:tab w:val="num" w:pos="2552"/>
        </w:tabs>
        <w:ind w:left="2552" w:hanging="851"/>
      </w:pPr>
      <w:rPr>
        <w:rFonts w:hint="default"/>
      </w:rPr>
    </w:lvl>
    <w:lvl w:ilvl="6">
      <w:start w:val="1"/>
      <w:numFmt w:val="upperLetter"/>
      <w:pStyle w:val="CMSALTSch7XRef"/>
      <w:lvlText w:val="(%7)"/>
      <w:lvlJc w:val="left"/>
      <w:pPr>
        <w:tabs>
          <w:tab w:val="num" w:pos="3402"/>
        </w:tabs>
        <w:ind w:left="3402" w:hanging="850"/>
      </w:pPr>
      <w:rPr>
        <w:rFonts w:hint="default"/>
      </w:rPr>
    </w:lvl>
    <w:lvl w:ilvl="7">
      <w:start w:val="1"/>
      <w:numFmt w:val="upperRoman"/>
      <w:pStyle w:val="CMSALTSch8XRef"/>
      <w:lvlText w:val="(%8)"/>
      <w:lvlJc w:val="left"/>
      <w:pPr>
        <w:tabs>
          <w:tab w:val="num" w:pos="4253"/>
        </w:tabs>
        <w:ind w:left="4253" w:hanging="851"/>
      </w:pPr>
      <w:rPr>
        <w:rFonts w:hint="default"/>
      </w:rPr>
    </w:lvl>
    <w:lvl w:ilvl="8">
      <w:start w:val="1"/>
      <w:numFmt w:val="decimal"/>
      <w:pStyle w:val="CMSALTSch9XRef"/>
      <w:lvlText w:val="(%9)"/>
      <w:lvlJc w:val="left"/>
      <w:pPr>
        <w:tabs>
          <w:tab w:val="num" w:pos="5103"/>
        </w:tabs>
        <w:ind w:left="5103" w:hanging="850"/>
      </w:pPr>
      <w:rPr>
        <w:rFonts w:hint="default"/>
      </w:rPr>
    </w:lvl>
  </w:abstractNum>
  <w:abstractNum w:abstractNumId="29" w15:restartNumberingAfterBreak="0">
    <w:nsid w:val="38E60807"/>
    <w:multiLevelType w:val="multilevel"/>
    <w:tmpl w:val="F07A349C"/>
    <w:styleLink w:val="CMS-EN-Dash"/>
    <w:lvl w:ilvl="0">
      <w:start w:val="1"/>
      <w:numFmt w:val="bullet"/>
      <w:lvlText w:val="-"/>
      <w:lvlJc w:val="left"/>
      <w:pPr>
        <w:ind w:left="1134" w:hanging="567"/>
      </w:pPr>
      <w:rPr>
        <w:rFonts w:ascii="Arial" w:hAnsi="Arial" w:hint="default"/>
      </w:rPr>
    </w:lvl>
    <w:lvl w:ilvl="1">
      <w:start w:val="1"/>
      <w:numFmt w:val="bullet"/>
      <w:lvlText w:val="•"/>
      <w:lvlJc w:val="left"/>
      <w:pPr>
        <w:ind w:left="1701" w:hanging="567"/>
      </w:pPr>
      <w:rPr>
        <w:rFonts w:ascii="Times New Roman" w:hAnsi="Times New Roman" w:cs="Times New Roman" w:hint="default"/>
      </w:rPr>
    </w:lvl>
    <w:lvl w:ilvl="2">
      <w:start w:val="1"/>
      <w:numFmt w:val="bullet"/>
      <w:lvlText w:val="-"/>
      <w:lvlJc w:val="left"/>
      <w:pPr>
        <w:ind w:left="2268" w:hanging="567"/>
      </w:pPr>
      <w:rPr>
        <w:rFonts w:ascii="Arial" w:hAnsi="Arial" w:hint="default"/>
      </w:rPr>
    </w:lvl>
    <w:lvl w:ilvl="3">
      <w:start w:val="1"/>
      <w:numFmt w:val="bullet"/>
      <w:lvlText w:val="•"/>
      <w:lvlJc w:val="left"/>
      <w:pPr>
        <w:ind w:left="2835" w:hanging="567"/>
      </w:pPr>
      <w:rPr>
        <w:rFonts w:ascii="Times New Roman" w:hAnsi="Times New Roman" w:cs="Times New Roman" w:hint="default"/>
      </w:rPr>
    </w:lvl>
    <w:lvl w:ilvl="4">
      <w:start w:val="1"/>
      <w:numFmt w:val="bullet"/>
      <w:lvlText w:val="-"/>
      <w:lvlJc w:val="left"/>
      <w:pPr>
        <w:ind w:left="2835" w:hanging="567"/>
      </w:pPr>
      <w:rPr>
        <w:rFonts w:ascii="Arial" w:hAnsi="Arial" w:hint="default"/>
      </w:rPr>
    </w:lvl>
    <w:lvl w:ilvl="5">
      <w:start w:val="1"/>
      <w:numFmt w:val="bullet"/>
      <w:lvlText w:val="•"/>
      <w:lvlJc w:val="left"/>
      <w:pPr>
        <w:ind w:left="2835" w:hanging="567"/>
      </w:pPr>
      <w:rPr>
        <w:rFonts w:ascii="Times New Roman" w:hAnsi="Times New Roman" w:cs="Times New Roman" w:hint="default"/>
      </w:rPr>
    </w:lvl>
    <w:lvl w:ilvl="6">
      <w:start w:val="1"/>
      <w:numFmt w:val="bullet"/>
      <w:lvlText w:val="-"/>
      <w:lvlJc w:val="left"/>
      <w:pPr>
        <w:ind w:left="2835" w:hanging="567"/>
      </w:pPr>
      <w:rPr>
        <w:rFonts w:ascii="Arial" w:hAnsi="Arial" w:hint="default"/>
      </w:rPr>
    </w:lvl>
    <w:lvl w:ilvl="7">
      <w:start w:val="1"/>
      <w:numFmt w:val="bullet"/>
      <w:lvlText w:val="-"/>
      <w:lvlJc w:val="left"/>
      <w:pPr>
        <w:ind w:left="284" w:hanging="284"/>
      </w:pPr>
      <w:rPr>
        <w:rFonts w:ascii="Arial" w:hAnsi="Arial" w:hint="default"/>
      </w:rPr>
    </w:lvl>
    <w:lvl w:ilvl="8">
      <w:start w:val="1"/>
      <w:numFmt w:val="bullet"/>
      <w:lvlText w:val="-"/>
      <w:lvlJc w:val="left"/>
      <w:pPr>
        <w:ind w:left="284" w:hanging="284"/>
      </w:pPr>
      <w:rPr>
        <w:rFonts w:ascii="Arial" w:hAnsi="Arial" w:hint="default"/>
      </w:rPr>
    </w:lvl>
  </w:abstractNum>
  <w:abstractNum w:abstractNumId="30" w15:restartNumberingAfterBreak="0">
    <w:nsid w:val="3A825391"/>
    <w:multiLevelType w:val="multilevel"/>
    <w:tmpl w:val="7BB2C3D0"/>
    <w:name w:val="CMS AN Dash"/>
    <w:lvl w:ilvl="0">
      <w:start w:val="1"/>
      <w:numFmt w:val="none"/>
      <w:pStyle w:val="CMSANDash"/>
      <w:lvlText w:val="-"/>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3BA3133A"/>
    <w:multiLevelType w:val="multilevel"/>
    <w:tmpl w:val="152CAA26"/>
    <w:name w:val="CMS_13"/>
    <w:lvl w:ilvl="0">
      <w:start w:val="1"/>
      <w:numFmt w:val="none"/>
      <w:pStyle w:val="CMSANRecitalsHeading"/>
      <w:suff w:val="nothing"/>
      <w:lvlText w:val=""/>
      <w:lvlJc w:val="left"/>
      <w:pPr>
        <w:ind w:left="0" w:firstLine="0"/>
      </w:pPr>
      <w:rPr>
        <w:rFonts w:hint="default"/>
      </w:rPr>
    </w:lvl>
    <w:lvl w:ilvl="1">
      <w:start w:val="1"/>
      <w:numFmt w:val="decimal"/>
      <w:pStyle w:val="CMSANParties"/>
      <w:lvlText w:val="(%2)"/>
      <w:lvlJc w:val="left"/>
      <w:pPr>
        <w:tabs>
          <w:tab w:val="num" w:pos="851"/>
        </w:tabs>
        <w:ind w:left="851" w:hanging="851"/>
      </w:pPr>
      <w:rPr>
        <w:rFonts w:hint="default"/>
      </w:rPr>
    </w:lvl>
    <w:lvl w:ilvl="2">
      <w:start w:val="1"/>
      <w:numFmt w:val="upperLetter"/>
      <w:lvlRestart w:val="1"/>
      <w:pStyle w:val="CMSANRecitals"/>
      <w:lvlText w:val="(%3)"/>
      <w:lvlJc w:val="left"/>
      <w:pPr>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42DB033E"/>
    <w:multiLevelType w:val="multilevel"/>
    <w:tmpl w:val="6E08879A"/>
    <w:name w:val="CMS_14"/>
    <w:numStyleLink w:val="CMSANAppendix"/>
  </w:abstractNum>
  <w:abstractNum w:abstractNumId="33" w15:restartNumberingAfterBreak="0">
    <w:nsid w:val="45ED6A63"/>
    <w:multiLevelType w:val="multilevel"/>
    <w:tmpl w:val="EA5447F4"/>
    <w:styleLink w:val="CMS-ANParties"/>
    <w:lvl w:ilvl="0">
      <w:start w:val="1"/>
      <w:numFmt w:val="decimal"/>
      <w:lvlText w:val="(%1)"/>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4ABD7684"/>
    <w:multiLevelType w:val="multilevel"/>
    <w:tmpl w:val="60A02F6A"/>
    <w:name w:val="CMS_15"/>
    <w:styleLink w:val="CMS-ANTableListNumber1"/>
    <w:lvl w:ilvl="0">
      <w:start w:val="1"/>
      <w:numFmt w:val="none"/>
      <w:pStyle w:val="CMSANTableHeader"/>
      <w:suff w:val="nothing"/>
      <w:lvlText w:val=""/>
      <w:lvlJc w:val="left"/>
      <w:pPr>
        <w:ind w:left="0" w:firstLine="0"/>
      </w:pPr>
      <w:rPr>
        <w:rFonts w:hint="default"/>
      </w:rPr>
    </w:lvl>
    <w:lvl w:ilvl="1">
      <w:start w:val="1"/>
      <w:numFmt w:val="none"/>
      <w:pStyle w:val="CMSANTableHeaderCentred"/>
      <w:lvlText w:val=""/>
      <w:lvlJc w:val="left"/>
      <w:pPr>
        <w:tabs>
          <w:tab w:val="num" w:pos="0"/>
        </w:tabs>
        <w:ind w:left="0" w:firstLine="0"/>
      </w:pPr>
      <w:rPr>
        <w:rFonts w:hint="default"/>
      </w:rPr>
    </w:lvl>
    <w:lvl w:ilvl="2">
      <w:start w:val="1"/>
      <w:numFmt w:val="decimal"/>
      <w:pStyle w:val="CMSANTableListNumber1"/>
      <w:lvlText w:val="%3."/>
      <w:lvlJc w:val="left"/>
      <w:pPr>
        <w:tabs>
          <w:tab w:val="num" w:pos="567"/>
        </w:tabs>
        <w:ind w:left="567" w:hanging="567"/>
      </w:pPr>
      <w:rPr>
        <w:rFonts w:hint="default"/>
      </w:rPr>
    </w:lvl>
    <w:lvl w:ilvl="3">
      <w:start w:val="1"/>
      <w:numFmt w:val="lowerLetter"/>
      <w:pStyle w:val="CMSANTableListNumber2"/>
      <w:lvlText w:val="(%4)"/>
      <w:lvlJc w:val="left"/>
      <w:pPr>
        <w:tabs>
          <w:tab w:val="num" w:pos="567"/>
        </w:tabs>
        <w:ind w:left="567" w:hanging="567"/>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5" w15:restartNumberingAfterBreak="0">
    <w:nsid w:val="4D587160"/>
    <w:multiLevelType w:val="multilevel"/>
    <w:tmpl w:val="7512ADFC"/>
    <w:name w:val="CMS_16"/>
    <w:styleLink w:val="CMS-ANExhibit"/>
    <w:lvl w:ilvl="0">
      <w:start w:val="1"/>
      <w:numFmt w:val="decimal"/>
      <w:pStyle w:val="CMSANExhibit1"/>
      <w:suff w:val="nothing"/>
      <w:lvlText w:val="Exhibit %1"/>
      <w:lvlJc w:val="left"/>
      <w:pPr>
        <w:ind w:left="0" w:firstLine="0"/>
      </w:pPr>
      <w:rPr>
        <w:rFonts w:hint="default"/>
      </w:rPr>
    </w:lvl>
    <w:lvl w:ilvl="1">
      <w:start w:val="1"/>
      <w:numFmt w:val="decimal"/>
      <w:pStyle w:val="CMSANExhibit2"/>
      <w:suff w:val="nothing"/>
      <w:lvlText w:val="Part %2"/>
      <w:lvlJc w:val="left"/>
      <w:pPr>
        <w:ind w:left="0" w:firstLine="0"/>
      </w:pPr>
      <w:rPr>
        <w:rFonts w:hint="default"/>
      </w:rPr>
    </w:lvl>
    <w:lvl w:ilvl="2">
      <w:start w:val="1"/>
      <w:numFmt w:val="none"/>
      <w:pStyle w:val="CMSANExhibit3"/>
      <w:suff w:val="nothing"/>
      <w:lvlText w:val=""/>
      <w:lvlJc w:val="left"/>
      <w:pPr>
        <w:ind w:left="0" w:firstLine="0"/>
      </w:pPr>
      <w:rPr>
        <w:rFonts w:hint="default"/>
      </w:rPr>
    </w:lvl>
    <w:lvl w:ilvl="3">
      <w:start w:val="1"/>
      <w:numFmt w:val="decimal"/>
      <w:pStyle w:val="CMSANExhibit4"/>
      <w:lvlText w:val="%4."/>
      <w:lvlJc w:val="left"/>
      <w:pPr>
        <w:tabs>
          <w:tab w:val="num" w:pos="851"/>
        </w:tabs>
        <w:ind w:left="851" w:hanging="851"/>
      </w:pPr>
      <w:rPr>
        <w:rFonts w:hint="default"/>
      </w:rPr>
    </w:lvl>
    <w:lvl w:ilvl="4">
      <w:start w:val="1"/>
      <w:numFmt w:val="decimal"/>
      <w:pStyle w:val="CMSANExhibit5"/>
      <w:lvlText w:val="%4.%5"/>
      <w:lvlJc w:val="left"/>
      <w:pPr>
        <w:tabs>
          <w:tab w:val="num" w:pos="851"/>
        </w:tabs>
        <w:ind w:left="851" w:hanging="851"/>
      </w:pPr>
      <w:rPr>
        <w:rFonts w:hint="default"/>
      </w:rPr>
    </w:lvl>
    <w:lvl w:ilvl="5">
      <w:start w:val="1"/>
      <w:numFmt w:val="decimal"/>
      <w:pStyle w:val="CMSANExhibit6"/>
      <w:lvlText w:val="%4.%5.%6"/>
      <w:lvlJc w:val="left"/>
      <w:pPr>
        <w:tabs>
          <w:tab w:val="num" w:pos="1701"/>
        </w:tabs>
        <w:ind w:left="1701" w:hanging="850"/>
      </w:pPr>
      <w:rPr>
        <w:rFonts w:hint="default"/>
      </w:rPr>
    </w:lvl>
    <w:lvl w:ilvl="6">
      <w:start w:val="1"/>
      <w:numFmt w:val="lowerLetter"/>
      <w:pStyle w:val="CMSANExhibit7"/>
      <w:lvlText w:val="(%7)"/>
      <w:lvlJc w:val="left"/>
      <w:pPr>
        <w:tabs>
          <w:tab w:val="num" w:pos="2552"/>
        </w:tabs>
        <w:ind w:left="2552" w:hanging="851"/>
      </w:pPr>
      <w:rPr>
        <w:rFonts w:hint="default"/>
      </w:rPr>
    </w:lvl>
    <w:lvl w:ilvl="7">
      <w:start w:val="1"/>
      <w:numFmt w:val="lowerRoman"/>
      <w:pStyle w:val="CMSANExhibit8"/>
      <w:lvlText w:val="(%8)"/>
      <w:lvlJc w:val="left"/>
      <w:pPr>
        <w:tabs>
          <w:tab w:val="num" w:pos="3402"/>
        </w:tabs>
        <w:ind w:left="3402" w:hanging="850"/>
      </w:pPr>
      <w:rPr>
        <w:rFonts w:hint="default"/>
      </w:rPr>
    </w:lvl>
    <w:lvl w:ilvl="8">
      <w:start w:val="1"/>
      <w:numFmt w:val="upperLetter"/>
      <w:pStyle w:val="CMSANExhibit9"/>
      <w:lvlText w:val="(%9)"/>
      <w:lvlJc w:val="left"/>
      <w:pPr>
        <w:tabs>
          <w:tab w:val="num" w:pos="4253"/>
        </w:tabs>
        <w:ind w:left="4253" w:hanging="851"/>
      </w:pPr>
      <w:rPr>
        <w:rFonts w:hint="default"/>
      </w:rPr>
    </w:lvl>
  </w:abstractNum>
  <w:abstractNum w:abstractNumId="36" w15:restartNumberingAfterBreak="0">
    <w:nsid w:val="515D3602"/>
    <w:multiLevelType w:val="multilevel"/>
    <w:tmpl w:val="A13AA638"/>
    <w:name w:val="CMS_17"/>
    <w:styleLink w:val="CMS-ANLevel"/>
    <w:lvl w:ilvl="0">
      <w:start w:val="1"/>
      <w:numFmt w:val="decimal"/>
      <w:pStyle w:val="CMSANLevel1"/>
      <w:lvlText w:val="%1."/>
      <w:lvlJc w:val="left"/>
      <w:pPr>
        <w:tabs>
          <w:tab w:val="num" w:pos="851"/>
        </w:tabs>
        <w:ind w:left="851" w:hanging="851"/>
      </w:pPr>
      <w:rPr>
        <w:rFonts w:hint="default"/>
      </w:rPr>
    </w:lvl>
    <w:lvl w:ilvl="1">
      <w:start w:val="1"/>
      <w:numFmt w:val="lowerLetter"/>
      <w:pStyle w:val="CMSANLevel2"/>
      <w:lvlText w:val="(%2)"/>
      <w:lvlJc w:val="left"/>
      <w:pPr>
        <w:tabs>
          <w:tab w:val="num" w:pos="1701"/>
        </w:tabs>
        <w:ind w:left="1701" w:hanging="850"/>
      </w:pPr>
      <w:rPr>
        <w:rFonts w:hint="default"/>
      </w:rPr>
    </w:lvl>
    <w:lvl w:ilvl="2">
      <w:start w:val="1"/>
      <w:numFmt w:val="lowerRoman"/>
      <w:pStyle w:val="CMSANLevel3"/>
      <w:lvlText w:val="(%3)"/>
      <w:lvlJc w:val="left"/>
      <w:pPr>
        <w:tabs>
          <w:tab w:val="num" w:pos="2552"/>
        </w:tabs>
        <w:ind w:left="2552" w:hanging="851"/>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15:restartNumberingAfterBreak="0">
    <w:nsid w:val="54DE06A3"/>
    <w:multiLevelType w:val="multilevel"/>
    <w:tmpl w:val="22B4CB4E"/>
    <w:styleLink w:val="CMS-ANRecitals"/>
    <w:lvl w:ilvl="0">
      <w:start w:val="1"/>
      <w:numFmt w:val="upperLetter"/>
      <w:lvlText w:val="(%1)"/>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8" w15:restartNumberingAfterBreak="0">
    <w:nsid w:val="551E19F4"/>
    <w:multiLevelType w:val="multilevel"/>
    <w:tmpl w:val="0D6EA9F6"/>
    <w:name w:val="CMS AN Numeration"/>
    <w:lvl w:ilvl="0">
      <w:start w:val="1"/>
      <w:numFmt w:val="decimal"/>
      <w:pStyle w:val="CMSANNumeration"/>
      <w:lvlText w:val="%1."/>
      <w:lvlJc w:val="left"/>
      <w:pPr>
        <w:tabs>
          <w:tab w:val="num" w:pos="1701"/>
        </w:tabs>
        <w:ind w:left="1701" w:hanging="85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15:restartNumberingAfterBreak="0">
    <w:nsid w:val="5F7B33DD"/>
    <w:multiLevelType w:val="multilevel"/>
    <w:tmpl w:val="1B6689C0"/>
    <w:lvl w:ilvl="0">
      <w:start w:val="1"/>
      <w:numFmt w:val="lowerLetter"/>
      <w:pStyle w:val="NotesAlpha"/>
      <w:lvlText w:val="(%1)"/>
      <w:lvlJc w:val="left"/>
      <w:pPr>
        <w:tabs>
          <w:tab w:val="num" w:pos="624"/>
        </w:tabs>
        <w:ind w:left="624" w:hanging="624"/>
      </w:pPr>
    </w:lvl>
    <w:lvl w:ilvl="1">
      <w:start w:val="1"/>
      <w:numFmt w:val="decimal"/>
      <w:pStyle w:val="NotesArabic"/>
      <w:lvlText w:val="%2."/>
      <w:lvlJc w:val="left"/>
      <w:pPr>
        <w:tabs>
          <w:tab w:val="num" w:pos="624"/>
        </w:tabs>
        <w:ind w:left="624" w:hanging="624"/>
      </w:pPr>
    </w:lvl>
    <w:lvl w:ilvl="2">
      <w:start w:val="1"/>
      <w:numFmt w:val="lowerRoman"/>
      <w:pStyle w:val="NotesRoman"/>
      <w:lvlText w:val="(%3)"/>
      <w:lvlJc w:val="left"/>
      <w:pPr>
        <w:tabs>
          <w:tab w:val="num" w:pos="720"/>
        </w:tabs>
        <w:ind w:left="624" w:hanging="62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716741D"/>
    <w:multiLevelType w:val="multilevel"/>
    <w:tmpl w:val="D7B252DA"/>
    <w:numStyleLink w:val="CMS-ANDefinitions"/>
  </w:abstractNum>
  <w:abstractNum w:abstractNumId="41" w15:restartNumberingAfterBreak="0">
    <w:nsid w:val="72D63B97"/>
    <w:multiLevelType w:val="multilevel"/>
    <w:tmpl w:val="8D16F3D4"/>
    <w:name w:val="CMS_19"/>
    <w:lvl w:ilvl="0">
      <w:start w:val="1"/>
      <w:numFmt w:val="none"/>
      <w:pStyle w:val="CMSANMainHeading"/>
      <w:suff w:val="nothing"/>
      <w:lvlText w:val=""/>
      <w:lvlJc w:val="left"/>
      <w:pPr>
        <w:ind w:left="0" w:firstLine="0"/>
      </w:pPr>
      <w:rPr>
        <w:rFonts w:hint="default"/>
      </w:rPr>
    </w:lvl>
    <w:lvl w:ilvl="1">
      <w:start w:val="1"/>
      <w:numFmt w:val="decimal"/>
      <w:pStyle w:val="CMSANHeading1"/>
      <w:lvlText w:val="%2."/>
      <w:lvlJc w:val="left"/>
      <w:pPr>
        <w:tabs>
          <w:tab w:val="num" w:pos="851"/>
        </w:tabs>
        <w:ind w:left="851" w:hanging="851"/>
      </w:pPr>
      <w:rPr>
        <w:rFonts w:hint="default"/>
      </w:rPr>
    </w:lvl>
    <w:lvl w:ilvl="2">
      <w:start w:val="1"/>
      <w:numFmt w:val="decimal"/>
      <w:pStyle w:val="CMSANHeading2"/>
      <w:lvlText w:val="%2.%3"/>
      <w:lvlJc w:val="left"/>
      <w:pPr>
        <w:tabs>
          <w:tab w:val="num" w:pos="851"/>
        </w:tabs>
        <w:ind w:left="851" w:hanging="851"/>
      </w:pPr>
      <w:rPr>
        <w:rFonts w:hint="default"/>
        <w:b w:val="0"/>
      </w:rPr>
    </w:lvl>
    <w:lvl w:ilvl="3">
      <w:start w:val="1"/>
      <w:numFmt w:val="lowerLetter"/>
      <w:pStyle w:val="CMSANHeading3"/>
      <w:lvlText w:val="(%4)"/>
      <w:lvlJc w:val="left"/>
      <w:pPr>
        <w:tabs>
          <w:tab w:val="num" w:pos="1701"/>
        </w:tabs>
        <w:ind w:left="1701" w:hanging="850"/>
      </w:pPr>
      <w:rPr>
        <w:rFonts w:hint="default"/>
        <w:b w:val="0"/>
      </w:rPr>
    </w:lvl>
    <w:lvl w:ilvl="4">
      <w:start w:val="1"/>
      <w:numFmt w:val="lowerRoman"/>
      <w:pStyle w:val="CMSANHeading4"/>
      <w:lvlText w:val="(%5)"/>
      <w:lvlJc w:val="left"/>
      <w:pPr>
        <w:tabs>
          <w:tab w:val="num" w:pos="2552"/>
        </w:tabs>
        <w:ind w:left="2552" w:hanging="851"/>
      </w:pPr>
      <w:rPr>
        <w:rFonts w:hint="default"/>
      </w:rPr>
    </w:lvl>
    <w:lvl w:ilvl="5">
      <w:start w:val="1"/>
      <w:numFmt w:val="upperLetter"/>
      <w:pStyle w:val="CMSANHeading5"/>
      <w:lvlText w:val="(%6)"/>
      <w:lvlJc w:val="left"/>
      <w:pPr>
        <w:tabs>
          <w:tab w:val="num" w:pos="3402"/>
        </w:tabs>
        <w:ind w:left="3402" w:hanging="850"/>
      </w:pPr>
      <w:rPr>
        <w:rFonts w:hint="default"/>
      </w:rPr>
    </w:lvl>
    <w:lvl w:ilvl="6">
      <w:start w:val="1"/>
      <w:numFmt w:val="upperRoman"/>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2" w15:restartNumberingAfterBreak="0">
    <w:nsid w:val="756E4646"/>
    <w:multiLevelType w:val="multilevel"/>
    <w:tmpl w:val="98E6383E"/>
    <w:name w:val="CMS_20"/>
    <w:numStyleLink w:val="CMS-ANALTSchedule"/>
  </w:abstractNum>
  <w:abstractNum w:abstractNumId="43" w15:restartNumberingAfterBreak="0">
    <w:nsid w:val="760D1C8C"/>
    <w:multiLevelType w:val="multilevel"/>
    <w:tmpl w:val="B9741F44"/>
    <w:name w:val="CMS_21"/>
    <w:numStyleLink w:val="CMS-ANSchedule"/>
  </w:abstractNum>
  <w:abstractNum w:abstractNumId="44" w15:restartNumberingAfterBreak="0">
    <w:nsid w:val="7C935D79"/>
    <w:multiLevelType w:val="multilevel"/>
    <w:tmpl w:val="08090023"/>
    <w:name w:val="Heading"/>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30"/>
  </w:num>
  <w:num w:numId="2">
    <w:abstractNumId w:val="38"/>
  </w:num>
  <w:num w:numId="3">
    <w:abstractNumId w:val="15"/>
  </w:num>
  <w:num w:numId="4">
    <w:abstractNumId w:val="25"/>
  </w:num>
  <w:num w:numId="5">
    <w:abstractNumId w:val="21"/>
  </w:num>
  <w:num w:numId="6">
    <w:abstractNumId w:val="33"/>
  </w:num>
  <w:num w:numId="7">
    <w:abstractNumId w:val="37"/>
  </w:num>
  <w:num w:numId="8">
    <w:abstractNumId w:val="18"/>
  </w:num>
  <w:num w:numId="9">
    <w:abstractNumId w:val="44"/>
  </w:num>
  <w:num w:numId="10">
    <w:abstractNumId w:val="8"/>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2"/>
  </w:num>
  <w:num w:numId="20">
    <w:abstractNumId w:val="24"/>
  </w:num>
  <w:num w:numId="21">
    <w:abstractNumId w:val="26"/>
  </w:num>
  <w:num w:numId="22">
    <w:abstractNumId w:val="35"/>
  </w:num>
  <w:num w:numId="23">
    <w:abstractNumId w:val="34"/>
  </w:num>
  <w:num w:numId="24">
    <w:abstractNumId w:val="36"/>
  </w:num>
  <w:num w:numId="25">
    <w:abstractNumId w:val="9"/>
  </w:num>
  <w:num w:numId="26">
    <w:abstractNumId w:val="22"/>
  </w:num>
  <w:num w:numId="27">
    <w:abstractNumId w:val="17"/>
  </w:num>
  <w:num w:numId="28">
    <w:abstractNumId w:val="14"/>
  </w:num>
  <w:num w:numId="29">
    <w:abstractNumId w:val="40"/>
  </w:num>
  <w:num w:numId="30">
    <w:abstractNumId w:val="41"/>
  </w:num>
  <w:num w:numId="31">
    <w:abstractNumId w:val="16"/>
    <w:lvlOverride w:ilvl="0">
      <w:lvl w:ilvl="0">
        <w:start w:val="1"/>
        <w:numFmt w:val="decimal"/>
        <w:pStyle w:val="CMSANSch1XRef"/>
        <w:suff w:val="nothing"/>
        <w:lvlText w:val="Schedule %1"/>
        <w:lvlJc w:val="left"/>
        <w:pPr>
          <w:ind w:left="0" w:firstLine="0"/>
        </w:pPr>
        <w:rPr>
          <w:rFonts w:hint="default"/>
        </w:rPr>
      </w:lvl>
    </w:lvlOverride>
    <w:lvlOverride w:ilvl="1">
      <w:lvl w:ilvl="1">
        <w:start w:val="1"/>
        <w:numFmt w:val="decimal"/>
        <w:pStyle w:val="CMSANSch2XRef"/>
        <w:suff w:val="nothing"/>
        <w:lvlText w:val="Part %2"/>
        <w:lvlJc w:val="left"/>
        <w:pPr>
          <w:ind w:left="0" w:firstLine="0"/>
        </w:pPr>
        <w:rPr>
          <w:rFonts w:hint="default"/>
        </w:rPr>
      </w:lvl>
    </w:lvlOverride>
    <w:lvlOverride w:ilvl="2">
      <w:lvl w:ilvl="2">
        <w:start w:val="1"/>
        <w:numFmt w:val="upperLetter"/>
        <w:pStyle w:val="CMSANSch3XRef"/>
        <w:suff w:val="nothing"/>
        <w:lvlText w:val="Part %3"/>
        <w:lvlJc w:val="left"/>
        <w:pPr>
          <w:ind w:left="0" w:firstLine="0"/>
        </w:pPr>
        <w:rPr>
          <w:rFonts w:hint="default"/>
        </w:rPr>
      </w:lvl>
    </w:lvlOverride>
    <w:lvlOverride w:ilvl="3">
      <w:lvl w:ilvl="3">
        <w:start w:val="1"/>
        <w:numFmt w:val="decimal"/>
        <w:pStyle w:val="CMSANSch4XRef"/>
        <w:lvlText w:val="%4."/>
        <w:lvlJc w:val="left"/>
        <w:pPr>
          <w:tabs>
            <w:tab w:val="num" w:pos="851"/>
          </w:tabs>
          <w:ind w:left="851" w:hanging="851"/>
        </w:pPr>
        <w:rPr>
          <w:rFonts w:hint="default"/>
        </w:rPr>
      </w:lvl>
    </w:lvlOverride>
    <w:lvlOverride w:ilvl="4">
      <w:lvl w:ilvl="4">
        <w:start w:val="1"/>
        <w:numFmt w:val="decimal"/>
        <w:pStyle w:val="CMSANSch5XRef"/>
        <w:lvlText w:val="%4.%5"/>
        <w:lvlJc w:val="left"/>
        <w:pPr>
          <w:tabs>
            <w:tab w:val="num" w:pos="851"/>
          </w:tabs>
          <w:ind w:left="851" w:hanging="851"/>
        </w:pPr>
        <w:rPr>
          <w:rFonts w:hint="default"/>
        </w:rPr>
      </w:lvl>
    </w:lvlOverride>
    <w:lvlOverride w:ilvl="5">
      <w:lvl w:ilvl="5">
        <w:start w:val="1"/>
        <w:numFmt w:val="decimal"/>
        <w:pStyle w:val="CMSANSch6XRef"/>
        <w:lvlText w:val="%4.%5.%6"/>
        <w:lvlJc w:val="left"/>
        <w:pPr>
          <w:tabs>
            <w:tab w:val="num" w:pos="1701"/>
          </w:tabs>
          <w:ind w:left="1701" w:hanging="850"/>
        </w:pPr>
        <w:rPr>
          <w:rFonts w:hint="default"/>
        </w:rPr>
      </w:lvl>
    </w:lvlOverride>
    <w:lvlOverride w:ilvl="6">
      <w:lvl w:ilvl="6">
        <w:start w:val="1"/>
        <w:numFmt w:val="lowerLetter"/>
        <w:pStyle w:val="CMSANSch7XRef"/>
        <w:lvlText w:val="(%7)"/>
        <w:lvlJc w:val="left"/>
        <w:pPr>
          <w:tabs>
            <w:tab w:val="num" w:pos="2552"/>
          </w:tabs>
          <w:ind w:left="2552" w:hanging="851"/>
        </w:pPr>
        <w:rPr>
          <w:rFonts w:hint="default"/>
        </w:rPr>
      </w:lvl>
    </w:lvlOverride>
    <w:lvlOverride w:ilvl="7">
      <w:lvl w:ilvl="7">
        <w:start w:val="1"/>
        <w:numFmt w:val="lowerRoman"/>
        <w:pStyle w:val="CMSANSch8XRef"/>
        <w:lvlText w:val="(%8)"/>
        <w:lvlJc w:val="left"/>
        <w:pPr>
          <w:tabs>
            <w:tab w:val="num" w:pos="3402"/>
          </w:tabs>
          <w:ind w:left="3402" w:hanging="850"/>
        </w:pPr>
        <w:rPr>
          <w:rFonts w:hint="default"/>
        </w:rPr>
      </w:lvl>
    </w:lvlOverride>
    <w:lvlOverride w:ilvl="8">
      <w:lvl w:ilvl="8">
        <w:start w:val="1"/>
        <w:numFmt w:val="upperLetter"/>
        <w:pStyle w:val="CMSANSch9XRef"/>
        <w:lvlText w:val="(%9)"/>
        <w:lvlJc w:val="left"/>
        <w:pPr>
          <w:tabs>
            <w:tab w:val="num" w:pos="4253"/>
          </w:tabs>
          <w:ind w:left="4253" w:hanging="851"/>
        </w:pPr>
        <w:rPr>
          <w:rFonts w:hint="default"/>
        </w:rPr>
      </w:lvl>
    </w:lvlOverride>
  </w:num>
  <w:num w:numId="32">
    <w:abstractNumId w:val="43"/>
  </w:num>
  <w:num w:numId="33">
    <w:abstractNumId w:val="42"/>
  </w:num>
  <w:num w:numId="34">
    <w:abstractNumId w:val="28"/>
  </w:num>
  <w:num w:numId="35">
    <w:abstractNumId w:val="32"/>
  </w:num>
  <w:num w:numId="36">
    <w:abstractNumId w:val="27"/>
  </w:num>
  <w:num w:numId="37">
    <w:abstractNumId w:val="31"/>
  </w:num>
  <w:num w:numId="38">
    <w:abstractNumId w:val="23"/>
  </w:num>
  <w:num w:numId="39">
    <w:abstractNumId w:val="13"/>
  </w:num>
  <w:num w:numId="40">
    <w:abstractNumId w:val="19"/>
    <w:lvlOverride w:ilvl="0">
      <w:lvl w:ilvl="0">
        <w:start w:val="1"/>
        <w:numFmt w:val="none"/>
        <w:pStyle w:val="CMSDefinition1"/>
        <w:suff w:val="nothing"/>
        <w:lvlText w:val=""/>
        <w:lvlJc w:val="left"/>
        <w:pPr>
          <w:ind w:left="567" w:firstLine="0"/>
        </w:pPr>
        <w:rPr>
          <w:rFonts w:hint="default"/>
        </w:rPr>
      </w:lvl>
    </w:lvlOverride>
    <w:lvlOverride w:ilvl="1">
      <w:lvl w:ilvl="1">
        <w:start w:val="1"/>
        <w:numFmt w:val="lowerLetter"/>
        <w:pStyle w:val="CMSDefinition2"/>
        <w:lvlText w:val="%1(%2)"/>
        <w:lvlJc w:val="left"/>
        <w:pPr>
          <w:tabs>
            <w:tab w:val="num" w:pos="1134"/>
          </w:tabs>
          <w:ind w:left="1134" w:hanging="567"/>
        </w:pPr>
        <w:rPr>
          <w:rFonts w:hint="default"/>
        </w:rPr>
      </w:lvl>
    </w:lvlOverride>
    <w:lvlOverride w:ilvl="2">
      <w:lvl w:ilvl="2">
        <w:start w:val="1"/>
        <w:numFmt w:val="lowerRoman"/>
        <w:pStyle w:val="CMSDefinition3"/>
        <w:lvlText w:val="(%3)"/>
        <w:lvlJc w:val="left"/>
        <w:pPr>
          <w:tabs>
            <w:tab w:val="num" w:pos="1701"/>
          </w:tabs>
          <w:ind w:left="1701" w:hanging="567"/>
        </w:pPr>
        <w:rPr>
          <w:rFonts w:hint="default"/>
        </w:rPr>
      </w:lvl>
    </w:lvlOverride>
    <w:lvlOverride w:ilvl="3">
      <w:lvl w:ilvl="3">
        <w:start w:val="1"/>
        <w:numFmt w:val="upperLetter"/>
        <w:pStyle w:val="CMSDefinition4"/>
        <w:lvlText w:val="(%4)"/>
        <w:lvlJc w:val="left"/>
        <w:pPr>
          <w:tabs>
            <w:tab w:val="num" w:pos="1701"/>
          </w:tabs>
          <w:ind w:left="2268" w:hanging="567"/>
        </w:pPr>
        <w:rPr>
          <w:rFonts w:hint="default"/>
        </w:rPr>
      </w:lvl>
    </w:lvlOverride>
    <w:lvlOverride w:ilvl="4">
      <w:lvl w:ilvl="4">
        <w:start w:val="1"/>
        <w:numFmt w:val="decimal"/>
        <w:pStyle w:val="CMSDefinition5"/>
        <w:lvlText w:val="(%5)"/>
        <w:lvlJc w:val="left"/>
        <w:pPr>
          <w:tabs>
            <w:tab w:val="num" w:pos="2835"/>
          </w:tabs>
          <w:ind w:left="2835" w:hanging="567"/>
        </w:pPr>
        <w:rPr>
          <w:rFonts w:hint="default"/>
        </w:rPr>
      </w:lvl>
    </w:lvlOverride>
    <w:lvlOverride w:ilvl="5">
      <w:lvl w:ilvl="5">
        <w:start w:val="1"/>
        <w:numFmt w:val="none"/>
        <w:lvlText w:val=""/>
        <w:lvlJc w:val="left"/>
        <w:pPr>
          <w:tabs>
            <w:tab w:val="num" w:pos="2381"/>
          </w:tabs>
          <w:ind w:left="2381" w:hanging="396"/>
        </w:pPr>
        <w:rPr>
          <w:rFonts w:hint="default"/>
        </w:rPr>
      </w:lvl>
    </w:lvlOverride>
    <w:lvlOverride w:ilvl="6">
      <w:lvl w:ilvl="6">
        <w:start w:val="1"/>
        <w:numFmt w:val="none"/>
        <w:lvlText w:val=""/>
        <w:lvlJc w:val="left"/>
        <w:pPr>
          <w:tabs>
            <w:tab w:val="num" w:pos="2722"/>
          </w:tabs>
          <w:ind w:left="2722" w:hanging="341"/>
        </w:pPr>
        <w:rPr>
          <w:rFonts w:hint="default"/>
        </w:rPr>
      </w:lvl>
    </w:lvlOverride>
    <w:lvlOverride w:ilvl="7">
      <w:lvl w:ilvl="7">
        <w:start w:val="1"/>
        <w:numFmt w:val="none"/>
        <w:lvlText w:val=""/>
        <w:lvlJc w:val="left"/>
        <w:pPr>
          <w:tabs>
            <w:tab w:val="num" w:pos="0"/>
          </w:tabs>
          <w:ind w:left="284" w:firstLine="0"/>
        </w:pPr>
        <w:rPr>
          <w:rFonts w:hint="default"/>
        </w:rPr>
      </w:lvl>
    </w:lvlOverride>
    <w:lvlOverride w:ilvl="8">
      <w:lvl w:ilvl="8">
        <w:start w:val="1"/>
        <w:numFmt w:val="none"/>
        <w:lvlText w:val=""/>
        <w:lvlJc w:val="left"/>
        <w:pPr>
          <w:tabs>
            <w:tab w:val="num" w:pos="0"/>
          </w:tabs>
          <w:ind w:left="284" w:firstLine="0"/>
        </w:pPr>
        <w:rPr>
          <w:rFonts w:hint="default"/>
        </w:rPr>
      </w:lvl>
    </w:lvlOverride>
  </w:num>
  <w:num w:numId="41">
    <w:abstractNumId w:val="29"/>
  </w:num>
  <w:num w:numId="42">
    <w:abstractNumId w:val="11"/>
  </w:num>
  <w:num w:numId="43">
    <w:abstractNumId w:val="10"/>
    <w:lvlOverride w:ilvl="1">
      <w:lvl w:ilvl="1">
        <w:start w:val="1"/>
        <w:numFmt w:val="decimal"/>
        <w:pStyle w:val="CMSHeading2"/>
        <w:lvlText w:val="%1.%2"/>
        <w:lvlJc w:val="left"/>
        <w:pPr>
          <w:tabs>
            <w:tab w:val="num" w:pos="567"/>
          </w:tabs>
          <w:ind w:left="567" w:hanging="567"/>
        </w:pPr>
        <w:rPr>
          <w:rFonts w:hint="default"/>
          <w:b/>
        </w:rPr>
      </w:lvl>
    </w:lvlOverride>
  </w:num>
  <w:num w:numId="44">
    <w:abstractNumId w:val="10"/>
  </w:num>
  <w:num w:numId="45">
    <w:abstractNumId w:val="19"/>
  </w:num>
  <w:num w:numId="46">
    <w:abstractNumId w:val="39"/>
  </w:num>
  <w:num w:numId="47">
    <w:abstractNumId w:val="20"/>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MS">
    <w15:presenceInfo w15:providerId="None" w15:userId="CM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851"/>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ftBracket1" w:val="["/>
    <w:docVar w:name="OutlineMetadata0" w:val="&lt;?xml version=&quot;1.0&quot; encoding=&quot;utf-16&quot;?&gt;_x000d__x000a_&lt;template xmlns:xsi=&quot;http://www.w3.org/2001/XMLSchema-instance&quot; xmlns:xsd=&quot;http://www.w3.org/2001/XMLSchema&quot; id=&quot;0cee53e5-95c3-47a4-a232-5648ac84bc0f&quot; name=&quot;Draft Legal Document&quot; version=&quot;0&quot; schemaVersion=&quot;1&quot; wordVersion=&quot;15.0&quot; languageIso=&quot;&quot; officeId=&quot;00000000-0000-0000-0000-000000000000&quot; helpUrl=&quot;&quot; importData=&quot;false&quot; wizardHeight=&quot;2000&quot; wizardWidth=&quot;0&quot; xmlns=&quot;http://iphelion.com/word/outline/&quot;&gt;_x000d__x000a_  &lt;author xsi:nil=&quot;true&quot; /&gt;_x000d__x000a_  &lt;contentControls&gt;_x000d__x000a_    &lt;contentControl id=&quot;c795d794-17eb-4d00-9312-1187b707609f&quot; name=&quot;DraftLine&quot; assembly=&quot;Iphelion.Outline.Word2010.dll&quot; type=&quot;Iphelion.Outline.Word2010.Renderers.TextRenderer&quot; order=&quot;3&quot; active=&quot;true&quot; entityId=&quot;e0481d84-b4ac-463f-ac28-c60e83bcb278&quot; fieldId=&quot;82ddee8e-e83e-4f9b-be1b-0e8b0431db63&quot; controlType=&quot;plainText&quot; controlEditType=&quot;inline&quot; enclosingBookmark=&quot;false&quot; format=&quot;{Labels.Draft} &amp;amp; {DraftLine.Draft Number} &amp;amp; {Labels.DraftOf} &amp;amp; FORMATDATETIME({System Fields.Current Date and Time}, &amp;quot;d MMMM yyyy&amp;quot;)&quot; formatEvaluatorType=&quot;expression&quot; textCase=&quot;ignoreCase&quot; removeControl=&quot;false&quot; ignoreFormatIfEmpty=&quot;true&quot;&gt;_x000d__x000a_      &lt;parameters&gt;_x000d__x000a_        &lt;parameter id=&quot;5da584a2-abbc-4945-90fd-1d90514f22c2&quot; name=&quot;Delete line if empty&quot; type=&quot;System.Boolean, mscorlib, Version=4.0.0.0, Culture=neutral, PublicKeyToken=b77a5c561934e089&quot; order=&quot;999&quot; key=&quot;deleteLineIfEmpty&quot; value=&quot;False&quot; /&gt;_x000d__x000a_        &lt;parameter id=&quot;2859e27a-39ff-4833-97a5-45590a7fbb3b&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dee47676-8ca7-40c0-a1fe-37ba9e3f3ee9&quot; name=&quot;LogoRegionFP&quot; assembly=&quot;Iphelion.Outline.Word2010.dll&quot; type=&quot;Iphelion.Outline.Word2010.Renderers.BuildingBlockRenderer&quot; order=&quot;1&quot; active=&quot;true&quot; entityId=&quot;094a3b3a-52ef-4848-96f7-b0ce04bde2e8&quot; fieldId=&quot;6012404c-d368-45b8-a66e-7ad6880d9e46&quot; controlType=&quot;buildingBlock&quot; controlEditType=&quot;none&quot; enclosingBookmark=&quot;false&quot; formatEvaluatorType=&quot;formatString&quot; textCase=&quot;ignoreCase&quot; removeControl=&quot;false&quot; ignoreFormatIfEmpty=&quot;false&quot;&gt;_x000d__x000a_      &lt;parameters&gt;_x000d__x000a_        &lt;parameter id=&quot;ae611ffa-d268-48c0-839b-8aac62b15ac5&quot; name=&quot;Building block template&quot; type=&quot;System.String, mscorlib, Version=4.0.0.0, Culture=neutral, PublicKeyToken=b77a5c561934e089&quot; order=&quot;999&quot; key=&quot;templateName&quot; value=&quot;CMSShared.dotm&quot; /&gt;_x000d__x000a_        &lt;parameter id=&quot;bc575926-daaf-4a94-a8b3-bd94a6997dcf&quot; name=&quot;Default building block&quot; type=&quot;System.String, mscorlib, Version=4.0.0.0, Culture=neutral, PublicKeyToken=b77a5c561934e089&quot; order=&quot;999&quot; key=&quot;defaultBuildingBlock&quot; value=&quot;CMSLogo&quot; /&gt;_x000d__x000a_        &lt;parameter id=&quot;56023bab-8c52-409c-8dbc-a9466f6c6dfc&quot; name=&quot;Field mappings&quot; type=&quot;Iphelion.Outline.Model.Entities.InlineParameterEntityCollection`1[[Iphelion.Outline.Model.Entities.KeyValueParameterEntity, Iphelion.Outline.Model, Version=1.2.8.0, Culture=neutral, PublicKeyToken=null]], Iphelion.Outline.Model, Version=1.2.8.0, Culture=neutral, PublicKeyToken=null&quot; order=&quot;999&quot; key=&quot;fieldMappings&quot; value=&quot;&quot; /&gt;_x000d__x000a_        &lt;parameter id=&quot;58066838-596c-42e5-ba50-802d27a3214c&quot; name=&quot;Insert as hidden text&quot; type=&quot;System.Boolean, mscorlib, Version=4.0.0.0, Culture=neutral, PublicKeyToken=b77a5c561934e089&quot; order=&quot;999&quot; key=&quot;insertAsHidden&quot; value=&quot;False&quot; /&gt;_x000d__x000a_      &lt;/parameters&gt;_x000d__x000a_    &lt;/contentControl&gt;_x000d__x000a_    &lt;contentControl id=&quot;f4a4d31f-8c2e-46aa-a645-69173a3729d4&quot; name=&quot;DMS.DocIdFormat&quot; assembly=&quot;Iphelion.Outline.Word2010.dll&quot; type=&quot;Iphelion.Outline.Word2010.Renderers.TextRenderer&quot; order=&quot;3&quot; active=&quot;true&quot; entityId=&quot;7b619780-5b3e-4680-83be-74d5d73f30a3&quot; fieldId=&quot;72904a47-5780-459c-be7a-448f9ad8d6b4&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229530fa-3766-4be8-b9be-e0af5d9b8fdb&quot; name=&quot;Delete line if empty&quot; type=&quot;System.Boolean, mscorlib, Version=4.0.0.0, Culture=neutral, PublicKeyToken=b77a5c561934e089&quot; order=&quot;999&quot; key=&quot;deleteLineIfEmpty&quot; value=&quot;False&quot; /&gt;_x000d__x000a_        &lt;parameter id=&quot;d09051d1-b569-4f1d-a274-5def75150e12&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d6d39238-46c8-44b7-a628-3613ddbc04c0&quot; name=&quot;Office.Address&quot; assembly=&quot;Iphelion.Outline.Word2010.dll&quot; type=&quot;Iphelion.Outline.Word2010.Renderers.TextRenderer&quot; order=&quot;2&quot; active=&quot;true&quot; entityId=&quot;094a3b3a-52ef-4848-96f7-b0ce04bde2e8&quot; fieldId=&quot;0b7a1953-66bc-42af-9a3d-e8ff0b02f4b5&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1b635dc5-101f-4445-86e4-a47175067def&quot; name=&quot;Delete line if empty&quot; type=&quot;System.Boolean, mscorlib, Version=4.0.0.0, Culture=neutral, PublicKeyToken=b77a5c561934e089&quot; order=&quot;999&quot; key=&quot;deleteLineIfEmpty&quot; value=&quot;False&quot; /&gt;_x000d__x000a_        &lt;parameter id=&quot;2007e6b0-d8f1-4b16-88c0-9d1d4331f6af&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02e7bf57-1755-4e97-84c1-9ff4253f5cec&quot; name=&quot;LTel&quot; assembly=&quot;Iphelion.Outline.Word2010.dll&quot; type=&quot;Iphelion.Outline.Word2010.Renderers.TextRenderer&quot; order=&quot;2&quot; active=&quot;true&quot; entityId=&quot;f95dc5fa-6e9d-4be9-9d23-e0ada20d8438&quot; fieldId=&quot;de8ea256-048b-4fa2-9164-a2f5d1ebe9e8&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ce56508e-c043-4b95-9cba-3e7a6d22a29b&quot; name=&quot;Delete line if empty&quot; type=&quot;System.Boolean, mscorlib, Version=4.0.0.0, Culture=neutral, PublicKeyToken=b77a5c561934e089&quot; order=&quot;999&quot; key=&quot;deleteLineIfEmpty&quot; value=&quot;False&quot; /&gt;_x000d__x000a_        &lt;parameter id=&quot;a8c315b0-2d37-4592-a072-6559151b084a&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049a7dbe-4bd2-4b81-9146-b73feb024066&quot; name=&quot;LFax&quot; assembly=&quot;Iphelion.Outline.Word2010.dll&quot; type=&quot;Iphelion.Outline.Word2010.Renderers.TextRenderer&quot; order=&quot;2&quot; active=&quot;true&quot; entityId=&quot;f95dc5fa-6e9d-4be9-9d23-e0ada20d8438&quot; fieldId=&quot;5844e5b6-e901-453b-9bca-fe3b951703db&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46c84440-315c-458a-8a96-792089433f17&quot; name=&quot;Delete line if empty&quot; type=&quot;System.Boolean, mscorlib, Version=4.0.0.0, Culture=neutral, PublicKeyToken=b77a5c561934e089&quot; order=&quot;999&quot; key=&quot;deleteLineIfEmpty&quot; value=&quot;False&quot; /&gt;_x000d__x000a_        &lt;parameter id=&quot;0dd4fbb9-4741-4849-b562-205baabe4814&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9378ccf5-8580-47db-9edc-8d9de23357b2&quot; name=&quot;Office.Fax Number&quot; assembly=&quot;Iphelion.Outline.Word2010.dll&quot; type=&quot;Iphelion.Outline.Word2010.Renderers.TextRenderer&quot; order=&quot;2&quot; active=&quot;true&quot; entityId=&quot;094a3b3a-52ef-4848-96f7-b0ce04bde2e8&quot; fieldId=&quot;d33b91da-b4f8-4e72-a5e5-939650d098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7449fb4b-26de-424e-b8af-341de1089450&quot; name=&quot;Delete line if empty&quot; type=&quot;System.Boolean, mscorlib, Version=4.0.0.0, Culture=neutral, PublicKeyToken=b77a5c561934e089&quot; order=&quot;999&quot; key=&quot;deleteLineIfEmpty&quot; value=&quot;False&quot; /&gt;_x000d__x000a_        &lt;parameter id=&quot;b7b8a3eb-e3bb-445d-a4ad-130e17750b05&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19d5cdf8-bc24-4d88-be5e-ff1a6a521d97&quot; name=&quot;Office.Switchboard Number&quot; assembly=&quot;Iphelion.Outline.Word2010.dll&quot; type=&quot;Iphelion.Outline.Word2010.Renderers.TextRenderer&quot; order=&quot;2&quot; active=&quot;true&quot; entityId=&quot;094a3b3a-52ef-4848-96f7-b0ce04bde2e8&quot; fieldId=&quot;1c4892e1-ec58-4894-89e8-e331d40ab6ee&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b1893ed7-d8b4-4fa4-81df-195a75bd5fe1&quot; name=&quot;Delete line if empty&quot; type=&quot;System.Boolean, mscorlib, Version=4.0.0.0, Culture=neutral, PublicKeyToken=b77a5c561934e089&quot; order=&quot;999&quot; key=&quot;deleteLineIfEmpty&quot; value=&quot;False&quot; /&gt;_x000d__x000a_        &lt;parameter id=&quot;cfc8e2a7-738b-4e32-9025-9cf01a7f7bce&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9eded21d-1c3b-46bf-b538-c44ded2e0aef&quot; name=&quot;Title.Text&quot; assembly=&quot;Iphelion.Outline.Word2010.dll&quot; type=&quot;Iphelion.Outline.Word2010.Renderers.TextRenderer&quot; order=&quot;3&quot; active=&quot;true&quot; entityId=&quot;e73fe5aa-5c17-4717-98c5-fd28d4905cbe&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8d5428b5-e072-4720-b2be-52c71207b2f7&quot; name=&quot;Delete line if empty&quot; type=&quot;System.Boolean, mscorlib, Version=4.0.0.0, Culture=neutral, PublicKeyToken=b77a5c561934e089&quot; order=&quot;999&quot; key=&quot;deleteLineIfEmpty&quot; value=&quot;False&quot; /&gt;_x000d__x000a_        &lt;parameter id=&quot;04b18dc0-51d3-400b-bb6e-9b33e816c648&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a7ad1db6-3118-4bbd-9a2d-2df0ec469009&quot; name=&quot;Lbetween&quot; assembly=&quot;Iphelion.Outline.Word2010.DLL&quot; type=&quot;Iphelion.Outline.Word2010.Renderers.TextRenderer&quot; order=&quot;2&quot; active=&quot;true&quot; entityId=&quot;f95dc5fa-6e9d-4be9-9d23-e0ada20d8438&quot; fieldId=&quot;5d109119-e1a5-4139-806c-7a85c225eea9&quot; controlType=&quot;plainText&quot; controlEditType=&quot;inline&quot; enclosingBookmark=&quot;false&quot; format=&quot;IFEQUAL({Labels.Language},&amp;quot;Chinese&amp;quot;,&amp;quot;&amp;lt;&amp;lt;Lbetween&amp;gt;&amp;gt;&amp;quot;,{Labels.Between},false)&quot; formatEvaluatorType=&quot;expression&quot; textCase=&quot;ignoreCase&quot; removeControl=&quot;true&quot; ignoreFormatIfEmpty=&quot;false&quot;&gt;_x000d__x000a_      &lt;parameters&gt;_x000d__x000a_        &lt;parameter id=&quot;1a966921-7492-4f22-8dce-7c6930c5fa1d&quot; name=&quot;Delete line if empty&quot; type=&quot;System.Boolean, mscorlib, Version=4.0.0.0, Culture=neutral, PublicKeyToken=b77a5c561934e089&quot; order=&quot;999&quot; key=&quot;deleteLineIfEmpty&quot; value=&quot;True&quot; /&gt;_x000d__x000a_        &lt;parameter id=&quot;89f60e2f-0f17-42b3-a999-0d23847fba3c&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615ec3d1-44d3-4f71-8e2e-cfe2aa0ef199&quot; name=&quot;LTable of contents&quot; assembly=&quot;Iphelion.Outline.Word2010.dll&quot; type=&quot;Iphelion.Outline.Word2010.Renderers.TextRenderer&quot; order=&quot;2&quot; active=&quot;true&quot; entityId=&quot;f95dc5fa-6e9d-4be9-9d23-e0ada20d8438&quot; fieldId=&quot;d79a33b3-b7f9-4074-be43-df4db964f1fe&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40122242-3a51-4e6c-a2a9-5508fbda3935&quot; name=&quot;Delete line if empty&quot; type=&quot;System.Boolean, mscorlib, Version=4.0.0.0, Culture=neutral, PublicKeyToken=b77a5c561934e089&quot; order=&quot;999&quot; key=&quot;deleteLineIfEmpty&quot; value=&quot;False&quot; /&gt;_x000d__x000a_        &lt;parameter id=&quot;f06023d8-eb9e-4f23-84ea-bda7872893b9&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be4347f9-7443-448d-b7ab-f0ead29a715b&quot; name=&quot;Party1.Name&quot; assembly=&quot;Iphelion.Outline.Word2010.DLL&quot; type=&quot;Iphelion.Outline.Word2010.Renderers.DelimitedListRenderer&quot; order=&quot;3&quot; active=&quot;true&quot; entityId=&quot;16a366bc-23cd-4b6f-a6e4-1cab49c88c6e&quot; fieldId=&quot;f00e1b4c-ceb5-4df9-85ed-1db323681720&quot; controlType=&quot;plainText&quot; controlEditType=&quot;inline&quot; enclosingBookmark=&quot;false&quot; format=&quot;IFNOTEMPTY({Party1.Name},{Party1.Name},&amp;quot;[●]&amp;quot;)&quot; formatEvaluatorType=&quot;expression&quot; textCase=&quot;ignoreCase&quot; removeControl=&quot;false&quot; ignoreFormatIfEmpty=&quot;false&quot;&gt;_x000d__x000a_      &lt;parameters&gt;_x000d__x000a_        &lt;parameter id=&quot;b1da0e2b-8751-4ed5-b87a-30f6c67c90d2&quot; name=&quot;Delete line if empty&quot; type=&quot;System.Boolean, mscorlib, Version=4.0.0.0, Culture=neutral, PublicKeyToken=b77a5c561934e089&quot; order=&quot;999&quot; key=&quot;deleteLineIfEmpty&quot; value=&quot;False&quot; /&gt;_x000d__x000a_        &lt;parameter id=&quot;93738c21-baef-4b9b-abdc-c748f1f85ef6&quot; name=&quot;Delimiter&quot; type=&quot;System.String, mscorlib, Version=4.0.0.0, Culture=neutral, PublicKeyToken=b77a5c561934e089&quot; order=&quot;999&quot; key=&quot;delimiter&quot; value=&quot;&amp;lt;?xml version=&amp;quot;1.0&amp;quot; encoding=&amp;quot;utf-16&amp;quot;?&amp;gt;&amp;#xA;&amp;lt;localizedString xmlns:xsi=&amp;quot;http://www.w3.org/2001/XMLSchema-instance&amp;quot; xmlns:xsd=&amp;quot;http://www.w3.org/2001/XMLSchema&amp;quot;&amp;gt;&amp;#xA;  &amp;lt;type&amp;gt;fixed&amp;lt;/type&amp;gt;&amp;#xA;  &amp;lt;text&amp;gt;&amp;#xA;&amp;lt;/text&amp;gt;&amp;#xA;&amp;lt;/localizedString&amp;gt;&quot; argument=&quot;LocalizedString&quot; /&gt;_x000d__x000a_        &lt;parameter id=&quot;9b332c35-0f6e-4ab2-8401-4f32f28a996c&quot; name=&quot;Last delimiter (optional)&quot; type=&quot;System.String, mscorlib, Version=4.0.0.0, Culture=neutral, PublicKeyToken=b77a5c561934e089&quot; order=&quot;999&quot; key=&quot;lastDelimiter&quot; value=&quot;&quot; argument=&quot;LocalizedString&quot; /&gt;_x000d__x000a_        &lt;parameter id=&quot;408bf7af-ff42-47f0-b15e-66d6cc8b9818&quot; name=&quot;Prefix text&quot; type=&quot;System.String, mscorlib, Version=4.0.0.0, Culture=neutral, PublicKeyToken=b77a5c561934e089&quot; order=&quot;999&quot; key=&quot;prefix&quot; value=&quot;&quot; argument=&quot;LocalizedString&quot; /&gt;_x000d__x000a_        &lt;parameter id=&quot;b37ed70a-db4c-4d73-9e6c-060c73cb6b26&quot; name=&quot;Rows to remove if empty&quot; type=&quot;System.Int32, mscorlib, Version=4.0.0.0, Culture=neutral, PublicKeyToken=b77a5c561934e089&quot; order=&quot;999&quot; key=&quot;deleteRowCount&quot; value=&quot;0&quot; /&gt;_x000d__x000a_      &lt;/parameters&gt;_x000d__x000a_    &lt;/contentControl&gt;_x000d__x000a_    &lt;contentControl id=&quot;7d37a97e-a7d9-4e4a-91d0-ac32ca8d9f57&quot; name=&quot;Party2.Name&quot; assembly=&quot;Iphelion.Outline.Word2010.DLL&quot; type=&quot;Iphelion.Outline.Word2010.Renderers.DelimitedListRenderer&quot; order=&quot;3&quot; active=&quot;true&quot; entityId=&quot;affc497f-5707-4f6f-b7c4-03cdf07388f9&quot; fieldId=&quot;f00e1b4c-ceb5-4df9-85ed-1db323681720&quot; controlType=&quot;plainText&quot; controlEditType=&quot;inline&quot; enclosingBookmark=&quot;false&quot; format=&quot;IFNOTEMPTY({Party2.Name},{Party2.Name},&amp;quot;[●]&amp;quot;)&quot; formatEvaluatorType=&quot;expression&quot; textCase=&quot;ignoreCase&quot; removeControl=&quot;false&quot; ignoreFormatIfEmpty=&quot;false&quot;&gt;_x000d__x000a_      &lt;parameters&gt;_x000d__x000a_        &lt;parameter id=&quot;65650c59-ff43-4cfd-b4c9-b277fe136479&quot; name=&quot;Delimiter&quot; type=&quot;System.String, mscorlib, Version=4.0.0.0, Culture=neutral, PublicKeyToken=b77a5c561934e089&quot; order=&quot;999&quot; key=&quot;delimiter&quot; value=&quot;&amp;lt;?xml version=&amp;quot;1.0&amp;quot; encoding=&amp;quot;utf-16&amp;quot;?&amp;gt;&amp;#xA;&amp;lt;localizedString xmlns:xsi=&amp;quot;http://www.w3.org/2001/XMLSchema-instance&amp;quot; xmlns:xsd=&amp;quot;http://www.w3.org/2001/XMLSchema&amp;quot;&amp;gt;&amp;#xA;  &amp;lt;type&amp;gt;fixed&amp;lt;/type&amp;gt;&amp;#xA;  &amp;lt;text&amp;gt;&amp;#xA;&amp;lt;/text&amp;gt;&amp;#xA;&amp;lt;/localizedString&amp;gt;&quot; argument=&quot;LocalizedString&quot; /&gt;_x000d__x000a_        &lt;parameter id=&quot;62d868b0-de47-4d04-b67e-9700cd95dca6&quot; name=&quot;Last delimiter (optional)&quot; type=&quot;System.String, mscorlib, Version=4.0.0.0, Culture=neutral, PublicKeyToken=b77a5c561934e089&quot; order=&quot;999&quot; key=&quot;lastDelimiter&quot; value=&quot;&quot; argument=&quot;LocalizedString&quot; /&gt;_x000d__x000a_        &lt;parameter id=&quot;08ff210d-b59f-4b93-9482-cddd3bc40df1&quot; name=&quot;Rows to remove if empty&quot; type=&quot;System.Int32, mscorlib, Version=4.0.0.0, Culture=neutral, PublicKeyToken=b77a5c561934e089&quot; order=&quot;999&quot; key=&quot;deleteRowCount&quot; value=&quot;0&quot; /&gt;_x000d__x000a_        &lt;parameter id=&quot;96b2057d-fbe0-4fba-b964-e6fd48e90f98&quot; name=&quot;Prefix text&quot; type=&quot;System.String, mscorlib, Version=4.0.0.0, Culture=neutral, PublicKeyToken=b77a5c561934e089&quot; order=&quot;999&quot; key=&quot;prefix&quot; value=&quot;&quot; argument=&quot;LocalizedString&quot; /&gt;_x000d__x000a_        &lt;parameter id=&quot;3c6c7f8d-a617-467d-95c6-20c9c8a2f771&quot; name=&quot;Delete line if empty&quot; type=&quot;System.Boolean, mscorlib, Version=4.0.0.0, Culture=neutral, PublicKeyToken=b77a5c561934e089&quot; order=&quot;999&quot; key=&quot;deleteLineIfEmpty&quot; value=&quot;True&quot; /&gt;_x000d__x000a_      &lt;/parameters&gt;_x000d__x000a_    &lt;/contentControl&gt;_x000d__x000a_    &lt;contentControl id=&quot;ef9d85c5-9d45-4852-aff1-66c5175998cf&quot; name=&quot;Party3.Name&quot; assembly=&quot;Iphelion.Outline.Word2010.DLL&quot; type=&quot;Iphelion.Outline.Word2010.Renderers.DelimitedListRenderer&quot; order=&quot;3&quot; active=&quot;true&quot; entityId=&quot;d1c1b0ba-1ad7-4e26-af76-9b4b9ec68c76&quot; fieldId=&quot;f00e1b4c-ceb5-4df9-85ed-1db323681720&quot; controlType=&quot;plainText&quot; controlEditType=&quot;inline&quot; enclosingBookmark=&quot;false&quot; format=&quot;IFNOTEMPTY({Party3.Name},{Party3.Name},&amp;quot;[●]&amp;quot;)&quot; formatEvaluatorType=&quot;expression&quot; textCase=&quot;ignoreCase&quot; removeControl=&quot;false&quot; ignoreFormatIfEmpty=&quot;false&quot;&gt;_x000d__x000a_      &lt;parameters&gt;_x000d__x000a_        &lt;parameter id=&quot;1b0886fe-292e-4b7d-841f-209fd22e18f3&quot; name=&quot;Delimiter&quot; type=&quot;System.String, mscorlib, Version=4.0.0.0, Culture=neutral, PublicKeyToken=b77a5c561934e089&quot; order=&quot;999&quot; key=&quot;delimiter&quot; value=&quot;&amp;lt;?xml version=&amp;quot;1.0&amp;quot; encoding=&amp;quot;utf-16&amp;quot;?&amp;gt;&amp;#xA;&amp;lt;localizedString xmlns:xsi=&amp;quot;http://www.w3.org/2001/XMLSchema-instance&amp;quot; xmlns:xsd=&amp;quot;http://www.w3.org/2001/XMLSchema&amp;quot;&amp;gt;&amp;#xA;  &amp;lt;type&amp;gt;fixed&amp;lt;/type&amp;gt;&amp;#xA;  &amp;lt;text&amp;gt;&amp;#xA;&amp;lt;/text&amp;gt;&amp;#xA;&amp;lt;/localizedString&amp;gt;&quot; argument=&quot;LocalizedString&quot; /&gt;_x000d__x000a_        &lt;parameter id=&quot;11cf9d21-4c57-466e-8b33-0409c794f4fd&quot; name=&quot;Last delimiter (optional)&quot; type=&quot;System.String, mscorlib, Version=4.0.0.0, Culture=neutral, PublicKeyToken=b77a5c561934e089&quot; order=&quot;999&quot; key=&quot;lastDelimiter&quot; value=&quot;&quot; argument=&quot;LocalizedString&quot; /&gt;_x000d__x000a_        &lt;parameter id=&quot;d7a218a7-0cf9-444a-8799-5b34c1f30f99&quot; name=&quot;Rows to remove if empty&quot; type=&quot;System.Int32, mscorlib, Version=4.0.0.0, Culture=neutral, PublicKeyToken=b77a5c561934e089&quot; order=&quot;999&quot; key=&quot;deleteRowCount&quot; value=&quot;0&quot; /&gt;_x000d__x000a_        &lt;parameter id=&quot;abf434a9-4fcf-41e1-8402-4e47d6eb975b&quot; name=&quot;Prefix text&quot; type=&quot;System.String, mscorlib, Version=4.0.0.0, Culture=neutral, PublicKeyToken=b77a5c561934e089&quot; order=&quot;999&quot; key=&quot;prefix&quot; value=&quot;&quot; argument=&quot;LocalizedString&quot; /&gt;_x000d__x000a_        &lt;parameter id=&quot;be298984-a7d0-44c5-8f8e-cef429c1ff9d&quot; name=&quot;Delete line if empty&quot; type=&quot;System.Boolean, mscorlib, Version=4.0.0.0, Culture=neutral, PublicKeyToken=b77a5c561934e089&quot; order=&quot;999&quot; key=&quot;deleteLineIfEmpty&quot; value=&quot;True&quot; /&gt;_x000d__x000a_      &lt;/parameters&gt;_x000d__x000a_    &lt;/contentControl&gt;_x000d__x000a_    &lt;contentControl id=&quot;cd01abdc-0b6c-42eb-800f-c746121b251c&quot; name=&quot;Party4.Name&quot; assembly=&quot;Iphelion.Outline.Word2010.DLL&quot; type=&quot;Iphelion.Outline.Word2010.Renderers.DelimitedListRenderer&quot; order=&quot;3&quot; active=&quot;true&quot; entityId=&quot;b16d33b2-b2d1-4b3a-bf5f-18265e6a0b1e&quot; fieldId=&quot;f00e1b4c-ceb5-4df9-85ed-1db323681720&quot; controlType=&quot;plainText&quot; controlEditType=&quot;inline&quot; enclosingBookmark=&quot;false&quot; format=&quot;IFNOTEMPTY({Party4.Name},{Party4.Name},&amp;quot;[●]&amp;quot;)&quot; formatEvaluatorType=&quot;expression&quot; textCase=&quot;ignoreCase&quot; removeControl=&quot;false&quot; ignoreFormatIfEmpty=&quot;false&quot;&gt;_x000d__x000a_      &lt;parameters&gt;_x000d__x000a_        &lt;parameter id=&quot;c0954cef-cb51-494f-8dcf-027a1fd82fd3&quot; name=&quot;Delimiter&quot; type=&quot;System.String, mscorlib, Version=4.0.0.0, Culture=neutral, PublicKeyToken=b77a5c561934e089&quot; order=&quot;999&quot; key=&quot;delimiter&quot; value=&quot;&amp;lt;?xml version=&amp;quot;1.0&amp;quot; encoding=&amp;quot;utf-16&amp;quot;?&amp;gt;&amp;#xA;&amp;lt;localizedString xmlns:xsi=&amp;quot;http://www.w3.org/2001/XMLSchema-instance&amp;quot; xmlns:xsd=&amp;quot;http://www.w3.org/2001/XMLSchema&amp;quot;&amp;gt;&amp;#xA;  &amp;lt;type&amp;gt;fixed&amp;lt;/type&amp;gt;&amp;#xA;  &amp;lt;text&amp;gt;&amp;#xA;&amp;lt;/text&amp;gt;&amp;#xA;&amp;lt;/localizedString&amp;gt;&quot; argument=&quot;LocalizedString&quot; /&gt;_x000d__x000a_        &lt;parameter id=&quot;8df88ec4-eebc-45dc-9023-a326ef3e9bad&quot; name=&quot;Last delimiter (optional)&quot; type=&quot;System.String, mscorlib, Version=4.0.0.0, Culture=neutral, PublicKeyToken=b77a5c561934e089&quot; order=&quot;999&quot; key=&quot;lastDelimiter&quot; value=&quot;&quot; argument=&quot;LocalizedString&quot; /&gt;_x000d__x000a_        &lt;parameter id=&quot;f7f2c526-ad25-4032-ac0c-c05b811564ae&quot; name=&quot;Rows to remove if empty&quot; type=&quot;System.Int32, mscorlib, Version=4.0.0.0, Culture=neutral, PublicKeyToken=b77a5c561934e089&quot; order=&quot;999&quot; key=&quot;deleteRowCount&quot; value=&quot;0&quot; /&gt;_x000d__x000a_        &lt;parameter id=&quot;02ef8cc1-79bd-4ce0-bc34-3f7ea09c763d&quot; name=&quot;Prefix text&quot; type=&quot;System.String, mscorlib, Version=4.0.0.0, Culture=neutral, PublicKeyToken=b77a5c561934e089&quot; order=&quot;999&quot; key=&quot;prefix&quot; value=&quot;&quot; argument=&quot;LocalizedString&quot; /&gt;_x000d__x000a_        &lt;parameter id=&quot;137601cc-3696-4f92-b822-4c033f5f3a48&quot; name=&quot;Delete line if empty&quot; type=&quot;System.Boolean, mscorlib, Version=4.0.0.0, Culture=neutral, PublicKeyToken=b77a5c561934e089&quot; order=&quot;999&quot; key=&quot;deleteLineIfEmpty&quot; value=&quot;True&quot; /&gt;_x000d__x000a_      &lt;/parameters&gt;_x000d__x000a_    &lt;/contentControl&gt;_x000d__x000a_    &lt;contentControl id=&quot;16e4899e-0378-4365-b4ec-dd4c1ccf395e&quot; name=&quot;Party5.Name&quot; assembly=&quot;Iphelion.Outline.Word2010.DLL&quot; type=&quot;Iphelion.Outline.Word2010.Renderers.DelimitedListRenderer&quot; order=&quot;3&quot; active=&quot;true&quot; entityId=&quot;06883d05-ba5d-4404-a721-92010381f395&quot; fieldId=&quot;f00e1b4c-ceb5-4df9-85ed-1db323681720&quot; controlType=&quot;plainText&quot; controlEditType=&quot;inline&quot; enclosingBookmark=&quot;false&quot; format=&quot;IFNOTEMPTY({Party5.Name},{Party5.Name},&amp;quot;[●]&amp;quot;)&quot; formatEvaluatorType=&quot;expression&quot; textCase=&quot;ignoreCase&quot; removeControl=&quot;false&quot; ignoreFormatIfEmpty=&quot;false&quot;&gt;_x000d__x000a_      &lt;parameters&gt;_x000d__x000a_        &lt;parameter id=&quot;747d66d4-4281-4b60-9ea5-94462c68db75&quot; name=&quot;Delimiter&quot; type=&quot;System.String, mscorlib, Version=4.0.0.0, Culture=neutral, PublicKeyToken=b77a5c561934e089&quot; order=&quot;999&quot; key=&quot;delimiter&quot; value=&quot;&amp;lt;?xml version=&amp;quot;1.0&amp;quot; encoding=&amp;quot;utf-16&amp;quot;?&amp;gt;&amp;#xA;&amp;lt;localizedString xmlns:xsi=&amp;quot;http://www.w3.org/2001/XMLSchema-instance&amp;quot; xmlns:xsd=&amp;quot;http://www.w3.org/2001/XMLSchema&amp;quot;&amp;gt;&amp;#xA;  &amp;lt;type&amp;gt;fixed&amp;lt;/type&amp;gt;&amp;#xA;  &amp;lt;text&amp;gt;&amp;#xA;&amp;lt;/text&amp;gt;&amp;#xA;&amp;lt;/localizedString&amp;gt;&quot; argument=&quot;LocalizedString&quot; /&gt;_x000d__x000a_        &lt;parameter id=&quot;039b8e93-2dab-45bc-bbeb-34842795d3ec&quot; name=&quot;Last delimiter (optional)&quot; type=&quot;System.String, mscorlib, Version=4.0.0.0, Culture=neutral, PublicKeyToken=b77a5c561934e089&quot; order=&quot;999&quot; key=&quot;lastDelimiter&quot; value=&quot;&quot; argument=&quot;LocalizedString&quot; /&gt;_x000d__x000a_        &lt;parameter id=&quot;8138989b-7996-4a44-bc21-ff88cf4dcc3b&quot; name=&quot;Rows to remove if empty&quot; type=&quot;System.Int32, mscorlib, Version=4.0.0.0, Culture=neutral, PublicKeyToken=b77a5c561934e089&quot; order=&quot;999&quot; key=&quot;deleteRowCount&quot; value=&quot;0&quot; /&gt;_x000d__x000a_        &lt;parameter id=&quot;efe7e203-58aa-4998-bdc1-4bee2a1d669a&quot; name=&quot;Prefix text&quot; type=&quot;System.String, mscorlib, Version=4.0.0.0, Culture=neutral, PublicKeyToken=b77a5c561934e089&quot; order=&quot;999&quot; key=&quot;prefix&quot; value=&quot;&quot; argument=&quot;LocalizedString&quot; /&gt;_x000d__x000a_        &lt;parameter id=&quot;ac154dd1-8a86-4588-84cd-636d5b1673b3&quot; name=&quot;Delete line if empty&quot; type=&quot;System.Boolean, mscorlib, Version=4.0.0.0, Culture=neutral, PublicKeyToken=b77a5c561934e089&quot; order=&quot;999&quot; key=&quot;deleteLineIfEmpty&quot; value=&quot;True&quot; /&gt;_x000d__x000a_      &lt;/parameters&gt;_x000d__x000a_    &lt;/contentControl&gt;_x000d__x000a_    &lt;contentControl id=&quot;e57c5e0a-3700-4117-b955-1ce014834267&quot; name=&quot;Party6.Name&quot; assembly=&quot;Iphelion.Outline.Word2010.DLL&quot; type=&quot;Iphelion.Outline.Word2010.Renderers.DelimitedListRenderer&quot; order=&quot;3&quot; active=&quot;true&quot; entityId=&quot;701c3690-ee86-4b4f-9bcd-66f13a74f33c&quot; fieldId=&quot;f00e1b4c-ceb5-4df9-85ed-1db323681720&quot; controlType=&quot;plainText&quot; controlEditType=&quot;inline&quot; enclosingBookmark=&quot;false&quot; format=&quot;IFNOTEMPTY({Party6.Name},{Party6.Name},&amp;quot;[●]&amp;quot;)&quot; formatEvaluatorType=&quot;expression&quot; textCase=&quot;ignoreCase&quot; removeControl=&quot;false&quot; ignoreFormatIfEmpty=&quot;false&quot;&gt;_x000d__x000a_      &lt;parameters&gt;_x000d__x000a_        &lt;parameter id=&quot;3308d9fa-ed76-4e52-8254-250a2eadb0f2&quot; name=&quot;Delimiter&quot; type=&quot;System.String, mscorlib, Version=4.0.0.0, Culture=neutral, PublicKeyToken=b77a5c561934e089&quot; order=&quot;999&quot; key=&quot;delimiter&quot; value=&quot;&amp;lt;?xml version=&amp;quot;1.0&amp;quot; encoding=&amp;quot;utf-16&amp;quot;?&amp;gt;&amp;#xA;&amp;lt;localizedString xmlns:xsi=&amp;quot;http://www.w3.org/2001/XMLSchema-instance&amp;quot; xmlns:xsd=&amp;quot;http://www.w3.org/2001/XMLSchema&amp;quot;&amp;gt;&amp;#xA;  &amp;lt;type&amp;gt;fixed&amp;lt;/type&amp;gt;&amp;#xA;  &amp;lt;text&amp;gt;&amp;#xA;&amp;lt;/text&amp;gt;&amp;#xA;&amp;lt;/localizedString&amp;gt;&quot; argument=&quot;LocalizedString&quot; /&gt;_x000d__x000a_        &lt;parameter id=&quot;5ef671ac-a8e5-477b-9017-ef9735bdb276&quot; name=&quot;Last delimiter (optional)&quot; type=&quot;System.String, mscorlib, Version=4.0.0.0, Culture=neutral, PublicKeyToken=b77a5c561934e089&quot; order=&quot;999&quot; key=&quot;lastDelimiter&quot; value=&quot;&quot; argument=&quot;LocalizedString&quot; /&gt;_x000d__x000a_        &lt;parameter id=&quot;dac5b213-5ba0-4c5c-a513-b854ecf26ab3&quot; name=&quot;Rows to remove if empty&quot; type=&quot;System.Int32, mscorlib, Version=4.0.0.0, Culture=neutral, PublicKeyToken=b77a5c561934e089&quot; order=&quot;999&quot; key=&quot;deleteRowCount&quot; value=&quot;0&quot; /&gt;_x000d__x000a_        &lt;parameter id=&quot;9f9bb719-2406-4726-8352-684adb8b098f&quot; name=&quot;Prefix text&quot; type=&quot;System.String, mscorlib, Version=4.0.0.0, Culture=neutral, PublicKeyToken=b77a5c561934e089&quot; order=&quot;999&quot; key=&quot;prefix&quot; value=&quot;&quot; argument=&quot;LocalizedString&quot; /&gt;_x000d__x000a_        &lt;parameter id=&quot;d8aea26e-b989-4bc8-8c6c-e66946cc46ec&quot; name=&quot;Delete line if empty&quot; type=&quot;System.Boolean, mscorlib, Version=4.0.0.0, Culture=neutral, PublicKeyToken=b77a5c561934e089&quot; order=&quot;999&quot; key=&quot;deleteLineIfEmpty&quot; value=&quot;True&quot; /&gt;_x000d__x000a_      &lt;/parameters&gt;_x000d__x000a_    &lt;/contentControl&gt;_x000d__x000a_    &lt;contentControl id=&quot;f415f1d2-3a39-4401-ac76-97a4b1b24286&quot; name=&quot;Labels.and&quot; assembly=&quot;Iphelion.Outline.Word2010.dll&quot; type=&quot;Iphelion.Outline.Word2010.Renderers.TextRenderer&quot; order=&quot;2&quot; active=&quot;true&quot; entityId=&quot;f95dc5fa-6e9d-4be9-9d23-e0ada20d8438&quot; fieldId=&quot;3a383e39-ccaa-492a-9fb5-1842801793c3&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7fad08e5-58b6-4128-8e86-a5b4cc847ce9&quot; name=&quot;Delete line if empty&quot; type=&quot;System.Boolean, mscorlib, Version=4.0.0.0, Culture=neutral, PublicKeyToken=b77a5c561934e089&quot; order=&quot;999&quot; key=&quot;deleteLineIfEmpty&quot; value=&quot;False&quot; /&gt;_x000d__x000a_        &lt;parameter id=&quot;218ab694-4dd4-4c83-b56e-8a21a3355277&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29e43d54-bf32-496e-a759-731d0a1543eb&quot; name=&quot;CoverPartiesRegion&quot; assembly=&quot;Iphelion.Outline.Word2010.dll&quot; type=&quot;Iphelion.Outline.Word2010.Renderers.BuildingBlockRenderer&quot; order=&quot;1&quot; active=&quot;true&quot; entityId=&quot;ff7afab4-7d27-440c-aefb-c3e53086c2e5&quot; fieldId=&quot;81e92d9c-b583-4e11-aca5-642d8cae8157&quot; controlType=&quot;buildingBlock&quot; controlEditType=&quot;none&quot; enclosingBookmark=&quot;false&quot; formatEvaluatorType=&quot;formatString&quot; textCase=&quot;ignoreCase&quot; removeControl=&quot;false&quot; ignoreFormatIfEmpty=&quot;false&quot;&gt;_x000d__x000a_      &lt;parameters&gt;_x000d__x000a_        &lt;parameter id=&quot;535fdd3a-0224-4706-a99e-92d31562d376&quot; name=&quot;Default building block&quot; type=&quot;System.String, mscorlib, Version=4.0.0.0, Culture=neutral, PublicKeyToken=b77a5c561934e089&quot; order=&quot;999&quot; key=&quot;defaultBuildingBlock&quot; value=&quot;AgreeParties2&quot; /&gt;_x000d__x000a_        &lt;parameter id=&quot;c80b190e-bd39-4f5f-9a68-f3820007c53e&quot; name=&quot;Building block template&quot; type=&quot;System.String, mscorlib, Version=4.0.0.0, Culture=neutral, PublicKeyToken=b77a5c561934e089&quot; order=&quot;999&quot; key=&quot;templateName&quot; value=&quot;&quot; /&gt;_x000d__x000a_        &lt;parameter id=&quot;e01fbd93-845f-4cc3-9cfe-3dfd85397f8c&quot; name=&quot;Field mappings&quot; type=&quot;Iphelion.Outline.Model.Entities.InlineParameterEntityCollection`1[[Iphelion.Outline.Model.Entities.KeyValueParameterEntity, Iphelion.Outline.Model, Version=1.2.8.0, Culture=neutral, PublicKeyToken=null]], Iphelion.Outline.Model, Version=1.2.8.0, Culture=neutral, PublicKeyToken=null&quot; order=&quot;999&quot; key=&quot;fieldMappings&quot; value=&quot;&amp;lt;?xml version=&amp;quot;1.0&amp;quot; encoding=&amp;quot;utf-16&amp;quot;?&amp;gt;&amp;#xA;&amp;lt;XmlParameter xmlns:xsi=&amp;quot;http://www.w3.org/2001/XMLSchema-instance&amp;quot; xmlns:xsd=&amp;quot;http://www.w3.org/2001/XMLSchema&amp;quot;&amp;gt;&amp;#xA;  &amp;lt;parameterEntities&amp;gt;&amp;#xA;    &amp;lt;parameterEntity xsi:type=&amp;quot;KeyValueParameterEntity&amp;quot; key=&amp;quot;2&amp;quot; value=&amp;quot;AgreeParties2&amp;quot; /&amp;gt;&amp;#xA;    &amp;lt;parameterEntity xsi:type=&amp;quot;KeyValueParameterEntity&amp;quot; key=&amp;quot;3&amp;quot; value=&amp;quot;AgreeParties3&amp;quot; /&amp;gt;&amp;#xA;    &amp;lt;parameterEntity xsi:type=&amp;quot;KeyValueParameterEntity&amp;quot; key=&amp;quot;4&amp;quot; value=&amp;quot;AgreeParties4&amp;quot; /&amp;gt;&amp;#xA;    &amp;lt;parameterEntity xsi:type=&amp;quot;KeyValueParameterEntity&amp;quot; key=&amp;quot;5&amp;quot; value=&amp;quot;AgreeParties5&amp;quot; /&amp;gt;&amp;#xA;    &amp;lt;parameterEntity xsi:type=&amp;quot;KeyValueParameterEntity&amp;quot; key=&amp;quot;6&amp;quot; value=&amp;quot;AgreeParties6&amp;quot; /&amp;gt;&amp;#xA;    &amp;lt;parameterEntity xsi:type=&amp;quot;KeyValueParameterEntity&amp;quot; key=&amp;quot;7&amp;quot; value=&amp;quot;AgreeParties7&amp;quot; /&amp;gt;&amp;#xA;    &amp;lt;parameterEntity xsi:type=&amp;quot;KeyValueParameterEntity&amp;quot; key=&amp;quot;8&amp;quot; value=&amp;quot;AgreeParties8&amp;quot; /&amp;gt;&amp;#xA;    &amp;lt;parameterEntity xsi:type=&amp;quot;KeyValueParameterEntity&amp;quot; key=&amp;quot;9&amp;quot; value=&amp;quot;AgreeParties9&amp;quot; /&amp;gt;&amp;#xA;    &amp;lt;parameterEntity xsi:type=&amp;quot;KeyValueParameterEntity&amp;quot; key=&amp;quot;10&amp;quot; value=&amp;quot;AgreeParties10&amp;quot; /&amp;gt;&amp;#xA;  &amp;lt;/parameterEntities&amp;gt;&amp;#xA;&amp;lt;/XmlParameter&amp;gt;&quot; /&gt;_x000d__x000a_        &lt;parameter id=&quot;9734c880-f183-4fdf-afac-34635871bd7f&quot; name=&quot;Insert as hidden text&quot; type=&quot;System.Boolean, mscorlib, Version=4.0.0.0, Culture=neutral, PublicKeyToken=b77a5c561934e089&quot; order=&quot;999&quot; key=&quot;insertAsHidden&quot; value=&quot;False&quot; /&gt;_x000d__x000a_      &lt;/parameters&gt;_x000d__x000a_    &lt;/contentControl&gt;_x000d__x000a_    &lt;contentControl id=&quot;0921d5a3-6fc6-4a1f-a435-3a50d13af6ce&quot; name=&quot;PartyCount.SelectedValue&quot; assembly=&quot;Iphelion.Outline.Word2010.dll&quot; type=&quot;Iphelion.Outline.Word2010.Renderers.TextRenderer&quot; order=&quot;3&quot; active=&quot;true&quot; entityId=&quot;ff7afab4-7d27-440c-aefb-c3e53086c2e5&quot; fieldId=&quot;81e92d9c-b583-4e11-aca5-642d8cae8157&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6ce390af-c8f3-4c8f-9e1a-98634e0b3d07&quot; name=&quot;Delete line if empty&quot; type=&quot;System.Boolean, mscorlib, Version=4.0.0.0, Culture=neutral, PublicKeyToken=b77a5c561934e089&quot; order=&quot;999&quot; key=&quot;deleteLineIfEmpty&quot; value=&quot;False&quot; /&gt;_x000d__x000a_        &lt;parameter id=&quot;0f95cd27-e827-4747-9335-191f1feff96c&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0f3ceb8e-901b-4420-a16d-6a549556ea82&quot; name=&quot;Party1Type.Text&quot; assembly=&quot;Iphelion.Outline.Word2010.dll&quot; type=&quot;Iphelion.Outline.Word2010.Renderers.TextRenderer&quot; order=&quot;3&quot; active=&quot;true&quot; entityId=&quot;2e1f03ce-7637-4d85-82ff-2a8d5f1d5335&quot; fieldId=&quot;90b03978-e217-4e32-a4fe-a32cba57d186&quot; controlType=&quot;plainText&quot; controlEditType=&quot;inline&quot; enclosingBookmark=&quot;false&quot; format=&quot;IFNOTEMPTY({Party1Type.Text}, &amp;quot;(&amp;quot; &amp;amp; IFEQUAL({Labels.Language},&amp;quot;Chinese&amp;quot;,&amp;quot;&amp;quot;,IFEQUAL({Labels.Language},&amp;quot;Romanian&amp;quot;,{Romanian_as.Selected Items}&amp;amp;&amp;quot; &amp;quot;,{Labels.as}&amp;amp;&amp;quot; &amp;quot;,false),false) &amp;amp; {Party1Type.Text} &amp;amp; &amp;quot;)&amp;#xA;&amp;quot;,&amp;quot;&amp;quot;)&quot; formatEvaluatorType=&quot;expression&quot; textCase=&quot;ignoreCase&quot; removeControl=&quot;false&quot; ignoreFormatIfEmpty=&quot;false&quot;&gt;_x000d__x000a_      &lt;parameters&gt;_x000d__x000a_        &lt;parameter id=&quot;f95825c9-ece0-45c1-bf08-a1ccf0871396&quot; name=&quot;Delete line if empty&quot; type=&quot;System.Boolean, mscorlib, Version=4.0.0.0, Culture=neutral, PublicKeyToken=b77a5c561934e089&quot; order=&quot;999&quot; key=&quot;deleteLineIfEmpty&quot; value=&quot;False&quot; /&gt;_x000d__x000a_        &lt;parameter id=&quot;2b5f493c-7bee-447d-b461-34e48e22c69d&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095a4db7-5797-44a5-882c-4eb3ff35479a&quot; name=&quot;Party2Type.Text&quot; assembly=&quot;Iphelion.Outline.Word2010.dll&quot; type=&quot;Iphelion.Outline.Word2010.Renderers.TextRenderer&quot; order=&quot;3&quot; active=&quot;true&quot; entityId=&quot;89c29ae3-f204-401a-8dcd-5da0b464836a&quot; fieldId=&quot;90b03978-e217-4e32-a4fe-a32cba57d186&quot; controlType=&quot;plainText&quot; controlEditType=&quot;inline&quot; enclosingBookmark=&quot;false&quot; format=&quot;IFNOTEMPTY({Party2Type.Text}, &amp;quot;(&amp;quot; &amp;amp; IFEQUAL({Labels.Language},&amp;quot;Chinese&amp;quot;,&amp;quot;&amp;quot;,IFEQUAL({Labels.Language},&amp;quot;Romanian&amp;quot;,{Romanian_as.Selected Items}&amp;amp;&amp;quot; &amp;quot;,{Labels.as}&amp;amp;&amp;quot; &amp;quot;,false),false) &amp;amp; {Party2Type.Text} &amp;amp; &amp;quot;)&amp;#xA;&amp;quot;,&amp;quot;&amp;quot;)&quot; formatEvaluatorType=&quot;expression&quot; textCase=&quot;ignoreCase&quot; removeControl=&quot;false&quot; ignoreFormatIfEmpty=&quot;false&quot;&gt;_x000d__x000a_      &lt;parameters&gt;_x000d__x000a_        &lt;parameter id=&quot;e9a91e97-84e5-4d98-a5b2-19e6fa3ad4e5&quot; name=&quot;Delete line if empty&quot; type=&quot;System.Boolean, mscorlib, Version=4.0.0.0, Culture=neutral, PublicKeyToken=b77a5c561934e089&quot; order=&quot;999&quot; key=&quot;deleteLineIfEmpty&quot; value=&quot;False&quot; /&gt;_x000d__x000a_        &lt;parameter id=&quot;47266253-0c70-4356-9b76-5f94fd1e8eae&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b2a0e154-dda2-4600-a827-112359c389ad&quot; name=&quot;Party3Type.Text&quot; assembly=&quot;Iphelion.Outline.Word2010.dll&quot; type=&quot;Iphelion.Outline.Word2010.Renderers.TextRenderer&quot; order=&quot;3&quot; active=&quot;true&quot; entityId=&quot;710749bc-9296-4c34-9323-eb01b234555f&quot; fieldId=&quot;90b03978-e217-4e32-a4fe-a32cba57d186&quot; controlType=&quot;plainText&quot; controlEditType=&quot;inline&quot; enclosingBookmark=&quot;false&quot; format=&quot;IFNOTEMPTY({Party3Type.Text}, &amp;quot;(&amp;quot; &amp;amp; IFEQUAL({Labels.Language},&amp;quot;Chinese&amp;quot;,&amp;quot;&amp;quot;,IFEQUAL({Labels.Language},&amp;quot;Romanian&amp;quot;,{Romanian_as.Selected Items}&amp;amp;&amp;quot; &amp;quot;,{Labels.as}&amp;amp;&amp;quot; &amp;quot;,false),false) &amp;amp; {Party3Type.Text} &amp;amp; &amp;quot;)&amp;#xA;&amp;quot;, &amp;quot;&amp;quot;)&quot; formatEvaluatorType=&quot;expression&quot; textCase=&quot;ignoreCase&quot; removeControl=&quot;false&quot; ignoreFormatIfEmpty=&quot;false&quot;&gt;_x000d__x000a_      &lt;parameters&gt;_x000d__x000a_        &lt;parameter id=&quot;31f80b3d-cfdc-4a6e-819f-cbb1ccb655b6&quot; name=&quot;Delete line if empty&quot; type=&quot;System.Boolean, mscorlib, Version=4.0.0.0, Culture=neutral, PublicKeyToken=b77a5c561934e089&quot; order=&quot;999&quot; key=&quot;deleteLineIfEmpty&quot; value=&quot;False&quot; /&gt;_x000d__x000a_        &lt;parameter id=&quot;df639734-5d06-4218-a783-94a2e96b7919&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8be397a8-e9ff-413c-9a25-6b4473a10589&quot; name=&quot;Party4Type.Text&quot; assembly=&quot;Iphelion.Outline.Word2010.dll&quot; type=&quot;Iphelion.Outline.Word2010.Renderers.TextRenderer&quot; order=&quot;3&quot; active=&quot;true&quot; entityId=&quot;fda086e1-b82c-409c-85c9-b05cd5d10893&quot; fieldId=&quot;90b03978-e217-4e32-a4fe-a32cba57d186&quot; controlType=&quot;plainText&quot; controlEditType=&quot;inline&quot; enclosingBookmark=&quot;false&quot; format=&quot;IFNOTEMPTY({Party4Type.Text}, &amp;quot;(&amp;quot; &amp;amp; IFEQUAL({Labels.Language},&amp;quot;Chinese&amp;quot;,&amp;quot;&amp;quot;,IFEQUAL({Labels.Language},&amp;quot;Romanian&amp;quot;,{Romanian_as.Selected Items}&amp;amp;&amp;quot; &amp;quot;,{Labels.as}&amp;amp;&amp;quot; &amp;quot;,false),false) &amp;amp; {Party4Type.Text} &amp;amp; &amp;quot;)&amp;#xA;&amp;quot;, &amp;quot;&amp;quot;)&quot; formatEvaluatorType=&quot;expression&quot; textCase=&quot;ignoreCase&quot; removeControl=&quot;false&quot; ignoreFormatIfEmpty=&quot;false&quot;&gt;_x000d__x000a_      &lt;parameters&gt;_x000d__x000a_        &lt;parameter id=&quot;b7a2ea6b-1b78-49d0-a509-7bfa24c4ed56&quot; name=&quot;Delete line if empty&quot; type=&quot;System.Boolean, mscorlib, Version=4.0.0.0, Culture=neutral, PublicKeyToken=b77a5c561934e089&quot; order=&quot;999&quot; key=&quot;deleteLineIfEmpty&quot; value=&quot;False&quot; /&gt;_x000d__x000a_        &lt;parameter id=&quot;7cd73575-4ff1-4ee3-808a-6f1cf2d3f8cc&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bf4dd8c4-dd60-4b52-b964-d0d395bff420&quot; name=&quot;Party5Type.Text&quot; assembly=&quot;Iphelion.Outline.Word2010.dll&quot; type=&quot;Iphelion.Outline.Word2010.Renderers.TextRenderer&quot; order=&quot;3&quot; active=&quot;true&quot; entityId=&quot;61d85f2e-15d6-4e0d-8133-4cbfdaf1c258&quot; fieldId=&quot;90b03978-e217-4e32-a4fe-a32cba57d186&quot; controlType=&quot;plainText&quot; controlEditType=&quot;inline&quot; enclosingBookmark=&quot;false&quot; format=&quot;IFNOTEMPTY({Party5Type.Text}, &amp;quot;(&amp;quot; &amp;amp; IFEQUAL({Labels.Language},&amp;quot;Chinese&amp;quot;,&amp;quot;&amp;quot;,IFEQUAL({Labels.Language},&amp;quot;Romanian&amp;quot;,{Romanian_as.Selected Items}&amp;amp;&amp;quot; &amp;quot;,{Labels.as}&amp;amp;&amp;quot; &amp;quot;,false),false) &amp;amp; {Party5Type.Text} &amp;amp; &amp;quot;)&amp;#xA;&amp;quot;, &amp;quot;&amp;quot;)&quot; formatEvaluatorType=&quot;expression&quot; textCase=&quot;ignoreCase&quot; removeControl=&quot;false&quot; ignoreFormatIfEmpty=&quot;false&quot;&gt;_x000d__x000a_      &lt;parameters&gt;_x000d__x000a_        &lt;parameter id=&quot;d326c0ee-f2cb-4b36-93a3-3dea7e1898ef&quot; name=&quot;Delete line if empty&quot; type=&quot;System.Boolean, mscorlib, Version=4.0.0.0, Culture=neutral, PublicKeyToken=b77a5c561934e089&quot; order=&quot;999&quot; key=&quot;deleteLineIfEmpty&quot; value=&quot;False&quot; /&gt;_x000d__x000a_        &lt;parameter id=&quot;b775cdab-55dc-4806-ba5a-d2bc0c9d4081&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53ab80ba-254a-4c75-8a83-dd7b9c255259&quot; name=&quot;Party6Type.Text&quot; assembly=&quot;Iphelion.Outline.Word2010.DLL&quot; type=&quot;Iphelion.Outline.Word2010.Renderers.TextRenderer&quot; order=&quot;3&quot; active=&quot;true&quot; entityId=&quot;82a7879b-1c55-4273-b173-73791892879e&quot; fieldId=&quot;90b03978-e217-4e32-a4fe-a32cba57d186&quot; controlType=&quot;plainText&quot; controlEditType=&quot;inline&quot; enclosingBookmark=&quot;false&quot; format=&quot;IFNOTEMPTY({Party6Type.Text}, &amp;quot;(&amp;quot; &amp;amp; IFEQUAL({Labels.Language},&amp;quot;Chinese&amp;quot;,&amp;quot;&amp;quot;,IFEQUAL({Labels.Language},&amp;quot;Romanian&amp;quot;,{Romanian_as.Selected Items}&amp;amp;&amp;quot; &amp;quot;,{Labels.as}&amp;amp;&amp;quot; &amp;quot;,false),false) &amp;amp; {Party6Type.Text} &amp;amp; &amp;quot;)&amp;#xA;&amp;quot;, &amp;quot;&amp;quot;)&quot; formatEvaluatorType=&quot;expression&quot; textCase=&quot;ignoreCase&quot; removeControl=&quot;false&quot; ignoreFormatIfEmpty=&quot;false&quot;&gt;_x000d__x000a_      &lt;parameters&gt;_x000d__x000a_        &lt;parameter id=&quot;2da4e060-bdd5-45b0-b2df-23679831deca&quot; name=&quot;Delete line if empty&quot; type=&quot;System.Boolean, mscorlib, Version=4.0.0.0, Culture=neutral, PublicKeyToken=b77a5c561934e089&quot; order=&quot;999&quot; key=&quot;deleteLineIfEmpty&quot; value=&quot;False&quot; /&gt;_x000d__x000a_        &lt;parameter id=&quot;1ef09b5a-82fa-4203-91a6-8a104dc503f5&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64d25fc5-b947-48c7-978d-215769e1e7bc&quot; name=&quot;Office.Entity.Name 1&quot; assembly=&quot;Iphelion.Outline.Word2010.dll&quot; type=&quot;Iphelion.Outline.Word2010.Renderers.TextRenderer&quot; order=&quot;2&quot; active=&quot;true&quot; entityId=&quot;094a3b3a-52ef-4848-96f7-b0ce04bde2e8&quot; fieldId=&quot;af52d87e-9fa3-444e-b892-c2b7d48528e5&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8cff4962-8044-43f8-b935-c1180350171e&quot; name=&quot;Delete line if empty&quot; type=&quot;System.Boolean, mscorlib, Version=4.0.0.0, Culture=neutral, PublicKeyToken=b77a5c561934e089&quot; order=&quot;999&quot; key=&quot;deleteLineIfEmpty&quot; value=&quot;False&quot; /&gt;_x000d__x000a_        &lt;parameter id=&quot;c3fe1a64-db6c-41a4-9efb-d36c97013438&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acf6511d-afc4-44b0-b88b-d145346525d3&quot; name=&quot;Office.Office URL&quot; assembly=&quot;Iphelion.Outline.Word2010.dll&quot; type=&quot;Iphelion.Outline.Word2010.Renderers.TextRenderer&quot; order=&quot;2&quot; active=&quot;true&quot; entityId=&quot;094a3b3a-52ef-4848-96f7-b0ce04bde2e8&quot; fieldId=&quot;3aabcc2b-104b-4d52-8cbb-54ee07deb8b7&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f7cefa12-cb7d-4949-bee7-a9008e26791f&quot; name=&quot;Delete line if empty&quot; type=&quot;System.Boolean, mscorlib, Version=4.0.0.0, Culture=neutral, PublicKeyToken=b77a5c561934e089&quot; order=&quot;999&quot; key=&quot;deleteLineIfEmpty&quot; value=&quot;False&quot; /&gt;_x000d__x000a_        &lt;parameter id=&quot;902bf388-946d-4aaa-9640-a16f90a513f3&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55ee99a9-2879-423d-8bf6-b599c8858538&quot; name=&quot;Labels.Between after&quot; assembly=&quot;Iphelion.Outline.Word2010.dll&quot; type=&quot;Iphelion.Outline.Word2010.Renderers.TextRenderer&quot; order=&quot;2&quot; active=&quot;true&quot; entityId=&quot;f95dc5fa-6e9d-4be9-9d23-e0ada20d8438&quot; fieldId=&quot;dc04ea2a-7439-40f4-86cf-2d16d897a70c&quot; controlType=&quot;plainText&quot; controlEditType=&quot;inline&quot; enclosingBookmark=&quot;false&quot; formatEvaluatorType=&quot;expression&quot; textCase=&quot;ignoreCase&quot; removeControl=&quot;true&quot; ignoreFormatIfEmpty=&quot;false&quot;&gt;_x000d__x000a_      &lt;parameters&gt;_x000d__x000a_        &lt;parameter id=&quot;c2496d68-7df4-47d3-9a2c-dcc64a260ed1&quot; name=&quot;Delete line if empty&quot; type=&quot;System.Boolean, mscorlib, Version=4.0.0.0, Culture=neutral, PublicKeyToken=b77a5c561934e089&quot; order=&quot;999&quot; key=&quot;deleteLineIfEmpty&quot; value=&quot;True&quot; /&gt;_x000d__x000a_        &lt;parameter id=&quot;0b9e51dc-5115-4cd5-925b-0c2ac50f9006&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93ca7e5a-c015-43cb-9898-cf51186081dc&quot; name=&quot;TOCRegion&quot; assembly=&quot;Iphelion.Outline.Word2010.dll&quot; type=&quot;Iphelion.Outline.Word2010.Renderers.BuildingBlockRenderer&quot; order=&quot;1&quot; active=&quot;false&quot; entityId=&quot;00000000-0000-0000-0000-000000000000&quot; fieldId=&quot;00000000-0000-0000-0000-000000000000&quot; controlType=&quot;buildingBlock&quot; controlEditType=&quot;none&quot; enclosingBookmark=&quot;false&quot; formatEvaluatorType=&quot;formatString&quot; textCase=&quot;ignoreCase&quot; removeControl=&quot;false&quot; ignoreFormatIfEmpty=&quot;false&quot;&gt;_x000d__x000a_      &lt;parameters&gt;_x000d__x000a_        &lt;parameter id=&quot;71795348-0472-4dd7-8c14-9057bd3548ca&quot; name=&quot;Default building block&quot; type=&quot;System.String, mscorlib, Version=4.0.0.0, Culture=neutral, PublicKeyToken=b77a5c561934e089&quot; order=&quot;999&quot; key=&quot;defaultBuildingBlock&quot; value=&quot;TOC_UK&quot; /&gt;_x000d__x000a_        &lt;parameter id=&quot;7bee42f0-df31-4971-bbd5-fd59efed1ee0&quot; name=&quot;Building block template&quot; type=&quot;System.String, mscorlib, Version=4.0.0.0, Culture=neutral, PublicKeyToken=b77a5c561934e089&quot; order=&quot;999&quot; key=&quot;templateName&quot; value=&quot;&quot; /&gt;_x000d__x000a_        &lt;parameter id=&quot;7eeee25c-9ae4-4d43-b677-54ec1d04e79e&quot; name=&quot;Field mappings&quot; type=&quot;Iphelion.Outline.Model.Entities.InlineParameterEntityCollection`1[[Iphelion.Outline.Model.Entities.KeyValueParameterEntity, Iphelion.Outline.Model, Version=1.2.8.0, Culture=neutral, PublicKeyToken=null]], Iphelion.Outline.Model, Version=1.2.8.0, Culture=neutral, PublicKeyToken=null&quot; order=&quot;999&quot; key=&quot;fieldMappings&quot; value=&quot;&quot; /&gt;_x000d__x000a_        &lt;parameter id=&quot;56b86421-7176-48d7-aa2d-6d3bd704b938&quot; name=&quot;Insert as hidden text&quot; type=&quot;System.Boolean, mscorlib, Version=4.0.0.0, Culture=neutral, PublicKeyToken=b77a5c561934e089&quot; order=&quot;999&quot; key=&quot;insertAsHidden&quot; value=&quot;False&quot; /&gt;_x000d__x000a_      &lt;/parameters&gt;_x000d__x000a_    &lt;/contentControl&gt;_x000d__x000a_    &lt;contentControl id=&quot;6135b5c4-a856-4486-adeb-cf44f1b0326b&quot; name=&quot;Cursor start position&quot; assembly=&quot;Iphelion.Outline.Word2010.dll&quot; type=&quot;Iphelion.Outline.Word2010.Renderers.CursorPositionRenderer&quot; order=&quot;4&quot; active=&quot;true&quot; entityId=&quot;00000000-0000-0000-0000-000000000000&quot; fieldId=&quot;00000000-0000-0000-0000-000000000000&quot; controlType=&quot;system&quot; controlEditType=&quot;none&quot; enclosingBookmark=&quot;false&quot; formatEvaluatorType=&quot;formatString&quot; textCase=&quot;ignoreCase&quot; removeControl=&quot;false&quot; ignoreFormatIfEmpty=&quot;false&quot;&gt;_x000d__x000a_      &lt;parameters /&gt;_x000d__x000a_    &lt;/contentControl&gt;_x000d__x000a_    &lt;contentControl id=&quot;7aa38c4e-8c8e-4477-836e-b0f9d09ee8c4&quot; name=&quot;Labels.Fax&quot; assembly=&quot;Iphelion.Outline.Word2010.dll&quot; type=&quot;Iphelion.Outline.Word2010.Renderers.TextRenderer&quot; order=&quot;2&quot; active=&quot;true&quot; entityId=&quot;f95dc5fa-6e9d-4be9-9d23-e0ada20d8438&quot; fieldId=&quot;5844e5b6-e901-453b-9bca-fe3b951703db&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de2582fa-daaf-45b9-8bef-aea7d175d109&quot; name=&quot;Delete line if empty&quot; type=&quot;System.Boolean, mscorlib, Version=4.0.0.0, Culture=neutral, PublicKeyToken=b77a5c561934e089&quot; order=&quot;999&quot; key=&quot;deleteLineIfEmpty&quot; value=&quot;False&quot; /&gt;_x000d__x000a_        &lt;parameter id=&quot;8ddd3076-fe2a-4faf-ad5c-d378cd2a75cc&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0bfca5fb-f55d-46a2-b134-9655192bb55d&quot; name=&quot;Labels.FaxNo&quot; assembly=&quot;Iphelion.Outline.Word2010.dll&quot; type=&quot;Iphelion.Outline.Word2010.Renderers.TextRenderer&quot; order=&quot;2&quot; active=&quot;true&quot; entityId=&quot;f95dc5fa-6e9d-4be9-9d23-e0ada20d8438&quot; fieldId=&quot;a2749758-102a-48d2-921a-665b6a1795d5&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1ea8a422-d396-4e1b-8431-c24eb87a4843&quot; name=&quot;Delete line if empty&quot; type=&quot;System.Boolean, mscorlib, Version=4.0.0.0, Culture=neutral, PublicKeyToken=b77a5c561934e089&quot; order=&quot;999&quot; key=&quot;deleteLineIfEmpty&quot; value=&quot;False&quot; /&gt;_x000d__x000a_        &lt;parameter id=&quot;1002e8f8-6d18-4b88-a8b1-0c7c2fae3eb4&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ecc3aad6-0735-44df-801f-4c2552933163&quot; name=&quot;Office.Fax Number&quot; assembly=&quot;Iphelion.Outline.Word2010.dll&quot; type=&quot;Iphelion.Outline.Word2010.Renderers.TextRenderer&quot; order=&quot;2&quot; active=&quot;true&quot; entityId=&quot;094a3b3a-52ef-4848-96f7-b0ce04bde2e8&quot; fieldId=&quot;d33b91da-b4f8-4e72-a5e5-939650d098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4d179adc-aedd-4f5c-a6c3-6d39fdbc91fa&quot; name=&quot;Delete line if empty&quot; type=&quot;System.Boolean, mscorlib, Version=4.0.0.0, Culture=neutral, PublicKeyToken=b77a5c561934e089&quot; order=&quot;999&quot; key=&quot;deleteLineIfEmpty&quot; value=&quot;False&quot; /&gt;_x000d__x000a_        &lt;parameter id=&quot;16c13c56-3e4e-4d8a-9cef-932659e7eac4&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a9a92e79-9c58-424a-8df6-9486b549fea0&quot; name=&quot;Labels.Date&quot; assembly=&quot;Iphelion.Outline.Word2010.dll&quot; type=&quot;Iphelion.Outline.Word2010.Renderers.TextRenderer&quot; order=&quot;2&quot; active=&quot;true&quot; entityId=&quot;f95dc5fa-6e9d-4be9-9d23-e0ada20d8438&quot; fieldId=&quot;815779d5-7da7-4611-b946-746ed3d326ba&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7bc4a9a9-63dd-409a-b798-558f22a0938a&quot; name=&quot;Delete line if empty&quot; type=&quot;System.Boolean, mscorlib, Version=4.0.0.0, Culture=neutral, PublicKeyToken=b77a5c561934e089&quot; order=&quot;999&quot; key=&quot;deleteLineIfEmpty&quot; value=&quot;False&quot; /&gt;_x000d__x000a_        &lt;parameter id=&quot;6462ef53-a7c0-4d2e-b3d6-990ade43502f&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c645401d-512e-4a14-9669-03e6cf49fc19&quot; name=&quot;Labels.DateFormat&quot; assembly=&quot;Iphelion.Outline.Word2010.dll&quot; type=&quot;Iphelion.Outline.Word2010.Renderers.TextRenderer&quot; order=&quot;2&quot; active=&quot;true&quot; entityId=&quot;f95dc5fa-6e9d-4be9-9d23-e0ada20d8438&quot; fieldId=&quot;8b3dcfd9-e09b-455a-bebd-b3b50bb423c7&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308f1ad9-3988-444b-ac55-857be05286f3&quot; name=&quot;Delete line if empty&quot; type=&quot;System.Boolean, mscorlib, Version=4.0.0.0, Culture=neutral, PublicKeyToken=b77a5c561934e089&quot; order=&quot;999&quot; key=&quot;deleteLineIfEmpty&quot; value=&quot;False&quot; /&gt;_x000d__x000a_        &lt;parameter id=&quot;3be84e16-de32-4839-a0cd-bbda994c232b&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a0bf4c41-dfdb-4112-b25b-1ac85811bc0c&quot; name=&quot;Labels.Year&quot; assembly=&quot;Iphelion.Outline.Word2010.dll&quot; type=&quot;Iphelion.Outline.Word2010.Renderers.TextRenderer&quot; order=&quot;2&quot; active=&quot;true&quot; entityId=&quot;f95dc5fa-6e9d-4be9-9d23-e0ada20d8438&quot; fieldId=&quot;b274c63e-c82f-4ef7-9758-f65bfe0f5894&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f38f4b06-f75c-4be1-954f-f374cf116bd9&quot; name=&quot;Delete line if empty&quot; type=&quot;System.Boolean, mscorlib, Version=4.0.0.0, Culture=neutral, PublicKeyToken=b77a5c561934e089&quot; order=&quot;999&quot; key=&quot;deleteLineIfEmpty&quot; value=&quot;False&quot; /&gt;_x000d__x000a_        &lt;parameter id=&quot;0f8b3176-a387-44cc-8e79-25e1b3eae214&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dd08d768-cadc-4f26-b061-85810302a772&quot; name=&quot;Labels.Year&quot; assembly=&quot;Iphelion.Outline.Word2010.dll&quot; type=&quot;Iphelion.Outline.Word2010.Renderers.TextRenderer&quot; order=&quot;2&quot; active=&quot;true&quot; entityId=&quot;f95dc5fa-6e9d-4be9-9d23-e0ada20d8438&quot; fieldId=&quot;b274c63e-c82f-4ef7-9758-f65bfe0f5894&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796d44a5-cb89-4a2e-be43-eeb5e84606ef&quot; name=&quot;Delete line if empty&quot; type=&quot;System.Boolean, mscorlib, Version=4.0.0.0, Culture=neutral, PublicKeyToken=b77a5c561934e089&quot; order=&quot;999&quot; key=&quot;deleteLineIfEmpty&quot; value=&quot;False&quot; /&gt;_x000d__x000a_        &lt;parameter id=&quot;d1589a9e-ee5f-48c1-8b6b-a97392786418&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10c3dace-677b-469a-a7a0-2c79c53d1d28&quot; name=&quot;Date.Date&quot; assembly=&quot;Iphelion.Outline.Word2010.dll&quot; type=&quot;Iphelion.Outline.Word2010.Renderers.TextRenderer&quot; order=&quot;3&quot; active=&quot;true&quot; entityId=&quot;8369fc00-1653-486b-9602-1d9068882ba0&quot; fieldId=&quot;b7cefa41-f9d1-4f73-abf3-ce140e7a8497&quot; controlType=&quot;plainText&quot; controlEditType=&quot;inline&quot; enclosingBookmark=&quot;false&quot; format=&quot;IFNOTEMPTY( {Date.Date}, &amp;#xA;   UPPER({Labels.Date_Agreement} &amp;amp; &amp;quot;: &amp;quot; &amp;amp; FORMATDATETIME({Date.Date}, {Labels.DateFormat})), &amp;#xA;   UPPER({Labels.Date_Agreement} &amp;amp; &amp;quot;:                                         &amp;quot; &amp;amp; FORMATDATETIME({System Fields.Current Date and Time}, &amp;quot;yyyy&amp;quot; &amp;amp; {Labels.Year}))&amp;#xA;   )&quot; formatEvaluatorType=&quot;expression&quot; textCase=&quot;ignoreCase&quot; removeControl=&quot;false&quot; ignoreFormatIfEmpty=&quot;false&quot;&gt;_x000d__x000a_      &lt;parameters&gt;_x000d__x000a_        &lt;parameter id=&quot;e1069c22-04bb-468d-b0d9-63f50540d215&quot; name=&quot;Delete line if empty&quot; type=&quot;System.Boolean, mscorlib, Version=4.0.0.0, Culture=neutral, PublicKeyToken=b77a5c561934e089&quot; order=&quot;999&quot; key=&quot;deleteLineIfEmpty&quot; value=&quot;False&quot; /&gt;_x000d__x000a_        &lt;parameter id=&quot;91537dd5-1d34-4288-8667-35a81708f92e&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d4bc6bdf-9e7d-4e18-ba30-b95512bf9d89&quot; name=&quot;Date.Date&quot; assembly=&quot;Iphelion.Outline.Word2010.dll&quot; type=&quot;Iphelion.Outline.Word2010.Renderers.TextRenderer&quot; order=&quot;3&quot; active=&quot;true&quot; entityId=&quot;8369fc00-1653-486b-9602-1d9068882ba0&quot; fieldId=&quot;b7cefa41-f9d1-4f73-abf3-ce140e7a8497&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dc50d4a9-e42e-4ba7-ba74-17213c406753&quot; name=&quot;Delete line if empty&quot; type=&quot;System.Boolean, mscorlib, Version=4.0.0.0, Culture=neutral, PublicKeyToken=b77a5c561934e089&quot; order=&quot;999&quot; key=&quot;deleteLineIfEmpty&quot; value=&quot;False&quot; /&gt;_x000d__x000a_        &lt;parameter id=&quot;b8e6d2b3-86f9-4d94-adf7-63cd5831d543&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7cca0271-407f-446d-ba3a-70d8c6ead2c0&quot; name=&quot;Party7Type.Text&quot; assembly=&quot;Iphelion.Outline.Word2010.dll&quot; type=&quot;Iphelion.Outline.Word2010.Renderers.TextRenderer&quot; order=&quot;3&quot; active=&quot;true&quot; entityId=&quot;d51006d7-46d4-4cdb-9a02-e3e028786ed4&quot; fieldId=&quot;90b03978-e217-4e32-a4fe-a32cba57d186&quot; controlType=&quot;plainText&quot; controlEditType=&quot;inline&quot; enclosingBookmark=&quot;false&quot; format=&quot;IFNOTEMPTY({Party7Type.Text}, &amp;quot;(&amp;quot; &amp;amp; IFEQUAL({Labels.Language},&amp;quot;Chinese&amp;quot;,&amp;quot;&amp;quot;,IFEQUAL({Labels.Language},&amp;quot;Romanian&amp;quot;,{Romanian_as.Selected Items}&amp;amp;&amp;quot; &amp;quot;,{Labels.as}&amp;amp;&amp;quot; &amp;quot;,false),false) &amp;amp; {Party7Type.Text} &amp;amp; &amp;quot;)&amp;#xA;&amp;quot;, &amp;quot;&amp;quot;)&quot; formatEvaluatorType=&quot;expression&quot; textCase=&quot;ignoreCase&quot; removeControl=&quot;false&quot; ignoreFormatIfEmpty=&quot;false&quot;&gt;_x000d__x000a_      &lt;parameters&gt;_x000d__x000a_        &lt;parameter id=&quot;26e6e6bf-63f6-4c02-9219-e4fe1ad634d2&quot; name=&quot;Delete line if empty&quot; type=&quot;System.Boolean, mscorlib, Version=4.0.0.0, Culture=neutral, PublicKeyToken=b77a5c561934e089&quot; order=&quot;999&quot; key=&quot;deleteLineIfEmpty&quot; value=&quot;False&quot; /&gt;_x000d__x000a_        &lt;parameter id=&quot;adb65df6-e430-4d21-a6a0-7b4358482400&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05e244c3-aba9-4658-89af-e456beebc158&quot; name=&quot;Party7.Name&quot; assembly=&quot;Iphelion.Outline.Word2010.DLL&quot; type=&quot;Iphelion.Outline.Word2010.Renderers.DelimitedListRenderer&quot; order=&quot;3&quot; active=&quot;true&quot; entityId=&quot;3026544a-e956-40ec-b564-c6f50c5948ed&quot; fieldId=&quot;f00e1b4c-ceb5-4df9-85ed-1db323681720&quot; controlType=&quot;plainText&quot; controlEditType=&quot;inline&quot; enclosingBookmark=&quot;false&quot; format=&quot;IFNOTEMPTY({Party7.Name},{Party7.Name},&amp;quot;[●]&amp;quot;)&quot; formatEvaluatorType=&quot;expression&quot; textCase=&quot;ignoreCase&quot; removeControl=&quot;false&quot; ignoreFormatIfEmpty=&quot;false&quot;&gt;_x000d__x000a_      &lt;parameters&gt;_x000d__x000a_        &lt;parameter id=&quot;89db8da7-2c4e-4bf7-bb24-e39d3f1c6eec&quot; name=&quot;Delimiter&quot; type=&quot;System.String, mscorlib, Version=4.0.0.0, Culture=neutral, PublicKeyToken=b77a5c561934e089&quot; order=&quot;999&quot; key=&quot;delimiter&quot; value=&quot;&amp;lt;?xml version=&amp;quot;1.0&amp;quot; encoding=&amp;quot;utf-16&amp;quot;?&amp;gt;&amp;#xA;&amp;lt;localizedString xmlns:xsi=&amp;quot;http://www.w3.org/2001/XMLSchema-instance&amp;quot; xmlns:xsd=&amp;quot;http://www.w3.org/2001/XMLSchema&amp;quot;&amp;gt;&amp;#xA;  &amp;lt;type&amp;gt;fixed&amp;lt;/type&amp;gt;&amp;#xA;  &amp;lt;text&amp;gt;&amp;#xA;&amp;lt;/text&amp;gt;&amp;#xA;&amp;lt;/localizedString&amp;gt;&quot; argument=&quot;LocalizedString&quot; /&gt;_x000d__x000a_        &lt;parameter id=&quot;cae2f18e-cf4c-47d1-bda2-5177a5fda510&quot; name=&quot;Last delimiter (optional)&quot; type=&quot;System.String, mscorlib, Version=4.0.0.0, Culture=neutral, PublicKeyToken=b77a5c561934e089&quot; order=&quot;999&quot; key=&quot;lastDelimiter&quot; value=&quot;&quot; argument=&quot;LocalizedString&quot; /&gt;_x000d__x000a_        &lt;parameter id=&quot;ac040076-c3d6-442c-9dc6-f1ca751a2987&quot; name=&quot;Rows to remove if empty&quot; type=&quot;System.Int32, mscorlib, Version=4.0.0.0, Culture=neutral, PublicKeyToken=b77a5c561934e089&quot; order=&quot;999&quot; key=&quot;deleteRowCount&quot; value=&quot;0&quot; /&gt;_x000d__x000a_        &lt;parameter id=&quot;1d39d71a-e8da-43be-be4e-500c92ab4e3b&quot; name=&quot;Prefix text&quot; type=&quot;System.String, mscorlib, Version=4.0.0.0, Culture=neutral, PublicKeyToken=b77a5c561934e089&quot; order=&quot;999&quot; key=&quot;prefix&quot; value=&quot;&quot; argument=&quot;LocalizedString&quot; /&gt;_x000d__x000a_        &lt;parameter id=&quot;e8e05520-4237-495d-88dd-b5dc9543303e&quot; name=&quot;Delete line if empty&quot; type=&quot;System.Boolean, mscorlib, Version=4.0.0.0, Culture=neutral, PublicKeyToken=b77a5c561934e089&quot; order=&quot;999&quot; key=&quot;deleteLineIfEmpty&quot; value=&quot;True&quot; /&gt;_x000d__x000a_      &lt;/parameters&gt;_x000d__x000a_    &lt;/contentControl&gt;_x000d__x000a_    &lt;contentControl id=&quot;dd7bdc09-32e4-4c99-b8dc-9fad21f9d198&quot; name=&quot;Party8Type.Text&quot; assembly=&quot;Iphelion.Outline.Word2010.dll&quot; type=&quot;Iphelion.Outline.Word2010.Renderers.TextRenderer&quot; order=&quot;3&quot; active=&quot;true&quot; entityId=&quot;2084e891-3d20-4307-946f-bc5337d99398&quot; fieldId=&quot;90b03978-e217-4e32-a4fe-a32cba57d186&quot; controlType=&quot;plainText&quot; controlEditType=&quot;inline&quot; enclosingBookmark=&quot;false&quot; format=&quot;IFNOTEMPTY({Party8Type.Text}, &amp;quot;(&amp;quot; &amp;amp; IFEQUAL({Labels.Language},&amp;quot;Chinese&amp;quot;,&amp;quot;&amp;quot;,IFEQUAL({Labels.Language},&amp;quot;Romanian&amp;quot;,{Romanian_as.Selected Items}&amp;amp;&amp;quot; &amp;quot;,{Labels.as}&amp;amp;&amp;quot; &amp;quot;,false),false) &amp;amp; {Party8Type.Text} &amp;amp; &amp;quot;)&amp;#xA;&amp;quot;, &amp;quot;&amp;quot;)&quot; formatEvaluatorType=&quot;expression&quot; textCase=&quot;ignoreCase&quot; removeControl=&quot;false&quot; ignoreFormatIfEmpty=&quot;false&quot;&gt;_x000d__x000a_      &lt;parameters&gt;_x000d__x000a_        &lt;parameter id=&quot;a276037e-dbe1-4899-8859-7852498f65d4&quot; name=&quot;Delete line if empty&quot; type=&quot;System.Boolean, mscorlib, Version=4.0.0.0, Culture=neutral, PublicKeyToken=b77a5c561934e089&quot; order=&quot;999&quot; key=&quot;deleteLineIfEmpty&quot; value=&quot;False&quot; /&gt;_x000d__x000a_        &lt;parameter id=&quot;a7d2835b-4b37-4805-bcfb-aedccddfafdd&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19e6d3a9-5363-4e12-ab67-74f1d31b338f&quot; name=&quot;Party8.Name&quot; assembly=&quot;Iphelion.Outline.Word2010.DLL&quot; type=&quot;Iphelion.Outline.Word2010.Renderers.DelimitedListRenderer&quot; order=&quot;3&quot; active=&quot;true&quot; entityId=&quot;ffccb0cc-9cd6-4f99-a24f-f9c99836d051&quot; fieldId=&quot;f00e1b4c-ceb5-4df9-85ed-1db323681720&quot; controlType=&quot;plainText&quot; controlEditType=&quot;inline&quot; enclosingBookmark=&quot;false&quot; format=&quot;IFNOTEMPTY({Party8.Name},{Party8.Name},&amp;quot;[●]&amp;quot;)&quot; formatEvaluatorType=&quot;expression&quot; textCase=&quot;ignoreCase&quot; removeControl=&quot;false&quot; ignoreFormatIfEmpty=&quot;false&quot;&gt;_x000d__x000a_      &lt;parameters&gt;_x000d__x000a_        &lt;parameter id=&quot;a26fd251-efed-4abf-aadc-715750434895&quot; name=&quot;Delimiter&quot; type=&quot;System.String, mscorlib, Version=4.0.0.0, Culture=neutral, PublicKeyToken=b77a5c561934e089&quot; order=&quot;999&quot; key=&quot;delimiter&quot; value=&quot;&amp;lt;?xml version=&amp;quot;1.0&amp;quot; encoding=&amp;quot;utf-16&amp;quot;?&amp;gt;&amp;#xA;&amp;lt;localizedString xmlns:xsi=&amp;quot;http://www.w3.org/2001/XMLSchema-instance&amp;quot; xmlns:xsd=&amp;quot;http://www.w3.org/2001/XMLSchema&amp;quot;&amp;gt;&amp;#xA;  &amp;lt;type&amp;gt;fixed&amp;lt;/type&amp;gt;&amp;#xA;  &amp;lt;text&amp;gt;&amp;#xA;&amp;lt;/text&amp;gt;&amp;#xA;&amp;lt;/localizedString&amp;gt;&quot; argument=&quot;LocalizedString&quot; /&gt;_x000d__x000a_        &lt;parameter id=&quot;bf87f958-a603-4635-9632-45efb42cc77b&quot; name=&quot;Last delimiter (optional)&quot; type=&quot;System.String, mscorlib, Version=4.0.0.0, Culture=neutral, PublicKeyToken=b77a5c561934e089&quot; order=&quot;999&quot; key=&quot;lastDelimiter&quot; value=&quot;&quot; argument=&quot;LocalizedString&quot; /&gt;_x000d__x000a_        &lt;parameter id=&quot;589fe53b-27a2-4139-9c9a-9858da5858d4&quot; name=&quot;Rows to remove if empty&quot; type=&quot;System.Int32, mscorlib, Version=4.0.0.0, Culture=neutral, PublicKeyToken=b77a5c561934e089&quot; order=&quot;999&quot; key=&quot;deleteRowCount&quot; value=&quot;0&quot; /&gt;_x000d__x000a_        &lt;parameter id=&quot;a8e42985-0064-4d78-8836-01d95948f03a&quot; name=&quot;Prefix text&quot; type=&quot;System.String, mscorlib, Version=4.0.0.0, Culture=neutral, PublicKeyToken=b77a5c561934e089&quot; order=&quot;999&quot; key=&quot;prefix&quot; value=&quot;&quot; argument=&quot;LocalizedString&quot; /&gt;_x000d__x000a_        &lt;parameter id=&quot;3d16edda-dda5-4ed3-9df3-4c504d750d93&quot; name=&quot;Delete line if empty&quot; type=&quot;System.Boolean, mscorlib, Version=4.0.0.0, Culture=neutral, PublicKeyToken=b77a5c561934e089&quot; order=&quot;999&quot; key=&quot;deleteLineIfEmpty&quot; value=&quot;True&quot; /&gt;_x000d__x000a_      &lt;/parameters&gt;_x000d__x000a_    &lt;/contentControl&gt;_x000d__x000a_    &lt;contentControl id=&quot;bc069cd0-82c9-4d72-8bd5-4ee1f508da8a&quot; name=&quot;Party9Type.Text&quot; assembly=&quot;Iphelion.Outline.Word2010.dll&quot; type=&quot;Iphelion.Outline.Word2010.Renderers.TextRenderer&quot; order=&quot;3&quot; active=&quot;true&quot; entityId=&quot;f8d4a790-e051-451a-aaa5-d4d656af6f5b&quot; fieldId=&quot;90b03978-e217-4e32-a4fe-a32cba57d186&quot; controlType=&quot;plainText&quot; controlEditType=&quot;inline&quot; enclosingBookmark=&quot;false&quot; format=&quot;IFNOTEMPTY({Party9Type.Text}, &amp;quot;(&amp;quot; &amp;amp; IFEQUAL({Labels.Language},&amp;quot;Chinese&amp;quot;,&amp;quot;&amp;quot;,IFEQUAL({Labels.Language},&amp;quot;Romanian&amp;quot;,{Romanian_as.Selected Items}&amp;amp;&amp;quot; &amp;quot;,{Labels.as}&amp;amp;&amp;quot; &amp;quot;,false),false) &amp;amp; {Party9Type.Text} &amp;amp; &amp;quot;)&amp;#xA;&amp;quot;, &amp;quot;&amp;quot;)&quot; formatEvaluatorType=&quot;expression&quot; textCase=&quot;ignoreCase&quot; removeControl=&quot;false&quot; ignoreFormatIfEmpty=&quot;false&quot;&gt;_x000d__x000a_      &lt;parameters&gt;_x000d__x000a_        &lt;parameter id=&quot;a174d86c-a4a2-420b-a6c8-8bb0818cb53e&quot; name=&quot;Delete line if empty&quot; type=&quot;System.Boolean, mscorlib, Version=4.0.0.0, Culture=neutral, PublicKeyToken=b77a5c561934e089&quot; order=&quot;999&quot; key=&quot;deleteLineIfEmpty&quot; value=&quot;False&quot; /&gt;_x000d__x000a_        &lt;parameter id=&quot;de22654a-dc6b-4583-bfab-d429b46b0643&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5e53d88a-f2a7-4486-960a-7eab75d05ddf&quot; name=&quot;Party9.Name&quot; assembly=&quot;Iphelion.Outline.Word2010.DLL&quot; type=&quot;Iphelion.Outline.Word2010.Renderers.DelimitedListRenderer&quot; order=&quot;3&quot; active=&quot;true&quot; entityId=&quot;5f7d4621-b783-4d86-9c89-2c6ad79635ea&quot; fieldId=&quot;f00e1b4c-ceb5-4df9-85ed-1db323681720&quot; controlType=&quot;plainText&quot; controlEditType=&quot;inline&quot; enclosingBookmark=&quot;false&quot; format=&quot;IFNOTEMPTY({Party9.Name},{Party9.Name},&amp;quot;[●]&amp;quot;)&quot; formatEvaluatorType=&quot;expression&quot; textCase=&quot;ignoreCase&quot; removeControl=&quot;false&quot; ignoreFormatIfEmpty=&quot;false&quot;&gt;_x000d__x000a_      &lt;parameters&gt;_x000d__x000a_        &lt;parameter id=&quot;ed2f0673-eb64-40f2-8f4f-87657f7f6b15&quot; name=&quot;Delimiter&quot; type=&quot;System.String, mscorlib, Version=4.0.0.0, Culture=neutral, PublicKeyToken=b77a5c561934e089&quot; order=&quot;999&quot; key=&quot;delimiter&quot; value=&quot;&amp;lt;?xml version=&amp;quot;1.0&amp;quot; encoding=&amp;quot;utf-16&amp;quot;?&amp;gt;&amp;#xA;&amp;lt;localizedString xmlns:xsi=&amp;quot;http://www.w3.org/2001/XMLSchema-instance&amp;quot; xmlns:xsd=&amp;quot;http://www.w3.org/2001/XMLSchema&amp;quot;&amp;gt;&amp;#xA;  &amp;lt;type&amp;gt;fixed&amp;lt;/type&amp;gt;&amp;#xA;  &amp;lt;text&amp;gt;&amp;#xA;&amp;lt;/text&amp;gt;&amp;#xA;&amp;lt;/localizedString&amp;gt;&quot; argument=&quot;LocalizedString&quot; /&gt;_x000d__x000a_        &lt;parameter id=&quot;6f341bce-69bd-4ccc-bed5-883ec2ffa198&quot; name=&quot;Last delimiter (optional)&quot; type=&quot;System.String, mscorlib, Version=4.0.0.0, Culture=neutral, PublicKeyToken=b77a5c561934e089&quot; order=&quot;999&quot; key=&quot;lastDelimiter&quot; value=&quot;&quot; argument=&quot;LocalizedString&quot; /&gt;_x000d__x000a_        &lt;parameter id=&quot;bd71ebd8-89f5-4e09-bd41-f2b16a2e0865&quot; name=&quot;Rows to remove if empty&quot; type=&quot;System.Int32, mscorlib, Version=4.0.0.0, Culture=neutral, PublicKeyToken=b77a5c561934e089&quot; order=&quot;999&quot; key=&quot;deleteRowCount&quot; value=&quot;0&quot; /&gt;_x000d__x000a_        &lt;parameter id=&quot;4f5d21d5-8b25-440d-89a4-8dfe5f0e182b&quot; name=&quot;Prefix text&quot; type=&quot;System.String, mscorlib, Version=4.0.0.0, Culture=neutral, PublicKeyToken=b77a5c561934e089&quot; order=&quot;999&quot; key=&quot;prefix&quot; value=&quot;&quot; argument=&quot;LocalizedString&quot; /&gt;_x000d__x000a_        &lt;parameter id=&quot;855f384a-b2fb-4691-854c-2337ae838268&quot; name=&quot;Delete line if empty&quot; type=&quot;System.Boolean, mscorlib, Version=4.0.0.0, Culture=neutral, PublicKeyToken=b77a5c561934e089&quot; order=&quot;999&quot; key=&quot;deleteLineIfEmpty&quot; value=&quot;True&quot; /&gt;_x000d__x000a_      &lt;/parameters&gt;_x000d__x000a_    &lt;/contentControl&gt;_x000d__x000a_    &lt;contentControl id=&quot;a4adcd87-51db-4f61-9a6f-8c722ed523d6&quot; name=&quot;Party10Type.Text&quot; assembly=&quot;Iphelion.Outline.Word2010.dll&quot; type=&quot;Iphelion.Outline.Word2010.Renderers.TextRenderer&quot; order=&quot;3&quot; active=&quot;true&quot; entityId=&quot;9b54462e-0e56-4ea5-b95c-938cdd997452&quot; fieldId=&quot;90b03978-e217-4e32-a4fe-a32cba57d186&quot; controlType=&quot;plainText&quot; controlEditType=&quot;inline&quot; enclosingBookmark=&quot;false&quot; format=&quot;IFNOTEMPTY({Party10Type.Text}, &amp;quot;(&amp;quot; &amp;amp; IFEQUAL({Labels.Lan"/>
    <w:docVar w:name="OutlineMetadata1" w:val="guage},&amp;quot;Chinese&amp;quot;,&amp;quot;&amp;quot;,IFEQUAL({Labels.Language},&amp;quot;Romanian&amp;quot;,{Romanian_as.Selected Items}&amp;amp;&amp;quot; &amp;quot;,{Labels.as}&amp;amp;&amp;quot; &amp;quot;,false),false) &amp;amp; {Party10Type.Text} &amp;amp; &amp;quot;)&amp;#xA;&amp;quot;, &amp;quot;&amp;quot;)&quot; formatEvaluatorType=&quot;expression&quot; textCase=&quot;ignoreCase&quot; removeControl=&quot;false&quot; ignoreFormatIfEmpty=&quot;false&quot;&gt;_x000d__x000a_      &lt;parameters&gt;_x000d__x000a_        &lt;parameter id=&quot;66e7e10a-1832-4864-99dc-dd36c28e0309&quot; name=&quot;Delete line if empty&quot; type=&quot;System.Boolean, mscorlib, Version=4.0.0.0, Culture=neutral, PublicKeyToken=b77a5c561934e089&quot; order=&quot;999&quot; key=&quot;deleteLineIfEmpty&quot; value=&quot;False&quot; /&gt;_x000d__x000a_        &lt;parameter id=&quot;4c7211dc-f01a-4366-89fe-9f64845d8947&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f67791e9-ce86-4ea9-b9ea-57559c7ea8ef&quot; name=&quot;Party10.Name&quot; assembly=&quot;Iphelion.Outline.Word2010.DLL&quot; type=&quot;Iphelion.Outline.Word2010.Renderers.DelimitedListRenderer&quot; order=&quot;3&quot; active=&quot;true&quot; entityId=&quot;b2d9c17c-b5e5-4fbb-9193-9dc0ddd38f2e&quot; fieldId=&quot;f00e1b4c-ceb5-4df9-85ed-1db323681720&quot; controlType=&quot;plainText&quot; controlEditType=&quot;inline&quot; enclosingBookmark=&quot;false&quot; format=&quot;IFNOTEMPTY({Party10.Name},{Party10.Name},&amp;quot;[●]&amp;quot;)&quot; formatEvaluatorType=&quot;expression&quot; textCase=&quot;ignoreCase&quot; removeControl=&quot;false&quot; ignoreFormatIfEmpty=&quot;false&quot;&gt;_x000d__x000a_      &lt;parameters&gt;_x000d__x000a_        &lt;parameter id=&quot;3b381586-bd25-4580-b64b-9cda63c54707&quot; name=&quot;Delimiter&quot; type=&quot;System.String, mscorlib, Version=4.0.0.0, Culture=neutral, PublicKeyToken=b77a5c561934e089&quot; order=&quot;999&quot; key=&quot;delimiter&quot; value=&quot;&amp;lt;?xml version=&amp;quot;1.0&amp;quot; encoding=&amp;quot;utf-16&amp;quot;?&amp;gt;&amp;#xA;&amp;lt;localizedString xmlns:xsi=&amp;quot;http://www.w3.org/2001/XMLSchema-instance&amp;quot; xmlns:xsd=&amp;quot;http://www.w3.org/2001/XMLSchema&amp;quot;&amp;gt;&amp;#xA;  &amp;lt;type&amp;gt;fixed&amp;lt;/type&amp;gt;&amp;#xA;  &amp;lt;text&amp;gt;&amp;#xA;&amp;lt;/text&amp;gt;&amp;#xA;&amp;lt;/localizedString&amp;gt;&quot; argument=&quot;LocalizedString&quot; /&gt;_x000d__x000a_        &lt;parameter id=&quot;0d4b2397-1833-4b4e-bf46-af34ac173ee0&quot; name=&quot;Last delimiter (optional)&quot; type=&quot;System.String, mscorlib, Version=4.0.0.0, Culture=neutral, PublicKeyToken=b77a5c561934e089&quot; order=&quot;999&quot; key=&quot;lastDelimiter&quot; value=&quot;&quot; argument=&quot;LocalizedString&quot; /&gt;_x000d__x000a_        &lt;parameter id=&quot;887c30d3-06d2-459e-9e7e-9a916f88736a&quot; name=&quot;Rows to remove if empty&quot; type=&quot;System.Int32, mscorlib, Version=4.0.0.0, Culture=neutral, PublicKeyToken=b77a5c561934e089&quot; order=&quot;999&quot; key=&quot;deleteRowCount&quot; value=&quot;0&quot; /&gt;_x000d__x000a_        &lt;parameter id=&quot;86edfa64-50fa-4cc1-8e14-5a2d1496b823&quot; name=&quot;Prefix text&quot; type=&quot;System.String, mscorlib, Version=4.0.0.0, Culture=neutral, PublicKeyToken=b77a5c561934e089&quot; order=&quot;999&quot; key=&quot;prefix&quot; value=&quot;&quot; argument=&quot;LocalizedString&quot; /&gt;_x000d__x000a_        &lt;parameter id=&quot;9401c469-8042-4fdc-ab8f-2b577658e3a9&quot; name=&quot;Delete line if empty&quot; type=&quot;System.Boolean, mscorlib, Version=4.0.0.0, Culture=neutral, PublicKeyToken=b77a5c561934e089&quot; order=&quot;999&quot; key=&quot;deleteLineIfEmpty&quot; value=&quot;True&quot; /&gt;_x000d__x000a_      &lt;/parameters&gt;_x000d__x000a_    &lt;/contentControl&gt;_x000d__x000a_    &lt;contentControl id=&quot;d6982b68-b803-424b-a9b9-f77a6e54bdab&quot; name=&quot;NewCover.Text Field&quot; assembly=&quot;Iphelion.Outline.Word2010.dll&quot; type=&quot;Iphelion.Outline.Word2010.Renderers.TextRenderer&quot; order=&quot;3&quot; active=&quot;true&quot; entityId=&quot;22c7f086-0e1d-4a96-ab4b-cd310834499d&quot; fieldId=&quot;486868f2-e04a-455b-bb15-0da970d305b0&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45efc643-7cd3-484e-9eff-871059b81013&quot; name=&quot;Delete line if empty&quot; type=&quot;System.Boolean, mscorlib, Version=4.0.0.0, Culture=neutral, PublicKeyToken=b77a5c561934e089&quot; order=&quot;999&quot; key=&quot;deleteLineIfEmpty&quot; value=&quot;False&quot; /&gt;_x000d__x000a_        &lt;parameter id=&quot;8663d742-c4ca-448c-b246-217e171b16cb&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9faee299-9698-4f4f-87ab-4824776b4a32&quot; name=&quot;Office.Office URL&quot; assembly=&quot;Iphelion.Outline.Word2010.dll&quot; type=&quot;Iphelion.Outline.Word2010.Renderers.TextRenderer&quot; order=&quot;2&quot; active=&quot;true&quot; entityId=&quot;094a3b3a-52ef-4848-96f7-b0ce04bde2e8&quot; fieldId=&quot;3aabcc2b-104b-4d52-8cbb-54ee07deb8b7&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a34a1d58-b491-410c-84db-4c90b35af7be&quot; name=&quot;Delete line if empty&quot; type=&quot;System.Boolean, mscorlib, Version=4.0.0.0, Culture=neutral, PublicKeyToken=b77a5c561934e089&quot; order=&quot;999&quot; key=&quot;deleteLineIfEmpty&quot; value=&quot;False&quot; /&gt;_x000d__x000a_        &lt;parameter id=&quot;94391444-df9c-4ab2-a977-483b27027d2b&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s&gt;_x000d__x000a_  &lt;questions&gt;_x000d__x000a_    &lt;question id=&quot;7b619780-5b3e-4680-83be-74d5d73f30a3&quot; name=&quot;DMS&quot; assembly=&quot;Iphelion.Outline.Integration.WorkSite.dll&quot; type=&quot;Iphelion.Outline.Integration.WorkSite.ViewModels.SelectWorkSpaceViewModel&quot; order=&quot;0&quot; active=&quot;true&quot; group=&quot;Page1&quot; resultType=&quot;single&quot; displayType=&quot;Startup&quot;&gt;_x000d__x000a_      &lt;parameters&gt;_x000d__x000a_        &lt;parameter id=&quot;30f050a7-727f-4f28-ace2-b67f0dd7faa7&quot; name=&quot;Author field&quot; type=&quot;Iphelion.Outline.Model.Entities.ParameterFieldDescriptor, Iphelion.Outline.Model, Version=1.2.8.0, Culture=neutral, PublicKeyToken=null&quot; order=&quot;999&quot; key=&quot;authorField&quot; value=&quot;083d5a5f-7a46-4927-ad1b-2e7103f368b1|f294b1d2-1b45-4e5f-94c4-2953e5150137&quot; /&gt;_x000d__x000a_        &lt;parameter id=&quot;19d25ba8-b08f-41b4-8e5c-a080ac538edd&quot; name=&quot;Default Folder&quot; type=&quot;System.String, mscorlib, Version=4.0.0.0, Culture=neutral, PublicKeyToken=b77a5c561934e089&quot; order=&quot;999&quot; key=&quot;defaultFolder&quot; value=&quot;&quot; /&gt;_x000d__x000a_        &lt;parameter id=&quot;05ac3ff4-3970-433c-8a05-5b7677fc1437&quot; name=&quot;DMS Document Class&quot; type=&quot;System.String, mscorlib, Version=4.0.0.0, Culture=neutral, PublicKeyToken=b77a5c561934e089&quot; order=&quot;999&quot; key=&quot;docType&quot; value=&quot;AGR&quot; /&gt;_x000d__x000a_        &lt;parameter id=&quot;040fecca-f31f-46fd-ac44-f233d19072cd&quot; name=&quot;DMS Document SubClass&quot; type=&quot;System.String, mscorlib, Version=4.0.0.0, Culture=neutral, PublicKeyToken=b77a5c561934e089&quot; order=&quot;999&quot; key=&quot;docSubType&quot; value=&quot;&quot; /&gt;_x000d__x000a_        &lt;parameter id=&quot;89f6ee4c-5e7e-4907-82a4-5835156c47b9&quot; name=&quot;Do not display if valid&quot; type=&quot;System.Boolean, mscorlib, Version=4.0.0.0, Culture=neutral, PublicKeyToken=b77a5c561934e089&quot; order=&quot;999&quot; key=&quot;invisibleIfValid&quot; value=&quot;False&quot; /&gt;_x000d__x000a_        &lt;parameter id=&quot;3a476daa-5648-422f-9a73-036303a9dc01&quot; name=&quot;Doc Id format&quot; type=&quot;System.String, mscorlib, Version=4.0.0.0, Culture=neutral, PublicKeyToken=b77a5c561934e089&quot; order=&quot;999&quot; key=&quot;docIdFormat&quot; value=&quot;&amp;lt;?xml version=&amp;quot;1.0&amp;quot; encoding=&amp;quot;utf-16&amp;quot;?&amp;gt;&amp;#xA;&amp;lt;formatString xmlns:xsi=&amp;quot;http://www.w3.org/2001/XMLSchema-instance&amp;quot; xmlns:xsd=&amp;quot;http://www.w3.org/2001/XMLSchema&amp;quot;&amp;gt;&amp;#xA;  &amp;lt;type&amp;gt;expression&amp;lt;/type&amp;gt;&amp;#xA;  &amp;lt;text&amp;gt;{DMS.Library} &amp;amp;amp; &amp;quot; - &amp;quot; &amp;amp;amp; {DMS.DocNumber} &amp;amp;amp; &amp;quot;.&amp;quot; &amp;amp;amp; {DMS.DocVersion}&amp;lt;/text&amp;gt;&amp;#xA;&amp;lt;/formatString&amp;gt;&quot; argument=&quot;FormatString&quot; /&gt;_x000d__x000a_        &lt;parameter id=&quot;f557ff8a-1a9a-414d-8b23-c8dceae5eddc&quot; name=&quot;Order Workspaces alphabetically&quot; type=&quot;System.Boolean, mscorlib, Version=4.0.0.0, Culture=neutral, PublicKeyToken=b77a5c561934e089&quot; order=&quot;999&quot; key=&quot;orderWorkspacesAlphabetically&quot; value=&quot;False&quot; /&gt;_x000d__x000a_        &lt;parameter id=&quot;fabac8c6-0d1d-4fb4-bbc2-5a98ade5d5d5&quot; name=&quot;Remember Workspace and Folder&quot; type=&quot;System.Boolean, mscorlib, Version=4.0.0.0, Culture=neutral, PublicKeyToken=b77a5c561934e089&quot; order=&quot;999&quot; key=&quot;rememberWS&quot; value=&quot;True&quot; /&gt;_x000d__x000a_        &lt;parameter id=&quot;b708dab3-bbd4-42c6-880c-a86c17a23f55&quot; name=&quot;Remove Cl/Mt Lead Zeros&quot; type=&quot;System.Boolean, mscorlib, Version=4.0.0.0, Culture=neutral, PublicKeyToken=b77a5c561934e089&quot; order=&quot;999&quot; key=&quot;removeLeadingZeros&quot; value=&quot;False&quot; /&gt;_x000d__x000a_        &lt;parameter id=&quot;58ef7cc6-5e71-44f5-945c-ea52936810ca&quot; name=&quot;Show author lookup&quot; type=&quot;System.Boolean, mscorlib, Version=4.0.0.0, Culture=neutral, PublicKeyToken=b77a5c561934e089&quot; order=&quot;999&quot; key=&quot;showAuthor&quot; value=&quot;False&quot; /&gt;_x000d__x000a_        &lt;parameter id=&quot;d5ddcb10-25e3-488c-abe4-a16362ab0c41&quot; name=&quot;Show document title&quot; type=&quot;System.Boolean, mscorlib, Version=4.0.0.0, Culture=neutral, PublicKeyToken=b77a5c561934e089&quot; order=&quot;999&quot; key=&quot;showTitle&quot; value=&quot;True&quot; /&gt;_x000d__x000a_      &lt;/parameters&gt;_x000d__x000a_    &lt;/question&gt;_x000d__x000a_    &lt;question id=&quot;22c7f086-0e1d-4a96-ab4b-cd310834499d&quot; name=&quot;NewCover&quot; assembly=&quot;Iphelion.Outline.Controls.dll&quot; type=&quot;Iphelion.Outline.Controls.QuestionControls.ViewModels.CheckBoxViewModel&quot; order=&quot;1&quot; active=&quot;true&quot; group=&quot;Page1&quot; resultType=&quot;single&quot; displayType=&quot;Relaunch&quot;&gt;_x000d__x000a_      &lt;parameters&gt;_x000d__x000a_        &lt;parameter id=&quot;e5af2d8b-3f9e-4732-a1dd-48c0b9944a88&quot; name=&quot;User prompt&quot; type=&quot;System.String, mscorlib, Version=4.0.0.0, Culture=neutral, PublicKeyToken=b77a5c561934e089&quot; order=&quot;999&quot; key=&quot;prompt&quot; value=&quot;Add a new cover? &amp;#xA;(if deleted)&quot; /&gt;_x000d__x000a_        &lt;parameter id=&quot;30c05c91-f07f-4fd6-91cb-d80174927347&quot; name=&quot;Document text (checked)&quot; type=&quot;System.String, mscorlib, Version=4.0.0.0, Culture=neutral, PublicKeyToken=b77a5c561934e089&quot; order=&quot;999&quot; key=&quot;documentText&quot; value=&quot;&amp;lt;?xml version=&amp;quot;1.0&amp;quot; encoding=&amp;quot;utf-16&amp;quot;?&amp;gt;&amp;#xA;&amp;lt;localizedString xmlns:xsi=&amp;quot;http://www.w3.org/2001/XMLSchema-instance&amp;quot; xmlns:xsd=&amp;quot;http://www.w3.org/2001/XMLSchema&amp;quot;&amp;gt;&amp;#xA;  &amp;lt;type&amp;gt;fixed&amp;lt;/type&amp;gt;&amp;#xA;  &amp;lt;text&amp;gt;Yes&amp;lt;/text&amp;gt;&amp;#xA;&amp;lt;/localizedString&amp;gt;&quot; argument=&quot;LocalizedString&quot; /&gt;_x000d__x000a_        &lt;parameter id=&quot;d68e0feb-16ce-45ef-b22a-7a143b083be3&quot; name=&quot;Document text (unchecked)&quot; type=&quot;System.String, mscorlib, Version=4.0.0.0, Culture=neutral, PublicKeyToken=b77a5c561934e089&quot; order=&quot;999&quot; key=&quot;documentTextUnchecked&quot; value=&quot;&amp;lt;?xml version=&amp;quot;1.0&amp;quot; encoding=&amp;quot;utf-16&amp;quot;?&amp;gt;&amp;#xA;&amp;lt;localizedString xmlns:xsi=&amp;quot;http://www.w3.org/2001/XMLSchema-instance&amp;quot; xmlns:xsd=&amp;quot;http://www.w3.org/2001/XMLSchema&amp;quot;&amp;gt;&amp;#xA;  &amp;lt;type&amp;gt;fixed&amp;lt;/type&amp;gt;&amp;#xA;  &amp;lt;text&amp;gt;No&amp;lt;/text&amp;gt;&amp;#xA;&amp;lt;/localizedString&amp;gt;&quot; argument=&quot;LocalizedString&quot; /&gt;_x000d__x000a_      &lt;/parameters&gt;_x000d__x000a_    &lt;/question&gt;_x000d__x000a_    &lt;question id=&quot;e0481d84-b4ac-463f-ac28-c60e83bcb278&quot; name=&quot;DraftLine&quot; assembly=&quot;Iphelion.Outline.Controls.dll&quot; type=&quot;Iphelion.Outline.Controls.QuestionControls.ViewModels.DraftLineViewModel&quot; order=&quot;2&quot; active=&quot;true&quot; group=&quot;Page1&quot; resultType=&quot;single&quot; displayType=&quot;All&quot;&gt;_x000d__x000a_      &lt;parameters /&gt;_x000d__x000a_    &lt;/question&gt;_x000d__x000a_    &lt;question id=&quot;8369fc00-1653-486b-9602-1d9068882ba0&quot; name=&quot;Date&quot; assembly=&quot;Iphelion.Outline.Controls.dll&quot; type=&quot;Iphelion.Outline.Controls.QuestionControls.ViewModels.DateViewModel&quot; order=&quot;3&quot; active=&quot;true&quot; group=&quot;Page1&quot; resultType=&quot;single&quot; displayType=&quot;All&quot;&gt;_x000d__x000a_      &lt;parameters&gt;_x000d__x000a_        &lt;parameter id=&quot;ba48896b-4bd3-4b99-a57f-a2d6109a5df8&quot; name=&quot;Format&quot; type=&quot;System.String, mscorlib, Version=4.0.0.0, Culture=neutral, PublicKeyToken=b77a5c561934e089&quot; order=&quot;999&quot; key=&quot;format&quot; value=&quot;&amp;lt;?xml version=&amp;quot;1.0&amp;quot; encoding=&amp;quot;utf-16&amp;quot;?&amp;gt;&amp;#xA;&amp;lt;localizedString xmlns:xsi=&amp;quot;http://www.w3.org/2001/XMLSchema-instance&amp;quot; xmlns:xsd=&amp;quot;http://www.w3.org/2001/XMLSchema&amp;quot;&amp;gt;&amp;#xA;  &amp;lt;type&amp;gt;label&amp;lt;/type&amp;gt;&amp;#xA;  &amp;lt;text&amp;gt;Dateformat&amp;lt;/text&amp;gt;&amp;#xA;&amp;lt;/localizedString&amp;gt;&quot; argument=&quot;LocalizedString&quot; /&gt;_x000d__x000a_        &lt;parameter id=&quot;e3cfed44-8f4e-47ca-bbe0-c223e8fe8bb8&quot; name=&quot;Set to current date&quot; type=&quot;System.Boolean, mscorlib, Version=4.0.0.0, Culture=neutral, PublicKeyToken=b77a5c561934e089&quot; order=&quot;999&quot; key=&quot;setToCurrentDate&quot; value=&quot;False&quot; /&gt;_x000d__x000a_        &lt;parameter id=&quot;11d80c5a-62c9-426c-adb1-dbea5d343c2e&quot; name=&quot;Show date picker&quot; type=&quot;System.Boolean, mscorlib, Version=4.0.0.0, Culture=neutral, PublicKeyToken=b77a5c561934e089&quot; order=&quot;999&quot; key=&quot;showDatePicker&quot; value=&quot;True&quot; /&gt;_x000d__x000a_        &lt;parameter id=&quot;fe73a201-7b2b-4935-ada9-55583ef33f73&quot; name=&quot;User prompt&quot; type=&quot;System.String, mscorlib, Version=4.0.0.0, Culture=neutral, PublicKeyToken=b77a5c561934e089&quot; order=&quot;999&quot; key=&quot;prompt&quot; value=&quot;_Date&quot; /&gt;_x000d__x000a_        &lt;parameter id=&quot;26082022-341c-4e94-a30d-2c6119e0ef7c&quot; name=&quot;Width type&quot; type=&quot;Iphelion.Outline.Model.Interfaces.QuestionControlLayout, Iphelion.Outline.Model, Version=1.2.8.0, Culture=neutral, PublicKeyToken=null&quot; order=&quot;999&quot; key=&quot;layout&quot; value=&quot;Half&quot; /&gt;_x000d__x000a_      &lt;/parameters&gt;_x000d__x000a_    &lt;/question&gt;_x000d__x000a_    &lt;question id=&quot;e73fe5aa-5c17-4717-98c5-fd28d4905cbe&quot; name=&quot;Title&quot; assembly=&quot;Iphelion.Outline.Controls.dll&quot; type=&quot;Iphelion.Outline.Controls.QuestionControls.ViewModels.TextBoxViewModel&quot; order=&quot;4&quot; active=&quot;true&quot; group=&quot;Page1&quot; resultType=&quot;single&quot; displayType=&quot;All&quot;&gt;_x000d__x000a_      &lt;parameters&gt;_x000d__x000a_        &lt;parameter id=&quot;37667edb-f397-43e1-84dd-93bf23c849c7&quot; name=&quot;Allow return&quot; type=&quot;System.Boolean, mscorlib, Version=4.0.0.0, Culture=neutral, PublicKeyToken=b77a5c561934e089&quot; order=&quot;999&quot; key=&quot;multiline&quot; value=&quot;False&quot; /&gt;_x000d__x000a_        &lt;parameter id=&quot;2f845fc1-47da-469b-8241-8e3c1df86ab6&quot; name=&quot;Height&quot; type=&quot;System.Int32, mscorlib, Version=4.0.0.0, Culture=neutral, PublicKeyToken=b77a5c561934e089&quot; order=&quot;999&quot; key=&quot;height&quot; value=&quot;&quot; /&gt;_x000d__x000a_        &lt;parameter id=&quot;a933b7f9-094e-4ce9-8ccf-81c9fe3ce359&quot; name=&quot;Separate lines&quot; type=&quot;System.Boolean, mscorlib, Version=4.0.0.0, Culture=neutral, PublicKeyToken=b77a5c561934e089&quot; order=&quot;999&quot; key=&quot;splitLines&quot; value=&quot;False&quot; /&gt;_x000d__x000a_        &lt;parameter id=&quot;96f108ec-ca3e-47d0-a51c-3be6208e4298&quot; name=&quot;User prompt&quot; type=&quot;System.String, mscorlib, Version=4.0.0.0, Culture=neutral, PublicKeyToken=b77a5c561934e089&quot; order=&quot;999&quot; key=&quot;prompt&quot; value=&quot;_Title of agreement&quot; /&gt;_x000d__x000a_        &lt;parameter id=&quot;4f70f8dc-4c6a-4191-9964-33bba909dfa6&quot; name=&quot;Width type&quot; type=&quot;Iphelion.Outline.Model.Interfaces.QuestionControlLayout, Iphelion.Outline.Model, Version=1.2.8.0, Culture=neutral, PublicKeyToken=null&quot; order=&quot;999&quot; key=&quot;layout&quot; value=&quot;Full&quot; /&gt;_x000d__x000a_        &lt;parameter id=&quot;c71d0073-e19f-4fc7-82ef-906942dd3037&quot; name=&quot;Wrap Text&quot; type=&quot;System.Boolean, mscorlib, Version=4.0.0.0, Culture=neutral, PublicKeyToken=b77a5c561934e089&quot; order=&quot;999&quot; key=&quot;wrapText&quot; value=&quot;True&quot; /&gt;_x000d__x000a_      &lt;/parameters&gt;_x000d__x000a_    &lt;/question&gt;_x000d__x000a_    &lt;question id=&quot;d384554e-31f9-44fc-9eb2-7172b1b1fa5b&quot; name=&quot;-- Parties --&quot; assembly=&quot;Iphelion.Outline.Controls.dll&quot; type=&quot;Iphelion.Outline.Controls.QuestionControls.ViewModels.WizardSectionHeadingViewModel&quot; order=&quot;5&quot; active=&quot;true&quot; group=&quot;Page1&quot; resultType=&quot;single&quot; displayType=&quot;All&quot;&gt;_x000d__x000a_      &lt;parameters&gt;_x000d__x000a_        &lt;parameter id=&quot;0dafd69c-a2ae-433b-8035-e5a156eada58&quot; name=&quot;Bottom Margin&quot; type=&quot;System.Int32, mscorlib, Version=4.0.0.0, Culture=neutral, PublicKeyToken=b77a5c561934e089&quot; order=&quot;999&quot; key=&quot;bottomMargin&quot; value=&quot;10&quot; /&gt;_x000d__x000a_        &lt;parameter id=&quot;4df2fe34-6cd9-47ec-b7f1-3a8402a5b1d6&quot; name=&quot;Font Bold&quot; type=&quot;System.Boolean, mscorlib, Version=4.0.0.0, Culture=neutral, PublicKeyToken=b77a5c561934e089&quot; order=&quot;999&quot; key=&quot;fontBold&quot; value=&quot;True&quot; /&gt;_x000d__x000a_        &lt;parameter id=&quot;39ce8231-22fc-48d4-ad34-28e560b2b631&quot; name=&quot;Font Size&quot; type=&quot;System.Int32, mscorlib, Version=4.0.0.0, Culture=neutral, PublicKeyToken=b77a5c561934e089&quot; order=&quot;999&quot; key=&quot;fontSize&quot; value=&quot;16&quot; /&gt;_x000d__x000a_        &lt;parameter id=&quot;edb2b126-5e89-4c36-bd9d-6cec92c0e049&quot; name=&quot;Left Margin&quot; type=&quot;System.Int32, mscorlib, Version=4.0.0.0, Culture=neutral, PublicKeyToken=b77a5c561934e089&quot; order=&quot;999&quot; key=&quot;leftmargin&quot; value=&quot;10&quot; /&gt;_x000d__x000a_        &lt;parameter id=&quot;10f9a743-aa50-4b06-8297-94ce7e87517a&quot; name=&quot;Text&quot; type=&quot;System.String, mscorlib, Version=4.0.0.0, Culture=neutral, PublicKeyToken=b77a5c561934e089&quot; order=&quot;999&quot; key=&quot;text&quot; value=&quot;PARTIES&quot; /&gt;_x000d__x000a_        &lt;parameter id=&quot;d66d1377-fa96-4b00-9d00-45e3807d0875&quot; name=&quot;Top Margin&quot; type=&quot;System.Int32, mscorlib, Version=4.0.0.0, Culture=neutral, PublicKeyToken=b77a5c561934e089&quot; order=&quot;999&quot; key=&quot;topMargin&quot; value=&quot;5&quot; /&gt;_x000d__x000a_      &lt;/parameters&gt;_x000d__x000a_    &lt;/question&gt;_x000d__x000a_    &lt;question id=&quot;ff7afab4-7d27-440c-aefb-c3e53086c2e5&quot; name=&quot;PartyCount&quot; assembly=&quot;Iphelion.Outline.Controls.dll&quot; type=&quot;Iphelion.Outline.Controls.QuestionControls.ViewModels.DropDownViewModel&quot; order=&quot;7&quot; active=&quot;true&quot; group=&quot;Page1&quot; resultType=&quot;single&quot; displayType=&quot;All&quot;&gt;_x000d__x000a_      &lt;parameters&gt;_x000d__x000a_        &lt;parameter id=&quot;fd401c64-e5a0-4bb0-8c0a-46e637ca349a&quot; name=&quot;Values&quot; type=&quot;System.String, mscorlib, Version=4.0.0.0, Culture=neutral, PublicKeyToken=b77a5c561934e089&quot; order=&quot;999&quot; key=&quot;values&quot; value=&quot;2,3,4,5,6,7,8,9,10,&quot; argument=&quot;ItemListControl&quot; /&gt;_x000d__x000a_        &lt;parameter id=&quot;6e8c100f-0dcc-48b0-8f86-24e33f0d57c9&quot; name=&quot;User prompt&quot; type=&quot;System.String, mscorlib, Version=4.0.0.0, Culture=neutral, PublicKeyToken=b77a5c561934e089&quot; order=&quot;999&quot; key=&quot;prompt&quot; value=&quot;How many parties involved?&quot; /&gt;_x000d__x000a_        &lt;parameter id=&quot;04ee380c-4348-4289-bdf7-918abe779d2b&quot; name=&quot;Width type&quot; type=&quot;Iphelion.Outline.Model.Interfaces.QuestionControlLayout, Iphelion.Outline.Model, Version=1.2.8.0, Culture=neutral, PublicKeyToken=null&quot; order=&quot;999&quot; key=&quot;layout&quot; value=&quot;Half&quot; /&gt;_x000d__x000a_        &lt;parameter id=&quot;37c47ebe-4ef4-4bad-a92d-66700e3bb735&quot; name=&quot;Empty text&quot; type=&quot;System.String, mscorlib, Version=4.0.0.0, Culture=neutral, PublicKeyToken=b77a5c561934e089&quot; order=&quot;999&quot; key=&quot;emptyText&quot; value=&quot;&quot; /&gt;_x000d__x000a_        &lt;parameter id=&quot;c3eabf0a-b653-4db8-8da3-ed5afed8639e&quot; name=&quot;Show prompt&quot; type=&quot;System.Boolean, mscorlib, Version=4.0.0.0, Culture=neutral, PublicKeyToken=b77a5c561934e089&quot; order=&quot;999&quot; key=&quot;showPrompt&quot; value=&quot;True&quot; /&gt;_x000d__x000a_        &lt;parameter id=&quot;77df6652-d721-4033-8e1a-a6a68908ba37&quot; name=&quot;Is editable&quot; type=&quot;System.Boolean, mscorlib, Version=4.0.0.0, Culture=neutral, PublicKeyToken=b77a5c561934e089&quot; order=&quot;999&quot; key=&quot;isEditable&quot; value=&quot;False&quot; /&gt;_x000d__x000a_        &lt;parameter id=&quot;e906682f-3d60-42ef-a103-3fe42a503e86&quot; name=&quot;Replace values with labels&quot; type=&quot;System.Boolean, mscorlib, Version=4.0.0.0, Culture=neutral, PublicKeyToken=b77a5c561934e089&quot; order=&quot;999&quot; key=&quot;useLabels&quot; value=&quot;False&quot; /&gt;_x000d__x000a_      &lt;/parameters&gt;_x000d__x000a_    &lt;/question&gt;_x000d__x000a_    &lt;question id=&quot;232cc8e3-ec53-4a86-a2a3-d35a7bc67b3e&quot; name=&quot;Parties Information&quot; assembly=&quot;Iphelion.Outline.Controls.dll&quot; type=&quot;Iphelion.Outline.Controls.QuestionControls.ViewModels.WizardSectionHeadingViewModel&quot; order=&quot;9&quot; active=&quot;false&quot; group=&quot;Page1&quot; resultType=&quot;single&quot; displayType=&quot;All&quot;&gt;_x000d__x000a_      &lt;parameters&gt;_x000d__x000a_        &lt;parameter id=&quot;a10b9f50-4cfc-4327-9c7a-27d37d225dc3&quot; name=&quot;Text&quot; type=&quot;System.String, mscorlib, Version=4.0.0.0, Culture=neutral, PublicKeyToken=b77a5c561934e089&quot; order=&quot;999&quot; key=&quot;text&quot; value=&quot;Parties 6, 7, 8, 9 and 10 appear in the next tab. Use &amp;quot;Previous&amp;quot; and &amp;quot;Next&amp;quot; buttons at the bottom of the window to navigate.&quot; /&gt;_x000d__x000a_        &lt;parameter id=&quot;5caa0dd9-b6be-4e89-8093-31e3eae5166f&quot; name=&quot;Top Margin&quot; type=&quot;System.Int32, mscorlib, Version=4.0.0.0, Culture=neutral, PublicKeyToken=b77a5c561934e089&quot; order=&quot;999&quot; key=&quot;topMargin&quot; value=&quot;5&quot; /&gt;_x000d__x000a_        &lt;parameter id=&quot;5da323a2-36cb-469c-b7d0-8e99dbcdaefd&quot; name=&quot;Bottom Margin&quot; type=&quot;System.Int32, mscorlib, Version=4.0.0.0, Culture=neutral, PublicKeyToken=b77a5c561934e089&quot; order=&quot;999&quot; key=&quot;bottomMargin&quot; value=&quot;10&quot; /&gt;_x000d__x000a_        &lt;parameter id=&quot;18ffa8e1-346a-4f3d-b301-309bca190843&quot; name=&quot;Left Margin&quot; type=&quot;System.Int32, mscorlib, Version=4.0.0.0, Culture=neutral, PublicKeyToken=b77a5c561934e089&quot; order=&quot;999&quot; key=&quot;leftmargin&quot; value=&quot;10&quot; /&gt;_x000d__x000a_        &lt;parameter id=&quot;5fe68cca-8946-4342-8708-0c0bfa51e44e&quot; name=&quot;Font Size&quot; type=&quot;System.Int32, mscorlib, Version=4.0.0.0, Culture=neutral, PublicKeyToken=b77a5c561934e089&quot; order=&quot;999&quot; key=&quot;fontSize&quot; value=&quot;12&quot; /&gt;_x000d__x000a_        &lt;parameter id=&quot;26d880e3-2eee-4033-ba3c-45ebaff9054f&quot; name=&quot;Font Bold&quot; type=&quot;System.Boolean, mscorlib, Version=4.0.0.0, Culture=neutral, PublicKeyToken=b77a5c561934e089&quot; order=&quot;999&quot; key=&quot;fontBold&quot; value=&quot;false&quot; /&gt;_x000d__x000a_      &lt;/parameters&gt;_x000d__x000a_    &lt;/question&gt;_x000d__x000a_    &lt;question id=&quot;2ff5d1d4-c0da-4e78-a043-ccac99f72afd&quot; name=&quot;Romanian_as&quot; assembly=&quot;Iphelion.Outline.Controls.dll&quot; type=&quot;Iphelion.Outline.Controls.QuestionControls.ViewModels.SelectionListViewModel&quot; order=&quot;11&quot; active=&quot;true&quot; group=&quot;Page1&quot; resultType=&quot;single&quot; displayType=&quot;All&quot;&gt;_x000d__x000a_      &lt;parameters&gt;_x000d__x000a_        &lt;parameter id=&quot;034b90ce-eb4b-4ec1-a0a4-3e7b0a1886e7&quot; name=&quot;User prompt&quot; type=&quot;System.String, mscorlib, Version=4.0.0.0, Culture=neutral, PublicKeyToken=b77a5c561934e089&quot; order=&quot;999&quot; key=&quot;prompt&quot; value=&quot;Romanian &amp;quot;as&amp;quot; (for all parties)&quot; /&gt;_x000d__x000a_        &lt;parameter id=&quot;7954324a-50d5-43a1-8bcf-cff01ae7b2db&quot; name=&quot;Width type&quot; type=&quot;Iphelion.Outline.Model.Interfaces.QuestionControlLayout, Iphelion.Outline.Model, Version=1.2.8.0, Culture=neutral, PublicKeyToken=null&quot; order=&quot;999&quot; key=&quot;layout&quot; value=&quot;Full&quot; /&gt;_x000d__x000a_        &lt;parameter id=&quot;11a2c171-696f-4cfc-b44a-15cb09f59d34&quot; name=&quot;SelectionMode&quot; type=&quot;Iphelion.Outline.Controls.QuestionControls.ViewModels.QuestionSelectionMode, Iphelion.Outline.Controls, Version=1.2.8.0, Culture=neutral, PublicKeyToken=null&quot; order=&quot;999&quot; key=&quot;selectionMode&quot; value=&quot;Single&quot; /&gt;_x000d__x000a_        &lt;parameter id=&quot;02ec7a78-8ad8-444e-ae2e-c80a432263b6&quot; name=&quot;Items list&quot; type=&quot;Iphelion.Outline.Model.Entities.InlineParameterEntityCollection`1[[Iphelion.Outline.Model.Entities.LocalizedKeyValueParameterEntity, Iphelion.Outline.Model, Version=1.2.8.0, Culture=neutral, PublicKeyToken=null]], Iphelion.Outline.Model, Version=1.2.8.0, Culture=neutral, PublicKeyToken=null&quot; order=&quot;999&quot; key=&quot;itemList&quot; value=&quot;&amp;lt;?xml version=&amp;quot;1.0&amp;quot; encoding=&amp;quot;utf-16&amp;quot;?&amp;gt;&amp;#xA;&amp;lt;XmlParameter xmlns:xsi=&amp;quot;http://www.w3.org/2001/XMLSchema-instance&amp;quot; xmlns:xsd=&amp;quot;http://www.w3.org/2001/XMLSchema&amp;quot;&amp;gt;&amp;#xA;  &amp;lt;parameterEntities&amp;gt;&amp;#xA;    &amp;lt;parameterEntity xsi:type=&amp;quot;LocalizedKeyValueParameterEntity&amp;quot; key=&amp;quot;&amp;amp;lt;?xml version=&amp;amp;quot;1.0&amp;amp;quot; encoding=&amp;amp;quot;utf-16&amp;amp;quot;?&amp;amp;gt;&amp;amp;#xD;&amp;amp;#xA;&amp;amp;lt;localizedString xmlns:xsi=&amp;amp;quot;http://www.w3.org/2001/XMLSchema-instance&amp;amp;quot; xmlns:xsd=&amp;amp;quot;http://www.w3.org/2001/XMLSchema&amp;amp;quot;&amp;amp;gt;&amp;amp;#xD;&amp;amp;#xA;  &amp;amp;lt;type&amp;amp;gt;fixed&amp;amp;lt;/type&amp;amp;gt;&amp;amp;#xD;&amp;amp;#xA;  &amp;amp;lt;text&amp;amp;gt;în calitate de&amp;amp;lt;/text&amp;amp;gt;&amp;amp;#xD;&amp;amp;#xA;&amp;amp;lt;/localizedString&amp;amp;gt;&amp;quot; value=&amp;quot;&amp;amp;lt;?xml version=&amp;amp;quot;1.0&amp;amp;quot; encoding=&amp;amp;quot;utf-16&amp;amp;quot;?&amp;amp;gt;&amp;amp;#xD;&amp;amp;#xA;&amp;amp;lt;localizedString xmlns:xsi=&amp;amp;quot;http://www.w3.org/2001/XMLSchema-instance&amp;amp;quot; xmlns:xsd=&amp;amp;quot;http://www.w3.org/2001/XMLSchema&amp;amp;quot;&amp;amp;gt;&amp;amp;#xD;&amp;amp;#xA;  &amp;amp;lt;type&amp;amp;gt;fixed&amp;amp;lt;/type&amp;amp;gt;&amp;amp;#xD;&amp;amp;#xA;  &amp;amp;lt;text&amp;amp;gt;în calitate de&amp;amp;lt;/text&amp;amp;gt;&amp;amp;#xD;&amp;amp;#xA;&amp;amp;lt;/localizedString&amp;amp;gt;&amp;quot; isSelected=&amp;quot;true&amp;quot; /&amp;gt;&amp;#xA;    &amp;lt;parameterEntity xsi:type=&amp;quot;LocalizedKeyValueParameterEntity&amp;quot; key=&amp;quot;&amp;amp;lt;?xml version=&amp;amp;quot;1.0&amp;amp;quot; encoding=&amp;amp;quot;utf-16&amp;amp;quot;?&amp;amp;gt;&amp;amp;#xD;&amp;amp;#xA;&amp;amp;lt;localizedString xmlns:xsi=&amp;amp;quot;http://www.w3.org/2001/XMLSchema-instance&amp;amp;quot; xmlns:xsd=&amp;amp;quot;http://www.w3.org/2001/XMLSchema&amp;amp;quot;&amp;amp;gt;&amp;amp;#xD;&amp;amp;#xA;  &amp;amp;lt;type&amp;amp;gt;fixed&amp;amp;lt;/type&amp;amp;gt;&amp;amp;#xD;&amp;amp;#xA;  &amp;amp;lt;text&amp;amp;gt;ca&amp;amp;lt;/text&amp;amp;gt;&amp;amp;#xD;&amp;amp;#xA;&amp;amp;lt;/localizedString&amp;amp;gt;&amp;quot; value=&amp;quot;&amp;amp;lt;?xml version=&amp;amp;quot;1.0&amp;amp;quot; encoding=&amp;amp;quot;utf-16&amp;amp;quot;?&amp;amp;gt;&amp;amp;#xD;&amp;amp;#xA;&amp;amp;lt;localizedString xmlns:xsi=&amp;amp;quot;http://www.w3.org/2001/XMLSchema-instance&amp;amp;quot; xmlns:xsd=&amp;amp;quot;http://www.w3.org/2001/XMLSchema&amp;amp;quot;&amp;amp;gt;&amp;amp;#xD;&amp;amp;#xA;  &amp;amp;lt;type&amp;amp;gt;fixed&amp;amp;lt;/type&amp;amp;gt;&amp;amp;#xD;&amp;amp;#xA;  &amp;amp;lt;text&amp;amp;gt;ca&amp;amp;lt;/text&amp;amp;gt;&amp;amp;#xD;&amp;amp;#xA;&amp;amp;lt;/localizedString&amp;amp;gt;&amp;quot; isSelected=&amp;quot;false&amp;quot; /&amp;gt;&amp;#xA;  &amp;lt;/parameterEntities&amp;gt;&amp;#xA;&amp;lt;/XmlParameter&amp;gt;&quot; /&gt;_x000d__x000a_      &lt;/parameters&gt;_x000d__x000a_    &lt;/question&gt;_x000d__x000a_    &lt;question id=&quot;2e1f03ce-7637-4d85-82ff-2a8d5f1d5335&quot; name=&quot;Party1Type&quot; assembly=&quot;Iphelion.Outline.Controls.dll&quot; type=&quot;Iphelion.Outline.Controls.QuestionControls.ViewModels.TextBoxViewModel&quot; order=&quot;13&quot; active=&quot;true&quot; group=&quot;Page1&quot; resultType=&quot;single&quot; displayType=&quot;All&quot;&gt;_x000d__x000a_      &lt;parameters&gt;_x000d__x000a_        &lt;parameter id=&quot;87b0dd20-7072-463f-8906-d9a0fe4593c4&quot; name=&quot;Allow return&quot; type=&quot;System.Boolean, mscorlib, Version=4.0.0.0, Culture=neutral, PublicKeyToken=b77a5c561934e089&quot; order=&quot;999&quot; key=&quot;multiline&quot; value=&quot;False&quot; /&gt;_x000d__x000a_        &lt;parameter id=&quot;248e319a-bf7f-4c13-a2bb-8aff085fd044&quot; name=&quot;User prompt&quot; type=&quot;System.String, mscorlib, Version=4.0.0.0, Culture=neutral, PublicKeyToken=b77a5c561934e089&quot; order=&quot;999&quot; key=&quot;prompt&quot; value=&quot;Party type 1&quot; /&gt;_x000d__x000a_        &lt;parameter id=&quot;6b86afbc-35da-43c4-b3e0-874196c722b0&quot; name=&quot;Width type&quot; type=&quot;Iphelion.Outline.Model.Interfaces.QuestionControlLayout, Iphelion.Outline.Model, Version=1.2.8.0, Culture=neutral, PublicKeyToken=null&quot; order=&quot;999&quot; key=&quot;layout&quot; value=&quot;Half&quot; /&gt;_x000d__x000a_        &lt;parameter id=&quot;7b9141f0-b7f6-4542-8b98-9a5eb392bce2&quot; name=&quot;Height&quot; type=&quot;System.Int32, mscorlib, Version=4.0.0.0, Culture=neutral, PublicKeyToken=b77a5c561934e089&quot; order=&quot;999&quot; key=&quot;height&quot; value=&quot;&quot; /&gt;_x000d__x000a_        &lt;parameter id=&quot;969b1f67-b723-43ad-8689-4c55fae56344&quot; name=&quot;Separate lines&quot; type=&quot;System.Boolean, mscorlib, Version=4.0.0.0, Culture=neutral, PublicKeyToken=b77a5c561934e089&quot; order=&quot;999&quot; key=&quot;splitLines&quot; value=&quot;False&quot; /&gt;_x000d__x000a_        &lt;parameter id=&quot;dc19264f-12c8-4658-9875-8f0e7adbcd18&quot; name=&quot;Wrap Text&quot; type=&quot;System.Boolean, mscorlib, Version=4.0.0.0, Culture=neutral, PublicKeyToken=b77a5c561934e089&quot; order=&quot;999&quot; key=&quot;wrapText&quot; value=&quot;True&quot; /&gt;_x000d__x000a_      &lt;/parameters&gt;_x000d__x000a_    &lt;/question&gt;_x000d__x000a_    &lt;question id=&quot;16a366bc-23cd-4b6f-a6e4-1cab49c88c6e&quot; name=&quot;Party1&quot; assembly=&quot;Iphelion.Outline.Controls.dll&quot; type=&quot;Iphelion.Outline.Controls.QuestionControls.ViewModels.ContactListViewModel&quot; order=&quot;15&quot; active=&quot;true&quot; group=&quot;Page1&quot; resultType=&quot;single&quot; displayType=&quot;All&quot;&gt;_x000d__x000a_      &lt;parameters&gt;_x000d__x000a_        &lt;parameter id=&quot;ba3a6510-6c1d-4cdc-8d77-3eacf470326e&quot; name=&quot;Auto execute search&quot; type=&quot;System.Boolean, mscorlib, Version=4.0.0.0, Culture=neutral, PublicKeyToken=b77a5c561934e089&quot; order=&quot;999&quot; key=&quot;autoExecuteSearch&quot; value=&quot;True&quot; /&gt;_x000d__x000a_        &lt;parameter id=&quot;1f2d8a56-5841-4b97-a231-ecd6bd9a7e6e&quot; name=&quot;Can user add contacts&quot; type=&quot;System.Boolean, mscorlib, Version=4.0.0.0, Culture=neutral, PublicKeyToken=b77a5c561934e089&quot; order=&quot;999&quot; key=&quot;canUserAddItems&quot; value=&quot;True&quot; /&gt;_x000d__x000a_        &lt;parameter id=&quot;2b901960-90f0-4bcf-ba39-4b53cd9b0e5b&quot; name=&quot;Contact required&quot; type=&quot;System.Boolean, mscorlib, Version=4.0.0.0, Culture=neutral, PublicKeyToken=b77a5c561934e089&quot; order=&quot;999&quot; key=&quot;itemRequired&quot; value=&quot;True&quot; /&gt;_x000d__x000a_        &lt;parameter id=&quot;01f96b05-539f-406d-9749-382fffa4f4e9&quot; name=&quot;Dialog title&quot; type=&quot;System.String, mscorlib, Version=4.0.0.0, Culture=neutral, PublicKeyToken=b77a5c561934e089&quot; order=&quot;999&quot; key=&quot;dialogTitle&quot; value=&quot;&quot; /&gt;_x000d__x000a_        &lt;parameter id=&quot;2b14a30b-30af-4643-aef9-9f6d1d779c69&quot; name=&quot;Display type&quot; type=&quot;Iphelion.Outline.Integration.InterAction.DisplayType, Iphelion.Outline.Integration.InterAction, Version=1.2.8.0, Culture=neutral, PublicKeyToken=null&quot; order=&quot;999&quot; key=&quot;showAPEType&quot; value=&quot;Address&quot; /&gt;_x000d__x000a_        &lt;parameter id=&quot;5e97fa48-610e-4f06-9715-8573bac54e39&quot; name=&quot;Height&quot; type=&quot;System.String, mscorlib, Version=4.0.0.0, Culture=neutral, PublicKeyToken=b77a5c561934e089&quot; order=&quot;999&quot; key=&quot;height&quot; value=&quot;100&quot; /&gt;_x000d__x000a_        &lt;parameter id=&quot;9fea5ad9-d800-4314-8a16-75a52bc64716&quot; name=&quot;Hide firm contacts&quot; type=&quot;System.Boolean, mscorlib, Version=4.0.0.0, Culture=neutral, PublicKeyToken=b77a5c561934e089&quot; order=&quot;999&quot; key=&quot;hideFirmContacts&quot; value=&quot;False&quot; /&gt;_x000d__x000a_        &lt;parameter id=&quot;33b49a83-d610-4dc6-81d3-3d3498bc5f19&quot; name=&quot;Hide Header&quot; type=&quot;System.Boolean, mscorlib, Version=4.0.0.0, Culture=neutral, PublicKeyToken=b77a5c561934e089&quot; order=&quot;999&quot; key=&quot;hideHeader&quot; value=&quot;False&quot; /&gt;_x000d__x000a_        &lt;parameter id=&quot;72488b21-eb16-499a-989f-cd9d548d1847&quot; name=&quot;Hide marketing lists&quot; type=&quot;System.Boolean, mscorlib, Version=4.0.0.0, Culture=neutral, PublicKeyToken=b77a5c561934e089&quot; order=&quot;999&quot; key=&quot;hideMarketingLists&quot; value=&quot;False&quot; /&gt;_x000d__x000a_        &lt;parameter id=&quot;0e420a9f-23b2-419a-863d-7f5318e52793&quot; name=&quot;Hide my contacts&quot; type=&quot;System.Boolean, mscorlib, Version=4.0.0.0, Culture=neutral, PublicKeyToken=b77a5c561934e089&quot; order=&quot;999&quot; key=&quot;hideMyContacts&quot; value=&quot;False&quot; /&gt;_x000d__x000a_        &lt;parameter id=&quot;e52a57e3-ff39-4f6f-8cd5-125e0b02366a&quot; name=&quot;Hide project modules&quot; type=&quot;System.Boolean, mscorlib, Version=4.0.0.0, Culture=neutral, PublicKeyToken=b77a5c561934e089&quot; order=&quot;999&quot; key=&quot;hideProjectModules&quot; value=&quot;False&quot; /&gt;_x000d__x000a_        &lt;parameter id=&quot;05d09490-4f0a-42fd-84d6-2e10ed692d75&quot; name=&quot;Hide working lists&quot; type=&quot;System.Boolean, mscorlib, Version=4.0.0.0, Culture=neutral, PublicKeyToken=b77a5c561934e089&quot; order=&quot;999&quot; key=&quot;hideWorkingLists&quot; value=&quot;False&quot; /&gt;_x000d__x000a_        &lt;parameter id=&quot;5daec560-2a06-4938-a2d3-9ee67de7e8ca&quot; name=&quot;Initial contact type&quot; type=&quot;System.String, mscorlib, Version=4.0.0.0, Culture=neutral, PublicKeyToken=b77a5c561934e089&quot; order=&quot;999&quot; key=&quot;initialContactType&quot; value=&quot;&quot; /&gt;_x000d__x000a_        &lt;parameter id=&quot;58b9cf57-fb28-4285-b9a5-81abacc628e0&quot; name=&quot;Initial list&quot; type=&quot;Iphelion.Outline.Integration.InterAction.ListType, Iphelion.Outline.Integration.InterAction, Version=1.2.8.0, Culture=neutral, PublicKeyToken=null&quot; order=&quot;999&quot; key=&quot;intialList&quot; value=&quot;MyContacts&quot; /&gt;_x000d__x000a_        &lt;parameter id=&quot;6532092a-ccef-492d-803f-8197b8f4cf16&quot; name=&quot;Restrict project&quot; type=&quot;System.Boolean, mscorlib, Version=4.0.0.0, Culture=neutral, PublicKeyToken=b77a5c561934e089&quot; order=&quot;999&quot; key=&quot;restrictProject&quot; value=&quot;False&quot; /&gt;_x000d__x000a_        &lt;parameter id=&quot;152187aa-6a1e-4c09-8908-82eb4a33f1e7&quot; name=&quot;Search if blank&quot; type=&quot;System.Boolean, mscorlib, Version=4.0.0.0, Culture=neutral, PublicKeyToken=b77a5c561934e089&quot; order=&quot;999&quot; key=&quot;searchIfBlank&quot; value=&quot;False&quot; /&gt;_x000d__x000a_        &lt;parameter id=&quot;45014971-af6f-468a-9e05-38c86a9e89a5&quot; name=&quot;Set project&quot; type=&quot;System.Boolean, mscorlib, Version=4.0.0.0, Culture=neutral, PublicKeyToken=b77a5c561934e089&quot; order=&quot;999&quot; key=&quot;setProject&quot; value=&quot;False&quot; /&gt;_x000d__x000a_        &lt;parameter id=&quot;58f3f19c-0554-412d-97b6-440690669a25&quot; name=&quot;Show combined name&quot; type=&quot;System.Boolean, mscorlib, Version=4.0.0.0, Culture=neutral, PublicKeyToken=b77a5c561934e089&quot; order=&quot;999&quot; key=&quot;showCombinedName&quot; value=&quot;True&quot; /&gt;_x000d__x000a_        &lt;parameter id=&quot;4108ba70-37e6-4cc1-9c3a-da561bcaa0b1&quot; name=&quot;Show company&quot; type=&quot;System.Boolean, mscorlib, Version=4.0.0.0, Culture=neutral, PublicKeyToken=b77a5c561934e089&quot; order=&quot;999&quot; key=&quot;showCompanyColumn&quot; value=&quot;False&quot; /&gt;_x000d__x000a_        &lt;parameter id=&quot;2b44d332-7621-4e3b-8df9-5838ffddb056&quot; name=&quot;Show fax&quot; type=&quot;System.Boolean, mscorlib, Version=4.0.0.0, Culture=neutral, PublicKeyToken=b77a5c561934e089&quot; order=&quot;999&quot; key=&quot;showFaxColumn&quot; value=&quot;False&quot; /&gt;_x000d__x000a_        &lt;parameter id=&quot;a7728e00-0f4d-469f-be7c-376e29a68ffd&quot; name=&quot;Show forename&quot; type=&quot;System.Boolean, mscorlib, Version=4.0.0.0, Culture=neutral, PublicKeyToken=b77a5c561934e089&quot; order=&quot;999&quot; key=&quot;showFirstNameColumn&quot; value=&quot;False&quot; /&gt;_x000d__x000a_        &lt;parameter id=&quot;a90b6327-f455-43cb-836a-1c535640b012&quot; name=&quot;Show reference&quot; type=&quot;System.Boolean, mscorlib, Version=4.0.0.0, Culture=neutral, PublicKeyToken=b77a5c561934e089&quot; order=&quot;999&quot; key=&quot;showReferenceColumn&quot; value=&quot;False&quot; /&gt;_x000d__x000a_        &lt;parameter id=&quot;494bcb3e-80f9-4a83-8c36-21603b6b3b66&quot; name=&quot;Show surname&quot; type=&quot;System.Boolean, mscorlib, Version=4.0.0.0, Culture=neutral, PublicKeyToken=b77a5c561934e089&quot; order=&quot;999&quot; key=&quot;showLastNameColumn&quot; value=&quot;False&quot; /&gt;_x000d__x000a_        &lt;parameter id=&quot;a2c7e906-a77e-496d-adf1-4fbea6a1b48d&quot; name=&quot;Show telephone&quot; type=&quot;System.Boolean, mscorlib, Version=4.0.0.0, Culture=neutral, PublicKeyToken=b77a5c561934e089&quot; order=&quot;999&quot; key=&quot;showTelephoneColumn&quot; value=&quot;False&quot; /&gt;_x000d__x000a_        &lt;parameter id=&quot;dba2a4c4-9456-43cd-8527-6d1780185378&quot; name=&quot;Show title&quot; type=&quot;System.Boolean, mscorlib, Version=4.0.0.0, Culture=neutral, PublicKeyToken=b77a5c561934e089&quot; order=&quot;999&quot; key=&quot;showTitleColumn&quot; value=&quot;False&quot; /&gt;_x000d__x000a_        &lt;parameter id=&quot;64059175-445f-4869-bf73-48fa0002f333&quot; name=&quot;User prompt&quot; type=&quot;System.String, mscorlib, Version=4.0.0.0, Culture=neutral, PublicKeyToken=b77a5c561934e089&quot; order=&quot;999&quot; key=&quot;prompt&quot; value=&quot;_First parties&quot; /&gt;_x000d__x000a_        &lt;parameter id=&quot;d5a5640b-467d-408a-9bf3-157307712a39&quot; name=&quot;Width type&quot; type=&quot;Iphelion.Outline.Model.Interfaces.QuestionControlLayout, Iphelion.Outline.Model, Version=1.2.8.0, Culture=neutral, PublicKeyToken=null&quot; order=&quot;999&quot; key=&quot;layout&quot; value=&quot;Full&quot; /&gt;_x000d__x000a_      &lt;/parameters&gt;_x000d__x000a_    &lt;/question&gt;_x000d__x000a_    &lt;question id=&quot;89c29ae3-f204-401a-8dcd-5da0b464836a&quot; name=&quot;Party2Type&quot; assembly=&quot;Iphelion.Outline.Controls.dll&quot; type=&quot;Iphelion.Outline.Controls.QuestionControls.ViewModels.TextBoxViewModel&quot; order=&quot;17&quot; active=&quot;true&quot; group=&quot;Page1&quot; resultType=&quot;single&quot; displayType=&quot;All&quot;&gt;_x000d__x000a_      &lt;parameters&gt;_x000d__x000a_        &lt;parameter id=&quot;5793cd84-a35f-498f-aed9-4c0b4f428f58&quot; name=&quot;Allow return&quot; type=&quot;System.Boolean, mscorlib, Version=4.0.0.0, Culture=neutral, PublicKeyToken=b77a5c561934e089&quot; order=&quot;999&quot; key=&quot;multiline&quot; value=&quot;False&quot; /&gt;_x000d__x000a_        &lt;parameter id=&quot;81a03657-5340-42fb-918f-b1e7ee203e09&quot; name=&quot;User prompt&quot; type=&quot;System.String, mscorlib, Version=4.0.0.0, Culture=neutral, PublicKeyToken=b77a5c561934e089&quot; order=&quot;999&quot; key=&quot;prompt&quot; value=&quot;Party type 2&quot; /&gt;_x000d__x000a_        &lt;parameter id=&quot;ab30eeac-0d9f-4dfc-a59d-a8d4216d66a7&quot; name=&quot;Width type&quot; type=&quot;Iphelion.Outline.Model.Interfaces.QuestionControlLayout, Iphelion.Outline.Model, Version=1.2.8.0, Culture=neutral, PublicKeyToken=null&quot; order=&quot;999&quot; key=&quot;layout&quot; value=&quot;Half&quot; /&gt;_x000d__x000a_        &lt;parameter id=&quot;8c621c89-80d6-4bfb-9f10-e39c47ffc73f&quot; name=&quot;Height&quot; type=&quot;System.Int32, mscorlib, Version=4.0.0.0, Culture=neutral, PublicKeyToken=b77a5c561934e089&quot; order=&quot;999&quot; key=&quot;height&quot; value=&quot;&quot; /&gt;_x000d__x000a_        &lt;parameter id=&quot;ebad7df4-c529-4e11-9793-d3384b53f322&quot; name=&quot;Separate lines&quot; type=&quot;System.Boolean, mscorlib, Version=4.0.0.0, Culture=neutral, PublicKeyToken=b77a5c561934e089&quot; order=&quot;999&quot; key=&quot;splitLines&quot; value=&quot;False&quot; /&gt;_x000d__x000a_        &lt;parameter id=&quot;261282b4-8bca-4197-8a0d-cd2ddf86dc5d&quot; name=&quot;Wrap Text&quot; type=&quot;System.Boolean, mscorlib, Version=4.0.0.0, Culture=neutral, PublicKeyToken=b77a5c561934e089&quot; order=&quot;999&quot; key=&quot;wrapText&quot; value=&quot;True&quot; /&gt;_x000d__x000a_      &lt;/parameters&gt;_x000d__x000a_    &lt;/question&gt;_x000d__x000a_    &lt;question id=&quot;affc497f-5707-4f6f-b7c4-03cdf07388f9&quot; name=&quot;Party2&quot; assembly=&quot;Iphelion.Outline.Controls.dll&quot; type=&quot;Iphelion.Outline.Controls.QuestionControls.ViewModels.ContactListViewModel&quot; order=&quot;18&quot; active=&quot;true&quot; group=&quot;Page1&quot; resultType=&quot;single&quot; displayType=&quot;All&quot;&gt;_x000d__x000a_      &lt;parameters&gt;_x000d__x000a_        &lt;parameter id=&quot;71cbad17-3a52-4b7d-9dbf-617219bbb0fb&quot; name=&quot;Auto execute search&quot; type=&quot;System.Boolean, mscorlib, Version=4.0.0.0, Culture=neutral, PublicKeyToken=b77a5c561934e089&quot; order=&quot;999&quot; key=&quot;autoExecuteSearch&quot; value=&quot;True&quot; /&gt;_x000d__x000a_        &lt;parameter id=&quot;1cf204e6-6bb9-47af-96cf-8bb307c4f7e2&quot; name=&quot;Can user add contacts&quot; type=&quot;System.Boolean, mscorlib, Version=4.0.0.0, Culture=neutral, PublicKeyToken=b77a5c561934e089&quot; order=&quot;999&quot; key=&quot;canUserAddItems&quot; value=&quot;True&quot; /&gt;_x000d__x000a_        &lt;parameter id=&quot;287cd098-1d80-43b3-86a7-6396f72828d3&quot; name=&quot;Contact required&quot; type=&quot;System.Boolean, mscorlib, Version=4.0.0.0, Culture=neutral, PublicKeyToken=b77a5c561934e089&quot; order=&quot;999&quot; key=&quot;itemRequired&quot; value=&quot;True&quot; /&gt;_x000d__x000a_        &lt;parameter id=&quot;e6707c35-fd05-414f-b8ab-e7031bdf5c0e&quot; name=&quot;Dialog title&quot; type=&quot;System.String, mscorlib, Version=4.0.0.0, Culture=neutral, PublicKeyToken=b77a5c561934e089&quot; order=&quot;999&quot; key=&quot;dialogTitle&quot; value=&quot;&quot; /&gt;_x000d__x000a_        &lt;parameter id=&quot;6ec2a49b-ab4b-4d70-8ca7-954e9dc80d2d&quot; name=&quot;Display type&quot; type=&quot;Iphelion.Outline.Integration.InterAction.DisplayType, Iphelion.Outline.Integration.InterAction, Version=1.2.8.0, Culture=neutral, PublicKeyToken=null&quot; order=&quot;999&quot; key=&quot;showAPEType&quot; value=&quot;Address&quot; /&gt;_x000d__x000a_        &lt;parameter id=&quot;a27b0955-9b52-4e40-91d0-065f08a0837d&quot; name=&quot;Height&quot; type=&quot;System.String, mscorlib, Version=4.0.0.0, Culture=neutral, PublicKeyToken=b77a5c561934e089&quot; order=&quot;999&quot; key=&quot;height&quot; value=&quot;100&quot; /&gt;_x000d__x000a_        &lt;parameter id=&quot;3eece7b4-08d3-48b4-a368-357d8e85179a&quot; name=&quot;Hide firm contacts&quot; type=&quot;System.Boolean, mscorlib, Version=4.0.0.0, Culture=neutral, PublicKeyToken=b77a5c561934e089&quot; order=&quot;999&quot; key=&quot;hideFirmContacts&quot; value=&quot;False&quot; /&gt;_x000d__x000a_        &lt;parameter id=&quot;5ee24767-1964-45dd-a605-423810bae68d&quot; name=&quot;Hide Header&quot; type=&quot;System.Boolean, mscorlib, Version=4.0.0.0, Culture=neutral, PublicKeyToken=b77a5c561934e089&quot; order=&quot;999&quot; key=&quot;hideHeader&quot; value=&quot;False&quot; /&gt;_x000d__x000a_        &lt;parameter id=&quot;0a4af505-58e8-4676-9e15-15e7adf5e53a&quot; name=&quot;Hide marketing lists&quot; type=&quot;System.Boolean, mscorlib, Version=4.0.0.0, Culture=neutral, PublicKeyToken=b77a5c561934e089&quot; order=&quot;999&quot; key=&quot;hideMarketingLists&quot; value=&quot;False&quot; /&gt;_x000d__x000a_        &lt;parameter id=&quot;630a6afc-24d9-4db7-9b18-c2c2a1be6836&quot; name=&quot;Hide my contacts&quot; type=&quot;System.Boolean, mscorlib, Version=4.0.0.0, Culture=neutral, PublicKeyToken=b77a5c561934e089&quot; order=&quot;999&quot; key=&quot;hideMyContacts&quot; value=&quot;False&quot; /&gt;_x000d__x000a_        &lt;parameter id=&quot;1cc64a50-bd52-44ef-b995-491f5dc9d9c7&quot; name=&quot;Hide project modules&quot; type=&quot;System.Boolean, mscorlib, Version=4.0.0.0, Culture=neutral, PublicKeyToken=b77a5c561934e089&quot; order=&quot;999&quot; key=&quot;hideProjectModules&quot; value=&quot;False&quot; /&gt;_x000d__x000a_        &lt;parameter id=&quot;27afc456-6574-420d-84e2-8cfc3f828acb&quot; name=&quot;Hide working lists&quot; type=&quot;System.Boolean, mscorlib, Version=4.0.0.0, Culture=neutral, PublicKeyToken=b77a5c561934e089&quot; order=&quot;999&quot; key=&quot;hideWorkingLists&quot; value=&quot;False&quot; /&gt;_x000d__x000a_        &lt;parameter id=&quot;d9f296f9-3ba2-4539-870d-1dbd125e8881&quot; name=&quot;Initial contact type&quot; type=&quot;System.String, mscorlib, Version=4.0.0.0, Culture=neutral, PublicKeyToken=b77a5c561934e089&quot; order=&quot;999&quot; key=&quot;initialContactType&quot; value=&quot;&quot; /&gt;_x000d__x000a_        &lt;parameter id=&quot;3a804deb-ff24-4403-bb38-dbaaf78b3be4&quot; name=&quot;Initial list&quot; type=&quot;Iphelion.Outline.Integration.InterAction.ListType, Iphelion.Outline.Integration.InterAction, Version=1.2.8.0, Culture=neutral, PublicKeyToken=null&quot; order=&quot;999&quot; key=&quot;intialList&quot; value=&quot;MyContacts&quot; /&gt;_x000d__x000a_        &lt;parameter id=&quot;80ef73ac-2d23-42ce-8ddb-e6f34b0b1afe&quot; name=&quot;Restrict project&quot; type=&quot;System.Boolean, mscorlib, Version=4.0.0.0, Culture=neutral, PublicKeyToken=b77a5c561934e089&quot; order=&quot;999&quot; key=&quot;restrictProject&quot; value=&quot;False&quot; /&gt;_x000d__x000a_        &lt;parameter id=&quot;c79286b9-155d-44c0-98d5-7f70cebe8790&quot; name=&quot;Search if blank&quot; type=&quot;System.Boolean, mscorlib, Version=4.0.0.0, Culture=neutral, PublicKeyToken=b77a5c561934e089&quot; order=&quot;999&quot; key=&quot;searchIfBlank&quot; value=&quot;False&quot; /&gt;_x000d__x000a_        &lt;parameter id=&quot;e75f33c5-76c9-4edc-a9ed-73a006ad7d40&quot; name=&quot;Set project&quot; type=&quot;System.Boolean, mscorlib, Version=4.0.0.0, Culture=neutral, PublicKeyToken=b77a5c561934e089&quot; order=&quot;999&quot; key=&quot;setProject&quot; value=&quot;False&quot; /&gt;_x000d__x000a_        &lt;parameter id=&quot;5976c5ee-bdae-4242-b26d-af073596d49a&quot; name=&quot;Show combined name&quot; type=&quot;System.Boolean, mscorlib, Version=4.0.0.0, Culture=neutral, PublicKeyToken=b77a5c561934e089&quot; order=&quot;999&quot; key=&quot;showCombinedName&quot; value=&quot;True&quot; /&gt;_x000d__x000a_        &lt;parameter id=&quot;48f67eac-88c5-4f64-967b-ebb5e6ac49c2&quot; name=&quot;Show company&quot; type=&quot;System.Boolean, mscorlib, Version=4.0.0.0, Culture=neutral, PublicKeyToken=b77a5c561934e089&quot; order=&quot;999&quot; key=&quot;showCompanyColumn&quot; value=&quot;False&quot; /&gt;_x000d__x000a_        &lt;parameter id=&quot;6a31ae26-d042-4239-81b4-0fbf241c5e71&quot; name=&quot;Show fax&quot; type=&quot;System.Boolean, mscorlib, Version=4.0.0.0, Culture=neutral, PublicKeyToken=b77a5c561934e089&quot; order=&quot;999&quot; key=&quot;showFaxColumn&quot; value=&quot;False&quot; /&gt;_x000d__x000a_        &lt;parameter id=&quot;349769f3-e22d-4053-9bc2-20fa2036bb23&quot; name=&quot;Show forename&quot; type=&quot;System.Boolean, mscorlib, Version=4.0.0.0, Culture=neutral, PublicKeyToken=b77a5c561934e089&quot; order=&quot;999&quot; key=&quot;showFirstNameColumn&quot; value=&quot;False&quot; /&gt;_x000d__x000a_        &lt;parameter id=&quot;dd8f8c43-3aeb-4222-87bf-f49855dcef70&quot; name=&quot;Show reference&quot; type=&quot;System.Boolean, mscorlib, Version=4.0.0.0, Culture=neutral, PublicKeyToken=b77a5c561934e089&quot; order=&quot;999&quot; key=&quot;showReferenceColumn&quot; value=&quot;False&quot; /&gt;_x000d__x000a_        &lt;parameter id=&quot;075b39ff-607e-48d8-8cfb-75f2f5ba6202&quot; name=&quot;Show surname&quot; type=&quot;System.Boolean, mscorlib, Version=4.0.0.0, Culture=neutral, PublicKeyToken=b77a5c561934e089&quot; order=&quot;999&quot; key=&quot;showLastNameColumn&quot; value=&quot;False&quot; /&gt;_x000d__x000a_        &lt;parameter id=&quot;8920822d-012b-400a-90ca-ea07e30c10cc&quot; name=&quot;Show telephone&quot; type=&quot;System.Boolean, mscorlib, Version=4.0.0.0, Culture=neutral, PublicKeyToken=b77a5c561934e089&quot; order=&quot;999&quot; key=&quot;showTelephoneColumn&quot; value=&quot;False&quot; /&gt;_x000d__x000a_        &lt;parameter id=&quot;a4553c0f-8fd9-40b6-b3e6-4d905f79d37c&quot; name=&quot;Show title&quot; type=&quot;System.Boolean, mscorlib, Version=4.0.0.0, Culture=neutral, PublicKeyToken=b77a5c561934e089&quot; order=&quot;999&quot; key=&quot;showTitleColumn&quot; value=&quot;False&quot; /&gt;_x000d__x000a_        &lt;parameter id=&quot;7df6b290-0830-459f-a88b-7eb4da5ffe09&quot; name=&quot;User prompt&quot; type=&quot;System.String, mscorlib, Version=4.0.0.0, Culture=neutral, PublicKeyToken=b77a5c561934e089&quot; order=&quot;999&quot; key=&quot;prompt&quot; value=&quot;_Second parties&quot; /&gt;_x000d__x000a_        &lt;parameter id=&quot;ba6dbac9-cacb-4151-973b-5e104dec422c&quot; name=&quot;Width type&quot; type=&quot;Iphelion.Outline.Model.Interfaces.QuestionControlLayout, Iphelion.Outline.Model, Version=1.2.8.0, Culture=neutral, PublicKeyToken=null&quot; order=&quot;999&quot; key=&quot;layout&quot; value=&quot;Full&quot; /&gt;_x000d__x000a_      &lt;/parameters&gt;_x000d__x000a_    &lt;/question&gt;_x000d__x000a_    &lt;question id=&quot;710749bc-9296-4c34-9323-eb01b234555f&quot; name=&quot;Party3Type&quot; assembly=&quot;Iphelion.Outline.Controls.dll&quot; type=&quot;Iphelion.Outline.Controls.QuestionControls.ViewModels.TextBoxViewModel&quot; order=&quot;19&quot; active=&quot;true&quot; group=&quot;Page1&quot; resultType=&quot;single&quot; displayType=&quot;All&quot;&gt;_x000d__x000a_      &lt;parameters&gt;_x000d__x000a_        &lt;parameter id=&quot;e0316d2a-27d7-400a-871b-3284f73a1ed1&quot; name=&quot;Allow return&quot; type=&quot;System.Boolean, mscorlib, Version=4.0.0.0, Culture=neutral, PublicKeyToken=b77a5c561934e089&quot; order=&quot;999&quot; key=&quot;multiline&quot; value=&quot;False&quot; /&gt;_x000d__x000a_        &lt;parameter id=&quot;ee3f5233-4467-4e26-a8a0-2517ff1806c8&quot; name=&quot;User prompt&quot; type=&quot;System.String, mscorlib, Version=4.0.0.0, Culture=neutral, PublicKeyToken=b77a5c561934e089&quot; order=&quot;999&quot; key=&quot;prompt&quot; value=&quot;Party type 3&quot; /&gt;_x000d__x000a_        &lt;parameter id=&quot;be663fe4-77c5-4cfe-968b-8809dcb98845&quot; name=&quot;Width type&quot; type=&quot;Iphelion.Outline.Model.Interfaces.QuestionControlLayout, Iphelion.Outline.Model, Version=1.2.8.0, Culture=neutral, PublicKeyToken=null&quot; order=&quot;999&quot; key=&quot;layout&quot; value=&quot;Half&quot; /&gt;_x000d__x000a_        &lt;parameter id=&quot;1e9db5ff-40a5-4b38-af2d-18d75734fd86&quot; name=&quot;Height&quot; type=&quot;System.Int32, mscorlib, Version=4.0.0.0, Culture=neutral, PublicKeyToken=b77a5c561934e089&quot; order=&quot;999&quot; key=&quot;height&quot; value=&quot;&quot; /&gt;_x000d__x000a_        &lt;parameter id=&quot;9b9b31d5-bef2-4575-81f5-1bae398cc6b1&quot; name=&quot;Separate lines&quot; type=&quot;System.Boolean, mscorlib, Version=4.0.0.0, Culture=neutral, PublicKeyToken=b77a5c561934e089&quot; order=&quot;999&quot; key=&quot;splitLines&quot; value=&quot;False&quot; /&gt;_x000d__x000a_        &lt;parameter id=&quot;4b49ee22-36c6-4b72-a535-03fdaebf2123&quot; name=&quot;Wrap Text&quot; type=&quot;System.Boolean, mscorlib, Version=4.0.0.0, Culture=neutral, PublicKeyToken=b77a5c561934e089&quot; order=&quot;999&quot; key=&quot;wrapText&quot; value=&quot;True&quot; /&gt;_x000d__x000a_      &lt;/parameters&gt;_x000d__x000a_    &lt;/question&gt;_x000d__x000a_    &lt;question id=&quot;d1c1b0ba-1ad7-4e26-af76-9b4b9ec68c76&quot; name=&quot;Party3&quot; assembly=&quot;Iphelion.Outline.Controls.dll&quot; type=&quot;Iphelion.Outline.Controls.QuestionControls.ViewModels.ContactListViewModel&quot; order=&quot;20&quot; active=&quot;true&quot; group=&quot;Page1&quot; resultType=&quot;single&quot; displayType=&quot;All&quot;&gt;_x000d__x000a_      &lt;parameters&gt;_x000d__x000a_        &lt;parameter id=&quot;496365a1-a102-4c0a-84ec-c81f79b780b4&quot; name=&quot;Auto execute search&quot; type=&quot;System.Boolean, mscorlib, Version=4.0.0.0, Culture=neutral, PublicKeyToken=b77a5c561934e089&quot; order=&quot;999&quot; key=&quot;autoExecuteSearch&quot; value=&quot;True&quot; /&gt;_x000d__x000a_        &lt;parameter id=&quot;34b89544-2e1c-4a06-a1a0-0d3da3e2b669&quot; name=&quot;Can user add contacts&quot; type=&quot;System.Boolean, mscorlib, Version=4.0.0.0, Culture=neutral, PublicKeyToken=b77a5c561934e089&quot; order=&quot;999&quot; key=&quot;canUserAddItems&quot; value=&quot;True&quot; /&gt;_x000d__x000a_        &lt;parameter id=&quot;95c6b4c0-9e8b-4633-a7e0-3f2b50e993ee&quot; name=&quot;Contact required&quot; type=&quot;System.Boolean, mscorlib, Version=4.0.0.0, Culture=neutral, PublicKeyToken=b77a5c561934e089&quot; order=&quot;999&quot; key=&quot;itemRequired&quot; value=&quot;True&quot; /&gt;_x000d__x000a_        &lt;parameter id=&quot;eecf1a9d-5253-4a96-a809-31d55acfb840&quot; name=&quot;Dialog title&quot; type=&quot;System.String, mscorlib, Version=4.0.0.0, Culture=neutral, PublicKeyToken=b77a5c561934e089&quot; order=&quot;999&quot; key=&quot;dialogTitle&quot; value=&quot;&quot; /&gt;_x000d__x000a_        &lt;parameter id=&quot;0b67b232-da5a-4641-bd60-18359ead260e&quot; name=&quot;Display type&quot; type=&quot;Iphelion.Outline.Integration.InterAction.DisplayType, Iphelion.Outline.Integration.InterAction, Version=1.2.8.0, Culture=neutral, PublicKeyToken=null&quot; order=&quot;999&quot; key=&quot;showAPEType&quot; value=&quot;Address&quot; /&gt;_x000d__x000a_        &lt;parameter id=&quot;a27b0955-9b52-4e40-91d0-065f08a0837d&quot; name=&quot;Height&quot; type=&quot;System.String, mscorlib, Version=4.0.0.0, Culture=neutral, PublicKeyToken=b77a5c561934e089&quot; order=&quot;999&quot; key=&quot;height&quot; value=&quot;100&quot; /&gt;_x000d__x000a_        &lt;parameter id=&quot;3eece7b4-08d3-48b4-a368-357d8e85179a&quot; name=&quot;Hide firm contacts&quot; type=&quot;System.Boolean, mscorlib, Version=4.0.0.0, Culture=neutral, PublicKeyToken=b77a5c561934e089&quot; order=&quot;999&quot; key=&quot;hideFirmContacts&quot; value=&quot;False&quot; /&gt;_x000d__x000a_        &lt;parameter id=&quot;5ee24767-1964-45dd-a605-423810bae68d&quot; name=&quot;Hide Header&quot; type=&quot;System.Boolean, mscorlib, Version=4.0.0.0, Culture=neutral, PublicKeyToken=b77a5c561934e089&quot; order=&quot;999&quot; key=&quot;hideHeader&quot; value=&quot;False&quot; /&gt;_x000d__x000a_        &lt;parameter id=&quot;0a4af505-58e8-4676-9e15-15e7adf5e53a&quot; name=&quot;Hide marketing lists&quot; type=&quot;System.Boolean, mscorlib, Version=4.0.0.0, Culture=neutral, PublicKeyToken=b77a5c561934e089&quot; order=&quot;999&quot; key=&quot;hideMarketingLists&quot; value=&quot;False&quot; /&gt;_x000d__x000a_        &lt;parameter id=&quot;630a6afc-24d9-4db7-9b18-c2c2a1be6836&quot; name=&quot;Hide my contacts&quot; type=&quot;System.Boolean, mscorlib, Version=4.0.0.0, Culture=neutral, PublicKeyToken=b77a5c561934e089&quot; order=&quot;999&quot; key=&quot;hideMyContacts&quot; value=&quot;False&quot; /&gt;_x000d__x000a_        &lt;parameter id=&quot;1cc64a50-bd52-44ef-b995-491f5dc9d9c7&quot; name=&quot;Hide project modules&quot; type=&quot;System.Boolean, mscorlib, Version=4.0.0.0, Culture=neutral, PublicKeyToken=b77a5c561934e089&quot; order=&quot;999&quot; key=&quot;hideProjectModules&quot; value=&quot;False&quot; /&gt;_x000d__x000a_        &lt;parameter id=&quot;27afc456-6574-420d-84e2-8cfc3f828acb&quot; name=&quot;Hide working lists&quot; type=&quot;System.Boolean, mscorlib, Version=4.0.0.0, Culture=neutral, PublicKeyToken=b77a5c561934e089&quot; order=&quot;999&quot; key=&quot;hideWorkingLists&quot; value=&quot;False&quot; /&gt;_x000d__x000a_        &lt;parameter id=&quot;d9f296f9-3ba2-4539-870d-1dbd125e8881&quot; name=&quot;Initial contact type&quot; type=&quot;System.String, mscorlib, Version=4.0.0.0, Culture=neutral, PublicKeyToken=b77a5c561934e089&quot; order=&quot;999&quot; key=&quot;initialContactType&quot; value=&quot;&quot; /&gt;_x000d__x000a_        &lt;parameter id=&quot;3a804deb-ff24-4403-bb38-dbaaf78b3be4&quot; name=&quot;Initial list&quot; type=&quot;Iphelion.Outline.Integration.InterAction.ListType, Iphelion.Outline.Integration.InterAction, Version=1.2.8.0, Culture=neutral, PublicKeyToken=null&quot; order=&quot;999&quot; key=&quot;intialList&quot; value=&quot;MyContacts&quot; /&gt;_x000d__x000a_        &lt;parameter id=&quot;80ef73ac-2d23-42ce-8ddb-e6f34b0b1afe&quot; name=&quot;Restrict project&quot; type=&quot;System.Boolean, mscorlib, Version=4.0.0.0, Culture=neutral, PublicKeyToken=b77a5c561934e089&quot; order=&quot;999&quot; key=&quot;restrictProject&quot; value=&quot;False&quot; /&gt;_x000d__x000a_        &lt;parameter id=&quot;c79286b9-155d-44c0-98d5-7f70cebe8790&quot; name=&quot;Search if blank&quot; type=&quot;System.Boolean, mscorlib, Version=4.0.0.0, Culture=neutral, PublicKeyToken=b77a5c561934e089&quot; order=&quot;999&quot; key=&quot;searchIfBlank&quot; value=&quot;False&quot; /&gt;_x000d__x000a_        &lt;parameter id=&quot;e75f33c5-76c9-4edc-a9ed-73a006ad7d40&quot; name=&quot;Set project&quot; type=&quot;System.Boolean, mscorlib, Version=4.0.0.0, Culture=neutral, PublicKeyToken=b77a5c561934e089&quot; order=&quot;999&quot; key=&quot;setProject&quot; value=&quot;False&quot; /&gt;_x000d__x000a_        &lt;parameter id=&quot;5976c5ee-bdae-4242-b26d-af073596d49a&quot; name=&quot;Show combined name&quot; type=&quot;System.Boolean, mscorlib, Version=4.0.0.0, Culture=neutral, PublicKeyToken=b77a5c561934e089&quot; order=&quot;999&quot; key=&quot;showCombinedName&quot; value=&quot;True&quot; /&gt;_x000d__x000a_        &lt;parameter id=&quot;48f67eac-88c5-4f64-967b-ebb5e6ac49c2&quot; name=&quot;Show company&quot; type=&quot;System.Boolean, mscorlib, Version=4.0.0.0, Culture=neutral, PublicKeyToken=b77a5c561934e089&quot; order=&quot;999&quot; key=&quot;showCompanyColumn&quot; value=&quot;False&quot; /&gt;_x000d__x000a_        &lt;parameter id=&quot;6a31ae26-d042-4239-81b4-0fbf241c5e71&quot; name=&quot;Show fax&quot; type=&quot;System.Boolean, mscorlib, Version=4.0.0.0, Culture=neutral, PublicKeyToken=b77a5c561934e089&quot; order=&quot;999&quot; key=&quot;showFaxColumn&quot; value=&quot;False&quot; /&gt;_x000d__x000a_        &lt;parameter id=&quot;349769f3-e22d-4053-9bc2-20fa2036bb23&quot; name=&quot;Show forename&quot; type=&quot;System.Boolean, mscorlib, Version=4.0.0.0, Culture=neutral, PublicKeyToken=b77a5c561934e089&quot; order=&quot;999&quot; key=&quot;showFirstNameColumn&quot; value=&quot;False&quot; /&gt;_x000d__x000a_        &lt;parameter id=&quot;dd8f8c43-3aeb-4222-87bf-f49855dcef70&quot; name=&quot;Show reference&quot; type=&quot;System.Boolean, mscorlib, Version=4.0.0.0, Culture=neutral, PublicKeyToken=b77a5c561934e089&quot; order=&quot;999&quot; key=&quot;showReferenceColumn&quot; value=&quot;False&quot; /&gt;_x000d__x000a_        &lt;parameter id=&quot;075b39ff-607e-48d8-8cfb-75f2f5ba6202&quot; name=&quot;Show surname&quot; type=&quot;System.Boolean, mscorlib, Version=4.0.0.0, Culture=neutral, PublicKeyToken=b77a5c561934e089&quot; order=&quot;999&quot; key=&quot;showLastNameColumn&quot; value=&quot;False&quot; /&gt;_x000d__x000a_        &lt;parameter id=&quot;8920822d-012b-400a-90ca-ea07e30c10cc&quot; name=&quot;Show telephone&quot; type=&quot;System.Boolean, mscorlib, Version=4.0.0.0, Culture=neutral, PublicKeyToken=b77a5c561934e089&quot; order=&quot;999&quot; key=&quot;showTelephoneColumn&quot; value=&quot;False&quot; /&gt;_x000d__x000a_        &lt;parameter id=&quot;a4553c0f-8fd9-40b6-b3e6-4d905f79d37c&quot; name=&quot;Show title&quot; type=&quot;System.Boolean, mscorlib, Version=4.0.0.0, Culture=neutral, PublicKeyToken=b77a5c561934e089&quot; order=&quot;999&quot; key=&quot;showTitleColumn&quot; value=&quot;False&quot; /&gt;_x000d__x000a_        &lt;parameter id=&quot;7df6b290-0830-459f-a88b-7eb4da5ffe09&quot; name=&quot;User prompt&quot; type=&quot;System.String, mscorlib, Version=4.0.0.0, Culture=neutral, PublicKeyToken=b77a5c561934e089&quot; order=&quot;999&quot; key=&quot;prompt&quot; value=&quot;_Third parties&quot; /&gt;_x000d__x000a_        &lt;parameter id=&quot;ba6dbac9-cacb-4151-973b-5e104dec422c&quot; name=&quot;Width type&quot; type=&quot;Iphelion.Outline.Model.Interfaces.QuestionControlLayout, Iphelion.Outline.Model, Version=1.2.8.0, Culture=neutral, PublicKeyToken=null&quot; order=&quot;999&quot; key=&quot;layout&quot; value=&quot;Full&quot; /&gt;_x000d__x000a_      &lt;/parameters&gt;_x000d__x000a_    &lt;/question&gt;_x000d__x000a_    &lt;question id=&quot;fda086e1-b82c-409c-85c9-b05cd5d10893&quot; name=&quot;Party4Type&quot; assembly=&quot;Iphelion.Outline.Controls.dll&quot; type=&quot;Iphelion.Outline.Controls.QuestionControls.ViewModels.TextBoxViewModel&quot; order=&quot;21&quot; active=&quot;true&quot; group=&quot;Page1&quot; resultType=&quot;single&quot; displayType=&quot;All&quot;&gt;_x000d__x000a_      &lt;parameters&gt;_x000d__x000a_        &lt;parameter id=&quot;002681ef-6431-4c1d-a37d-3dba0bc7ce33&quot; name=&quot;Allow return&quot; type=&quot;System.Boolean, mscorlib, Version=4.0.0.0, Culture=neutral, PublicKeyToken=b77a5c561934e089&quot; order=&quot;999&quot; key=&quot;multiline&quot; value=&quot;False&quot; /&gt;_x000d__x000a_        &lt;parameter id=&quot;5e432980-8794-47f4-aa19-5f73ea7744c2&quot; name=&quot;User prompt&quot; type=&quot;System.String, mscorlib, Version=4.0.0.0, Culture=neutral, PublicKeyToken=b77a5c561934e089&quot; order=&quot;999&quot; key=&quot;prompt&quot; value=&quot;Party type 4&quot; /&gt;_x000d__x000a_        &lt;parameter id=&quot;c8dcedec-661c-4ee2-8c40-1ee9e629ec5f&quot; name=&quot;Width type&quot; type=&quot;Iphelion.Outline.Model.Interfaces.QuestionControlLayout, Iphelion.Outline.Model, Version=1.2.8.0, Culture=neutral, PublicKeyToken=null&quot; order=&quot;999&quot; key=&quot;layout&quot; value=&quot;Half&quot; /&gt;_x000d__x000a_        &lt;parameter id=&quot;d658dba1-3ace-4640-a40d-fb7e17a2389d&quot; name=&quot;Height&quot; type=&quot;System.Int32, mscorlib, Version=4.0.0.0, Culture=neutral, PublicKeyToken=b77a5c561934e089&quot; order=&quot;999&quot; key=&quot;height&quot; value=&quot;&quot; /&gt;_x000d__x000a_        &lt;parameter id=&quot;6fbcd221-d8d3-4091-bbfe-b56dc73ce0d1&quot; name=&quot;Separate lines&quot; type=&quot;System.Boolean, mscorlib, Version=4.0.0.0, Culture=neutral, PublicKeyToken=b77a5c561934e089&quot; order=&quot;999&quot; key=&quot;splitLines&quot; value=&quot;False&quot; /&gt;_x000d__x000a_        &lt;parameter id=&quot;269e7ca0-fab6-424d-b84d-6d5828b0237e&quot; name=&quot;Wrap Text&quot; type=&quot;System.Boolean, mscorlib, Version=4.0.0.0, Culture=neutral, PublicKeyToken=b77a5c561934e089&quot; order=&quot;999&quot; key=&quot;wrapText&quot; value=&quot;True&quot; /&gt;_x000d__x000a_      &lt;/parameters&gt;_x000d__x000a_    &lt;/question&gt;_x000d__x000a_    &lt;question id=&quot;b16d33b2-b2d1-4b3a-bf5f-18265e6a0b1e&quot; name=&quot;Party4&quot; assembly=&quot;Iphelion.Outline.Controls.dll&quot; type=&quot;Iphelion.Outline.Controls.QuestionControls.ViewModels.ContactListViewModel&quot; order=&quot;22&quot; active=&quot;true&quot; group=&quot;Page1&quot; resultType=&quot;single&quot; displayType=&quot;All&quot;&gt;_x000d__x000a_      &lt;parameters&gt;_x000d__x000a_        &lt;parameter id=&quot;71cbad17-3a52-4b7d-9dbf-617219bbb0fb&quot; name=&quot;Auto execute search&quot; type=&quot;System.Boolean, mscorlib, Version=4.0.0.0, Culture=neutral, PublicKeyToken=b77a5c561934e089&quot; order=&quot;999&quot; key=&quot;autoExecuteSearch&quot; value=&quot;True&quot; /&gt;_x000d__x000a_        &lt;parameter id=&quot;1cf204e6-6bb9-47af-96cf-8bb307c4f7e2&quot; name=&quot;Can user add contacts&quot; type=&quot;System.Boolean, mscorlib, Version=4.0.0.0, Culture=neutral, PublicKeyToken=b77a5c561934e089&quot; order=&quot;999&quot; key=&quot;canUserAddItems&quot; value=&quot;True&quot; /&gt;_x000d__x000a_        &lt;parameter id=&quot;287cd098-1d80-43b3-86a7-6396f72828d3&quot; name=&quot;Contact required&quot; type=&quot;System.Boolean, mscorlib, Version=4.0.0.0, Culture=neutral, PublicKeyToken=b77a5c561934e089&quot; order=&quot;999&quot; key=&quot;itemRequired&quot; value=&quot;True&quot; /&gt;_x000d__x000a_        &lt;parameter id=&quot;e6707c35-fd05-414f-b8ab-e7031bdf5c0e&quot; name=&quot;Dialog title&quot; type=&quot;System.String, mscorlib, Version=4.0.0.0, Culture=neutral, PublicKeyToken=b77a5c561934e089&quot; order=&quot;999&quot; key=&quot;dialogTitle&quot; value=&quot;&quot; /&gt;_x000d__x000a_        &lt;parameter id=&quot;6ec2a49b-ab4b-4d70-8ca7-954e9dc80d2d&quot; name=&quot;Display type&quot; type=&quot;Iphelion.Outline.Integration.InterAction.DisplayType, Iphelion.Outline.Integration.InterAction, Version=1.2.8.0, Culture=neutral, PublicKeyToken=null&quot; order=&quot;999&quot; key=&quot;showAPEType&quot; value=&quot;Address&quot; /&gt;_x000d__x000a_        &lt;parameter id=&quot;a27b0955-9b52-4e40-91d0-065f08a0837d&quot; name=&quot;Height&quot; type=&quot;System.String, mscorlib, Version=4.0.0.0, Culture=neutral, PublicKeyToken=b77a5c561934e089&quot; order=&quot;999&quot; key=&quot;height&quot; value=&quot;100&quot; /&gt;_x000d__x000a_        &lt;parameter id=&quot;3eece7b4-08d3-48b4-a368-357d8e85179a&quot; name=&quot;Hide firm contacts&quot; type=&quot;System.Boolean, mscorlib, Version=4.0.0.0, Culture=neutral, PublicKeyToken=b77a5c561934e089&quot; order=&quot;999&quot; key=&quot;hideFirmContacts&quot; value=&quot;False&quot; /&gt;_x000d__x000a_        &lt;parameter id=&quot;5ee24767-1964-45dd-a605-423810bae68d&quot; name=&quot;Hide Header&quot; type=&quot;System.Boolean, mscorlib, Version=4.0.0.0, Culture=neutral, PublicKeyToken=b77a5c561934e089&quot; order=&quot;999&quot; key=&quot;hideHeader&quot; value=&quot;False&quot; /&gt;_x000d__x000a_        &lt;parameter id=&quot;0a4af505-58e8-4676-9e15-15e7adf5e53a&quot; name=&quot;Hide marketing lists&quot; type=&quot;System.Boolean, mscorlib, Version=4.0.0.0, Culture=neutral, PublicKeyToken=b77a5c561934e089&quot; order=&quot;999&quot; key=&quot;hideMarketingLists&quot; value=&quot;False&quot; /&gt;_x000d__x000a_        &lt;parameter id=&quot;630a6afc-24d9-4db7-9b18-c2c2a1be6836&quot; name=&quot;Hide my contacts&quot; type=&quot;System.Boolean, mscorlib, Version=4.0.0.0, Culture=neutral, PublicKeyToken=b77a5c561934e089&quot; order=&quot;999&quot; key=&quot;hideMyContacts&quot; value=&quot;False&quot; /&gt;_x000d__x000a_        &lt;parameter id=&quot;1cc64a50-bd52-44ef-b995-491f5dc9d9c7&quot; name=&quot;Hide project modules&quot; type=&quot;System.Boolean, mscorlib, Version=4.0.0.0, Culture=neutral, PublicKeyToken=b77a5c561934e089&quot; order=&quot;999&quot; key=&quot;hideProjectModules&quot; value=&quot;False&quot; /&gt;_x000d__x000a_        &lt;parameter id=&quot;27afc456-6574-420d-84e2-8cfc3f828acb&quot; name=&quot;Hide working lists&quot; type=&quot;System.Boolean, mscorlib, Version=4.0.0.0, Culture=neutral, PublicKeyToken=b77a5c561934e089&quot; order=&quot;999&quot; key=&quot;hideWorkingLists&quot; value=&quot;False&quot; /&gt;_x000d__x000a_        &lt;parameter id=&quot;d9f296f9-3ba2-4539-870d-1dbd125e8881&quot; name=&quot;Initial contact type&quot; type=&quot;System.String, mscorlib, Version=4.0.0.0, Culture=neutral, PublicKeyToken=b77a5c561934e089&quot; order=&quot;999&quot; key=&quot;initialContactType&quot; value=&quot;&quot; /&gt;_x000d__x000a_        &lt;parameter id=&quot;3a804deb-ff24-4403-bb38-dbaaf78b3be4&quot; name=&quot;Initial list&quot; type=&quot;Iphelion.Outline.Integration.InterAction.ListType, Iphelion.Outline.Integration.InterAction, Version=1.2.8.0, Culture=neutral, PublicKeyToken=null&quot; order=&quot;999&quot; key=&quot;intialList&quot; value=&quot;MyContacts&quot; /&gt;_x000d__x000a_        &lt;parameter id=&quot;80ef73ac-2d23-42ce-8ddb-e6f34b0b1afe&quot; name=&quot;Restrict project&quot; type=&quot;System.Boolean, mscorlib, Version=4.0.0.0, Culture=neutral, PublicKeyToken=b77a5c561934e089&quot; order=&quot;999&quot; key=&quot;restrictProject&quot; value=&quot;False&quot; /&gt;_x000d__x000a_        &lt;parameter id=&quot;c79286b9-155d-44c0-98d5-7f70cebe8790&quot; name=&quot;Search if blank&quot; type=&quot;System.Boolean, mscorlib, Version=4.0.0.0, Culture=neutral, PublicKeyToken=b77a5c561934e089&quot; order=&quot;999&quot; key=&quot;searchIfBlank&quot; value=&quot;False&quot; /&gt;_x000d__x000a_        &lt;parameter id=&quot;e75f33c5-76c9-4edc-a9ed-73a006ad7d40&quot; name=&quot;Set project&quot; type=&quot;System.Boolean, mscorlib, Version=4.0.0.0, Culture=neutral, PublicKeyToken=b77a5c561934e089&quot; order=&quot;999&quot; key=&quot;setProject&quot; value=&quot;False&quot; /&gt;_x000d__x000a_        &lt;parameter id=&quot;5976c5ee-bdae-4242-b26d-af073596d49a&quot; name=&quot;Show combined name&quot; type=&quot;System.Boolean, mscorlib, Version=4.0.0.0, Culture=neutral, PublicKeyToken=b77a5c561934e089&quot; order=&quot;999&quot; key=&quot;showCombinedName&quot; value=&quot;True&quot; /&gt;_x000d__x000a_        &lt;parameter id=&quot;48f67eac-88c5-4f64-967b-ebb5e6ac49c2&quot; name=&quot;Show company&quot; type=&quot;System.Boolean, mscorlib, Version=4.0.0.0, Culture=neutral, PublicKeyToken=b77a5c561934e089&quot; order=&quot;999&quot; key=&quot;showCompanyColumn&quot; value=&quot;False&quot; /&gt;_x000d__x000a_        &lt;parameter id=&quot;6a31ae26-d042-4239-81b4-0fbf241c5e71&quot; name=&quot;Show fax&quot; type=&quot;System.Boolean, mscorlib, Version=4.0.0.0, Culture=neutral, PublicKeyToken=b77a5c561934e089&quot; order=&quot;999&quot; key=&quot;showFaxColumn&quot; value=&quot;False&quot; /&gt;_x000d__x000a_        &lt;parameter id=&quot;349769f3-e22d-4053-9bc2-20fa2036bb23&quot; name=&quot;Show forename&quot; type=&quot;System.Boolean, mscorlib, Version=4.0.0.0, Culture=neutral, PublicKeyToken=b77a5c561934e089&quot; order=&quot;999&quot; key=&quot;showFirstNameColumn&quot; value=&quot;False&quot; /&gt;_x000d__x000a_        &lt;parameter id=&quot;dd8f8c43-3aeb-4222-87bf-f49855dcef70&quot; name=&quot;Show reference&quot; type=&quot;System.Boolean, mscorlib, Version=4.0.0.0, Culture=neutral, PublicKeyToken=b77a5c561934e089&quot; order=&quot;999&quot; key=&quot;showReferenceColumn&quot; value=&quot;False&quot; /&gt;_x000d__x000a_        &lt;parameter id=&quot;075b39ff-607e-48d8-8cfb-75f2f5ba6202&quot; name=&quot;Show surname&quot; type=&quot;System.Boolean, mscorlib, Version=4.0.0.0, Culture=neutral, PublicKeyToken=b77a5c561934e089&quot; order=&quot;999&quot; key=&quot;showLastNameColumn&quot; value=&quot;False&quot; /&gt;_x000d__x000a_        &lt;parameter id=&quot;8920822d-012b-400a-90ca-ea07e30c10cc&quot; name=&quot;Show telephone&quot; type=&quot;System.Boolean, mscorlib, Version=4.0.0.0, Culture=neutral, PublicKeyToken=b77a5c561934e089&quot; order=&quot;999&quot; key=&quot;showTelephoneColumn&quot; value=&quot;False&quot; /&gt;_x000d__x000a_        &lt;parameter id=&quot;a4553c0f-8fd9-40b6-b3e6-4d905f79d37c&quot; name=&quot;Show title&quot; type=&quot;System.Boolean, mscorlib, Version=4.0.0.0, Culture=neutral, PublicKeyToken=b77a5c561934e089&quot; order=&quot;999&quot; key=&quot;showTitleColumn&quot; value=&quot;False&quot; /&gt;_x000d__x000a_        &lt;parameter id=&quot;7df6b290-0830-459f-a88b-7eb4da5ffe09&quot; name=&quot;User prompt&quot; type=&quot;System.String, mscorlib, Version=4.0.0.0, Culture=neutral, PublicKeyToken=b77a5c561934e089&quot; order=&quot;999&quot; key=&quot;prompt&quot; value=&quot;_Fourth parties&quot; /&gt;_x000d__x000a_        &lt;parameter id=&quot;ba6dbac9-cacb-4151-973b-5e104dec422c&quot; name=&quot;Width type&quot; type=&quot;Iphelion.Outline.Model.Interfaces.QuestionControlLayout, Iphelion.Outline.Model, Version=1.2.8.0, Culture=neutral, PublicKeyToken=null&quot; order=&quot;999&quot; key=&quot;layout&quot; value=&quot;Full&quot; /&gt;_x000d__x000a_      &lt;/parameters&gt;_x000d__x000a_    &lt;/question&gt;_x000d__x000a_    &lt;question id=&quot;61d85f2e-15d6-4e0d-8133-4cbfdaf1c258&quot; name=&quot;Party5Type&quot; assembly=&quot;Iphelion.Outline.Controls.dll&quot; type=&quot;Iphelion.Outline.Controls.QuestionControls.ViewModels.TextBoxViewModel&quot; order=&quot;23&quot; active=&quot;true&quot; group=&quot;Page1&quot; resultType=&quot;single&quot; displayType=&quot;All&quot;&gt;_x000d__x000a_      &lt;parameters&gt;_x000d__x000a_        &lt;parameter id=&quot;6ba581f1-a2f8-4ec8-ab3e-01b08b2347ff&quot; name=&quot;Allow return&quot; type=&quot;System.Boolean, mscorlib, Version=4.0.0.0, Culture=neutral, PublicKeyToken=b77a5c561934e089&quot; order=&quot;999&quot; key=&quot;multiline&quot; value=&quot;False&quot; /&gt;_x000d__x000a_        &lt;parameter id=&quot;5444c271-632b-4699-a281-d5b4ef1741a7&quot; name=&quot;User prompt&quot; type=&quot;System.String, mscorlib, Version=4.0.0.0, Culture=neutral, PublicKeyToken=b77a5c561934e089&quot; order=&quot;999&quot; key=&quot;prompt&quot; value=&quot;Party type 5&quot; /&gt;_x000d__x000a_        &lt;parameter id=&quot;0a94293b-9db9-40c9-bc35-889776ff6181&quot; name=&quot;Width type&quot; type=&quot;Iphelion.Outline.Model.Interfaces.QuestionControlLayout, Iphelion.Outline.Model, Version=1.2.8.0, Culture=neutral, PublicKeyToken=null&quot; order=&quot;999&quot; key=&quot;layout&quot; value=&quot;Half&quot; /&gt;_x000d__x000a_        &lt;parameter id=&quot;0e1ec12d-c5c2-44b1-b426-3c06d02d947f&quot; name=&quot;Height&quot; type=&quot;System.Int32, mscorlib, Version=4.0.0.0, Culture=neutral, PublicKeyToken=b77a5c561934e089&quot; order=&quot;999&quot; key=&quot;height&quot; value=&quot;&quot; /&gt;_x000d__x000a_        &lt;parameter id=&quot;bf858290-e81f-4af0-9318-83994d30ff70&quot; name=&quot;Separate lines&quot; type=&quot;System.Boolean, mscorlib, Version=4.0.0.0, Culture=neutral, PublicKeyToken=b77a5c561934e089&quot; order=&quot;999&quot; key=&quot;splitLines&quot; value=&quot;False&quot; /&gt;_x000d__x000a_        &lt;parameter id=&quot;6c024feb-09d7-4082-a9d0-bba4a428dabf&quot; name=&quot;Wrap Text&quot; type=&quot;System.Boolean, mscorlib, Version=4.0.0.0, Culture=neutral, PublicKeyToken=b77a5c561934e089&quot; order=&quot;999&quot; key=&quot;wrapText&quot; value=&quot;True&quot; /&gt;_x000d__x000a_      &lt;/parameters&gt;_x000d__x000a_    &lt;/question&gt;_x000d__x000a_    &lt;question id=&quot;06883d05-ba5d-4404-a721-92010381f395&quot; name=&quot;Party5&quot; assembly=&quot;Iphelion.Outline.Controls.dll&quot; type=&quot;Iphelion.Outline.Controls.QuestionControls.ViewModels.ContactListViewModel&quot; order=&quot;24&quot; active=&quot;true&quot; group=&quot;Page1&quot; resultType=&quot;single&quot; displayType=&quot;All&quot;&gt;_x000d__x000a_      &lt;parameters&gt;_x000d__x000a_        &lt;parameter id=&quot;71cbad17-3a52-4b7d-9dbf-617219bbb0fb&quot; name=&quot;Auto execute search&quot; type=&quot;System.Boolean, mscorlib, Version=4.0.0.0, Culture=neutral, PublicKeyToken=b77a5c561934e089&quot; order=&quot;999&quot; key=&quot;autoExecuteSearch&quot; value=&quot;True&quot; /&gt;_x000d__x000a_        &lt;parameter id=&quot;1cf204e6-6bb9-47af-96cf-8bb307c4f7e2&quot; name=&quot;Can user add contacts&quot; type=&quot;System.Boolean, mscorlib, Version=4.0.0.0, Culture=neutral, PublicKeyToken=b77a5c561934e089&quot; order=&quot;999&quot; key=&quot;canUserAddItems&quot; value=&quot;True&quot; /&gt;_x000d__x000a_        &lt;parameter id=&quot;287cd098-1d80-43b3-86a7-6396f72828d3&quot; name=&quot;Contact required&quot; type=&quot;System.Boolean, mscorlib, Version=4.0.0.0, Culture=neutral, PublicKeyToken=b77a5c561934e089&quot; order=&quot;999&quot; key=&quot;itemRequired&quot; value=&quot;True&quot; /&gt;_x000d__x000a_        &lt;parameter id=&quot;e6707c35-fd05-414f-b8ab-e7031bdf5c0e&quot; name=&quot;Dialog title&quot; type=&quot;System.String, mscorlib, Version=4.0.0.0, Culture=neutral, PublicKeyToken=b77a5c561934e089&quot; order=&quot;999&quot; key=&quot;dialogTitle&quot; value=&quot;&quot; /&gt;_x000d__x000a_        &lt;parameter id=&quot;6ec2a49b-ab4b-4d70-8ca7-954e9dc80d2d&quot; name=&quot;Display type&quot; type=&quot;Iphelion.Outline.Integration.InterAction.DisplayType, Iphelion.Outline.Integration.InterAction, Version=1.2.8.0, Culture=neutral, PublicKeyToken=null&quot; order=&quot;999&quot; key=&quot;showAPEType&quot; value=&quot;Address&quot; /&gt;_x000d__x000a_        &lt;parameter id=&quot;a27b0955-9b52-4e40-91d0-065f08a0837d&quot; name=&quot;Height&quot; type=&quot;System.String, mscorlib, Version=4.0.0.0, Culture=neutral, PublicKeyToken=b77a5c561934e089&quot; order=&quot;999&quot; key=&quot;height&quot; value=&quot;100&quot; /&gt;_x000d__x000a_        &lt;parameter id=&quot;3eece7b4-08d3-48b4-a368-357d8e85179a&quot; name=&quot;Hide firm contacts&quot; type=&quot;System.Boolean, mscorlib, Version=4.0.0.0, Culture=neutral, PublicKeyToken=b77a5c561934e089&quot; order=&quot;999&quot; key=&quot;hideFirmContacts&quot; value=&quot;False&quot; /&gt;_x000d__x000a_        &lt;parameter id=&quot;5ee24767-1964-45dd-a605-423810bae68d&quot; name=&quot;Hide Header&quot; type=&quot;System.Boolean, mscorlib, Version=4.0.0.0, Culture=neutral, PublicKeyToken=b77a5c561934e089&quot; order=&quot;999&quot; key=&quot;hideHeader&quot; value=&quot;False&quot; /&gt;_x000d__x000a_        &lt;parameter id=&quot;0a4af505-58e8-4676-9e15-15e7adf5e53a&quot; name=&quot;Hide marketing lists&quot; type=&quot;System.Boolean, mscorlib, Version=4.0.0.0, Culture=neutral, PublicKeyToken=b77a5c561934e089&quot; order=&quot;999&quot; key=&quot;hideMarketingLists&quot; value=&quot;False&quot; /&gt;_x000d__x000a_        &lt;parameter id=&quot;630a6afc-24d9-4db7-9b18-c2c2a1be6836&quot; name=&quot;Hide my contacts&quot; type=&quot;System.Boolean, mscorlib, Version=4.0.0.0, Culture=neutral, PublicKeyToken=b77a5c561934e089&quot; order=&quot;999&quot; key=&quot;hideMyContacts&quot; value=&quot;False&quot; /&gt;_x000d__x000a_        &lt;parameter id=&quot;1cc64a50-bd52-44ef-b995-491f5dc9d9c7&quot; name=&quot;Hide project modules&quot; type=&quot;System.Boolean, mscorlib, Version=4.0.0.0, Culture=neutral, PublicKeyToken=b77a5c561934e089&quot; order=&quot;999&quot; key=&quot;hideProjectModules&quot; value=&quot;False&quot; /&gt;_x000d__x000a_        &lt;parameter id=&quot;27afc456-6574-420d-84e2-8cfc3f828acb&quot; name=&quot;Hide working lists&quot; type=&quot;System.Boolean, mscorlib, Version=4.0.0.0, Culture=neutral, PublicKeyToken=b77a5c561934e089&quot; order=&quot;999&quot; key=&quot;hideWorkingLists&quot; value=&quot;False&quot; /&gt;_x000d__x000a_        &lt;parameter id=&quot;d9f296f9-3ba2-4539-870d-1dbd125e8881&quot; name=&quot;Initial contact type&quot; type=&quot;System.String, mscorlib, Version=4.0.0.0, Culture=neutral, PublicKeyToken=b77a5c561934e089&quot; order=&quot;999&quot; key=&quot;initialContactType&quot; value=&quot;&quot; /&gt;_x000d__x000a_        &lt;parameter id=&quot;3a804deb-ff24-4403-bb38-dbaaf78b3be4&quot; name=&quot;Initial list&quot; type=&quot;Iphelion.Outline.Integration.InterAction.ListType, Iphelion.Outline.Integration.InterAction, Version=1.2.8.0, Culture=neutral, PublicKeyToken=null&quot; order=&quot;999&quot; key=&quot;intialList&quot; value=&quot;MyContacts&quot; /&gt;_x000d__x000a_        &lt;parameter id=&quot;80ef73ac-2d23-42ce-8ddb-e6f34b0b1afe&quot; name=&quot;Restrict project&quot; type=&quot;System.Boolean, mscorlib, Version=4.0.0.0, Culture=neutral, PublicKeyToken=b77a5c561934e089&quot; order=&quot;999&quot; key=&quot;restrictProject&quot; value=&quot;False&quot; /&gt;_x000d__x000a_        &lt;parameter id=&quot;c79286b9-155d-44c0-98d5-7f70cebe8790&quot; name=&quot;Search if blank&quot; type=&quot;System.Boolean, mscorlib, Version=4.0.0.0, Culture=neutral, PublicKeyToken=b77a5c561934e089&quot; order=&quot;999&quot; key=&quot;searchIfBlank&quot; value=&quot;False&quot; /&gt;_x000d__x000a_        &lt;parameter id=&quot;e75f33c5-76c9-4edc-a9ed-73a006ad7d40&quot; name=&quot;Set project&quot; type=&quot;System.Boolean, mscorlib, Version=4.0.0.0, Culture=neutral, PublicKeyToken=b77a5c561934e089&quot; order=&quot;999&quot; key=&quot;setProject&quot; value=&quot;False&quot; /&gt;_x000d__x000a_        &lt;parameter id=&quot;5976c5ee-bdae-4242-b26d-af073596d49a&quot; name=&quot;Show combined name&quot; type=&quot;System.Boolean, mscorlib, Version=4.0.0.0, Culture=neutral, PublicKeyToken=b77a5c561934e089&quot; order=&quot;999&quot; key=&quot;showCombinedName&quot; value=&quot;True&quot; /&gt;_x000d__x000a_        &lt;parameter id=&quot;48f67eac-88c5-4f64-967b-ebb5e6ac49c2&quot; name=&quot;Show company&quot; type=&quot;System.Boolean, mscorlib, Version=4.0.0.0, Culture=neutral, PublicKeyToken=b77a5c561934e089&quot; order=&quot;999&quot; key=&quot;showCompanyColumn&quot; value=&quot;False&quot; /&gt;_x000d__x000a_        &lt;parameter id=&quot;6a31ae26-d042-4239-81b4-0fbf241c5e71&quot; name=&quot;Show fax&quot; type=&quot;System.Boolean, mscorlib, Version=4.0.0.0, Culture=neutral, PublicKeyToken=b77a5c561934e089&quot; order=&quot;999&quot; key=&quot;showFaxColumn&quot; value=&quot;False&quot; /&gt;_x000d__x000a_        &lt;parameter id=&quot;349769f3-e22d-4053-9bc2-20fa2036bb23&quot; name=&quot;Show forename&quot; type=&quot;System.Boolean, mscorlib, Version=4.0.0.0, Culture=neutral, PublicKeyToken=b77a5c561934e089&quot; order=&quot;999&quot; key=&quot;showFirstNameColumn&quot; value=&quot;False&quot; /&gt;_x000d__x000a_        &lt;parameter id=&quot;dd8f8c43-3aeb-4222-87bf-f49855dcef70&quot; name=&quot;Show reference&quot; type=&quot;System.Boolean, mscorlib, Version=4.0.0.0, Culture=neutral, PublicKeyToken=b77a5c561934e089&quot; order=&quot;999&quot; key=&quot;showReferenceColumn&quot; value=&quot;False&quot; /&gt;_x000d__x000a_        &lt;parameter id=&quot;075b39ff-607e-48d8-8cfb-75f2f5ba6202&quot; n"/>
    <w:docVar w:name="OutlineMetadata2" w:val="ame=&quot;Show surname&quot; type=&quot;System.Boolean, mscorlib, Version=4.0.0.0, Culture=neutral, PublicKeyToken=b77a5c561934e089&quot; order=&quot;999&quot; key=&quot;showLastNameColumn&quot; value=&quot;False&quot; /&gt;_x000d__x000a_        &lt;parameter id=&quot;8920822d-012b-400a-90ca-ea07e30c10cc&quot; name=&quot;Show telephone&quot; type=&quot;System.Boolean, mscorlib, Version=4.0.0.0, Culture=neutral, PublicKeyToken=b77a5c561934e089&quot; order=&quot;999&quot; key=&quot;showTelephoneColumn&quot; value=&quot;False&quot; /&gt;_x000d__x000a_        &lt;parameter id=&quot;a4553c0f-8fd9-40b6-b3e6-4d905f79d37c&quot; name=&quot;Show title&quot; type=&quot;System.Boolean, mscorlib, Version=4.0.0.0, Culture=neutral, PublicKeyToken=b77a5c561934e089&quot; order=&quot;999&quot; key=&quot;showTitleColumn&quot; value=&quot;False&quot; /&gt;_x000d__x000a_        &lt;parameter id=&quot;7df6b290-0830-459f-a88b-7eb4da5ffe09&quot; name=&quot;User prompt&quot; type=&quot;System.String, mscorlib, Version=4.0.0.0, Culture=neutral, PublicKeyToken=b77a5c561934e089&quot; order=&quot;999&quot; key=&quot;prompt&quot; value=&quot;_Fifth parties&quot; /&gt;_x000d__x000a_        &lt;parameter id=&quot;ba6dbac9-cacb-4151-973b-5e104dec422c&quot; name=&quot;Width type&quot; type=&quot;Iphelion.Outline.Model.Interfaces.QuestionControlLayout, Iphelion.Outline.Model, Version=1.2.8.0, Culture=neutral, PublicKeyToken=null&quot; order=&quot;999&quot; key=&quot;layout&quot; value=&quot;Full&quot; /&gt;_x000d__x000a_      &lt;/parameters&gt;_x000d__x000a_    &lt;/question&gt;_x000d__x000a_    &lt;question id=&quot;3bb32929-1920-4d3b-a8bc-ce29ee0224cc&quot; name=&quot;Second Page Information&quot; assembly=&quot;Iphelion.Outline.Controls.dll&quot; type=&quot;Iphelion.Outline.Controls.QuestionControls.ViewModels.WizardSectionHeadingViewModel&quot; order=&quot;25&quot; active=&quot;false&quot; group=&quot;Page1&quot; resultType=&quot;single&quot; displayType=&quot;All&quot;&gt;_x000d__x000a_      &lt;parameters&gt;_x000d__x000a_        &lt;parameter id=&quot;f2f34603-7252-4b7e-8134-1a2689cae37e&quot; name=&quot;Text&quot; type=&quot;System.String, mscorlib, Version=4.0.0.0, Culture=neutral, PublicKeyToken=b77a5c561934e089&quot; order=&quot;999&quot; key=&quot;text&quot; value=&quot;Parties 6, 7, 8, 9 and 10 appear if you select more parties in the dropdown in the first tab. &amp;#xA;Use buttons at the bottom of this window to navigate between tabs.&quot; /&gt;_x000d__x000a_        &lt;parameter id=&quot;49bda084-6228-4f8b-95a6-408425042636&quot; name=&quot;Top Margin&quot; type=&quot;System.Int32, mscorlib, Version=4.0.0.0, Culture=neutral, PublicKeyToken=b77a5c561934e089&quot; order=&quot;999&quot; key=&quot;topMargin&quot; value=&quot;5&quot; /&gt;_x000d__x000a_        &lt;parameter id=&quot;45de3d0d-0bb8-4b2b-90de-9b482fe99513&quot; name=&quot;Bottom Margin&quot; type=&quot;System.Int32, mscorlib, Version=4.0.0.0, Culture=neutral, PublicKeyToken=b77a5c561934e089&quot; order=&quot;999&quot; key=&quot;bottomMargin&quot; value=&quot;10&quot; /&gt;_x000d__x000a_        &lt;parameter id=&quot;aa50609c-dfd4-4e52-9249-93ac566d9f09&quot; name=&quot;Left Margin&quot; type=&quot;System.Int32, mscorlib, Version=4.0.0.0, Culture=neutral, PublicKeyToken=b77a5c561934e089&quot; order=&quot;999&quot; key=&quot;leftmargin&quot; value=&quot;10&quot; /&gt;_x000d__x000a_        &lt;parameter id=&quot;8e08af4f-20b2-4c0a-93c7-9e14a4d61628&quot; name=&quot;Font Size&quot; type=&quot;System.Int32, mscorlib, Version=4.0.0.0, Culture=neutral, PublicKeyToken=b77a5c561934e089&quot; order=&quot;999&quot; key=&quot;fontSize&quot; value=&quot;12&quot; /&gt;_x000d__x000a_        &lt;parameter id=&quot;3851a272-8dc5-4270-ac09-945421226d1b&quot; name=&quot;Font Bold&quot; type=&quot;System.Boolean, mscorlib, Version=4.0.0.0, Culture=neutral, PublicKeyToken=b77a5c561934e089&quot; order=&quot;999&quot; key=&quot;fontBold&quot; value=&quot;false&quot; /&gt;_x000d__x000a_      &lt;/parameters&gt;_x000d__x000a_    &lt;/question&gt;_x000d__x000a_    &lt;question id=&quot;82a7879b-1c55-4273-b173-73791892879e&quot; name=&quot;Party6Type&quot; assembly=&quot;Iphelion.Outline.Controls.dll&quot; type=&quot;Iphelion.Outline.Controls.QuestionControls.ViewModels.TextBoxViewModel&quot; order=&quot;26&quot; active=&quot;true&quot; group=&quot;Page1&quot; resultType=&quot;single&quot; displayType=&quot;All&quot;&gt;_x000d__x000a_      &lt;parameters&gt;_x000d__x000a_        &lt;parameter id=&quot;78026a83-cb6c-4fa3-bbd6-2bbccfbb0c93&quot; name=&quot;Allow return&quot; type=&quot;System.Boolean, mscorlib, Version=4.0.0.0, Culture=neutral, PublicKeyToken=b77a5c561934e089&quot; order=&quot;999&quot; key=&quot;multiline&quot; value=&quot;False&quot; /&gt;_x000d__x000a_        &lt;parameter id=&quot;ac8d5591-79b8-44c1-8089-9b018f5087f7&quot; name=&quot;User prompt&quot; type=&quot;System.String, mscorlib, Version=4.0.0.0, Culture=neutral, PublicKeyToken=b77a5c561934e089&quot; order=&quot;999&quot; key=&quot;prompt&quot; value=&quot;Party type 6&quot; /&gt;_x000d__x000a_        &lt;parameter id=&quot;d1bc6fe5-98e3-4f36-bee4-9bb7a6bb68f1&quot; name=&quot;Width type&quot; type=&quot;Iphelion.Outline.Model.Interfaces.QuestionControlLayout, Iphelion.Outline.Model, Version=1.2.8.0, Culture=neutral, PublicKeyToken=null&quot; order=&quot;999&quot; key=&quot;layout&quot; value=&quot;Half&quot; /&gt;_x000d__x000a_        &lt;parameter id=&quot;7501b1f5-0cf1-4c3c-be42-fb28f430b10e&quot; name=&quot;Height&quot; type=&quot;System.Int32, mscorlib, Version=4.0.0.0, Culture=neutral, PublicKeyToken=b77a5c561934e089&quot; order=&quot;999&quot; key=&quot;height&quot; value=&quot;&quot; /&gt;_x000d__x000a_        &lt;parameter id=&quot;cfb23b96-23d6-4e37-8789-ec78c2e88700&quot; name=&quot;Separate lines&quot; type=&quot;System.Boolean, mscorlib, Version=4.0.0.0, Culture=neutral, PublicKeyToken=b77a5c561934e089&quot; order=&quot;999&quot; key=&quot;splitLines&quot; value=&quot;False&quot; /&gt;_x000d__x000a_        &lt;parameter id=&quot;2e7f1ef7-bae3-4532-894f-82d223290511&quot; name=&quot;Wrap Text&quot; type=&quot;System.Boolean, mscorlib, Version=4.0.0.0, Culture=neutral, PublicKeyToken=b77a5c561934e089&quot; order=&quot;999&quot; key=&quot;wrapText&quot; value=&quot;True&quot; /&gt;_x000d__x000a_      &lt;/parameters&gt;_x000d__x000a_    &lt;/question&gt;_x000d__x000a_    &lt;question id=&quot;701c3690-ee86-4b4f-9bcd-66f13a74f33c&quot; name=&quot;Party6&quot; assembly=&quot;Iphelion.Outline.Controls.dll&quot; type=&quot;Iphelion.Outline.Controls.QuestionControls.ViewModels.ContactListViewModel&quot; order=&quot;27&quot; active=&quot;true&quot; group=&quot;Page1&quot; resultType=&quot;single&quot; displayType=&quot;All&quot;&gt;_x000d__x000a_      &lt;parameters&gt;_x000d__x000a_        &lt;parameter id=&quot;71cbad17-3a52-4b7d-9dbf-617219bbb0fb&quot; name=&quot;Auto execute search&quot; type=&quot;System.Boolean, mscorlib, Version=4.0.0.0, Culture=neutral, PublicKeyToken=b77a5c561934e089&quot; order=&quot;999&quot; key=&quot;autoExecuteSearch&quot; value=&quot;True&quot; /&gt;_x000d__x000a_        &lt;parameter id=&quot;1cf204e6-6bb9-47af-96cf-8bb307c4f7e2&quot; name=&quot;Can user add contacts&quot; type=&quot;System.Boolean, mscorlib, Version=4.0.0.0, Culture=neutral, PublicKeyToken=b77a5c561934e089&quot; order=&quot;999&quot; key=&quot;canUserAddItems&quot; value=&quot;True&quot; /&gt;_x000d__x000a_        &lt;parameter id=&quot;287cd098-1d80-43b3-86a7-6396f72828d3&quot; name=&quot;Contact required&quot; type=&quot;System.Boolean, mscorlib, Version=4.0.0.0, Culture=neutral, PublicKeyToken=b77a5c561934e089&quot; order=&quot;999&quot; key=&quot;itemRequired&quot; value=&quot;True&quot; /&gt;_x000d__x000a_        &lt;parameter id=&quot;e6707c35-fd05-414f-b8ab-e7031bdf5c0e&quot; name=&quot;Dialog title&quot; type=&quot;System.String, mscorlib, Version=4.0.0.0, Culture=neutral, PublicKeyToken=b77a5c561934e089&quot; order=&quot;999&quot; key=&quot;dialogTitle&quot; value=&quot;&quot; /&gt;_x000d__x000a_        &lt;parameter id=&quot;6ec2a49b-ab4b-4d70-8ca7-954e9dc80d2d&quot; name=&quot;Display type&quot; type=&quot;Iphelion.Outline.Integration.InterAction.DisplayType, Iphelion.Outline.Integration.InterAction, Version=1.2.8.0, Culture=neutral, PublicKeyToken=null&quot; order=&quot;999&quot; key=&quot;showAPEType&quot; value=&quot;Address&quot; /&gt;_x000d__x000a_        &lt;parameter id=&quot;a27b0955-9b52-4e40-91d0-065f08a0837d&quot; name=&quot;Height&quot; type=&quot;System.String, mscorlib, Version=4.0.0.0, Culture=neutral, PublicKeyToken=b77a5c561934e089&quot; order=&quot;999&quot; key=&quot;height&quot; value=&quot;100&quot; /&gt;_x000d__x000a_        &lt;parameter id=&quot;3eece7b4-08d3-48b4-a368-357d8e85179a&quot; name=&quot;Hide firm contacts&quot; type=&quot;System.Boolean, mscorlib, Version=4.0.0.0, Culture=neutral, PublicKeyToken=b77a5c561934e089&quot; order=&quot;999&quot; key=&quot;hideFirmContacts&quot; value=&quot;False&quot; /&gt;_x000d__x000a_        &lt;parameter id=&quot;5ee24767-1964-45dd-a605-423810bae68d&quot; name=&quot;Hide Header&quot; type=&quot;System.Boolean, mscorlib, Version=4.0.0.0, Culture=neutral, PublicKeyToken=b77a5c561934e089&quot; order=&quot;999&quot; key=&quot;hideHeader&quot; value=&quot;False&quot; /&gt;_x000d__x000a_        &lt;parameter id=&quot;0a4af505-58e8-4676-9e15-15e7adf5e53a&quot; name=&quot;Hide marketing lists&quot; type=&quot;System.Boolean, mscorlib, Version=4.0.0.0, Culture=neutral, PublicKeyToken=b77a5c561934e089&quot; order=&quot;999&quot; key=&quot;hideMarketingLists&quot; value=&quot;False&quot; /&gt;_x000d__x000a_        &lt;parameter id=&quot;630a6afc-24d9-4db7-9b18-c2c2a1be6836&quot; name=&quot;Hide my contacts&quot; type=&quot;System.Boolean, mscorlib, Version=4.0.0.0, Culture=neutral, PublicKeyToken=b77a5c561934e089&quot; order=&quot;999&quot; key=&quot;hideMyContacts&quot; value=&quot;False&quot; /&gt;_x000d__x000a_        &lt;parameter id=&quot;1cc64a50-bd52-44ef-b995-491f5dc9d9c7&quot; name=&quot;Hide project modules&quot; type=&quot;System.Boolean, mscorlib, Version=4.0.0.0, Culture=neutral, PublicKeyToken=b77a5c561934e089&quot; order=&quot;999&quot; key=&quot;hideProjectModules&quot; value=&quot;False&quot; /&gt;_x000d__x000a_        &lt;parameter id=&quot;27afc456-6574-420d-84e2-8cfc3f828acb&quot; name=&quot;Hide working lists&quot; type=&quot;System.Boolean, mscorlib, Version=4.0.0.0, Culture=neutral, PublicKeyToken=b77a5c561934e089&quot; order=&quot;999&quot; key=&quot;hideWorkingLists&quot; value=&quot;False&quot; /&gt;_x000d__x000a_        &lt;parameter id=&quot;d9f296f9-3ba2-4539-870d-1dbd125e8881&quot; name=&quot;Initial contact type&quot; type=&quot;System.String, mscorlib, Version=4.0.0.0, Culture=neutral, PublicKeyToken=b77a5c561934e089&quot; order=&quot;999&quot; key=&quot;initialContactType&quot; value=&quot;&quot; /&gt;_x000d__x000a_        &lt;parameter id=&quot;3a804deb-ff24-4403-bb38-dbaaf78b3be4&quot; name=&quot;Initial list&quot; type=&quot;Iphelion.Outline.Integration.InterAction.ListType, Iphelion.Outline.Integration.InterAction, Version=1.2.8.0, Culture=neutral, PublicKeyToken=null&quot; order=&quot;999&quot; key=&quot;intialList&quot; value=&quot;MyContacts&quot; /&gt;_x000d__x000a_        &lt;parameter id=&quot;80ef73ac-2d23-42ce-8ddb-e6f34b0b1afe&quot; name=&quot;Restrict project&quot; type=&quot;System.Boolean, mscorlib, Version=4.0.0.0, Culture=neutral, PublicKeyToken=b77a5c561934e089&quot; order=&quot;999&quot; key=&quot;restrictProject&quot; value=&quot;False&quot; /&gt;_x000d__x000a_        &lt;parameter id=&quot;c79286b9-155d-44c0-98d5-7f70cebe8790&quot; name=&quot;Search if blank&quot; type=&quot;System.Boolean, mscorlib, Version=4.0.0.0, Culture=neutral, PublicKeyToken=b77a5c561934e089&quot; order=&quot;999&quot; key=&quot;searchIfBlank&quot; value=&quot;False&quot; /&gt;_x000d__x000a_        &lt;parameter id=&quot;e75f33c5-76c9-4edc-a9ed-73a006ad7d40&quot; name=&quot;Set project&quot; type=&quot;System.Boolean, mscorlib, Version=4.0.0.0, Culture=neutral, PublicKeyToken=b77a5c561934e089&quot; order=&quot;999&quot; key=&quot;setProject&quot; value=&quot;False&quot; /&gt;_x000d__x000a_        &lt;parameter id=&quot;5976c5ee-bdae-4242-b26d-af073596d49a&quot; name=&quot;Show combined name&quot; type=&quot;System.Boolean, mscorlib, Version=4.0.0.0, Culture=neutral, PublicKeyToken=b77a5c561934e089&quot; order=&quot;999&quot; key=&quot;showCombinedName&quot; value=&quot;True&quot; /&gt;_x000d__x000a_        &lt;parameter id=&quot;48f67eac-88c5-4f64-967b-ebb5e6ac49c2&quot; name=&quot;Show company&quot; type=&quot;System.Boolean, mscorlib, Version=4.0.0.0, Culture=neutral, PublicKeyToken=b77a5c561934e089&quot; order=&quot;999&quot; key=&quot;showCompanyColumn&quot; value=&quot;False&quot; /&gt;_x000d__x000a_        &lt;parameter id=&quot;6a31ae26-d042-4239-81b4-0fbf241c5e71&quot; name=&quot;Show fax&quot; type=&quot;System.Boolean, mscorlib, Version=4.0.0.0, Culture=neutral, PublicKeyToken=b77a5c561934e089&quot; order=&quot;999&quot; key=&quot;showFaxColumn&quot; value=&quot;False&quot; /&gt;_x000d__x000a_        &lt;parameter id=&quot;349769f3-e22d-4053-9bc2-20fa2036bb23&quot; name=&quot;Show forename&quot; type=&quot;System.Boolean, mscorlib, Version=4.0.0.0, Culture=neutral, PublicKeyToken=b77a5c561934e089&quot; order=&quot;999&quot; key=&quot;showFirstNameColumn&quot; value=&quot;False&quot; /&gt;_x000d__x000a_        &lt;parameter id=&quot;dd8f8c43-3aeb-4222-87bf-f49855dcef70&quot; name=&quot;Show reference&quot; type=&quot;System.Boolean, mscorlib, Version=4.0.0.0, Culture=neutral, PublicKeyToken=b77a5c561934e089&quot; order=&quot;999&quot; key=&quot;showReferenceColumn&quot; value=&quot;False&quot; /&gt;_x000d__x000a_        &lt;parameter id=&quot;075b39ff-607e-48d8-8cfb-75f2f5ba6202&quot; name=&quot;Show surname&quot; type=&quot;System.Boolean, mscorlib, Version=4.0.0.0, Culture=neutral, PublicKeyToken=b77a5c561934e089&quot; order=&quot;999&quot; key=&quot;showLastNameColumn&quot; value=&quot;False&quot; /&gt;_x000d__x000a_        &lt;parameter id=&quot;8920822d-012b-400a-90ca-ea07e30c10cc&quot; name=&quot;Show telephone&quot; type=&quot;System.Boolean, mscorlib, Version=4.0.0.0, Culture=neutral, PublicKeyToken=b77a5c561934e089&quot; order=&quot;999&quot; key=&quot;showTelephoneColumn&quot; value=&quot;False&quot; /&gt;_x000d__x000a_        &lt;parameter id=&quot;a4553c0f-8fd9-40b6-b3e6-4d905f79d37c&quot; name=&quot;Show title&quot; type=&quot;System.Boolean, mscorlib, Version=4.0.0.0, Culture=neutral, PublicKeyToken=b77a5c561934e089&quot; order=&quot;999&quot; key=&quot;showTitleColumn&quot; value=&quot;False&quot; /&gt;_x000d__x000a_        &lt;parameter id=&quot;7df6b290-0830-459f-a88b-7eb4da5ffe09&quot; name=&quot;User prompt&quot; type=&quot;System.String, mscorlib, Version=4.0.0.0, Culture=neutral, PublicKeyToken=b77a5c561934e089&quot; order=&quot;999&quot; key=&quot;prompt&quot; value=&quot;_Sixth parties&quot; /&gt;_x000d__x000a_        &lt;parameter id=&quot;ba6dbac9-cacb-4151-973b-5e104dec422c&quot; name=&quot;Width type&quot; type=&quot;Iphelion.Outline.Model.Interfaces.QuestionControlLayout, Iphelion.Outline.Model, Version=1.2.8.0, Culture=neutral, PublicKeyToken=null&quot; order=&quot;999&quot; key=&quot;layout&quot; value=&quot;Full&quot; /&gt;_x000d__x000a_      &lt;/parameters&gt;_x000d__x000a_    &lt;/question&gt;_x000d__x000a_    &lt;question id=&quot;d51006d7-46d4-4cdb-9a02-e3e028786ed4&quot; name=&quot;Party7Type&quot; assembly=&quot;Iphelion.Outline.Controls.dll&quot; type=&quot;Iphelion.Outline.Controls.QuestionControls.ViewModels.TextBoxViewModel&quot; order=&quot;28&quot; active=&quot;true&quot; group=&quot;Page1&quot; resultType=&quot;single&quot; displayType=&quot;All&quot;&gt;_x000d__x000a_      &lt;parameters&gt;_x000d__x000a_        &lt;parameter id=&quot;6fb09ce8-7e88-4b54-957b-2cc173df64dd&quot; name=&quot;Allow return&quot; type=&quot;System.Boolean, mscorlib, Version=4.0.0.0, Culture=neutral, PublicKeyToken=b77a5c561934e089&quot; order=&quot;999&quot; key=&quot;multiline&quot; value=&quot;False&quot; /&gt;_x000d__x000a_        &lt;parameter id=&quot;011117bf-4626-47c5-80d8-bc77f0a89d6a&quot; name=&quot;User prompt&quot; type=&quot;System.String, mscorlib, Version=4.0.0.0, Culture=neutral, PublicKeyToken=b77a5c561934e089&quot; order=&quot;999&quot; key=&quot;prompt&quot; value=&quot;Party type 7&quot; /&gt;_x000d__x000a_        &lt;parameter id=&quot;780d0d45-2849-4af2-9ccc-5f4338e9f94e&quot; name=&quot;Width type&quot; type=&quot;Iphelion.Outline.Model.Interfaces.QuestionControlLayout, Iphelion.Outline.Model, Version=1.2.8.0, Culture=neutral, PublicKeyToken=null&quot; order=&quot;999&quot; key=&quot;layout&quot; value=&quot;Half&quot; /&gt;_x000d__x000a_        &lt;parameter id=&quot;95de3943-f35b-4d69-91ce-28bfb7162226&quot; name=&quot;Height&quot; type=&quot;System.Int32, mscorlib, Version=4.0.0.0, Culture=neutral, PublicKeyToken=b77a5c561934e089&quot; order=&quot;999&quot; key=&quot;height&quot; value=&quot;&quot; /&gt;_x000d__x000a_        &lt;parameter id=&quot;44a41f0e-cc41-4ed3-8b1e-8a3b1098ff3b&quot; name=&quot;Separate lines&quot; type=&quot;System.Boolean, mscorlib, Version=4.0.0.0, Culture=neutral, PublicKeyToken=b77a5c561934e089&quot; order=&quot;999&quot; key=&quot;splitLines&quot; value=&quot;False&quot; /&gt;_x000d__x000a_        &lt;parameter id=&quot;62ed3770-e6ed-4c17-9638-00c0c25bbb29&quot; name=&quot;Wrap Text&quot; type=&quot;System.Boolean, mscorlib, Version=4.0.0.0, Culture=neutral, PublicKeyToken=b77a5c561934e089&quot; order=&quot;999&quot; key=&quot;wrapText&quot; value=&quot;True&quot; /&gt;_x000d__x000a_      &lt;/parameters&gt;_x000d__x000a_    &lt;/question&gt;_x000d__x000a_    &lt;question id=&quot;3026544a-e956-40ec-b564-c6f50c5948ed&quot; name=&quot;Party7&quot; assembly=&quot;Iphelion.Outline.Controls.dll&quot; type=&quot;Iphelion.Outline.Controls.QuestionControls.ViewModels.ContactListViewModel&quot; order=&quot;29&quot; active=&quot;true&quot; group=&quot;Page1&quot; resultType=&quot;single&quot; displayType=&quot;All&quot;&gt;_x000d__x000a_      &lt;parameters&gt;_x000d__x000a_        &lt;parameter id=&quot;64f0837d-be83-4d53-b42b-e5d209d2e720&quot; name=&quot;Show combined name&quot; type=&quot;System.Boolean, mscorlib, Version=4.0.0.0, Culture=neutral, PublicKeyToken=b77a5c561934e089&quot; order=&quot;999&quot; key=&quot;showCombinedName&quot; value=&quot;True&quot; /&gt;_x000d__x000a_        &lt;parameter id=&quot;8bce21c7-faff-4229-9fbb-b178f8503184&quot; name=&quot;Show forename&quot; type=&quot;System.Boolean, mscorlib, Version=4.0.0.0, Culture=neutral, PublicKeyToken=b77a5c561934e089&quot; order=&quot;999&quot; key=&quot;showFirstNameColumn&quot; value=&quot;False&quot; /&gt;_x000d__x000a_        &lt;parameter id=&quot;3e631bcd-6d60-45d6-92c8-db80b02ba052&quot; name=&quot;Show surname&quot; type=&quot;System.Boolean, mscorlib, Version=4.0.0.0, Culture=neutral, PublicKeyToken=b77a5c561934e089&quot; order=&quot;999&quot; key=&quot;showLastNameColumn&quot; value=&quot;False&quot; /&gt;_x000d__x000a_        &lt;parameter id=&quot;c1c64d6b-5abb-4ba9-ac9e-68cf30f716b4&quot; name=&quot;Show company&quot; type=&quot;System.Boolean, mscorlib, Version=4.0.0.0, Culture=neutral, PublicKeyToken=b77a5c561934e089&quot; order=&quot;999&quot; key=&quot;showCompanyColumn&quot; value=&quot;False&quot; /&gt;_x000d__x000a_        &lt;parameter id=&quot;80225da3-743c-4030-8ad0-e167a4239af0&quot; name=&quot;Show telephone&quot; type=&quot;System.Boolean, mscorlib, Version=4.0.0.0, Culture=neutral, PublicKeyToken=b77a5c561934e089&quot; order=&quot;999&quot; key=&quot;showTelephoneColumn&quot; value=&quot;False&quot; /&gt;_x000d__x000a_        &lt;parameter id=&quot;206488d1-ef9b-45a6-b8f1-a26134181a50&quot; name=&quot;Show fax&quot; type=&quot;System.Boolean, mscorlib, Version=4.0.0.0, Culture=neutral, PublicKeyToken=b77a5c561934e089&quot; order=&quot;999&quot; key=&quot;showFaxColumn&quot; value=&quot;False&quot; /&gt;_x000d__x000a_        &lt;parameter id=&quot;217da0b9-57e7-41f9-bea2-539a03cd4efc&quot; name=&quot;Show reference&quot; type=&quot;System.Boolean, mscorlib, Version=4.0.0.0, Culture=neutral, PublicKeyToken=b77a5c561934e089&quot; order=&quot;999&quot; key=&quot;showReferenceColumn&quot; value=&quot;False&quot; /&gt;_x000d__x000a_        &lt;parameter id=&quot;ce6f1a5e-b1f8-4c28-a105-9d5375aa54f9&quot; name=&quot;Show title&quot; type=&quot;System.Boolean, mscorlib, Version=4.0.0.0, Culture=neutral, PublicKeyToken=b77a5c561934e089&quot; order=&quot;999&quot; key=&quot;showTitleColumn&quot; value=&quot;False&quot; /&gt;_x000d__x000a_        &lt;parameter id=&quot;b636f7ee-c1ba-42d5-8547-f40a4d242992&quot; name=&quot;Contact required&quot; type=&quot;System.Boolean, mscorlib, Version=4.0.0.0, Culture=neutral, PublicKeyToken=b77a5c561934e089&quot; order=&quot;999&quot; key=&quot;itemRequired&quot; value=&quot;True&quot; /&gt;_x000d__x000a_        &lt;parameter id=&quot;70c936d3-bff1-40c2-90e7-effc543923e8&quot; name=&quot;Can user add contacts&quot; type=&quot;System.Boolean, mscorlib, Version=4.0.0.0, Culture=neutral, PublicKeyToken=b77a5c561934e089&quot; order=&quot;999&quot; key=&quot;canUserAddItems&quot; value=&quot;True&quot; /&gt;_x000d__x000a_        &lt;parameter id=&quot;5d713bf6-d980-44d0-a4fa-eeaf4efbb677&quot; name=&quot;User prompt&quot; type=&quot;System.String, mscorlib, Version=4.0.0.0, Culture=neutral, PublicKeyToken=b77a5c561934e089&quot; order=&quot;999&quot; key=&quot;prompt&quot; value=&quot;_Seventh parties&quot; /&gt;_x000d__x000a_        &lt;parameter id=&quot;c76f43f0-104a-4476-a953-b1d9df43fb6a&quot; name=&quot;Height&quot; type=&quot;System.String, mscorlib, Version=4.0.0.0, Culture=neutral, PublicKeyToken=b77a5c561934e089&quot; order=&quot;999&quot; key=&quot;height&quot; value=&quot;100&quot; /&gt;_x000d__x000a_        &lt;parameter id=&quot;90391d7e-b7fd-49f8-833b-9865aeac866d&quot; name=&quot;Hide Header&quot; type=&quot;System.Boolean, mscorlib, Version=4.0.0.0, Culture=neutral, PublicKeyToken=b77a5c561934e089&quot; order=&quot;999&quot; key=&quot;hideHeader&quot; value=&quot;False&quot; /&gt;_x000d__x000a_        &lt;parameter id=&quot;acf2123f-3662-4d1d-9983-0b4a7a98a8ff&quot; name=&quot;Width type&quot; type=&quot;Iphelion.Outline.Model.Interfaces.QuestionControlLayout, Iphelion.Outline.Model, Version=1.2.8.0, Culture=neutral, PublicKeyToken=null&quot; order=&quot;999&quot; key=&quot;layout&quot; value=&quot;Full&quot; /&gt;_x000d__x000a_        &lt;parameter id=&quot;41de43da-95ae-43d3-9ff5-cb2b5eb22661&quot; name=&quot;Search if blank&quot; type=&quot;System.Boolean, mscorlib, Version=4.0.0.0, Culture=neutral, PublicKeyToken=b77a5c561934e089&quot; order=&quot;999&quot; key=&quot;searchIfBlank&quot; value=&quot;False&quot; /&gt;_x000d__x000a_        &lt;parameter id=&quot;2971cec2-dfff-4214-a8de-d9f1b00681cc&quot; name=&quot;Initial list&quot; type=&quot;Iphelion.Outline.Integration.InterAction.ListType, Iphelion.Outline.Integration.InterAction, Version=1.2.8.0, Culture=neutral, PublicKeyToken=null&quot; order=&quot;999&quot; key=&quot;intialList&quot; value=&quot;MyContacts&quot; /&gt;_x000d__x000a_        &lt;parameter id=&quot;69019b2a-6189-4319-a3d9-5c4f6660daf3&quot; name=&quot;Initial contact type&quot; type=&quot;System.String, mscorlib, Version=4.0.0.0, Culture=neutral, PublicKeyToken=b77a5c561934e089&quot; order=&quot;999&quot; key=&quot;initialContactType&quot; value=&quot;&quot; /&gt;_x000d__x000a_        &lt;parameter id=&quot;8a398a22-0475-438a-a862-fcdbf5810a37&quot; name=&quot;Auto execute search&quot; type=&quot;System.Boolean, mscorlib, Version=4.0.0.0, Culture=neutral, PublicKeyToken=b77a5c561934e089&quot; order=&quot;999&quot; key=&quot;autoExecuteSearch&quot; value=&quot;True&quot; /&gt;_x000d__x000a_        &lt;parameter id=&quot;63ace287-c07c-4908-9be9-4639c75ed956&quot; name=&quot;Hide firm contacts&quot; type=&quot;System.Boolean, mscorlib, Version=4.0.0.0, Culture=neutral, PublicKeyToken=b77a5c561934e089&quot; order=&quot;999&quot; key=&quot;hideFirmContacts&quot; value=&quot;False&quot; /&gt;_x000d__x000a_        &lt;parameter id=&quot;79ca6dd1-61d3-41a9-9639-146491918482&quot; name=&quot;Hide my contacts&quot; type=&quot;System.Boolean, mscorlib, Version=4.0.0.0, Culture=neutral, PublicKeyToken=b77a5c561934e089&quot; order=&quot;999&quot; key=&quot;hideMyContacts&quot; value=&quot;False&quot; /&gt;_x000d__x000a_        &lt;parameter id=&quot;8d47a34e-ebd9-4c59-9b24-ffc79b309c85&quot; name=&quot;Hide marketing lists&quot; type=&quot;System.Boolean, mscorlib, Version=4.0.0.0, Culture=neutral, PublicKeyToken=b77a5c561934e089&quot; order=&quot;999&quot; key=&quot;hideMarketingLists&quot; value=&quot;False&quot; /&gt;_x000d__x000a_        &lt;parameter id=&quot;b0ec2d35-3092-422f-b026-cdabbb4b10ec&quot; name=&quot;Hide working lists&quot; type=&quot;System.Boolean, mscorlib, Version=4.0.0.0, Culture=neutral, PublicKeyToken=b77a5c561934e089&quot; order=&quot;999&quot; key=&quot;hideWorkingLists&quot; value=&quot;False&quot; /&gt;_x000d__x000a_        &lt;parameter id=&quot;876f7427-4479-4173-ad39-fb9f2a740bb2&quot; name=&quot;Hide project modules&quot; type=&quot;System.Boolean, mscorlib, Version=4.0.0.0, Culture=neutral, PublicKeyToken=b77a5c561934e089&quot; order=&quot;999&quot; key=&quot;hideProjectModules&quot; value=&quot;False&quot; /&gt;_x000d__x000a_        &lt;parameter id=&quot;38c13047-c591-40c7-b24e-e9760c59fe2d&quot; name=&quot;Dialog title&quot; type=&quot;System.String, mscorlib, Version=4.0.0.0, Culture=neutral, PublicKeyToken=b77a5c561934e089&quot; order=&quot;999&quot; key=&quot;dialogTitle&quot; value=&quot;&quot; /&gt;_x000d__x000a_        &lt;parameter id=&quot;eaa69405-c453-4571-829a-4f4ef1b6661d&quot; name=&quot;Display type&quot; type=&quot;Iphelion.Outline.Integration.InterAction.DisplayType, Iphelion.Outline.Integration.InterAction, Version=1.2.8.0, Culture=neutral, PublicKeyToken=null&quot; order=&quot;999&quot; key=&quot;showAPEType&quot; value=&quot;Address&quot; /&gt;_x000d__x000a_        &lt;parameter id=&quot;6c83fb17-6e40-40f9-83c0-6fa4b59f3022&quot; name=&quot;Set project&quot; type=&quot;System.Boolean, mscorlib, Version=4.0.0.0, Culture=neutral, PublicKeyToken=b77a5c561934e089&quot; order=&quot;999&quot; key=&quot;setProject&quot; value=&quot;False&quot; /&gt;_x000d__x000a_        &lt;parameter id=&quot;86c941cb-4f39-45a0-8356-6efe52634d12&quot; name=&quot;Restrict project&quot; type=&quot;System.Boolean, mscorlib, Version=4.0.0.0, Culture=neutral, PublicKeyToken=b77a5c561934e089&quot; order=&quot;999&quot; key=&quot;restrictProject&quot; value=&quot;False&quot; /&gt;_x000d__x000a_      &lt;/parameters&gt;_x000d__x000a_    &lt;/question&gt;_x000d__x000a_    &lt;question id=&quot;2084e891-3d20-4307-946f-bc5337d99398&quot; name=&quot;Party8Type&quot; assembly=&quot;Iphelion.Outline.Controls.dll&quot; type=&quot;Iphelion.Outline.Controls.QuestionControls.ViewModels.TextBoxViewModel&quot; order=&quot;30&quot; active=&quot;true&quot; group=&quot;Page1&quot; resultType=&quot;single&quot; displayType=&quot;All&quot;&gt;_x000d__x000a_      &lt;parameters&gt;_x000d__x000a_        &lt;parameter id=&quot;ae5ac418-8e69-4ec0-971c-8c4bbf07c685&quot; name=&quot;Allow return&quot; type=&quot;System.Boolean, mscorlib, Version=4.0.0.0, Culture=neutral, PublicKeyToken=b77a5c561934e089&quot; order=&quot;999&quot; key=&quot;multiline&quot; value=&quot;False&quot; /&gt;_x000d__x000a_        &lt;parameter id=&quot;3db85aad-c266-4707-93e3-f9642745d736&quot; name=&quot;User prompt&quot; type=&quot;System.String, mscorlib, Version=4.0.0.0, Culture=neutral, PublicKeyToken=b77a5c561934e089&quot; order=&quot;999&quot; key=&quot;prompt&quot; value=&quot;Party type 8&quot; /&gt;_x000d__x000a_        &lt;parameter id=&quot;b31e5767-87ac-4671-aa05-f146388b6311&quot; name=&quot;Width type&quot; type=&quot;Iphelion.Outline.Model.Interfaces.QuestionControlLayout, Iphelion.Outline.Model, Version=1.2.8.0, Culture=neutral, PublicKeyToken=null&quot; order=&quot;999&quot; key=&quot;layout&quot; value=&quot;Half&quot; /&gt;_x000d__x000a_        &lt;parameter id=&quot;fe1bd1ff-a0a1-477a-bfbc-9d10efdd53d2&quot; name=&quot;Height&quot; type=&quot;System.Int32, mscorlib, Version=4.0.0.0, Culture=neutral, PublicKeyToken=b77a5c561934e089&quot; order=&quot;999&quot; key=&quot;height&quot; value=&quot;&quot; /&gt;_x000d__x000a_        &lt;parameter id=&quot;d7d0afa4-ed81-4249-82bb-8bba250288ea&quot; name=&quot;Separate lines&quot; type=&quot;System.Boolean, mscorlib, Version=4.0.0.0, Culture=neutral, PublicKeyToken=b77a5c561934e089&quot; order=&quot;999&quot; key=&quot;splitLines&quot; value=&quot;False&quot; /&gt;_x000d__x000a_        &lt;parameter id=&quot;6cff339a-a9ef-4eaf-8590-d243b24921b3&quot; name=&quot;Wrap Text&quot; type=&quot;System.Boolean, mscorlib, Version=4.0.0.0, Culture=neutral, PublicKeyToken=b77a5c561934e089&quot; order=&quot;999&quot; key=&quot;wrapText&quot; value=&quot;True&quot; /&gt;_x000d__x000a_      &lt;/parameters&gt;_x000d__x000a_    &lt;/question&gt;_x000d__x000a_    &lt;question id=&quot;ffccb0cc-9cd6-4f99-a24f-f9c99836d051&quot; name=&quot;Party8&quot; assembly=&quot;Iphelion.Outline.Controls.dll&quot; type=&quot;Iphelion.Outline.Controls.QuestionControls.ViewModels.ContactListViewModel&quot; order=&quot;31&quot; active=&quot;true&quot; group=&quot;Page1&quot; resultType=&quot;single&quot; displayType=&quot;All&quot;&gt;_x000d__x000a_      &lt;parameters&gt;_x000d__x000a_        &lt;parameter id=&quot;b7b46dd0-da7a-4ee7-abab-42ea53149042&quot; name=&quot;Show combined name&quot; type=&quot;System.Boolean, mscorlib, Version=4.0.0.0, Culture=neutral, PublicKeyToken=b77a5c561934e089&quot; order=&quot;999&quot; key=&quot;showCombinedName&quot; value=&quot;True&quot; /&gt;_x000d__x000a_        &lt;parameter id=&quot;c8710de1-f038-4a0f-a03f-5b304c935b73&quot; name=&quot;Show forename&quot; type=&quot;System.Boolean, mscorlib, Version=4.0.0.0, Culture=neutral, PublicKeyToken=b77a5c561934e089&quot; order=&quot;999&quot; key=&quot;showFirstNameColumn&quot; value=&quot;False&quot; /&gt;_x000d__x000a_        &lt;parameter id=&quot;97f7739c-289c-45d7-88a0-46134d1239a2&quot; name=&quot;Show surname&quot; type=&quot;System.Boolean, mscorlib, Version=4.0.0.0, Culture=neutral, PublicKeyToken=b77a5c561934e089&quot; order=&quot;999&quot; key=&quot;showLastNameColumn&quot; value=&quot;False&quot; /&gt;_x000d__x000a_        &lt;parameter id=&quot;b9c8b4f4-ba2a-494a-80d9-b799bf0df7c1&quot; name=&quot;Show company&quot; type=&quot;System.Boolean, mscorlib, Version=4.0.0.0, Culture=neutral, PublicKeyToken=b77a5c561934e089&quot; order=&quot;999&quot; key=&quot;showCompanyColumn&quot; value=&quot;False&quot; /&gt;_x000d__x000a_        &lt;parameter id=&quot;ee079ebe-84ea-479c-879f-2fb7464ec75f&quot; name=&quot;Show telephone&quot; type=&quot;System.Boolean, mscorlib, Version=4.0.0.0, Culture=neutral, PublicKeyToken=b77a5c561934e089&quot; order=&quot;999&quot; key=&quot;showTelephoneColumn&quot; value=&quot;False&quot; /&gt;_x000d__x000a_        &lt;parameter id=&quot;46ea4b4b-31fd-4d10-8ced-7be92b3996cd&quot; name=&quot;Show fax&quot; type=&quot;System.Boolean, mscorlib, Version=4.0.0.0, Culture=neutral, PublicKeyToken=b77a5c561934e089&quot; order=&quot;999&quot; key=&quot;showFaxColumn&quot; value=&quot;False&quot; /&gt;_x000d__x000a_        &lt;parameter id=&quot;fcec1813-8963-4e0a-aedc-a6b6775b6b18&quot; name=&quot;Show reference&quot; type=&quot;System.Boolean, mscorlib, Version=4.0.0.0, Culture=neutral, PublicKeyToken=b77a5c561934e089&quot; order=&quot;999&quot; key=&quot;showReferenceColumn&quot; value=&quot;False&quot; /&gt;_x000d__x000a_        &lt;parameter id=&quot;ae3def19-b241-42d8-8359-16e6709db5a6&quot; name=&quot;Show title&quot; type=&quot;System.Boolean, mscorlib, Version=4.0.0.0, Culture=neutral, PublicKeyToken=b77a5c561934e089&quot; order=&quot;999&quot; key=&quot;showTitleColumn&quot; value=&quot;False&quot; /&gt;_x000d__x000a_        &lt;parameter id=&quot;429a80d4-71d9-454e-92ab-cf48fb2654c4&quot; name=&quot;Contact required&quot; type=&quot;System.Boolean, mscorlib, Version=4.0.0.0, Culture=neutral, PublicKeyToken=b77a5c561934e089&quot; order=&quot;999&quot; key=&quot;itemRequired&quot; value=&quot;True&quot; /&gt;_x000d__x000a_        &lt;parameter id=&quot;879b57e4-4475-4b2c-bf61-1a7020fd6048&quot; name=&quot;Can user add contacts&quot; type=&quot;System.Boolean, mscorlib, Version=4.0.0.0, Culture=neutral, PublicKeyToken=b77a5c561934e089&quot; order=&quot;999&quot; key=&quot;canUserAddItems&quot; value=&quot;True&quot; /&gt;_x000d__x000a_        &lt;parameter id=&quot;cb0fb570-9854-4440-b149-0f46cdee2d3d&quot; name=&quot;User prompt&quot; type=&quot;System.String, mscorlib, Version=4.0.0.0, Culture=neutral, PublicKeyToken=b77a5c561934e089&quot; order=&quot;999&quot; key=&quot;prompt&quot; value=&quot;_Eighth Parties&quot; /&gt;_x000d__x000a_        &lt;parameter id=&quot;5d3435a4-4d1a-4115-9a53-34b473ae94f3&quot; name=&quot;Height&quot; type=&quot;System.String, mscorlib, Version=4.0.0.0, Culture=neutral, PublicKeyToken=b77a5c561934e089&quot; order=&quot;999&quot; key=&quot;height&quot; value=&quot;&quot; /&gt;_x000d__x000a_        &lt;parameter id=&quot;5742246a-e05c-4316-8f73-d3f4d00a30d9&quot; name=&quot;Hide Header&quot; type=&quot;System.Boolean, mscorlib, Version=4.0.0.0, Culture=neutral, PublicKeyToken=b77a5c561934e089&quot; order=&quot;999&quot; key=&quot;hideHeader&quot; value=&quot;False&quot; /&gt;_x000d__x000a_        &lt;parameter id=&quot;a67e6c0a-76fd-4999-becc-ef84d35ae69e&quot; name=&quot;Width type&quot; type=&quot;Iphelion.Outline.Model.Interfaces.QuestionControlLayout, Iphelion.Outline.Model, Version=1.2.8.0, Culture=neutral, PublicKeyToken=null&quot; order=&quot;999&quot; key=&quot;layout&quot; value=&quot;Full&quot; /&gt;_x000d__x000a_        &lt;parameter id=&quot;89066aed-55e9-4e1b-be54-f167c88a0fd0&quot; name=&quot;Search if blank&quot; type=&quot;System.Boolean, mscorlib, Version=4.0.0.0, Culture=neutral, PublicKeyToken=b77a5c561934e089&quot; order=&quot;999&quot; key=&quot;searchIfBlank&quot; value=&quot;False&quot; /&gt;_x000d__x000a_        &lt;parameter id=&quot;c14daf08-6a1b-4d9c-92bc-b7ff57a18e0d&quot; name=&quot;Initial list&quot; type=&quot;Iphelion.Outline.Integration.InterAction.ListType, Iphelion.Outline.Integration.InterAction, Version=1.2.8.0, Culture=neutral, PublicKeyToken=null&quot; order=&quot;999&quot; key=&quot;intialList&quot; value=&quot;MyContacts&quot; /&gt;_x000d__x000a_        &lt;parameter id=&quot;68f1ff88-3791-4483-9866-3c94fff4406c&quot; name=&quot;Initial contact type&quot; type=&quot;System.String, mscorlib, Version=4.0.0.0, Culture=neutral, PublicKeyToken=b77a5c561934e089&quot; order=&quot;999&quot; key=&quot;initialContactType&quot; value=&quot;&quot; /&gt;_x000d__x000a_        &lt;parameter id=&quot;96aff1d4-3b62-4437-8c47-ed595a07c39b&quot; name=&quot;Auto execute search&quot; type=&quot;System.Boolean, mscorlib, Version=4.0.0.0, Culture=neutral, PublicKeyToken=b77a5c561934e089&quot; order=&quot;999&quot; key=&quot;autoExecuteSearch&quot; value=&quot;True&quot; /&gt;_x000d__x000a_        &lt;parameter id=&quot;a95be3ea-9da4-4113-89db-1fe76d323527&quot; name=&quot;Hide firm contacts&quot; type=&quot;System.Boolean, mscorlib, Version=4.0.0.0, Culture=neutral, PublicKeyToken=b77a5c561934e089&quot; order=&quot;999&quot; key=&quot;hideFirmContacts&quot; value=&quot;False&quot; /&gt;_x000d__x000a_        &lt;parameter id=&quot;c9f23b1e-9ff2-4750-8ca9-308678074c73&quot; name=&quot;Hide my contacts&quot; type=&quot;System.Boolean, mscorlib, Version=4.0.0.0, Culture=neutral, PublicKeyToken=b77a5c561934e089&quot; order=&quot;999&quot; key=&quot;hideMyContacts&quot; value=&quot;False&quot; /&gt;_x000d__x000a_        &lt;parameter id=&quot;5c50ad76-591b-46c8-8777-1dcb93b650db&quot; name=&quot;Hide marketing lists&quot; type=&quot;System.Boolean, mscorlib, Version=4.0.0.0, Culture=neutral, PublicKeyToken=b77a5c561934e089&quot; order=&quot;999&quot; key=&quot;hideMarketingLists&quot; value=&quot;False&quot; /&gt;_x000d__x000a_        &lt;parameter id=&quot;b3a23f4d-62c2-47f0-af8d-50cf1c79d241&quot; name=&quot;Hide working lists&quot; type=&quot;System.Boolean, mscorlib, Version=4.0.0.0, Culture=neutral, PublicKeyToken=b77a5c561934e089&quot; order=&quot;999&quot; key=&quot;hideWorkingLists&quot; value=&quot;False&quot; /&gt;_x000d__x000a_        &lt;parameter id=&quot;7f1cfdf0-ee50-4ef5-87ab-41e38d5bc927&quot; name=&quot;Hide project modules&quot; type=&quot;System.Boolean, mscorlib, Version=4.0.0.0, Culture=neutral, PublicKeyToken=b77a5c561934e089&quot; order=&quot;999&quot; key=&quot;hideProjectModules&quot; value=&quot;False&quot; /&gt;_x000d__x000a_        &lt;parameter id=&quot;0a739637-fdca-4e6f-b1ab-047b0ee2a721&quot; name=&quot;Dialog title&quot; type=&quot;System.String, mscorlib, Version=4.0.0.0, Culture=neutral, PublicKeyToken=b77a5c561934e089&quot; order=&quot;999&quot; key=&quot;dialogTitle&quot; value=&quot;100&quot; /&gt;_x000d__x000a_        &lt;parameter id=&quot;31dcc3d0-1ade-4677-a87a-1a58696ee8b2&quot; name=&quot;Display type&quot; type=&quot;Iphelion.Outline.Integration.InterAction.DisplayType, Iphelion.Outline.Integration.InterAction, Version=1.2.8.0, Culture=neutral, PublicKeyToken=null&quot; order=&quot;999&quot; key=&quot;showAPEType&quot; value=&quot;Address&quot; /&gt;_x000d__x000a_        &lt;parameter id=&quot;4f01c39c-bd11-485d-b84b-f10e7b1e38de&quot; name=&quot;Set project&quot; type=&quot;System.Boolean, mscorlib, Version=4.0.0.0, Culture=neutral, PublicKeyToken=b77a5c561934e089&quot; order=&quot;999&quot; key=&quot;setProject&quot; value=&quot;False&quot; /&gt;_x000d__x000a_        &lt;parameter id=&quot;df3c4d7b-53ae-4817-b34c-383377426ea9&quot; name=&quot;Restrict project&quot; type=&quot;System.Boolean, mscorlib, Version=4.0.0.0, Culture=neutral, PublicKeyToken=b77a5c561934e089&quot; order=&quot;999&quot; key=&quot;restrictProject&quot; value=&quot;False&quot; /&gt;_x000d__x000a_      &lt;/parameters&gt;_x000d__x000a_    &lt;/question&gt;_x000d__x000a_    &lt;question id=&quot;f8d4a790-e051-451a-aaa5-d4d656af6f5b&quot; name=&quot;Party9Type&quot; assembly=&quot;Iphelion.Outline.Controls.dll&quot; type=&quot;Iphelion.Outline.Controls.QuestionControls.ViewModels.TextBoxViewModel&quot; order=&quot;32&quot; active=&quot;true&quot; group=&quot;Page1&quot; resultType=&quot;single&quot; displayType=&quot;All&quot;&gt;_x000d__x000a_      &lt;parameters&gt;_x000d__x000a_        &lt;parameter id=&quot;ae643d03-852a-4f3d-b979-5466a9595e42&quot; name=&quot;Allow return&quot; type=&quot;System.Boolean, mscorlib, Version=4.0.0.0, Culture=neutral, PublicKeyToken=b77a5c561934e089&quot; order=&quot;999&quot; key=&quot;multiline&quot; value=&quot;False&quot; /&gt;_x000d__x000a_        &lt;parameter id=&quot;bab4f9eb-6489-4a0e-932d-6810e8cc25e0&quot; name=&quot;User prompt&quot; type=&quot;System.String, mscorlib, Version=4.0.0.0, Culture=neutral, PublicKeyToken=b77a5c561934e089&quot; order=&quot;999&quot; key=&quot;prompt&quot; value=&quot;Party type 9&quot; /&gt;_x000d__x000a_        &lt;parameter id=&quot;2fccfbce-65a5-469d-a995-2b53d87de01b&quot; name=&quot;Width type&quot; type=&quot;Iphelion.Outline.Model.Interfaces.QuestionControlLayout, Iphelion.Outline.Model, Version=1.2.8.0, Culture=neutral, PublicKeyToken=null&quot; order=&quot;999&quot; key=&quot;layout&quot; value=&quot;Half&quot; /&gt;_x000d__x000a_        &lt;parameter id=&quot;eb2ea2a5-eb7b-4a83-aea1-17dc5e2f66d4&quot; name=&quot;Height&quot; type=&quot;System.Int32, mscorlib, Version=4.0.0.0, Culture=neutral, PublicKeyToken=b77a5c561934e089&quot; order=&quot;999&quot; key=&quot;height&quot; value=&quot;&quot; /&gt;_x000d__x000a_        &lt;parameter id=&quot;0469bcd5-0f69-4dd4-ab04-ede27d69d603&quot; name=&quot;Separate lines&quot; type=&quot;System.Boolean, mscorlib, Version=4.0.0.0, Culture=neutral, PublicKeyToken=b77a5c561934e089&quot; order=&quot;999&quot; key=&quot;splitLines&quot; value=&quot;False&quot; /&gt;_x000d__x000a_        &lt;parameter id=&quot;7558f2c5-7420-4659-83d7-a2033668eda3&quot; name=&quot;Wrap Text&quot; type=&quot;System.Boolean, mscorlib, Version=4.0.0.0, Culture=neutral, PublicKeyToken=b77a5c561934e089&quot; order=&quot;999&quot; key=&quot;wrapText&quot; value=&quot;True&quot; /&gt;_x000d__x000a_      &lt;/parameters&gt;_x000d__x000a_    &lt;/question&gt;_x000d__x000a_    &lt;question id=&quot;5f7d4621-b783-4d86-9c89-2c6ad79635ea&quot; name=&quot;Party9&quot; assembly=&quot;Iphelion.Outline.Controls.dll&quot; type=&quot;Iphelion.Outline.Controls.QuestionControls.ViewModels.ContactListViewModel&quot; order=&quot;33&quot; active=&quot;true&quot; group=&quot;Page1&quot; resultType=&quot;single&quot; displayType=&quot;All&quot;&gt;_x000d__x000a_      &lt;parameters&gt;_x000d__x000a_        &lt;parameter id=&quot;d20ae2fc-11f3-4fd7-b9f6-d03ea3aad6d2&quot; name=&quot;Show combined name&quot; type=&quot;System.Boolean, mscorlib, Version=4.0.0.0, Culture=neutral, PublicKeyToken=b77a5c561934e089&quot; order=&quot;999&quot; key=&quot;showCombinedName&quot; value=&quot;True&quot; /&gt;_x000d__x000a_        &lt;parameter id=&quot;f1dbdbce-a72a-478c-b1f2-8af6ee836890&quot; name=&quot;Show forename&quot; type=&quot;System.Boolean, mscorlib, Version=4.0.0.0, Culture=neutral, PublicKeyToken=b77a5c561934e089&quot; order=&quot;999&quot; key=&quot;showFirstNameColumn&quot; value=&quot;False&quot; /&gt;_x000d__x000a_        &lt;parameter id=&quot;410e9f36-e8c0-44e0-9e4b-0ad5512f05ec&quot; name=&quot;Show surname&quot; type=&quot;System.Boolean, mscorlib, Version=4.0.0.0, Culture=neutral, PublicKeyToken=b77a5c561934e089&quot; order=&quot;999&quot; key=&quot;showLastNameColumn&quot; value=&quot;False&quot; /&gt;_x000d__x000a_        &lt;parameter id=&quot;909faf16-c9e0-4656-bae2-0bd3d93e9f56&quot; name=&quot;Show company&quot; type=&quot;System.Boolean, mscorlib, Version=4.0.0.0, Culture=neutral, PublicKeyToken=b77a5c561934e089&quot; order=&quot;999&quot; key=&quot;showCompanyColumn&quot; value=&quot;False&quot; /&gt;_x000d__x000a_        &lt;parameter id=&quot;6677ebad-416a-4c0b-bf26-67c20fb75fb3&quot; name=&quot;Show telephone&quot; type=&quot;System.Boolean, mscorlib, Version=4.0.0.0, Culture=neutral, PublicKeyToken=b77a5c561934e089&quot; order=&quot;999&quot; key=&quot;showTelephoneColumn&quot; value=&quot;False&quot; /&gt;_x000d__x000a_        &lt;parameter id=&quot;51107123-d7b8-445c-8db4-9582a468b801&quot; name=&quot;Show fax&quot; type=&quot;System.Boolean, mscorlib, Version=4.0.0.0, Culture=neutral, PublicKeyToken=b77a5c561934e089&quot; order=&quot;999&quot; key=&quot;showFaxColumn&quot; value=&quot;False&quot; /&gt;_x000d__x000a_        &lt;parameter id=&quot;784f200e-690e-4abf-8152-d86633c51cd9&quot; name=&quot;Show reference&quot; type=&quot;System.Boolean, mscorlib, Version=4.0.0.0, Culture=neutral, PublicKeyToken=b77a5c561934e089&quot; order=&quot;999&quot; key=&quot;showReferenceColumn&quot; value=&quot;False&quot; /&gt;_x000d__x000a_        &lt;parameter id=&quot;41a899fb-620f-4642-a956-a5d0e2fa5246&quot; name=&quot;Show title&quot; type=&quot;System.Boolean, mscorlib, Version=4.0.0.0, Culture=neutral, PublicKeyToken=b77a5c561934e089&quot; order=&quot;999&quot; key=&quot;showTitleColumn&quot; value=&quot;False&quot; /&gt;_x000d__x000a_        &lt;parameter id=&quot;52b68a3c-f927-493f-a43b-c704cabd3fb1&quot; name=&quot;Contact required&quot; type=&quot;System.Boolean, mscorlib, Version=4.0.0.0, Culture=neutral, PublicKeyToken=b77a5c561934e089&quot; order=&quot;999&quot; key=&quot;itemRequired&quot; value=&quot;True&quot; /&gt;_x000d__x000a_        &lt;parameter id=&quot;d07cc4a6-3f22-429e-bcd3-4a420e4d7d86&quot; name=&quot;Can user add contacts&quot; type=&quot;System.Boolean, mscorlib, Version=4.0.0.0, Culture=neutral, PublicKeyToken=b77a5c561934e089&quot; order=&quot;999&quot; key=&quot;canUserAddItems&quot; value=&quot;True&quot; /&gt;_x000d__x000a_        &lt;parameter id=&quot;266d22ce-6539-4c5c-9e1c-c90d0d3ff758&quot; name=&quot;User prompt&quot; type=&quot;System.String, mscorlib, Version=4.0.0.0, Culture=neutral, PublicKeyToken=b77a5c561934e089&quot; order=&quot;999&quot; key=&quot;prompt&quot; value=&quot;_Nineth Parties&quot; /&gt;_x000d__x000a_        &lt;parameter id=&quot;fb2529f6-449c-4098-a011-5e38442734d9&quot; name=&quot;Height&quot; type=&quot;System.String, mscorlib, Version=4.0.0.0, Culture=neutral, PublicKeyToken=b77a5c561934e089&quot; order=&quot;999&quot; key=&quot;height&quot; value=&quot;100&quot; /&gt;_x000d__x000a_        &lt;parameter id=&quot;1bcadb45-1d47-49e0-85e1-c57037bcfd56&quot; name=&quot;Hide Header&quot; type=&quot;System.Boolean, mscorlib, Version=4.0.0.0, Culture=neutral, PublicKeyToken=b77a5c561934e089&quot; order=&quot;999&quot; key=&quot;hideHeader&quot; value=&quot;False&quot; /&gt;_x000d__x000a_        &lt;parameter id=&quot;81537ae9-6fcf-4a37-8a0c-ff8154cbf83c&quot; name=&quot;Width type&quot; type=&quot;Iphelion.Outline.Model.Interfaces.QuestionControlLayout, Iphelion.Outline.Model, Version=1.2.8.0, Culture=neutral, PublicKeyToken=null&quot; order=&quot;999&quot; key=&quot;layout&quot; value=&quot;Full&quot; /&gt;_x000d__x000a_        &lt;parameter id=&quot;b05523a3-9f6e-4658-b409-b0d220cf3ed3&quot; name=&quot;Search if blank&quot; type=&quot;System.Boolean, mscorlib, Version=4.0.0.0, Culture=neutral, PublicKeyToken=b77a5c561934e089&quot; order=&quot;999&quot; key=&quot;searchIfBlank&quot; value=&quot;False&quot; /&gt;_x000d__x000a_        &lt;parameter id=&quot;044ed0b5-b502-4a18-87a5-9fc22b12c40a&quot; name=&quot;Initial list&quot; type=&quot;Iphelion.Outline.Integration.InterAction.ListType, Iphelion.Outline.Integration.InterAction, Version=1.2.8.0, Culture=neutral, PublicKeyToken=null&quot; order=&quot;999&quot; key=&quot;intialList&quot; value=&quot;MyContacts&quot; /&gt;_x000d__x000a_        &lt;parameter id=&quot;eb10ae5f-5bf2-4aa9-b9cc-7d48ffe72503&quot; name=&quot;Initial contact type&quot; type=&quot;System.String, mscorlib, Version=4.0.0.0, Culture=neutral, PublicKeyToken=b77a5c561934e089&quot; order=&quot;999&quot; key=&quot;initialContactType&quot; value=&quot;&quot; /&gt;_x000d__x000a_        &lt;parameter id=&quot;57db461c-f099-4b34-b3ad-35df8224404a&quot; name=&quot;Auto execute search&quot; type=&quot;System.Boolean, mscorlib, Version=4.0.0.0, Culture=neutral, PublicKeyToken=b77a5c561934e089&quot; order=&quot;999&quot; key=&quot;autoExecuteSearch&quot; value=&quot;True&quot; /&gt;_x000d__x000a_        &lt;parameter id=&quot;d45231af-754d-42ab-9b0b-da83b172831a&quot; name=&quot;Hide firm contacts&quot; type=&quot;System.Boolean, mscorlib, Version=4.0.0.0, Culture=neutral, PublicKeyToken=b77a5c561934e089&quot; order=&quot;999&quot; key=&quot;hideFirmContacts&quot; value=&quot;False&quot; /&gt;_x000d__x000a_        &lt;parameter id=&quot;8e6db7c5-42b9-4b4a-bfdd-fc46ed4014c4&quot; name=&quot;Hide my contacts&quot; type=&quot;System.Boolean, mscorlib, Version=4.0.0.0, Culture=neutral, PublicKeyToken=b77a5c561934e089&quot; order=&quot;999&quot; key=&quot;hideMyContacts&quot; value=&quot;False&quot; /&gt;_x000d__x000a_        &lt;parameter id=&quot;f0cc8e63-546b-4ee7-af1c-368cded68105&quot; name=&quot;Hide marketing lists&quot; type=&quot;System.Boolean, mscorlib, Version=4.0.0.0, Culture=neutral, PublicKeyToken=b77a5c561934e089&quot; order=&quot;999&quot; key=&quot;hideMarketingLists&quot; value=&quot;False&quot; /&gt;_x000d__x000a_        &lt;parameter id=&quot;51026421-070c-40af-adbe-55d6141af23b&quot; name=&quot;Hide working lists&quot; type=&quot;System.Boolean, mscorlib, Version=4.0.0.0, Culture=neutral, PublicKeyToken=b77a5c561934e089&quot; order=&quot;999&quot; key=&quot;hideWorkingLists&quot; value=&quot;False&quot; /&gt;_x000d__x000a_        &lt;parameter id=&quot;b81dce59-09da-4234-b0d1-ebbd29b5aa41&quot; name=&quot;Hide project modules&quot; type=&quot;System.Boolean, mscorlib, Version=4.0.0.0, Culture=neutral, PublicKeyToken=b77a5c561934e089&quot; order=&quot;999&quot; key=&quot;hideProjectModules&quot; value=&quot;False&quot; /&gt;_x000d__x000a_        &lt;parameter id=&quot;bd91a39e-ab95-47b6-92fb-279cbe44c2aa&quot; name=&quot;Dialog title&quot; type=&quot;System.String, mscorlib, Version=4.0.0.0, Culture=neutral, PublicKeyToken=b77a5c561934e089&quot; order=&quot;999&quot; key=&quot;dialogTitle&quot; value=&quot;&quot; /&gt;_x000d__x000a_        &lt;parameter id=&quot;811070e0-9257-462f-9bd1-e9582adc08be&quot; name=&quot;Display type&quot; type=&quot;Iphelion.Outline.Integration.InterAction.DisplayType, Iphelion.Outline.Integration.InterAction, Version=1.2.8.0, Culture=neutral, PublicKeyToken=null&quot; order=&quot;999&quot; key=&quot;showAPEType&quot; value=&quot;Address&quot; /&gt;_x000d__x000a_        &lt;parameter id=&quot;02190ba6-054f-4372-b2fa-3a91a36730b5&quot; name=&quot;Set project&quot; type=&quot;System.Boolean, mscorlib, Version=4.0.0.0, Culture=neutral, PublicKeyToken=b77a5c561934e089&quot; order=&quot;999&quot; key=&quot;setProject&quot; value=&quot;False&quot; /&gt;_x000d__x000a_        &lt;parameter id=&quot;85116f52-c088-4966-92de-0d84dae93ee4&quot; name=&quot;Restrict project&quot; type=&quot;System.Boolean, mscorlib, Version=4.0.0.0, Culture=neutral, PublicKeyToken=b77a5c561934e089&quot; order=&quot;999&quot; key=&quot;restrictProject&quot; value=&quot;False&quot; /&gt;_x000d__x000a_      &lt;/parameters&gt;_x000d__x000a_    &lt;/question&gt;_x000d__x000a_    &lt;question id=&quot;9b54462e-0e56-4ea5-b95c-938cdd997452&quot; name=&quot;Party10Type&quot; assembly=&quot;Iphelion.Outline.Controls.dll&quot; type=&quot;Iphelion.Outline.Controls.QuestionControls.ViewModels.TextBoxViewModel&quot; order=&quot;34&quot; active=&quot;true&quot; group=&quot;Page1&quot; resultType=&quot;single&quot; displayType=&quot;All&quot;&gt;_x000d__x000a_      &lt;parameters&gt;_x000d__x000a_        &lt;parameter id=&quot;45745277-fa3c-4f05-8dd4-c6de8aae5b26&quot; name=&quot;Allow return&quot; type=&quot;System.Boolean, mscorlib, Version=4.0.0.0, Culture=neutral, PublicKeyToken=b77a5c561934e089&quot; order=&quot;999&quot; key=&quot;multiline&quot; value=&quot;False&quot; /&gt;_x000d__x000a_        &lt;parameter id=&quot;831aecd4-97cf-4486-a7c6-6118e7f7df32&quot; name=&quot;User prompt&quot; type=&quot;System.String, mscorlib, Version=4.0.0.0, Culture=neutral, PublicKeyToken=b77a5c561934e089&quot; order=&quot;999&quot; key=&quot;prompt&quot; value=&quot;Party type 10&quot; /&gt;_x000d__x000a_        &lt;parameter id=&quot;192cc9e4-4e6d-4d84-a0ab-1eb86d49e5fb&quot; name=&quot;Width type&quot; type=&quot;Iphelion.Outline.Model.Interfaces.QuestionControlLayout, Iphelion.Outline.Model, Version=1.2.8.0, Culture=neutral, PublicKeyToken=null&quot; order=&quot;999&quot; key=&quot;layout&quot; value=&quot;Half&quot; /&gt;_x000d__x000a_        &lt;parameter id=&quot;2b8f65e4-b375-49de-bad2-e0a2e97198e1&quot; name=&quot;Height&quot; type=&quot;System.Int32, mscorlib, Version=4.0.0.0, Culture=neutral, PublicKeyToken=b77a5c561934e089&quot; order=&quot;999&quot; key=&quot;height&quot; value=&quot;&quot; /&gt;_x000d__x000a_        &lt;parameter id=&quot;2bafea85-5f44-40c6-9b89-e6e4ceec8b23&quot; name=&quot;Separate lines&quot; type=&quot;System.Boolean, mscorlib, Version=4.0.0.0, Culture=neutral, PublicKeyToken=b77a5c561934e089&quot; order=&quot;999&quot; key=&quot;splitLines&quot; value=&quot;False&quot; /&gt;_x000d__x000a_        &lt;parameter id=&quot;5386efdc-00be-4f71-a7fb-20125ff34704&quot; name=&quot;Wrap Text&quot; type=&quot;System.Boolean, mscorlib, Version=4.0.0.0, Culture=neutral, PublicKeyToken=b77a5c561934e089&quot; order=&quot;999&quot; key=&quot;wrapText&quot; value=&quot;True&quot; /&gt;_x000d__x000a_      &lt;/parameters&gt;_x000d__x000a_    &lt;/question&gt;_x000d__x000a_    &lt;question id=&quot;b2d9c17c-b5e5-4fbb-9193-9dc0ddd38f2e&quot; name=&quot;Party10&quot; assembly=&quot;Iphelion.Outline.Controls.dll&quot; type=&quot;Iphelion.Outline.Controls.QuestionControls.ViewModels.ContactListViewModel&quot; order=&quot;35&quot; active=&quot;true&quot; group=&quot;Page1&quot; resultType=&quot;single&quot; displayType=&quot;All&quot;&gt;_x000d__x000a_      &lt;parameters&gt;_x000d__x000a_        &lt;parameter id=&quot;83f16a32-a36e-4aa6-9cc8-8319fd08c08b&quot; name=&quot;Show combined name&quot; type=&quot;System.Boolean, mscorlib, Version=4.0.0.0, Culture=neutral, PublicKeyToken=b77a5c561934e089&quot; order=&quot;999&quot; key=&quot;showCombinedName&quot; value=&quot;True&quot; /&gt;_x000d__x000a_        &lt;parameter id=&quot;8ca89422-fd60-4fad-ac5f-1d5f7d5a03fb&quot; name=&quot;Show forename&quot; type=&quot;System.Boolean, mscorlib, Version=4.0.0.0, Culture=neutral, PublicKeyToken=b77a5c561934e089&quot; order=&quot;999&quot; key=&quot;showFirstNameColumn&quot; value=&quot;False&quot; /&gt;_x000d__x000a_        &lt;parameter id=&quot;d605b0fb-3992-468a-9fc4-38f2d24828e7&quot; name=&quot;Show surname&quot; type=&quot;System.Boolean, mscorlib, Version=4.0.0.0, Culture=neutral, PublicKeyToken=b77a5c561934e089&quot; order=&quot;999&quot; key=&quot;showLastNameColumn&quot; value=&quot;False&quot; /&gt;_x000d__x000a_        &lt;parameter id=&quot;71b2654c-ad36-49d1-9de3-9b8912aee617&quot; name=&quot;Show company&quot; type=&quot;System.Boolean, mscorlib, Version=4.0.0.0, Culture=neutral, PublicKeyToken=b77a5c561934e089&quot; order=&quot;999&quot; key=&quot;showCompanyColumn&quot; value=&quot;False&quot; /&gt;_x000d__x000a_        &lt;parameter id=&quot;32d505fc-f371-4c96-9c06-2c22a41837f6&quot; name=&quot;Show telephone&quot; type=&quot;System.Boolean, mscorlib, Version=4.0.0.0, Culture=neutral, PublicKeyToken=b77a5c561934e089&quot; order=&quot;999&quot; key=&quot;showTelephoneColumn&quot; value=&quot;False&quot; /&gt;_x000d__x000a_        &lt;parameter id=&quot;a4c2fd7e-ad58-420f-8efc-12b247c9bfd7&quot; name=&quot;Show fax&quot; type=&quot;System.Boolean, mscorlib, Version=4.0.0.0, Culture=neutral, PublicKeyToken=b77a5c561934e089&quot; order=&quot;999&quot; key=&quot;showFaxColumn&quot; value=&quot;False&quot; /&gt;_x000d__x000a_        &lt;parameter id=&quot;ba42b6eb-a9a7-4720-8543-7a514e928aed&quot; name=&quot;Show reference&quot; type=&quot;System.Boolean, mscorlib, Version=4.0.0.0, Culture=neutral, PublicKeyToken=b77a5c561934e089&quot; order=&quot;999&quot; key=&quot;showReferenceColumn&quot; value=&quot;False&quot; /&gt;_x000d__x000a_        &lt;parameter id=&quot;2c959684-6a00-4eff-976f-491a89e67928&quot; name=&quot;Show title&quot; type=&quot;System.Boolean, mscorlib, Version=4.0.0.0, Culture=neutral, PublicKeyToken=b77a5c561934e089&quot; order=&quot;999&quot; key=&quot;showTitleColumn&quot; value=&quot;False&quot; /&gt;_x000d__x000a_        &lt;parameter id=&quot;39e2f712-f259-4fe6-88b7-da8911304894&quot; name=&quot;Contact required&quot; type=&quot;System.Boolean, mscorlib, Version=4.0.0.0, Culture=neutral, PublicKeyToken=b77a5c561934e089&quot; order=&quot;999&quot; key=&quot;itemRequired&quot; value=&quot;True&quot; /&gt;_x000d__x000a_        &lt;parameter id=&quot;8ce3b0c4-8579-4cc3-8c87-2f405290b48f&quot; name=&quot;Can user add contacts&quot; type=&quot;System.Boolean, mscorlib, Version=4.0.0.0, Culture=neutral, PublicKeyToken=b77a5c561934e089&quot; order=&quot;999&quot; key=&quot;canUserAddItems&quot; value=&quot;True&quot; /&gt;_x000d__x000a_        &lt;parameter id=&quot;df28dc0e-9cdc-4b16-93b2-00a94239531b&quot; name=&quot;User prompt&quot; type=&quot;System.String, mscorlib, Version=4.0.0.0, Culture=neutral, PublicKeyToken=b77a5c561934e089&quot; order=&quot;999&quot; key=&quot;prompt&quot; value=&quot;_Tenth Parties&quot; /&gt;_x000d__x000a_        &lt;parameter id=&quot;2e2d757b-87c9-4a23-aa2f-023afb65c708&quot; name=&quot;Height&quot; type=&quot;System.String, mscorlib, Version=4.0.0.0, Culture=neutral, PublicKeyToken=b77a5c561934e089&quot; order=&quot;999&quot; key=&quot;height&quot; value=&quot;100&quot; /&gt;_x000d__x000a_        &lt;parameter id=&quot;57e9ca22-8f2d-44a0-af8f-e124abef9631&quot; name=&quot;Hide Header&quot; type=&quot;System.Boolean, mscorlib, Version=4.0.0.0, Culture=neutral, PublicKeyToken=b77a5c561934e089&quot; order=&quot;999&quot; key=&quot;hideHeader&quot; value=&quot;False&quot; /&gt;_x000d__x000a_        &lt;parameter id=&quot;a0be8ebf-df55-4f39-8b1d-7e2139466cdb&quot; name=&quot;Width type&quot; type=&quot;Iphelion.Outline.Model.Interfaces.QuestionControlLayout, Iphelion.Outline.Model, Version=1.2.8.0, Culture=neutral, PublicKeyToken=null&quot; order=&quot;999&quot; key=&quot;layout&quot; value=&quot;Full&quot; /&gt;_x000d__x000a_        &lt;parameter id=&quot;da3860a8-7de7-4976-8ba4-541fa238d1b1&quot; name=&quot;Search if blank&quot; type=&quot;System.Boolean, mscorlib, Version=4.0.0.0, Culture=neutral, PublicKeyToken=b77a5c561934e089&quot; order=&quot;999&quot; key=&quot;searchIfBlank&quot; value=&quot;False&quot; /&gt;_x000d__x000a_        &lt;parameter id=&quot;a5957900-6c60-4e01-873a-6bb2ff6a139b&quot; name=&quot;Initial list&quot; type=&quot;Iphelion.Outline.Integration.InterAction.ListType, Iphelion.Outline.Integration.InterAction, Version=1.2.8.0, Culture=neutral, PublicKeyToken=null&quot; order=&quot;999&quot; key=&quot;intialList&quot; value=&quot;MyContacts&quot; /&gt;_x000d__x000a_        &lt;parameter id=&quot;e346fc19-7465-40dc-abd7-aca930ee962e&quot; name=&quot;Initial contact type&quot; type=&quot;System.String, mscorlib, Version=4.0.0.0, Culture=neutral, PublicKeyToken=b77a5c561934e089&quot; order=&quot;999&quot; key=&quot;initialContactType&quot; value=&quot;&quot; /&gt;_x000d__x000a_        &lt;parameter id=&quot;a189d6b6-b376-422f-856a-d0f0acfa0f38&quot; name=&quot;Auto execute search&quot; type=&quot;System.Boolean, mscorlib, Version=4.0.0.0, Culture=neutral, PublicKeyToken=b77a5c561934e089&quot; order=&quot;999&quot; key=&quot;autoExecuteSearch&quot; value=&quot;True&quot; /&gt;_x000d__x000a_        &lt;parameter id=&quot;7015d86b-a373-477c-bb1e-43926602a072&quot; name=&quot;Hide firm contacts&quot; type=&quot;System.Boolean, mscorlib, Version=4.0.0.0, Culture=neutral, PublicKeyToken=b77a5c561934e089&quot; order=&quot;999&quot; key=&quot;hideFirmContacts&quot; value=&quot;False&quot; /&gt;_x000d__x000a_        &lt;parameter id=&quot;01ce1e88-8465-4931-bf47-41662fa9e885&quot; name=&quot;Hide my contacts&quot; type=&quot;System.Boolean, mscorlib, Version=4.0.0.0, Culture=neutral, PublicKeyToken=b77a5c561934e089&quot; order=&quot;999&quot; key=&quot;hideMyContacts&quot; value=&quot;False&quot; /&gt;_x000d__x000a_        &lt;parameter id=&quot;2ae60807-50f0-4296-a3cb-ef7b0d588169&quot; name=&quot;Hide marketing lists&quot; type=&quot;System.Boolean, mscorlib, Version=4.0.0.0, Culture=neutral, PublicKeyToken=b77a5c561934e089&quot; order=&quot;999&quot; key=&quot;hideMarketingLists&quot; value=&quot;False&quot; /&gt;_x000d__x000a_        &lt;parameter id=&quot;181dffab-4dad-4aba-b139-6ea7f51088cd&quot; name=&quot;Hide working lists&quot; type=&quot;System.Boolean, mscorlib, Version=4.0.0.0, Culture=neutral, PublicKeyToken=b77a5c561934e089&quot; order=&quot;999&quot; key=&quot;hideWorkingLists&quot; value=&quot;False&quot; /&gt;_x000d__x000a_        &lt;parameter id=&quot;591ef59e-da2e-4778-b60c-627f360a8fb2&quot; name=&quot;Hide project modules&quot; type=&quot;System.Boolean, mscorlib, Version=4.0.0.0, Culture=neutral, PublicKeyToken=b77a5c561934e089&quot; order=&quot;999&quot; key=&quot;hideProjectModules&quot; value=&quot;False&quot; /&gt;_x000d__x000a_        &lt;parameter id=&quot;98f8fc06-c3c8-4268-935e-80e40770acf8&quot; name=&quot;Dialog title&quot; type=&quot;System.String, mscorlib, Version=4.0.0.0, Culture=neutral, PublicKeyToken=b77a5c561934e089&quot; order=&quot;999&quot; key=&quot;dialogTitle&quot; value=&quot;&quot; /&gt;_x000d__x000a_        &lt;parameter id=&quot;6c8d728f-eb98-4a49-852f-5cfa0f0c6364&quot; name=&quot;Display type&quot; type=&quot;Iphelion.Outline.Integration.InterAction.DisplayType, Iphelion.Outline.Integration.InterAction, Version=1.2.8.0, Culture=neutral, PublicKeyToken=null&quot; order=&quot;999&quot; key=&quot;showAPEType&quot; value=&quot;Address&quot; /&gt;_x000d__x000a_        &lt;parameter id=&quot;503827f9-264c-43a3-b180-d9d8c2a78806&quot; name=&quot;Set project&quot; type=&quot;System.Boolean, mscorlib, Version=4.0.0.0, Culture=neutral, PublicKeyToken=b77a5c561934e089&quot; order=&quot;999&quot; key=&quot;setProject&quot; value=&quot;False&quot; /&gt;_x000d__x000a_        &lt;parameter id=&quot;9675995b-a012-4f8c-9564-5a8e0c5fb7c7&quot; name=&quot;Restrict project&quot; type=&quot;System.Boolean, mscorlib, Version=4.0.0.0, Culture=neutral, PublicKeyToken=b77a5c561934e089&quot; order=&quot;999&quot; key=&quot;restrictProject&quot; value=&quot;False&quot; /&gt;_x000d__x000a_      &lt;/parameters&gt;_x000d__x000a_    &lt;/question&gt;_x000d__x000a_  &lt;/questions&gt;_x000d__x000a_  &lt;commands&gt;_x000d__x000a_    &lt;command id=&quot;e908639d-eea9-44a4-970f-0950c6c4cb8a&quot; name=&quot;VisibilityPartyType3&quot; assembly=&quot;Iphelion.Outline.Model.dll&quot; type=&quot;Iphelion.Outline.Model.Commands.QuestionVisibilityCommand&quot; order=&quot;0&quot; active=&quot;true&quot; commandType=&quot;startup&quot;&gt;_x000d__x000a_      &lt;parameters&gt;_x000d__x000a_        &lt;parameter id=&quot;55648241-61b3-4514-9fee-39458ebb3ee6&quot; name=&quot;Linked question&quot; type=&quot;System.Guid, mscorlib, Version=4.0.0.0, Culture=neutral, PublicKeyToken=b77a5c561934e089&quot; order=&quot;999&quot; key=&quot;linkedQuestion&quot; value=&quot;710749bc-9296-4c34-9323-eb01b234555f&quot; argument=&quot;QuestionChooser&quot; /&gt;_x000d__x000a_        &lt;parameter id=&quot;26b96bac-8083-491e-b04c-a7c3116a40ff&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3ca4196c-9314-4dc8-a1ba-3155a80b53c4&quot; name=&quot;Show values&quot; type=&quot;System.String, mscorlib, Version=4.0.0.0, Culture=neutral, PublicKeyToken=b77a5c561934e089&quot; order=&quot;999&quot; key=&quot;fieldValues&quot; value=&quot;3,4,5,6,7,8,9,10,&quot; argument=&quot;ItemListControl&quot; /&gt;_x000d__x000a_        &lt;parameter id=&quot;15ab1d99-922e-4c09-a040-2099621033bf&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cde95531-6043-42fa-a6c4-a205fda12f57&quot; name=&quot;VisibilityParty3&quot; assembly=&quot;Iphelion.Outline.Model.dll&quot; type=&quot;Iphelion.Outline.Model.Commands.QuestionVisibilityCommand&quot; order=&quot;1&quot; active=&quot;true&quot; commandType=&quot;startup&quot;&gt;_x000d__x000a_      &lt;parameters&gt;_x000d__x000a_        &lt;parameter id=&quot;4d34abd1-8783-4256-9199-004b4d4788e2&quot; name=&quot;Linked question&quot; type=&quot;System.Guid, mscorlib, Version=4.0.0.0, Culture=neutral, PublicKeyToken=b77a5c561934e089&quot; order=&quot;999&quot; key=&quot;linkedQuestion&quot; value=&quot;d1c1b0ba-1ad7-4e26-af76-9b4b9ec68c76&quot; argument=&quot;QuestionChooser&quot; /&gt;_x000d__x000a_        &lt;parameter id=&quot;e874a333-cfbb-4b42-aba6-07eea013ede6&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5afa2d64-4086-4f92-8384-be9f45345f52&quot; name=&quot;Show values&quot; type=&quot;System.String, mscorlib, Version=4.0.0.0, Culture=neutral, PublicKeyToken=b77a5c561934e089&quot; order=&quot;999&quot; key=&quot;fieldValues&quot; value=&quot;3,4,5,6,7,8,9,10&quot; argument=&quot;ItemListControl&quot; /&gt;_x000d__x000a_        &lt;parameter id=&quot;489c16f2-2fd9-418b-86c0-98ea43dfb3e1&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bff17eae-ed87-453d-8dd2-51d510c0dd3b&quot; name=&quot;VisibilityPartyType4&quot; assembly=&quot;Iphelion.Outline.Model.dll&quot; type=&quot;Iphelion.Outline.Model.Commands.QuestionVisibilityCommand&quot; order=&quot;2&quot; active=&quot;true&quot; commandType=&quot;startup&quot;&gt;_x000d__x000a_      &lt;parameters&gt;_x000d__x000a_        &lt;parameter id=&quot;620e3bd7-a6f1-4bca-aaa2-3e21e4a34aba&quot; name=&quot;Linked question&quot; type=&quot;System.Guid, mscorlib, Version=4.0.0.0, Culture=neutral, PublicKeyToken=b77a5c561934e089&quot; order=&quot;999&quot; key=&quot;linkedQuestion&quot; value=&quot;fda086e1-b82c-409c-85c9-b05cd5d10893&quot; argument=&quot;QuestionChooser&quot; /&gt;_x000d__x000a_        &lt;parameter id=&quot;44e6b752-2258-4c8c-870c-fe94e14efa9b&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70bf6f7b-be8b-468c-9d84-f90a00cd4b91&quot; name=&quot;Show values&quot; type=&quot;System.String, mscorlib, Version=4.0.0.0, Culture=neutral, PublicKeyToken=b77a5c561934e089&quot; order=&quot;999&quot; key=&quot;fieldValues&quot; value=&quot;4,5,6,7,8,9,10&quot; argument=&quot;ItemListControl&quot; /&gt;_x000d__x000a_        &lt;parameter id=&quot;8f067a34-e92f-45df-81d4-952a3d468ae7&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07f6eeea-abea-4e11-b893-4ed60dd194b7&quot; name=&quot;VisibilityParty4&quot; assembly=&quot;Iphelion.Outline.Model.dll&quot; type=&quot;Iphelion.Outline.Model.Commands.QuestionVisibilityCommand&quot; order=&quot;3&quot; active=&quot;true&quot; commandType=&quot;startup&quot;&gt;_x000d__x000a_      &lt;parameters&gt;_x000d__x000a_        &lt;parameter id=&quot;c687c518-bfb0-44f8-b756-3a7b820c3209&quot; name=&quot;Linked question&quot; type=&quot;System.Guid, mscorlib, Version=4.0.0.0, Culture=neutral, PublicKeyToken=b77a5c561934e089&quot; order=&quot;999&quot; key=&quot;linkedQuestion&quot; value=&quot;b16d33b2-b2d1-4b3a-bf5f-18265e6a0b1e&quot; argument=&quot;QuestionChooser&quot; /&gt;_x000d__x000a_        &lt;parameter id=&quot;7dc03a39-3eec-483f-b5f0-503b634a5351&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5e15eadc-4206-44de-956e-f2b798943c0b&quot; name=&quot;Show values&quot; type=&quot;System.String, mscorlib, Version=4.0.0.0, Culture=neutral, PublicKeyToken=b77a5c561934e089&quot; order=&quot;999&quot; key=&quot;fieldValues&quot; value=&quot;4,5,6,7,8,9,10&quot; argument=&quot;ItemListControl&quot; /&gt;_x000d__x000a_        &lt;parameter id=&quot;add25972-c048-44b7-b116-5a88d1341b19&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cc31ef35-e4b5-4d79-a7f5-07a8b20fce64&quot; name=&quot;VisibilityPartyType5&quot; assembly=&quot;Iphelion.Outline.Model.dll&quot; type=&quot;Iphelion.Outline.Model.Commands.QuestionVisibilityCommand&quot; order=&quot;4&quot; active=&quot;true&quot; commandType=&quot;startup&quot;&gt;_x000d__x000a_      &lt;parameters&gt;_x000d__x000a_        &lt;parameter id=&quot;2b634ebd-09d6-43ef-afec-5014f7269704&quot; name=&quot;Linked question&quot; type=&quot;System.Guid, mscorlib, Version=4.0.0.0, Culture=neutral, PublicKeyToken=b77a5c561934e089&quot; order=&quot;999&quot; key=&quot;linkedQuestion&quot; value=&quot;61d85f2e-15d6-4e0d-8133-4cbfdaf1c258&quot; argument=&quot;QuestionChooser&quot; /&gt;_x000d__x000a_        &lt;parameter id=&quot;8f276113-4252-402c-9aec-384d52786d24&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1e7794b3-103f-44ca-accb-c688b6433f60&quot; name=&quot;Show values&quot; type=&quot;System.String, mscorlib, Version=4.0.0.0, Culture=neutral, PublicKeyToken=b77a5c561934e089&quot; order=&quot;999&quot; key=&quot;fieldValues&quot; value=&quot;5,6,7,8,9,10&quot; argument=&quot;ItemListControl&quot; /&gt;_x000d__x000a_        &lt;parameter id=&quot;74ed8f8e-e4e9-413f-bcd4-5ee6695fad45&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2d04907b-acaa-4407-afc8-6a23c697d7b5&quot; name=&quot;VisibilityParty5&quot; assembly=&quot;Iphelion.Outline.Model.dll&quot; type=&quot;Iphelion.Outline.Model.Commands.QuestionVisibilityCommand&quot; order=&quot;5&quot; active=&quot;true&quot; commandType=&quot;startup&quot;&gt;_x000d__x000a_      &lt;parameters&gt;_x000d__x000a_        &lt;parameter id=&quot;92f304a4-4981-40fc-98e7-0ecb43e226fd&quot; name=&quot;Linked question&quot; type=&quot;System.Guid, mscorlib, Version=4.0.0.0, Culture=neutral, PublicKeyToken=b77a5c561934e089&quot; order=&quot;999&quot; key=&quot;linkedQuestion&quot; value=&quot;06883d05-ba5d-4404-a721-92010381f395&quot; argument=&quot;QuestionChooser&quot; /&gt;_x000d__x000a_        &lt;parameter id=&quot;d50d8002-d4fd-4a4e-8db4-7b5040078e67&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5aeb21cc-dd54-4302-a454-e9cd9b968f24&quot; name=&quot;Show values&quot; type=&quot;System.String, mscorlib, Version=4.0.0.0, Culture=neutral, PublicKeyToken=b77a5c561934e089&quot; order=&quot;999&quot; key=&quot;fieldValues&quot; value=&quot;5,6,7,8,9,10&quot; argument=&quot;ItemListControl&quot; /&gt;_x000d__x000a_        &lt;parameter id=&quot;cc6fc3c8-52e8-441a-a4cd-64182d161bb4&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38ba402f-38e0-4d86-aa27-584fcbe065b6&quot; name=&quot;VisibilityPartyType6&quot; assembly=&quot;Iphelion.Outline.Model.dll&quot; type=&quot;Iphelion.Outline.Model.Commands.QuestionVisibilityCommand&quot; order=&quot;6&quot; active=&quot;true&quot; commandType=&quot;startup&quot;&gt;_x000d__x000a_      &lt;parameters&gt;_x000d__x000a_        &lt;parameter id=&quot;a40d46e9-d809-434e-8537-03c5eff73ee6&quot; name=&quot;Linked question&quot; type=&quot;System.Guid, mscorlib, Version=4.0.0.0, Culture=neutral, PublicKeyToken=b77a5c561934e089&quot; order=&quot;999&quot; key=&quot;linkedQuestion&quot; value=&quot;82a7879b-1c55-4273-b173-73791892879e&quot; argument=&quot;QuestionChooser&quot; /&gt;_x000d__x000a_        &lt;parameter id=&quot;ed223a31-d769-4b29-9cd0-40d54a793eaa&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ded0015c-2fb9-4879-9e85-becbd441fdd2&quot; name=&quot;Show values&quot; type=&quot;System.String, mscorlib, Version=4.0.0.0, Culture=neutral, PublicKeyToken=b77a5c561934e089&quot; order=&quot;999&quot; key=&quot;fieldValues&quot; value=&quot;6,7,8,9,10&quot; argument=&quot;ItemListControl&quot; /&gt;_x000d__x000a_        &lt;parameter id=&quot;385a08c0-7833-4517-8028-adc7599f20f3&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61faa245-e683-4eee-8f2f-d8cdf4cc430b&quot; name=&quot;VisibilityParty6&quot; assembly=&quot;Iphelion.Outline.Model.dll&quot; type=&quot;Iphelion.Outline.Model.Commands.QuestionVisibilityCommand&quot; order=&quot;7&quot; active=&quot;true&quot; commandType=&quot;startup&quot;&gt;_x000d__x000a_      &lt;parameters&gt;_x000d__x000a_        &lt;parameter id=&quot;5f9d1ce5-1327-4799-a6e0-c71ef9e750c6&quot; name=&quot;Linked question&quot; type=&quot;System.Guid, mscorlib, Version=4.0.0.0, Culture=neutral, PublicKeyToken=b77a5c561934e089&quot; order=&quot;999&quot; key=&quot;linkedQuestion&quot; value=&quot;701c3690-ee86-4b4f-9bcd-66f13a74f33c&quot; argument=&quot;QuestionChooser&quot; /&gt;_x000d__x000a_        &lt;parameter id=&quot;86bea44b-61f1-4992-bd24-8724a329d32f&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82c948da-ddfa-492c-95fc-86750e1d21cc&quot; name=&quot;Show values&quot; type=&quot;System.String, mscorlib, Version=4.0.0.0, Culture=neutral, PublicKeyToken=b77a5c561934e089&quot; order=&quot;999&quot; key=&quot;fieldValues&quot; value=&quot;6,7,8,9,10&quot; argument=&quot;ItemListControl&quot; /&gt;_x000d__x000a_        &lt;parameter id=&quot;9d1ae195-0a43-4d6a-b938-1fa9861ffc1d&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63591186-eb67-4ca3-9f8b-f4db73285778&quot; name=&quot;VisibilityPartyType7&quot; assembly=&quot;Iphelion.Outline.Model.dll&quot; type=&quot;Iphelion.Outline.Model.Commands.QuestionVisibilityCommand&quot; order=&quot;8&quot; active=&quot;true&quot; commandType=&quot;startup&quot;&gt;_x000d__x000a_      &lt;parameters&gt;_x000d__x000a_        &lt;parameter id=&quot;a89c01e5-decd-4cf3-b87e-5ad0592beab4&quot; name=&quot;Linked question&quot; type=&quot;System.Guid, mscorlib, Version=4.0.0.0, Culture=neutral, PublicKeyToken=b77a5c561934e089&quot; order=&quot;999&quot; key=&quot;linkedQuestion&quot; value=&quot;d51006d7-46d4-4cdb-9a02-e3e028786ed4&quot; argument=&quot;QuestionChooser&quot; /&gt;_x000d__x000a_        &lt;parameter id=&quot;65e219c1-480a-493a-937d-793feacd62cd&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8017123f-3c49-4383-a156-a45c559099f9&quot; name=&quot;Show values&quot; type=&quot;System.String, mscorlib, Version=4.0.0.0, Culture=neutral, PublicKeyToken=b77a5c561934e089&quot; order=&quot;999&quot; key=&quot;fieldValues&quot; value=&quot;7,8,9,10&quot; argument=&quot;ItemListControl&quot; /&gt;_x000d__x000a_        &lt;parameter id=&quot;3f1c6242-1557-40d1-b797-fd490b1b5768&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696bb347-0047-4bbc-b91d-86bc7980f057&quot; name=&quot;VisibilityParty7&quot; assembly=&quot;Iphelion.Outline.Model.dll&quot; type=&quot;Iphelion.Outline.Model.Commands.QuestionVisibilityCommand&quot; order=&quot;9&quot; active=&quot;true&quot; commandType=&quot;startup&quot;&gt;_x000d__x000a_      &lt;parameters&gt;_x000d__x000a_        &lt;parameter id=&quot;bbc3993b-bde8-4afa-86f5-fbbb1678f271&quot; name=&quot;Linked question&quot; type=&quot;System.Guid, mscorlib, Version=4.0.0.0, Culture=neutral, PublicKeyToken=b77a5c561934e089&quot; order=&quot;999&quot; key=&quot;linkedQuestion&quot; value=&quot;3026544a-e956-40ec-b564-c6f50c5948ed&quot; argument=&quot;QuestionChooser&quot; /&gt;_x000d__x000a_        &lt;parameter id=&quot;7fcab891-0580-48fd-bfec-10857404491c&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bb91924c-4103-46e7-85b5-3aff3093102b&quot; name=&quot;Show values&quot; type=&quot;System.String, mscorlib, Version=4.0.0.0, Culture=neutral, PublicKeyToken=b77a5c561934e089&quot; order=&quot;999&quot; key=&quot;fieldValues&quot; value=&quot;7,8,9,10&quot; argument=&quot;ItemListControl&quot; /&gt;_x000d__x000a_        &lt;parameter id=&quot;74f2003b-b30a-4ac4-95ec-62b3641796e4&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57114eda-8026-4798-9e52-7ce0357b45f2&quot; name=&quot;VisibilityPartyType8&quot; assembly=&quot;Iphelion.Outline.Model.dll&quot; type=&quot;Iphelion.Outline.Model.Commands.QuestionVisibilityCommand&quot; order=&quot;10&quot; active=&quot;true&quot; commandType=&quot;startup&quot;&gt;_x000d__x000a_      &lt;parameters&gt;_x000d__x000a_        &lt;parameter id=&quot;e307e153-b31c-4b80-aa1d-1d9d11a9bf55&quot; name=&quot;Linked question&quot; type=&quot;System.Guid, mscorlib, Version=4.0.0.0, Culture=neutral, PublicKeyToken=b77a5c561934e089&quot; order=&quot;999&quot; key=&quot;linkedQuestion&quot; value=&quot;2084e891-3d20-4307-946f-bc5337d99398&quot; argument=&quot;QuestionChooser&quot; /&gt;_x000d__x000a_        &lt;parameter id=&quot;d912a182-2f6f-4625-964c-b42f0d66afb8&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da9589c6-2985-4e30-b8a1-051a98a9fdfc&quot; name=&quot;Show values&quot; type=&quot;System.String, mscorlib, Version=4.0.0.0, Culture=neutral, PublicKeyToken=b77a5c561934e089&quot; order=&quot;999&quot; key=&quot;fieldValues&quot; value=&quot;8,9,10&quot; argument=&quot;ItemListControl&quot; /&gt;_x000d__x000a_        &lt;parameter id=&quot;50cc02ae-66a4-4244-86e7-d8236f35fdbf&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253fac51-3922-44fd-8360-319913eead04&quot; name=&quot;VisibilityParty8&quot; assembly=&quot;Iphelion.Outline.Model.dll&quot; type=&quot;Iphelion.Outline.Model.Commands.QuestionVisibilityCommand&quot; order=&quot;11&quot; active=&quot;true&quot; commandType=&quot;startup&quot;&gt;_x000d__x000a_      &lt;parameters&gt;_x000d__x000a_        &lt;parameter id=&quot;f6ad6882-bb0e-465e-a698-b6cc1ca64a35&quot; name=&quot;Linked question&quot; type=&quot;System.Guid, mscorlib, Version=4.0.0.0, Culture=neutral, PublicKeyToken=b77a5c561934e089&quot; order=&quot;999&quot; key=&quot;linkedQuestion&quot; value=&quot;ffccb0cc-9cd6-4f99-a24f-f9c99836d051&quot; argument=&quot;QuestionChooser&quot; /&gt;_x000d__x000a_        &lt;parameter id=&quot;1067e3a5-c6c5-45fc-9d26-0c6a7b04ac21&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55185382-5001-4fb4-885e-3f6e1bb7b5b1&quot; name=&quot;Show values&quot; type=&quot;System.String, mscorlib, Version=4.0.0.0, Culture=neutral, PublicKeyToken=b77a5c561934e089&quot; order=&quot;999&quot; key=&quot;fieldValues&quot; value=&quot;8,9,10&quot; argument=&quot;ItemListControl&quot; /&gt;_x000d__x000a_        &lt;parameter id=&quot;c4242667-8ece-42bc-9977-246ed05d559a&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ae161723-3053-4d00-af8e-42fc7544e20a&quot; name=&quot;VisibilityPartyType9&quot; assembly=&quot;Iphelion.Outline.Model.dll&quot; type=&quot;Iphelion.Outline.Model.Commands.QuestionVisibilityCommand&quot; order=&quot;12&quot; active=&quot;true&quot; commandType=&quot;startup&quot;&gt;_x000d__x000a_      &lt;parameters&gt;_x000d__x000a_        &lt;parameter id=&quot;c6534b50-c523-4d19-83eb-8e9c84fbd891&quot; name=&quot;Linked question&quot; type=&quot;System.Guid, mscorlib, Version=4.0.0.0, Culture=neutral, PublicKeyToken=b77a5c561934e089&quot; order=&quot;999&quot; key=&quot;linkedQuestion&quot; value=&quot;f8d4a790-e051-451a-aaa5-d4d656af6f5b&quot; argument=&quot;QuestionChooser&quot; /&gt;_x000d__x000a_        &lt;parameter id=&quot;58de9402-dc22-4368-bbda-3bf2a8f360a6&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41b16f5e-652c-4b8d-ba39-e71d99b93cef&quot; name=&quot;Show values&quot; type=&quot;System.String, mscorlib, Version=4.0.0.0, Culture=neutral, PublicKeyToken=b77a5c561934e089&quot; order=&quot;999&quot; key=&quot;fieldValues&quot; value=&quot;9,10&quot; argument=&quot;ItemListControl&quot; /&gt;_x000d__x000a_        &lt;parameter id=&quot;c06a9138-3c30-4a46-a77c-07142447b769&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07eaebcf-e5c3-4841-a18a-c470a0a275a8&quot; name=&quot;VisibilityParty9&quot; assembly=&quot;Iphelion.Outline.Model.dll&quot; type=&quot;Iphelion.Outline.Model.Commands.QuestionVisibilityCommand&quot; order=&quot;13&quot; active=&quot;true&quot; commandType=&quot;startup&quot;&gt;_x000d__x000a_      &lt;parameters&gt;_x000d__x000a_        &lt;parameter id=&quot;3c027f7c-0eac-4681-8a44-93f71540541f&quot; name=&quot;Linked question&quot; type=&quot;System.Guid, mscorlib, Version=4.0.0.0, Culture=neutral, PublicKeyToken=b77a5c561934e089&quot; order=&quot;999&quot; key=&quot;linkedQuestion&quot; value=&quot;5f7d4621-b783-4d86-9c89-2c6ad79635ea&quot; argument=&quot;QuestionChooser&quot; /&gt;_x000d__x000a_        &lt;parameter id=&quot;f41583c9-d383-415a-a2a2-70011bac64db&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94f3915d-6011-4d8c-9ee9-68e5c6477afb&quot; name=&quot;Show values&quot; type=&quot;System.String, mscorlib, Version=4.0.0.0, Culture=neutral, PublicKeyToken=b77a5c561934e089&quot; order=&quot;999&quot; key=&quot;fieldValues&quot; value=&quot;9,10&quot; argument=&quot;ItemListControl&quot; /&gt;_x000d__x000a_     "/>
    <w:docVar w:name="OutlineMetadata3" w:val="   &lt;parameter id=&quot;34e67870-ceab-49b7-8f8d-9e9ed57e5c55&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891c7052-3718-4342-9aa9-e0b629ccdef3&quot; name=&quot;VisibilityPartyType10&quot; assembly=&quot;Iphelion.Outline.Model.dll&quot; type=&quot;Iphelion.Outline.Model.Commands.QuestionVisibilityCommand&quot; order=&quot;14&quot; active=&quot;true&quot; commandType=&quot;startup&quot;&gt;_x000d__x000a_      &lt;parameters&gt;_x000d__x000a_        &lt;parameter id=&quot;14f995d9-12bf-4d25-98a2-f9412f394124&quot; name=&quot;Linked question&quot; type=&quot;System.Guid, mscorlib, Version=4.0.0.0, Culture=neutral, PublicKeyToken=b77a5c561934e089&quot; order=&quot;999&quot; key=&quot;linkedQuestion&quot; value=&quot;9b54462e-0e56-4ea5-b95c-938cdd997452&quot; argument=&quot;QuestionChooser&quot; /&gt;_x000d__x000a_        &lt;parameter id=&quot;87c2203d-4617-4d4f-b429-6d0118ec795a&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e27314d3-4c6e-4e6c-b4b4-8c07bdee5407&quot; name=&quot;Show values&quot; type=&quot;System.String, mscorlib, Version=4.0.0.0, Culture=neutral, PublicKeyToken=b77a5c561934e089&quot; order=&quot;999&quot; key=&quot;fieldValues&quot; value=&quot;10&quot; argument=&quot;ItemListControl&quot; /&gt;_x000d__x000a_        &lt;parameter id=&quot;d294f281-bed3-44d8-846a-faa0c98b75c3&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98617b23-e09a-4632-8b5f-6654df468c72&quot; name=&quot;VisibilityParty10&quot; assembly=&quot;Iphelion.Outline.Model.dll&quot; type=&quot;Iphelion.Outline.Model.Commands.QuestionVisibilityCommand&quot; order=&quot;15&quot; active=&quot;true&quot; commandType=&quot;startup&quot;&gt;_x000d__x000a_      &lt;parameters&gt;_x000d__x000a_        &lt;parameter id=&quot;993c8d67-ba60-4661-83a3-decb199b2f43&quot; name=&quot;Linked question&quot; type=&quot;System.Guid, mscorlib, Version=4.0.0.0, Culture=neutral, PublicKeyToken=b77a5c561934e089&quot; order=&quot;999&quot; key=&quot;linkedQuestion&quot; value=&quot;b2d9c17c-b5e5-4fbb-9193-9dc0ddd38f2e&quot; argument=&quot;QuestionChooser&quot; /&gt;_x000d__x000a_        &lt;parameter id=&quot;d41478f0-afd7-4279-997f-8c8e9f0d9c3c&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4367f705-f06e-4023-86e8-6e9dca3eaea8&quot; name=&quot;Show values&quot; type=&quot;System.String, mscorlib, Version=4.0.0.0, Culture=neutral, PublicKeyToken=b77a5c561934e089&quot; order=&quot;999&quot; key=&quot;fieldValues&quot; value=&quot;10&quot; argument=&quot;ItemListControl&quot; /&gt;_x000d__x000a_        &lt;parameter id=&quot;21e26d31-e483-47ec-bef3-025d1daf93a8&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0c7109ab-9205-4ea6-bbd8-fe58f5a5543b&quot; name=&quot;Visibility Romanian_as&quot; assembly=&quot;Iphelion.Outline.Model.dll&quot; type=&quot;Iphelion.Outline.Model.Commands.QuestionVisibilityCommand&quot; order=&quot;16&quot; active=&quot;true&quot; commandType=&quot;startup&quot;&gt;_x000d__x000a_      &lt;parameters&gt;_x000d__x000a_        &lt;parameter id=&quot;4729ce93-7057-4c11-b855-e4c7d88a2f50&quot; name=&quot;Linked question&quot; type=&quot;System.Guid, mscorlib, Version=4.0.0.0, Culture=neutral, PublicKeyToken=b77a5c561934e089&quot; order=&quot;999&quot; key=&quot;linkedQuestion&quot; value=&quot;2ff5d1d4-c0da-4e78-a043-ccac99f72afd&quot; argument=&quot;QuestionChooser&quot; /&gt;_x000d__x000a_        &lt;parameter id=&quot;11b7f513-83a6-4823-a9b5-77b7007f8301&quot; name=&quot;Check field&quot; type=&quot;Iphelion.Outline.Model.Entities.ParameterFieldDescriptor, Iphelion.Outline.Model, Version=1.2.8.0, Culture=neutral, PublicKeyToken=null&quot; order=&quot;999&quot; key=&quot;checkField&quot; value=&quot;5c0a3eea-3c66-4d9a-824c-4261ea5c0ba8|f95dc5fa-6e9d-4be9-9d23-e0ada20d8438&quot; /&gt;_x000d__x000a_        &lt;parameter id=&quot;2921cf28-1c98-42df-bbf6-9793e6f6b60d&quot; name=&quot;Show values&quot; type=&quot;System.String, mscorlib, Version=4.0.0.0, Culture=neutral, PublicKeyToken=b77a5c561934e089&quot; order=&quot;999&quot; key=&quot;fieldValues&quot; value=&quot;Romanian&quot; argument=&quot;ItemListControl&quot; /&gt;_x000d__x000a_        &lt;parameter id=&quot;2c8edde4-e42d-4a08-9016-fd4780f0e366&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f65a6282-8254-4192-95e3-5c634ae185b2&quot; name=&quot;Parties Next page&quot; assembly=&quot;Iphelion.Outline.Model.dll&quot; type=&quot;Iphelion.Outline.Model.Commands.QuestionVisibilityCommand&quot; order=&quot;17&quot; active=&quot;true&quot; commandType=&quot;startup&quot;&gt;_x000d__x000a_      &lt;parameters&gt;_x000d__x000a_        &lt;parameter id=&quot;1aacbf17-043d-4650-8978-0571f4a61bb0&quot; name=&quot;Linked question&quot; type=&quot;System.Guid, mscorlib, Version=4.0.0.0, Culture=neutral, PublicKeyToken=b77a5c561934e089&quot; order=&quot;999&quot; key=&quot;linkedQuestion&quot; value=&quot;232cc8e3-ec53-4a86-a2a3-d35a7bc67b3e&quot; argument=&quot;QuestionChooser&quot; /&gt;_x000d__x000a_        &lt;parameter id=&quot;fa00959e-2c69-4da0-91bd-d46bac4fab92&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8fa0f333-f120-440a-9c26-0dcba833af42&quot; name=&quot;Show values&quot; type=&quot;System.String, mscorlib, Version=4.0.0.0, Culture=neutral, PublicKeyToken=b77a5c561934e089&quot; order=&quot;999&quot; key=&quot;fieldValues&quot; value=&quot;6,7,8,9,10&quot; argument=&quot;ItemListControl&quot; /&gt;_x000d__x000a_        &lt;parameter id=&quot;37864c6e-088e-4374-9410-f99a420c60fd&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a97bd7ea-517d-4608-ba03-41b196cf89f5&quot; name=&quot;Show Question Form&quot; assembly=&quot;Iphelion.Outline.Model.DLL&quot; type=&quot;Iphelion.Outline.Model.Commands.ShowFormCommand&quot; order=&quot;18&quot; active=&quot;true&quot; commandType=&quot;startup&quot;&gt;_x000d__x000a_      &lt;parameters&gt;_x000d__x000a_        &lt;parameter id=&quot;5adb1dca-b52e-4703-b7d0-dcbb9a885fb2&quot; name=&quot;Assembly name&quot; type=&quot;System.String, mscorlib, Version=4.0.0.0, Culture=neutral, PublicKeyToken=b77a5c561934e089&quot; order=&quot;999&quot; key=&quot;assembly&quot; value=&quot;Iphelion.Outline.Controls.dll&quot; /&gt;_x000d__x000a_        &lt;parameter id=&quot;4d175caa-6589-4854-9028-8caa069910db&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30062d96-4b55-4828-93a7-81ed7b372a93&quot; name=&quot;Close document command&quot; assembly=&quot;Iphelion.Outline.Word2010.DLL&quot; type=&quot;Iphelion.Outline.Word2010.Commands.CloseDocumentCommand&quot; order=&quot;19&quot; active=&quot;true&quot; commandType=&quot;startup&quot;&gt;_x000d__x000a_      &lt;parameters&gt;_x000d__x000a_        &lt;parameter id=&quot;bfdbc2ba-a57e-411f-a7b4-cc7865455c7e&quot; name=&quot;Check question&quot; type=&quot;System.Boolean, mscorlib, Version=4.0.0.0, Culture=neutral, PublicKeyToken=b77a5c561934e089&quot; order=&quot;999&quot; key=&quot;checkUserInput&quot; value=&quot;false&quot; /&gt;_x000d__x000a_      &lt;/parameters&gt;_x000d__x000a_    &lt;/command&gt;_x000d__x000a_    &lt;command id=&quot;3523d02e-31d6-4971-8a49-eb612cbeb54a&quot; name=&quot;Render fields to document&quot; assembly=&quot;Iphelion.Outline.Model.DLL&quot; type=&quot;Iphelion.Outline.Model.Commands.RenderDocumentCommand&quot; order=&quot;20&quot; active=&quot;true&quot; commandType=&quot;startup&quot;&gt;_x000d__x000a_      &lt;parameters&gt;_x000d__x000a_        &lt;parameter id=&quot;13094c94-d20d-456c-b3d0-563d14197bc0&quot; name=&quot;First order value&quot; type=&quot;System.Int32, mscorlib, Version=4.0.0.0, Culture=neutral, PublicKeyToken=b77a5c561934e089&quot; order=&quot;999&quot; key=&quot;startOrder&quot; value=&quot;0&quot; /&gt;_x000d__x000a_        &lt;parameter id=&quot;ea2d0370-6fd1-460b-9ee3-0321b4b74057&quot; name=&quot;Last order value&quot; type=&quot;System.Int32, mscorlib, Version=4.0.0.0, Culture=neutral, PublicKeyToken=b77a5c561934e089&quot; order=&quot;999&quot; key=&quot;endOrder&quot; value=&quot;5&quot; /&gt;_x000d__x000a_      &lt;/parameters&gt;_x000d__x000a_    &lt;/command&gt;_x000d__x000a_    &lt;command id=&quot;0d83fed0-e48e-4933-98e7-e199c3bd2c23&quot; name=&quot;Set paper size command&quot; assembly=&quot;Iphelion.Outline.Word2010.dll&quot; type=&quot;Iphelion.Outline.Word2010.Commands.SetPaperSizeCommand&quot; order=&quot;21&quot; active=&quot;true&quot; commandType=&quot;startup&quot;&gt;_x000d__x000a_      &lt;parameters&gt;_x000d__x000a_        &lt;parameter id=&quot;307fc48d-c958-44df-8182-ea04ea0af6a3&quot; name=&quot;Set bottom margin&quot; type=&quot;System.Boolean, mscorlib, Version=4.0.0.0, Culture=neutral, PublicKeyToken=b77a5c561934e089&quot; order=&quot;999&quot; key=&quot;setBottomMargin&quot; value=&quot;False&quot; /&gt;_x000d__x000a_        &lt;parameter id=&quot;7421463c-c378-4086-8db5-e4a838f13c72&quot; name=&quot;Set left margin&quot; type=&quot;System.Boolean, mscorlib, Version=4.0.0.0, Culture=neutral, PublicKeyToken=b77a5c561934e089&quot; order=&quot;999&quot; key=&quot;setLeftMargin&quot; value=&quot;False&quot; /&gt;_x000d__x000a_        &lt;parameter id=&quot;73752400-cda2-43a6-9023-45618bc42734&quot; name=&quot;Set page height&quot; type=&quot;System.Boolean, mscorlib, Version=4.0.0.0, Culture=neutral, PublicKeyToken=b77a5c561934e089&quot; order=&quot;999&quot; key=&quot;setPageHeight&quot; value=&quot;True&quot; /&gt;_x000d__x000a_        &lt;parameter id=&quot;fe3dfb6c-f841-4616-bbe6-64ad6262450c&quot; name=&quot;Set page width&quot; type=&quot;System.Boolean, mscorlib, Version=4.0.0.0, Culture=neutral, PublicKeyToken=b77a5c561934e089&quot; order=&quot;999&quot; key=&quot;setPageWidth&quot; value=&quot;True&quot; /&gt;_x000d__x000a_        &lt;parameter id=&quot;ca735d68-f462-437f-a022-b56403e03c19&quot; name=&quot;Set right margin&quot; type=&quot;System.Boolean, mscorlib, Version=4.0.0.0, Culture=neutral, PublicKeyToken=b77a5c561934e089&quot; order=&quot;999&quot; key=&quot;setRightMargin&quot; value=&quot;False&quot; /&gt;_x000d__x000a_        &lt;parameter id=&quot;8cc44f30-5fe5-4994-9260-c4a4d62c4f96&quot; name=&quot;Set top margin&quot; type=&quot;System.Boolean, mscorlib, Version=4.0.0.0, Culture=neutral, PublicKeyToken=b77a5c561934e089&quot; order=&quot;999&quot; key=&quot;setTopMargin&quot; value=&quot;False&quot; /&gt;_x000d__x000a_      &lt;/parameters&gt;_x000d__x000a_    &lt;/command&gt;_x000d__x000a_    &lt;command id=&quot;3076af19-f226-4797-a8d8-8d3b7afcd777&quot; name=&quot;Remove region white space&quot; assembly=&quot;Iphelion.Outline.Word2010.dll&quot; type=&quot;Iphelion.Outline.Word2010.Commands.RemoveRegionWhiteSpaceCommand&quot; order=&quot;23&quot; active=&quot;true&quot; commandType=&quot;startup&quot;&gt;_x000d__x000a_      &lt;parameters&gt;_x000d__x000a_        &lt;parameter id=&quot;febe2622-96ba-434b-808e-f3246f1788a4&quot; name=&quot;Region control&quot; type=&quot;System.Guid, mscorlib, Version=4.0.0.0, Culture=neutral, PublicKeyToken=b77a5c561934e089&quot; order=&quot;999&quot; key=&quot;controlTag&quot; value=&quot;29e43d54-bf32-496e-a759-731d0a1543eb&quot; argument=&quot;ControlChooser&quot; /&gt;_x000d__x000a_        &lt;parameter id=&quot;d7730cdd-6def-4584-be55-cd46537a89e5&quot; name=&quot;Area&quot; type=&quot;Iphelion.Outline.Model.Entities.ControlArea, Iphelion.Outline.Model, Version=1.2.8.0, Culture=neutral, PublicKeyToken=null&quot; order=&quot;999&quot; key=&quot;area&quot; value=&quot;Bottom&quot; /&gt;_x000d__x000a_      &lt;/parameters&gt;_x000d__x000a_    &lt;/command&gt;_x000d__x000a_    &lt;command id=&quot;cb859d07-aafb-4899-8489-981bb29fb1b4&quot; name=&quot;Run VBA Macro&quot; assembly=&quot;Iphelion.Outline.Word2010.dll&quot; type=&quot;Iphelion.Outline.Word2010.Commands.RunMacroCommand&quot; order=&quot;24&quot; active=&quot;true&quot; commandType=&quot;startup&quot;&gt;_x000d__x000a_      &lt;parameters&gt;_x000d__x000a_        &lt;parameter id=&quot;e809d41c-0a01-47ed-800f-f63aa238e792&quot; name=&quot;Macro name&quot; type=&quot;System.String, mscorlib, Version=4.0.0.0, Culture=neutral, PublicKeyToken=b77a5c561934e089&quot; order=&quot;999&quot; key=&quot;macroName&quot; value=&quot;ChineseModule.ChineseBetween&quot; /&gt;_x000d__x000a_        &lt;parameter id=&quot;4e73104c-ab08-483d-b9cb-e8402d2fe25c&quot; name=&quot;Disable if no documents are open&quot; type=&quot;System.Boolean, mscorlib, Version=4.0.0.0, Culture=neutral, PublicKeyToken=b77a5c561934e089&quot; order=&quot;999&quot; key=&quot;disableIfNoDocument&quot; value=&quot;False&quot; /&gt;_x000d__x000a_        &lt;parameter id=&quot;97c1125f-7d00-467f-af69-6026b2fada1e&quot; name=&quot;Valid templates (empty = all)&quot; type=&quot;System.String, mscorlib, Version=4.0.0.0, Culture=neutral, PublicKeyToken=b77a5c561934e089&quot; order=&quot;999&quot; key=&quot;validTemplates&quot; value=&quot;CMSCode.dotm&quot; /&gt;_x000d__x000a_        &lt;parameter id=&quot;e4fb8450-8816-428e-a9b9-c745f20d93ac&quot; name=&quot;Enabled macro name&quot; type=&quot;System.String, mscorlib, Version=4.0.0.0, Culture=neutral, PublicKeyToken=b77a5c561934e089&quot; order=&quot;999&quot; key=&quot;enabledMacroName&quot; value=&quot;ChineseModule.ChineseBetween&quot; /&gt;_x000d__x000a_        &lt;parameter id=&quot;f276cf0d-df3e-4835-ae1a-9d750edb4361&quot; name=&quot;Visible macro name&quot; type=&quot;System.String, mscorlib, Version=4.0.0.0, Culture=neutral, PublicKeyToken=b77a5c561934e089&quot; order=&quot;999&quot; key=&quot;visibleMacroName&quot; value=&quot;&quot; /&gt;_x000d__x000a_      &lt;/parameters&gt;_x000d__x000a_    &lt;/command&gt;_x000d__x000a_    &lt;command id=&quot;eba21ddf-1135-4729-b88e-f8b6f8d4a6f9&quot; name=&quot;Save to WorkSite&quot; assembly=&quot;Iphelion.Outline.Integration.WorkSite.dll&quot; type=&quot;Iphelion.Outline.Integration.WorkSite.SaveToDmsCommand&quot; order=&quot;25&quot; active=&quot;true&quot; commandType=&quot;startup&quot;&gt;_x000d__x000a_      &lt;parameters&gt;_x000d__x000a_        &lt;parameter id=&quot;a5b0d67d-6b98-47ed-8442-cb0525287508&quot; name=&quot;Author Field&quot; type=&quot;Iphelion.Outline.Model.Entities.ParameterFieldDescriptor, Iphelion.Outline.Model, Version=1.2.8.0, Culture=neutral, PublicKeyToken=null&quot; order=&quot;999&quot; key=&quot;authorField&quot; value=&quot;&quot; /&gt;_x000d__x000a_        &lt;parameter id=&quot;e7612b14-b527-4e56-aa61-3141c31651ed&quot; name=&quot;Default Folder&quot; type=&quot;System.String, mscorlib, Version=4.0.0.0, Culture=neutral, PublicKeyToken=b77a5c561934e089&quot; order=&quot;999&quot; key=&quot;defaultFolder&quot; value=&quot;&quot; /&gt;_x000d__x000a_        &lt;parameter id=&quot;f06a8daa-ec00-4252-b9a9-bf6045bc0a97&quot; name=&quot;Document title field&quot; type=&quot;Iphelion.Outline.Model.Entities.ParameterFieldDescriptor, Iphelion.Outline.Model, Version=1.2.8.0, Culture=neutral, PublicKeyToken=null&quot; order=&quot;999&quot; key=&quot;titleField&quot; value=&quot;&quot; /&gt;_x000d__x000a_      &lt;/parameters&gt;_x000d__x000a_    &lt;/command&gt;_x000d__x000a_    &lt;command id=&quot;6e6eab28-f188-4635-9aee-39a59467fa69&quot; name=&quot;VisibilityPartyType3&quot; assembly=&quot;Iphelion.Outline.Model.dll&quot; type=&quot;Iphelion.Outline.Model.Commands.QuestionVisibilityCommand&quot; order=&quot;0&quot; active=&quot;true&quot; commandType=&quot;relaunch&quot;&gt;_x000d__x000a_      &lt;parameters&gt;_x000d__x000a_        &lt;parameter id=&quot;aaa6de48-90a9-409f-87ce-fc2dc1176090&quot; name=&quot;Linked question&quot; type=&quot;System.Guid, mscorlib, Version=4.0.0.0, Culture=neutral, PublicKeyToken=b77a5c561934e089&quot; order=&quot;999&quot; key=&quot;linkedQuestion&quot; value=&quot;710749bc-9296-4c34-9323-eb01b234555f&quot; argument=&quot;QuestionChooser&quot; /&gt;_x000d__x000a_        &lt;parameter id=&quot;2b6d942f-3d59-4ed3-a8b5-466c4b000568&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c7788437-db72-486d-b599-4c7719801fc2&quot; name=&quot;Show values&quot; type=&quot;System.String, mscorlib, Version=4.0.0.0, Culture=neutral, PublicKeyToken=b77a5c561934e089&quot; order=&quot;999&quot; key=&quot;fieldValues&quot; value=&quot;3,4,5,6,7,8,9,10&quot; argument=&quot;ItemListControl&quot; /&gt;_x000d__x000a_        &lt;parameter id=&quot;5bdeface-28fb-4a4c-8ebe-f46611d26d3f&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e1a9379c-a77f-4cee-8386-cfec8859df17&quot; name=&quot;VisibilityParty3&quot; assembly=&quot;Iphelion.Outline.Model.dll&quot; type=&quot;Iphelion.Outline.Model.Commands.QuestionVisibilityCommand&quot; order=&quot;1&quot; active=&quot;true&quot; commandType=&quot;relaunch&quot;&gt;_x000d__x000a_      &lt;parameters&gt;_x000d__x000a_        &lt;parameter id=&quot;203a0320-2067-463a-b514-91e8f4306df1&quot; name=&quot;Linked question&quot; type=&quot;System.Guid, mscorlib, Version=4.0.0.0, Culture=neutral, PublicKeyToken=b77a5c561934e089&quot; order=&quot;999&quot; key=&quot;linkedQuestion&quot; value=&quot;d1c1b0ba-1ad7-4e26-af76-9b4b9ec68c76&quot; argument=&quot;QuestionChooser&quot; /&gt;_x000d__x000a_        &lt;parameter id=&quot;de35b6cb-a441-406b-94b4-eac2a559de8a&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427b1439-a9ab-403e-ae24-3c7d13f37950&quot; name=&quot;Show values&quot; type=&quot;System.String, mscorlib, Version=4.0.0.0, Culture=neutral, PublicKeyToken=b77a5c561934e089&quot; order=&quot;999&quot; key=&quot;fieldValues&quot; value=&quot;3,4,5,6,7,8,9,10&quot; argument=&quot;ItemListControl&quot; /&gt;_x000d__x000a_        &lt;parameter id=&quot;8a33a43c-6e08-4a2b-bd5a-ff025c0c9578&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5de08ab2-0c3b-49cc-a873-4a218c16c37a&quot; name=&quot;VisibilityPartyType4&quot; assembly=&quot;Iphelion.Outline.Model.dll&quot; type=&quot;Iphelion.Outline.Model.Commands.QuestionVisibilityCommand&quot; order=&quot;2&quot; active=&quot;true&quot; commandType=&quot;relaunch&quot;&gt;_x000d__x000a_      &lt;parameters&gt;_x000d__x000a_        &lt;parameter id=&quot;1fec4c47-c1b7-41c6-94b0-e8080c6620b2&quot; name=&quot;Linked question&quot; type=&quot;System.Guid, mscorlib, Version=4.0.0.0, Culture=neutral, PublicKeyToken=b77a5c561934e089&quot; order=&quot;999&quot; key=&quot;linkedQuestion&quot; value=&quot;fda086e1-b82c-409c-85c9-b05cd5d10893&quot; argument=&quot;QuestionChooser&quot; /&gt;_x000d__x000a_        &lt;parameter id=&quot;2ae54d46-ffcb-450a-beca-d8bc4c41baf2&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0a73c293-39c5-4e7f-b48e-d630f4dc5073&quot; name=&quot;Show values&quot; type=&quot;System.String, mscorlib, Version=4.0.0.0, Culture=neutral, PublicKeyToken=b77a5c561934e089&quot; order=&quot;999&quot; key=&quot;fieldValues&quot; value=&quot;4,5,6,7,8,9,10&quot; argument=&quot;ItemListControl&quot; /&gt;_x000d__x000a_        &lt;parameter id=&quot;4d6c98cf-dee0-4762-9aa1-21f46b503873&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968d39cc-880c-4fa9-914d-8f2c9c4d2c3b&quot; name=&quot;VisibilityParty4&quot; assembly=&quot;Iphelion.Outline.Model.dll&quot; type=&quot;Iphelion.Outline.Model.Commands.QuestionVisibilityCommand&quot; order=&quot;3&quot; active=&quot;true&quot; commandType=&quot;relaunch&quot;&gt;_x000d__x000a_      &lt;parameters&gt;_x000d__x000a_        &lt;parameter id=&quot;ea1b36d8-bb95-4b6c-b9a5-e2ad8320aa71&quot; name=&quot;Linked question&quot; type=&quot;System.Guid, mscorlib, Version=4.0.0.0, Culture=neutral, PublicKeyToken=b77a5c561934e089&quot; order=&quot;999&quot; key=&quot;linkedQuestion&quot; value=&quot;b16d33b2-b2d1-4b3a-bf5f-18265e6a0b1e&quot; argument=&quot;QuestionChooser&quot; /&gt;_x000d__x000a_        &lt;parameter id=&quot;bf53db56-1d0a-482b-bc09-dcfa01033ceb&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ae62cabb-3416-4a44-9f95-4d9884519018&quot; name=&quot;Show values&quot; type=&quot;System.String, mscorlib, Version=4.0.0.0, Culture=neutral, PublicKeyToken=b77a5c561934e089&quot; order=&quot;999&quot; key=&quot;fieldValues&quot; value=&quot;4,5,6,7,8,9,10&quot; argument=&quot;ItemListControl&quot; /&gt;_x000d__x000a_        &lt;parameter id=&quot;611f7318-959f-465f-9fca-3a91b660f79b&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24554be5-cb24-4afb-b6f8-5192159bc82d&quot; name=&quot;VisibilityPartyType5&quot; assembly=&quot;Iphelion.Outline.Model.dll&quot; type=&quot;Iphelion.Outline.Model.Commands.QuestionVisibilityCommand&quot; order=&quot;4&quot; active=&quot;true&quot; commandType=&quot;relaunch&quot;&gt;_x000d__x000a_      &lt;parameters&gt;_x000d__x000a_        &lt;parameter id=&quot;98c499dd-1659-4674-8edc-77bd09dc1f65&quot; name=&quot;Linked question&quot; type=&quot;System.Guid, mscorlib, Version=4.0.0.0, Culture=neutral, PublicKeyToken=b77a5c561934e089&quot; order=&quot;999&quot; key=&quot;linkedQuestion&quot; value=&quot;61d85f2e-15d6-4e0d-8133-4cbfdaf1c258&quot; argument=&quot;QuestionChooser&quot; /&gt;_x000d__x000a_        &lt;parameter id=&quot;acc535dc-07c1-4bf5-8064-35c0ef377879&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36c02d11-854b-489f-94b3-6f3831032d92&quot; name=&quot;Show values&quot; type=&quot;System.String, mscorlib, Version=4.0.0.0, Culture=neutral, PublicKeyToken=b77a5c561934e089&quot; order=&quot;999&quot; key=&quot;fieldValues&quot; value=&quot;5,6,7,8,9,10&quot; argument=&quot;ItemListControl&quot; /&gt;_x000d__x000a_        &lt;parameter id=&quot;62f5b034-ee94-40eb-93ab-07911d02d432&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73ddd450-c841-4c4b-8566-2269466ff0d8&quot; name=&quot;VisibilityParty5&quot; assembly=&quot;Iphelion.Outline.Model.dll&quot; type=&quot;Iphelion.Outline.Model.Commands.QuestionVisibilityCommand&quot; order=&quot;5&quot; active=&quot;true&quot; commandType=&quot;relaunch&quot;&gt;_x000d__x000a_      &lt;parameters&gt;_x000d__x000a_        &lt;parameter id=&quot;fcacdaf8-89b8-43b2-b11d-d00731e448c4&quot; name=&quot;Linked question&quot; type=&quot;System.Guid, mscorlib, Version=4.0.0.0, Culture=neutral, PublicKeyToken=b77a5c561934e089&quot; order=&quot;999&quot; key=&quot;linkedQuestion&quot; value=&quot;06883d05-ba5d-4404-a721-92010381f395&quot; argument=&quot;QuestionChooser&quot; /&gt;_x000d__x000a_        &lt;parameter id=&quot;d762cd71-378e-4720-94eb-b4f811d0911c&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2617a73b-8a88-4488-99fc-de45d3f98656&quot; name=&quot;Show values&quot; type=&quot;System.String, mscorlib, Version=4.0.0.0, Culture=neutral, PublicKeyToken=b77a5c561934e089&quot; order=&quot;999&quot; key=&quot;fieldValues&quot; value=&quot;5,6,7,8,9,10&quot; argument=&quot;ItemListControl&quot; /&gt;_x000d__x000a_        &lt;parameter id=&quot;53f4d22f-d1fa-4566-aada-48b121fa7e35&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e99eed76-bcb4-4481-bc53-0589b00f94c6&quot; name=&quot;VisibilityPartyType6&quot; assembly=&quot;Iphelion.Outline.Model.dll&quot; type=&quot;Iphelion.Outline.Model.Commands.QuestionVisibilityCommand&quot; order=&quot;6&quot; active=&quot;true&quot; commandType=&quot;relaunch&quot;&gt;_x000d__x000a_      &lt;parameters&gt;_x000d__x000a_        &lt;parameter id=&quot;1241d6c1-06eb-4121-8675-27d36521784b&quot; name=&quot;Linked question&quot; type=&quot;System.Guid, mscorlib, Version=4.0.0.0, Culture=neutral, PublicKeyToken=b77a5c561934e089&quot; order=&quot;999&quot; key=&quot;linkedQuestion&quot; value=&quot;82a7879b-1c55-4273-b173-73791892879e&quot; argument=&quot;QuestionChooser&quot; /&gt;_x000d__x000a_        &lt;parameter id=&quot;44a45a20-bf3e-44fe-89b5-bcfb22f66b33&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3b675aa9-4a84-43e7-8db9-c9b7ee7f92f0&quot; name=&quot;Show values&quot; type=&quot;System.String, mscorlib, Version=4.0.0.0, Culture=neutral, PublicKeyToken=b77a5c561934e089&quot; order=&quot;999&quot; key=&quot;fieldValues&quot; value=&quot;6,7,8,9,10&quot; argument=&quot;ItemListControl&quot; /&gt;_x000d__x000a_        &lt;parameter id=&quot;db9a67af-5296-44e2-a0dc-ac775995bdb6&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a723f574-75b2-46a0-853c-3a3a66972b1e&quot; name=&quot;VisibilityParty6&quot; assembly=&quot;Iphelion.Outline.Model.dll&quot; type=&quot;Iphelion.Outline.Model.Commands.QuestionVisibilityCommand&quot; order=&quot;7&quot; active=&quot;true&quot; commandType=&quot;relaunch&quot;&gt;_x000d__x000a_      &lt;parameters&gt;_x000d__x000a_        &lt;parameter id=&quot;ec321f60-a92e-4674-b300-f0e671078335&quot; name=&quot;Linked question&quot; type=&quot;System.Guid, mscorlib, Version=4.0.0.0, Culture=neutral, PublicKeyToken=b77a5c561934e089&quot; order=&quot;999&quot; key=&quot;linkedQuestion&quot; value=&quot;701c3690-ee86-4b4f-9bcd-66f13a74f33c&quot; argument=&quot;QuestionChooser&quot; /&gt;_x000d__x000a_        &lt;parameter id=&quot;1388daba-6063-4687-839f-12a97fcc8342&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30c47d62-d9c9-4b34-8fac-03646d771905&quot; name=&quot;Show values&quot; type=&quot;System.String, mscorlib, Version=4.0.0.0, Culture=neutral, PublicKeyToken=b77a5c561934e089&quot; order=&quot;999&quot; key=&quot;fieldValues&quot; value=&quot;6,7,8,9,10&quot; argument=&quot;ItemListControl&quot; /&gt;_x000d__x000a_        &lt;parameter id=&quot;f18cfee2-e726-4e57-af2d-13935aa9be41&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cc06b24b-ea5f-454b-b330-250641ee9a1b&quot; name=&quot;VisibilityPartyType7&quot; assembly=&quot;Iphelion.Outline.Model.dll&quot; type=&quot;Iphelion.Outline.Model.Commands.QuestionVisibilityCommand&quot; order=&quot;8&quot; active=&quot;true&quot; commandType=&quot;relaunch&quot;&gt;_x000d__x000a_      &lt;parameters&gt;_x000d__x000a_        &lt;parameter id=&quot;f91579fe-d2c7-4cc9-96f0-91b1265469bd&quot; name=&quot;Linked question&quot; type=&quot;System.Guid, mscorlib, Version=4.0.0.0, Culture=neutral, PublicKeyToken=b77a5c561934e089&quot; order=&quot;999&quot; key=&quot;linkedQuestion&quot; value=&quot;d51006d7-46d4-4cdb-9a02-e3e028786ed4&quot; argument=&quot;QuestionChooser&quot; /&gt;_x000d__x000a_        &lt;parameter id=&quot;f5edc3bd-f44e-49c0-aef1-7ede2a474247&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e41c8bf4-553f-41c6-a560-47ad31d7b257&quot; name=&quot;Show values&quot; type=&quot;System.String, mscorlib, Version=4.0.0.0, Culture=neutral, PublicKeyToken=b77a5c561934e089&quot; order=&quot;999&quot; key=&quot;fieldValues&quot; value=&quot;7,8,9,10&quot; argument=&quot;ItemListControl&quot; /&gt;_x000d__x000a_        &lt;parameter id=&quot;a3bf15d8-c864-4478-9333-310de50a7e17&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16206a6e-e1af-4ee3-b99f-5b4815ef4a43&quot; name=&quot;VisibilityParty7&quot; assembly=&quot;Iphelion.Outline.Model.dll&quot; type=&quot;Iphelion.Outline.Model.Commands.QuestionVisibilityCommand&quot; order=&quot;9&quot; active=&quot;true&quot; commandType=&quot;relaunch&quot;&gt;_x000d__x000a_      &lt;parameters&gt;_x000d__x000a_        &lt;parameter id=&quot;ff216a65-6cee-46b6-9972-3c6cd552a3d4&quot; name=&quot;Linked question&quot; type=&quot;System.Guid, mscorlib, Version=4.0.0.0, Culture=neutral, PublicKeyToken=b77a5c561934e089&quot; order=&quot;999&quot; key=&quot;linkedQuestion&quot; value=&quot;3026544a-e956-40ec-b564-c6f50c5948ed&quot; argument=&quot;QuestionChooser&quot; /&gt;_x000d__x000a_        &lt;parameter id=&quot;bb74af3d-7f65-4c8b-a29d-63dbfd717423&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0164f3b4-313d-4376-bc96-07b362e6b597&quot; name=&quot;Show values&quot; type=&quot;System.String, mscorlib, Version=4.0.0.0, Culture=neutral, PublicKeyToken=b77a5c561934e089&quot; order=&quot;999&quot; key=&quot;fieldValues&quot; value=&quot;7,8,9,10&quot; argument=&quot;ItemListControl&quot; /&gt;_x000d__x000a_        &lt;parameter id=&quot;86c977d3-6d22-43f0-8801-5b7b2e7d007a&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2bb862ae-5cc9-4c15-925b-3d179f50f9b2&quot; name=&quot;VisibilityPartyType8&quot; assembly=&quot;Iphelion.Outline.Model.dll&quot; type=&quot;Iphelion.Outline.Model.Commands.QuestionVisibilityCommand&quot; order=&quot;10&quot; active=&quot;true&quot; commandType=&quot;relaunch&quot;&gt;_x000d__x000a_      &lt;parameters&gt;_x000d__x000a_        &lt;parameter id=&quot;90b3a200-d243-4b1c-8fa8-485743c984a0&quot; name=&quot;Linked question&quot; type=&quot;System.Guid, mscorlib, Version=4.0.0.0, Culture=neutral, PublicKeyToken=b77a5c561934e089&quot; order=&quot;999&quot; key=&quot;linkedQuestion&quot; value=&quot;2084e891-3d20-4307-946f-bc5337d99398&quot; argument=&quot;QuestionChooser&quot; /&gt;_x000d__x000a_        &lt;parameter id=&quot;7f26b819-2951-4898-9e7b-a544c49b574d&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59955b87-d7c6-4162-a01f-c7a78d54c218&quot; name=&quot;Show values&quot; type=&quot;System.String, mscorlib, Version=4.0.0.0, Culture=neutral, PublicKeyToken=b77a5c561934e089&quot; order=&quot;999&quot; key=&quot;fieldValues&quot; value=&quot;8,9,10&quot; argument=&quot;ItemListControl&quot; /&gt;_x000d__x000a_        &lt;parameter id=&quot;260cff1a-cc5a-4d1d-99c9-e01841961076&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fe5ae4e4-c4df-4a8c-abba-d43f0880c6b4&quot; name=&quot;VisibilityParty8&quot; assembly=&quot;Iphelion.Outline.Model.dll&quot; type=&quot;Iphelion.Outline.Model.Commands.QuestionVisibilityCommand&quot; order=&quot;11&quot; active=&quot;true&quot; commandType=&quot;relaunch&quot;&gt;_x000d__x000a_      &lt;parameters&gt;_x000d__x000a_        &lt;parameter id=&quot;b50e7fa0-70a7-4003-a723-b072779b35ed&quot; name=&quot;Linked question&quot; type=&quot;System.Guid, mscorlib, Version=4.0.0.0, Culture=neutral, PublicKeyToken=b77a5c561934e089&quot; order=&quot;999&quot; key=&quot;linkedQuestion&quot; value=&quot;ffccb0cc-9cd6-4f99-a24f-f9c99836d051&quot; argument=&quot;QuestionChooser&quot; /&gt;_x000d__x000a_        &lt;parameter id=&quot;33525846-c62f-42bd-b07d-f9a6522c244c&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5432690a-c0de-415f-bfa8-0bd3c28a9772&quot; name=&quot;Show values&quot; type=&quot;System.String, mscorlib, Version=4.0.0.0, Culture=neutral, PublicKeyToken=b77a5c561934e089&quot; order=&quot;999&quot; key=&quot;fieldValues&quot; value=&quot;8,9,10,&quot; argument=&quot;ItemListControl&quot; /&gt;_x000d__x000a_        &lt;parameter id=&quot;88e20066-e8b0-4193-b6c5-696c6bf38b3e&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084e0d9d-5cf4-4393-9601-af43a2196e47&quot; name=&quot;VisibilityPartyType9&quot; assembly=&quot;Iphelion.Outline.Model.dll&quot; type=&quot;Iphelion.Outline.Model.Commands.QuestionVisibilityCommand&quot; order=&quot;12&quot; active=&quot;true&quot; commandType=&quot;relaunch&quot;&gt;_x000d__x000a_      &lt;parameters&gt;_x000d__x000a_        &lt;parameter id=&quot;6e797002-48e6-4107-ba47-28dc15a7d8c4&quot; name=&quot;Linked question&quot; type=&quot;System.Guid, mscorlib, Version=4.0.0.0, Culture=neutral, PublicKeyToken=b77a5c561934e089&quot; order=&quot;999&quot; key=&quot;linkedQuestion&quot; value=&quot;f8d4a790-e051-451a-aaa5-d4d656af6f5b&quot; argument=&quot;QuestionChooser&quot; /&gt;_x000d__x000a_        &lt;parameter id=&quot;53ba957f-474b-412c-9146-652061be4e33&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7447ea8f-333f-467c-98c7-cba12004b49f&quot; name=&quot;Show values&quot; type=&quot;System.String, mscorlib, Version=4.0.0.0, Culture=neutral, PublicKeyToken=b77a5c561934e089&quot; order=&quot;999&quot; key=&quot;fieldValues&quot; value=&quot;9,10&quot; argument=&quot;ItemListControl&quot; /&gt;_x000d__x000a_        &lt;parameter id=&quot;411c2a9a-c3d8-4d8a-9899-9e921abbdeca&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79322880-4247-483d-a72d-cbbf6d254c85&quot; name=&quot;VisibilityParty9&quot; assembly=&quot;Iphelion.Outline.Model.dll&quot; type=&quot;Iphelion.Outline.Model.Commands.QuestionVisibilityCommand&quot; order=&quot;13&quot; active=&quot;true&quot; commandType=&quot;relaunch&quot;&gt;_x000d__x000a_      &lt;parameters&gt;_x000d__x000a_        &lt;parameter id=&quot;ac802019-e073-4de0-bfe0-6556831db27d&quot; name=&quot;Linked question&quot; type=&quot;System.Guid, mscorlib, Version=4.0.0.0, Culture=neutral, PublicKeyToken=b77a5c561934e089&quot; order=&quot;999&quot; key=&quot;linkedQuestion&quot; value=&quot;5f7d4621-b783-4d86-9c89-2c6ad79635ea&quot; argument=&quot;QuestionChooser&quot; /&gt;_x000d__x000a_        &lt;parameter id=&quot;d22c2299-1061-4763-959b-9bb2b3c86522&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fe6da92d-8f40-4dc2-a9f7-dfa92ebcfd12&quot; name=&quot;Show values&quot; type=&quot;System.String, mscorlib, Version=4.0.0.0, Culture=neutral, PublicKeyToken=b77a5c561934e089&quot; order=&quot;999&quot; key=&quot;fieldValues&quot; value=&quot;9,10&quot; argument=&quot;ItemListControl&quot; /&gt;_x000d__x000a_        &lt;parameter id=&quot;65948521-8387-4eca-ba3b-f2ef99fd08c2&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7c9cb44c-7ed6-4aed-8fa0-0d60b92b920c&quot; name=&quot;VisibilityPartyType10&quot; assembly=&quot;Iphelion.Outline.Model.dll&quot; type=&quot;Iphelion.Outline.Model.Commands.QuestionVisibilityCommand&quot; order=&quot;14&quot; active=&quot;true&quot; commandType=&quot;relaunch&quot;&gt;_x000d__x000a_      &lt;parameters&gt;_x000d__x000a_        &lt;parameter id=&quot;b4374ac8-d672-4f9b-a6cb-f6d8a0b8b6fe&quot; name=&quot;Linked question&quot; type=&quot;System.Guid, mscorlib, Version=4.0.0.0, Culture=neutral, PublicKeyToken=b77a5c561934e089&quot; order=&quot;999&quot; key=&quot;linkedQuestion&quot; value=&quot;9b54462e-0e56-4ea5-b95c-938cdd997452&quot; argument=&quot;QuestionChooser&quot; /&gt;_x000d__x000a_        &lt;parameter id=&quot;33323bca-085b-4353-b04b-6c4559ddd12e&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db51f422-6d1c-43a7-80e4-8bd4b9bca6d7&quot; name=&quot;Show values&quot; type=&quot;System.String, mscorlib, Version=4.0.0.0, Culture=neutral, PublicKeyToken=b77a5c561934e089&quot; order=&quot;999&quot; key=&quot;fieldValues&quot; value=&quot;10&quot; argument=&quot;ItemListControl&quot; /&gt;_x000d__x000a_        &lt;parameter id=&quot;249c2539-533d-4bef-ad5e-95aad10ffb93&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2a0c7741-e53c-4792-bd1d-be9f81225766&quot; name=&quot;VisibilityParty10&quot; assembly=&quot;Iphelion.Outline.Model.dll&quot; type=&quot;Iphelion.Outline.Model.Commands.QuestionVisibilityCommand&quot; order=&quot;15&quot; active=&quot;true&quot; commandType=&quot;relaunch&quot;&gt;_x000d__x000a_      &lt;parameters&gt;_x000d__x000a_        &lt;parameter id=&quot;dd05596c-aea7-45c3-897d-63e8472ab933&quot; name=&quot;Linked question&quot; type=&quot;System.Guid, mscorlib, Version=4.0.0.0, Culture=neutral, PublicKeyToken=b77a5c561934e089&quot; order=&quot;999&quot; key=&quot;linkedQuestion&quot; value=&quot;b2d9c17c-b5e5-4fbb-9193-9dc0ddd38f2e&quot; argument=&quot;QuestionChooser&quot; /&gt;_x000d__x000a_        &lt;parameter id=&quot;95e3c14c-8886-4ab8-9e28-d51d0c0c1241&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68333aa4-8b87-4e2e-aff0-e9ecb53d611f&quot; name=&quot;Show values&quot; type=&quot;System.String, mscorlib, Version=4.0.0.0, Culture=neutral, PublicKeyToken=b77a5c561934e089&quot; order=&quot;999&quot; key=&quot;fieldValues&quot; value=&quot;10&quot; argument=&quot;ItemListControl&quot; /&gt;_x000d__x000a_        &lt;parameter id=&quot;c152862b-2976-4eec-a224-04b8d1cb6723&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2aaf35b8-2ab9-4af8-b357-7b6c7cde171f&quot; name=&quot;Visibility Romanian_as&quot; assembly=&quot;Iphelion.Outline.Model.dll&quot; type=&quot;Iphelion.Outline.Model.Commands.QuestionVisibilityCommand&quot; order=&quot;16&quot; active=&quot;true&quot; commandType=&quot;relaunch&quot;&gt;_x000d__x000a_      &lt;parameters&gt;_x000d__x000a_        &lt;parameter id=&quot;2b116bf2-94cf-4583-919e-04f20f1b8cfc&quot; name=&quot;Linked question&quot; type=&quot;System.Guid, mscorlib, Version=4.0.0.0, Culture=neutral, PublicKeyToken=b77a5c561934e089&quot; order=&quot;999&quot; key=&quot;linkedQuestion&quot; value=&quot;2ff5d1d4-c0da-4e78-a043-ccac99f72afd&quot; argument=&quot;QuestionChooser&quot; /&gt;_x000d__x000a_        &lt;parameter id=&quot;71ea56da-a31a-4a22-b728-124f765ef470&quot; name=&quot;Check field&quot; type=&quot;Iphelion.Outline.Model.Entities.ParameterFieldDescriptor, Iphelion.Outline.Model, Version=1.2.8.0, Culture=neutral, PublicKeyToken=null&quot; order=&quot;999&quot; key=&quot;checkField&quot; value=&quot;5c0a3eea-3c66-4d9a-824c-4261ea5c0ba8|f95dc5fa-6e9d-4be9-9d23-e0ada20d8438&quot; /&gt;_x000d__x000a_        &lt;parameter id=&quot;188ab0ef-0fbe-415f-9d22-912e66a4bbc1&quot; name=&quot;Show values&quot; type=&quot;System.String, mscorlib, Version=4.0.0.0, Culture=neutral, PublicKeyToken=b77a5c561934e089&quot; order=&quot;999&quot; key=&quot;fieldValues&quot; value=&quot;Romanian&quot; argument=&quot;ItemListControl&quot; /&gt;_x000d__x000a_        &lt;parameter id=&quot;d5bbf891-c727-441b-8e1e-a45d7891576d&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7a7d3a26-cc68-43aa-93bb-ab9ad9c1c1e4&quot; name=&quot;Parties Next page&quot; assembly=&quot;Iphelion.Outline.Model.dll&quot; type=&quot;Iphelion.Outline.Model.Commands.QuestionVisibilityCommand&quot; order=&quot;17&quot; active=&quot;true&quot; commandType=&quot;relaunch&quot;&gt;_x000d__x000a_      &lt;parameters&gt;_x000d__x000a_        &lt;parameter id=&quot;f2a09146-d5c7-47de-ba8b-bfc56db3c50d&quot; name=&quot;Linked question&quot; type=&quot;System.Guid, mscorlib, Version=4.0.0.0, Culture=neutral, PublicKeyToken=b77a5c561934e089&quot; order=&quot;999&quot; key=&quot;linkedQuestion&quot; value=&quot;232cc8e3-ec53-4a86-a2a3-d35a7bc67b3e&quot; argument=&quot;QuestionChooser&quot; /&gt;_x000d__x000a_        &lt;parameter id=&quot;75dcf2d0-80f7-43db-9f6a-f8f234054e9a&quot; name=&quot;Check field&quot; type=&quot;Iphelion.Outline.Model.Entities.ParameterFieldDescriptor, Iphelion.Outline.Model, Version=1.2.8.0, Culture=neutral, PublicKeyToken=null&quot; order=&quot;999&quot; key=&quot;checkField&quot; value=&quot;81e92d9c-b583-4e11-aca5-642d8cae8157|ff7afab4-7d27-440c-aefb-c3e53086c2e5&quot; /&gt;_x000d__x000a_        &lt;parameter id=&quot;45694b5c-cf99-4c07-b5ec-bb2e6b91032c&quot; name=&quot;Show values&quot; type=&quot;System.String, mscorlib, Version=4.0.0.0, Culture=neutral, PublicKeyToken=b77a5c561934e089&quot; order=&quot;999&quot; key=&quot;fieldValues&quot; value=&quot;6,7,8,9,10&quot; argument=&quot;ItemListControl&quot; /&gt;_x000d__x000a_        &lt;parameter id=&quot;20c446e5-157a-4323-9bda-7980ba554ee9&quot; name=&quot;Replace values with labels&quot; type=&quot;System.Boolean, mscorlib, Version=4.0.0.0, Culture=neutral, PublicKeyToken=b77a5c561934e089&quot; order=&quot;999&quot; key=&quot;useLabels&quot; value=&quot;False&quot; /&gt;_x000d__x000a_      &lt;/parameters&gt;_x000d__x000a_    &lt;/command&gt;_x000d__x000a_    &lt;command id=&quot;f6e9d2fb-bdc2-433c-934b-35921086a1de&quot; name=&quot;Show Question Form&quot; assembly=&quot;Iphelion.Outline.Model.DLL&quot; type=&quot;Iphelion.Outline.Model.Commands.ShowFormCommand&quot; order=&quot;18&quot; active=&quot;true&quot; commandType=&quot;relaunch&quot;&gt;_x000d__x000a_      &lt;parameters&gt;_x000d__x000a_        &lt;parameter id=&quot;af8a5383-b3ef-41dc-96d5-574302648dbe&quot; name=&quot;Assembly name&quot; type=&quot;System.String, mscorlib, Version=4.0.0.0, Culture=neutral, PublicKeyToken=b77a5c561934e089&quot; order=&quot;999&quot; key=&quot;assembly&quot; value=&quot;Iphelion.Outline.Controls.dll&quot; /&gt;_x000d__x000a_        &lt;parameter id=&quot;323458da-ad22-49ff-982e-727c7cfd1de5&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4932ccaa-52e8-40fa-b4d1-428c3d50aada&quot; name=&quot;Run VBA Cover&quot; assembly=&quot;Iphelion.Outline.Word2010.dll&quot; type=&quot;Iphelion.Outline.Word2010.Commands.RunMacroCommand&quot; order=&quot;20&quot; active=&quot;true&quot; commandType=&quot;relaunch&quot;&gt;_x000d__x000a_      &lt;parameters&gt;_x000d__x000a_        &lt;parameter id=&quot;46afe41b-2c47-4077-a489-ad163cda0849&quot; name=&quot;Macro name&quot; type=&quot;System.String, mscorlib, Version=4.0.0.0, Culture=neutral, PublicKeyToken=b77a5c561934e089&quot; order=&quot;999&quot; key=&quot;macroName&quot; value=&quot;ModLegal.DraftLegal&quot; /&gt;_x000d__x000a_        &lt;parameter id=&quot;be2b287e-227d-420b-9d9d-4687b239eec9&quot; name=&quot;Disable if no documents are open&quot; type=&quot;System.Boolean, mscorlib, Version=4.0.0.0, Culture=neutral, PublicKeyToken=b77a5c561934e089&quot; order=&quot;999&quot; key=&quot;disableIfNoDocument&quot; value=&quot;False&quot; /&gt;_x000d__x000a_        &lt;parameter id=&quot;020313d1-3457-41dd-9824-3f6adbe75527&quot; name=&quot;Valid templates (empty = all)&quot; type=&quot;System.String, mscorlib, Version=4.0.0.0, Culture=neutral, PublicKeyToken=b77a5c561934e089&quot; order=&quot;999&quot; key=&quot;validTemplates&quot; value=&quot;CMSCode.dotm&quot; /&gt;_x000d__x000a_        &lt;parameter id=&quot;86fbfe5c-0323-4bf0-ba1f-441dfafb25a4&quot; name=&quot;Enabled macro name&quot; type=&quot;System.String, mscorlib, Version=4.0.0.0, Culture=neutral, PublicKeyToken=b77a5c561934e089&quot; order=&quot;999&quot; key=&quot;enabledMacroName&quot; value=&quot;&quot; /&gt;_x000d__x000a_        &lt;parameter id=&quot;21ee142f-9c9d-4a49-9c61-b1720ebf5320&quot; name=&quot;Visible macro name&quot; type=&quot;System.String, mscorlib, Version=4.0.0.0, Culture=neutral, PublicKeyToken=b77a5c561934e089&quot; order=&quot;999&quot; key=&quot;visibleMacroName&quot; value=&quot;&quot; /&gt;_x000d__x000a_      &lt;/parameters&gt;_x000d__x000a_    &lt;/command&gt;_x000d__x000a_    &lt;command id=&quot;c0eee548-270c-4a24-9c91-ca75170d4788&quot; name=&quot;Render fields to document&quot; assembly=&quot;Iphelion.Outline.Model.DLL&quot; type=&quot;Iphelion.Outline.Model.Commands.RenderDocumentCommand&quot; order=&quot;22&quot; active=&quot;true&quot; commandType=&quot;relaunch&quot;&gt;_x000d__x000a_      &lt;parameters&gt;_x000d__x000a_        &lt;parameter id=&quot;fab4b01c-4d28-45a4-b81f-b0d16cda4c94&quot; name=&quot;First order value&quot; type=&quot;System.Int32, mscorlib, Version=4.0.0.0, Culture=neutral, PublicKeyToken=b77a5c561934e089&quot; order=&quot;999&quot; key=&quot;startOrder&quot; value=&quot;0&quot; /&gt;_x000d__x000a_        &lt;parameter id=&quot;2bf8fca7-1576-47f8-bdc6-e0dd58030e97&quot; name=&quot;Last order value&quot; type=&quot;System.Int32, mscorlib, Version=4.0.0.0, Culture=neutral, PublicKeyToken=b77a5c561934e089&quot; order=&quot;999&quot; key=&quot;endOrder&quot; value=&quot;5&quot; /&gt;_x000d__x000a_      &lt;/parameters&gt;_x000d__x000a_    &lt;/command&gt;_x000d__x000a_    &lt;command id=&quot;9710979f-62ff-448c-9e67-70e39d827ba4&quot; name=&quot;Remove region white space&quot; assembly=&quot;Iphelion.Outline.Word2010.dll&quot; type=&quot;Iphelion.Outline.Word2010.Commands.RemoveRegionWhiteSpaceCommand&quot; order=&quot;23&quot; active=&quot;true&quot; commandType=&quot;relaunch&quot;&gt;_x000d__x000a_      &lt;parameters&gt;_x000d__x000a_        &lt;parameter id=&quot;ce832419-1751-4678-9267-54e27f26f051&quot; name=&quot;Region control&quot; type=&quot;System.Guid, mscorlib, Version=4.0.0.0, Culture=neutral, PublicKeyToken=b77a5c561934e089&quot; order=&quot;999&quot; key=&quot;controlTag&quot; value=&quot;29e43d54-bf32-496e-a759-731d0a1543eb&quot; argument=&quot;ControlChooser&quot; /&gt;_x000d__x000a_        &lt;parameter id=&quot;b4a8dfd7-52f0-4f7a-8381-2c796251c104&quot; name=&quot;Area&quot; type=&quot;Iphelion.Outline.Model.Entities.ControlArea, Iphelion.Outline.Model, Version=1.2.8.0, Culture=neutral, PublicKeyToken=null&quot; order=&quot;999&quot; key=&quot;area&quot; value=&quot;Bottom&quot; /&gt;_x000d__x000a_      &lt;/parameters&gt;_x000d__x000a_    &lt;/command&gt;_x000d__x000a_    &lt;command id=&quot;3e632c5e-e800-4531-a915-1e170163f604&quot; name=&quot;Set paper size command&quot; assembly=&quot;Iphelion.Outline.Word2010.dll&quot; type=&quot;Iphelion.Outline.Word2010.Commands.SetPaperSizeCommand&quot; order=&quot;24&quot; active=&quot;true&quot; commandType=&quot;relaunch&quot;&gt;_x000d__x000a_      &lt;parameters&gt;_x000d__x000a_        &lt;parameter id=&quot;4a81218e-d105-4ab6-a2d0-e52dfdb1fe3d&quot; name=&quot;Set bottom margin&quot; type=&quot;System.Boolean, mscorlib, Version=4.0.0.0, Culture=neutral, PublicKeyToken=b77a5c561934e089&quot; order=&quot;999&quot; key=&quot;setBottomMargin&quot; value=&quot;False&quot; /&gt;_x000d__x000a_        &lt;parameter id=&quot;bb7f5fdb-297b-4983-b301-16fdb36ed5b8&quot; name=&quot;Set left margin&quot; type=&quot;System.Boolean, mscorlib, Version=4.0.0.0, Culture=neutral, PublicKeyToken=b77a5c561934e089&quot; order=&quot;999&quot; key=&quot;setLeftMargin&quot; value=&quot;False&quot; /&gt;_x000d__x000a_        &lt;parameter id=&quot;ee5ddac5-a4e0-480b-8fae-a4e658ae93cb&quot; name=&quot;Set page height&quot; type=&quot;System.Boolean, mscorlib, Version=4.0.0.0, Culture=neutral, PublicKeyToken=b77a5c561934e089&quot; order=&quot;999&quot; key=&quot;setPageHeight&quot; value=&quot;True&quot; /&gt;_x000d__x000a_        &lt;parameter id=&quot;9089fef0-765d-4be0-8c75-bd6ca7865d71&quot; name=&quot;Set page width&quot; type=&quot;System.Boolean, mscorlib, Version=4.0.0.0, Culture=neutral, PublicKeyToken=b77a5c561934e089&quot; order=&quot;999&quot; key=&quot;setPageWidth&quot; value=&quot;True&quot; /&gt;_x000d__x000a_        &lt;parameter id=&quot;9e92f4b9-4074-4814-8f76-7e6998f4d7f2&quot; name=&quot;Set right margin&quot; type=&quot;System.Boolean, mscorlib, Version=4.0.0.0, Culture=neutral, PublicKeyToken=b77a5c561934e089&quot; order=&quot;999&quot; key=&quot;setRightMargin&quot; value=&quot;False&quot; /&gt;_x000d__x000a_        &lt;parameter id=&quot;36a13f98-1d39-45f3-9857-e08bc8fd06c5&quot; name=&quot;Set top margin&quot; type=&quot;System.Boolean, mscorlib, Version=4.0.0.0, Culture=neutral, PublicKeyToken=b77a5c561934e089&quot; order=&quot;999&quot; key=&quot;setTopMargin&quot; value=&quot;False&quot; /&gt;_x000d__x000a_      &lt;/parameters&gt;_x000d__x000a_    &lt;/command&gt;_x000d__x000a_    &lt;command id=&quot;da0eb2b1-1517-4820-84f7-dda666fb3cd7&quot; name=&quot;Run VBA ChineseFont&quot; assembly=&quot;Iphelion.Outline.Word2010.dll&quot; type=&quot;Iphelion.Outline.Word2010.Commands.RunMacroCommand&quot; order=&quot;25&quot; active=&quot;true&quot; commandType=&quot;relaunch&quot;&gt;_x000d__x000a_      &lt;parameters&gt;_x000d__x000a_        &lt;parameter id=&quot;5d895713-7b2b-4135-be58-4027bca8da46&quot; name=&quot;Macro name&quot; type=&quot;System.String, mscorlib, Version=4.0.0.0, Culture=neutral, PublicKeyToken=b77a5c561934e089&quot; order=&quot;999&quot; key=&quot;macroName&quot; value=&quot;ChineseModule.ChineseFont&quot; /&gt;_x000d__x000a_        &lt;parameter id=&quot;5d3cc9ea-a795-4a40-930c-38c218cf357e&quot; name=&quot;Disable if no documents are open&quot; type=&quot;System.Boolean, mscorlib, Version=4.0.0.0, Culture=neutral, PublicKeyToken=b77a5c561934e089&quot; order=&quot;999&quot; key=&quot;disableIfNoDocument&quot; value=&quot;False&quot; /&gt;_x000d__x000a_        &lt;parameter id=&quot;a8a9a522-4830-44ac-b27d-c596b4b48eb0&quot; name=&quot;Valid templates (empty = all)&quot; type=&quot;System.String, mscorlib, Version=4.0.0.0, Culture=neutral, PublicKeyToken=b77a5c561934e089&quot; order=&quot;999&quot; key=&quot;validTemplates&quot; value=&quot;CMSCode.dotm&quot; /&gt;_x000d__x000a_        &lt;parameter id=&quot;1a873c6e-5e60-4b59-94ec-329de1235617&quot; name=&quot;Enabled macro name&quot; type=&quot;System.String, mscorlib, Version=4.0.0.0, Culture=neutral, PublicKeyToken=b77a5c561934e089&quot; order=&quot;999&quot; key=&quot;enabledMacroName&quot; value=&quot;ChineseModule.ChineseFont&quot; /&gt;_x000d__x000a_        &lt;parameter id=&quot;96b7bfd0-680f-41f7-837a-91e0a7933a88&quot; name=&quot;Visible macro name&quot; type=&quot;System.String, mscorlib, Version=4.0.0.0, Culture=neutral, PublicKeyToken=b77a5c561934e089&quot; order=&quot;999&quot; key=&quot;visibleMacroName&quot; value=&quot;&quot; /&gt;_x000d__x000a_      &lt;/parameters&gt;_x000d__x000a_    &lt;/command&gt;_x000d__x000a_    &lt;command id=&quot;c5dc02bd-af64-4da8-b72a-33ec55e33941&quot; name=&quot;Update WorkSite author&quot; assembly=&quot;Iphelion.Outline.Integration.WorkSite.dll&quot; type=&quot;Iphelion.Outline.Integration.WorkSite.UpdateAuthorCommand&quot; order=&quot;26&quot; active=&quot;true&quot; commandType=&quot;relaunch&quot;&gt;_x000d__x000a_      &lt;parameters&gt;_x000d__x000a_        &lt;parameter id=&quot;e2403d28-df66-4e45-a269-60bc5d7d168a&quot; name=&quot;Author Field&quot; type=&quot;Iphelion.Outline.Model.Entities.ParameterFieldDescriptor, Iphelion.Outline.Model, Version=1.2.8.0, Culture=neutral, PublicKeyToken=null&quot; order=&quot;999&quot; key=&quot;authorField&quot; value=&quot;083d5a5f-7a46-4927-ad1b-2e7103f368b1|f294b1d2-1b45-4e5f-94c4-2953e5150137&quot; /&gt;_x000d__x000a_      &lt;/parameters&gt;_x000d__x000a_    &lt;/command&gt;_x000d__x000a_  &lt;/commands&gt;_x000d__x000a_  &lt;fields&gt;_x000d__x000a_    &lt;field id=&quot;4eca2db0-05e5-4fa9-ad2a-60fece1c9579&quot; name=&quot;Company&quot; type=&quot;&quot; order=&quot;999&quot; entityId=&quot;06883d05-ba5d-4404-a721-92010381f395&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10e79f0c-e170-49c0-b138-526abe546b4f&quot; name=&quot;Fax Number&quot; type=&quot;&quot; order=&quot;999&quot; entityId=&quot;06883d05-ba5d-4404-a721-92010381f395&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dae3b15-72b5-48bc-9e36-3ef5ca07ee23&quot; name=&quot;Forename&quot; type=&quot;&quot; order=&quot;999&quot; entityId=&quot;06883d05-ba5d-4404-a721-92010381f395&quot; linkedEntityId=&quot;00000000-0000-0000-0000-000000000000&quot; linkedFieldId=&quot;00000000-0000-0000-0000-000000000000&quot; index=&quot;0&quot; fieldType=&quot;question&quot; formatEvaluatorType=&quot;formatString&quot; coiDocumentField=&quot;Addressee_Forename&quot; hidden=&quot;false&quot;&gt;_x000d__x000a_      &lt;mappings /&gt;_x000d__x000a_    &lt;/field&gt;_x000d__x000a_    &lt;field id=&quot;ad473b14-45c6-4727-8b7a-c0b9ee61b68a&quot; name=&quot;Initial&quot; type=&quot;&quot; order=&quot;999&quot; entityId=&quot;06883d05-ba5d-4404-a721-92010381f395&quot; linkedEntityId=&quot;00000000-0000-0000-0000-000000000000&quot; linkedFieldId=&quot;00000000-0000-0000-0000-000000000000&quot; index=&quot;0&quot; fieldType=&quot;question&quot; formatEvaluatorType=&quot;formatString&quot; coiDocumentField=&quot;Addressee_Initial&quot; hidden=&quot;false&quot;&gt;_x000d__x000a_      &lt;mappings /&gt;_x000d__x000a_    &lt;/field&gt;_x000d__x000a_    &lt;field id=&quot;f00e1b4c-ceb5-4df9-85ed-1db323681720&quot; name=&quot;Name&quot; type=&quot;&quot; order=&quot;999&quot; entityId=&quot;06883d05-ba5d-4404-a721-92010381f395&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5d98e334-4af6-4ab3-8004-170cced37b28&quot; name=&quot;Reference&quot; type=&quot;&quot; order=&quot;999&quot; entityId=&quot;06883d05-ba5d-4404-a721-92010381f395&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54b5528-0d01-4132-ad46-61f7b7e44e51&quot; name=&quot;Surname&quot; type=&quot;&quot; order=&quot;999&quot; entityId=&quot;06883d05-ba5d-4404-a721-92010381f395&quot; linkedEntityId=&quot;00000000-0000-0000-0000-000000000000&quot; linkedFieldId=&quot;00000000-0000-0000-0000-000000000000&quot; index=&quot;0&quot; fieldType=&quot;question&quot; formatEvaluatorType=&quot;formatString&quot; coiDocumentField=&quot;Addressee_Surname&quot; hidden=&quot;false&quot;&gt;_x000d__x000a_      &lt;mappings /&gt;_x000d__x000a_    &lt;/field&gt;_x000d__x000a_    &lt;field id=&quot;c9d14e82-dd9d-429e-8346-b31c0317160d&quot; name=&quot;Telephone Number&quot; type=&quot;&quot; order=&quot;999&quot; entityId=&quot;06883d05-ba5d-4404-a721-92010381f395&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4d2da03-ed30-4f0a-8838-04ad782d064e&quot; name=&quot;Title&quot; type=&quot;&quot; order=&quot;999&quot; entityId=&quot;06883d05-ba5d-4404-a721-92010381f395&quot; linkedEntityId=&quot;00000000-0000-0000-0000-000000000000&quot; linkedFieldId=&quot;00000000-0000-0000-0000-000000000000&quot; index=&quot;0&quot; fieldType=&quot;question&quot; formatEvaluatorType=&quot;formatString&quot; coiDocumentField=&quot;Addressee_Title&quot; hidden=&quot;false&quot;&gt;_x000d__x000a_      &lt;mappings /&gt;_x000d__x000a_    &lt;/field&gt;_x000d__x000a_    &lt;field id=&quot;d33b91da-b4f8-4e72-a5e5-939650d09886&quot; name=&quot;Fax Number&quot; type=&quot;&quot; order=&quot;999&quot; entityId=&quot;094a3b3a-52ef-4848-96f7-b0ce04bde2e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0b7a1953-66bc-42af-9a3d-e8ff0b02f4b5&quot; name=&quot;Formatted Address&quot; type=&quot;&quot; order=&quot;999&quot; entityId=&quot;094a3b3a-52ef-4848-96f7-b0ce04bde2e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6012404c-d368-45b8-a66e-7ad6880d9e46&quot; name=&quot;Location&quot; type=&quot;&quot; order=&quot;999&quot; entityId=&quot;094a3b3a-52ef-4848-96f7-b0ce04bde2e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1c4892e1-ec58-4894-89e8-e331d40ab6ee&quot; name=&quot;Switchboard Number&quot; type=&quot;&quot; order=&quot;999&quot; entityId=&quot;094a3b3a-52ef-4848-96f7-b0ce04bde2e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4eca2db0-05e5-4fa9-ad2a-60fece1c9579&quot; name=&quot;Company&quot; type=&quot;&quot; order=&quot;999&quot; entityId=&quot;16a366bc-23cd-4b6f-a6e4-1cab49c88c6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10e79f0c-e170-49c0-b138-526abe546b4f&quot; name=&quot;Fax Number&quot; type=&quot;&quot; order=&quot;999&quot; entityId=&quot;16a366bc-23cd-4b6f-a6e4-1cab49c88c6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dae3b15-72b5-48bc-9e36-3ef5ca07ee23&quot; name=&quot;Forename&quot; type=&quot;&quot; order=&quot;999&quot; entityId=&quot;16a366bc-23cd-4b6f-a6e4-1cab49c88c6e&quot; linkedEntityId=&quot;00000000-0000-0000-0000-000000000000&quot; linkedFieldId=&quot;00000000-0000-0000-0000-000000000000&quot; index=&quot;0&quot; fieldType=&quot;question&quot; formatEvaluatorType=&quot;formatString&quot; coiDocumentField=&quot;Addressee_Forename&quot; hidden=&quot;false&quot;&gt;_x000d__x000a_      &lt;mappings /&gt;_x000d__x000a_    &lt;/field&gt;_x000d__x000a_    &lt;field id=&quot;ad473b14-45c6-4727-8b7a-c0b9ee61b68a&quot; name=&quot;Initial&quot; type=&quot;&quot; order=&quot;999&quot; entityId=&quot;16a366bc-23cd-4b6f-a6e4-1cab49c88c6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00e1b4c-ceb5-4df9-85ed-1db323681720&quot; name=&quot;Name&quot; type=&quot;&quot; order=&quot;999&quot; entityId=&quot;16a366bc-23cd-4b6f-a6e4-1cab49c88c6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5d98e334-4af6-4ab3-8004-170cced37b28&quot; name=&quot;Reference&quot; type=&quot;&quot; order=&quot;999&quot; entityId=&quot;16a366bc-23cd-4b6f-a6e4-1cab49c88c6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54b5528-0d01-4132-ad46-61f7b7e44e51&quot; name=&quot;Surname&quot; type=&quot;&quot; order=&quot;999&quot; entityId=&quot;16a366bc-23cd-4b6f-a6e4-1cab49c88c6e&quot; linkedEntityId=&quot;00000000-0000-0000-0000-000000000000&quot; linkedFieldId=&quot;00000000-0000-0000-0000-000000000000&quot; index=&quot;0&quot; fieldType=&quot;question&quot; formatEvaluatorType=&quot;formatString&quot; coiDocumentField=&quot;Addressee_Surname&quot; hidden=&quot;false&quot;&gt;_x000d__x000a_      &lt;mappings /&gt;_x000d__x000a_    &lt;/field&gt;_x000d__x000a_    &lt;field id=&quot;c9d14e82-dd9d-429e-8346-b31c0317160d&quot; name=&quot;Telephone Number&quot; type=&quot;&quot; order=&quot;999&quot; entityId=&quot;16a366bc-23cd-4b6f-a6e4-1cab49c88c6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4d2da03-ed30-4f0a-8838-04ad782d064e&quot; name=&quot;Title&quot; type=&quot;&quot; order=&quot;999&quot; entityId=&quot;16a366bc-23cd-4b6f-a6e4-1cab49c88c6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eca2db0-05e5-4fa9-ad2a-60fece1c9579&quot; name=&quot;Company&quot; type=&quot;&quot; order=&quot;999&quot; entityId=&quot;701c3690-ee86-4b4f-9bcd-66f13a74f33c&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10e79f0c-e170-49c0-b138-526abe546b4f&quot; name=&quot;Fax Number&quot; type=&quot;&quot; order=&quot;999&quot; entityId=&quot;701c3690-ee86-4b4f-9bcd-66f13a74f33c&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dae3b15-72b5-48bc-9e36-3ef5ca07ee23&quot; name=&quot;Forename&quot; type=&quot;&quot; order=&quot;999&quot; entityId=&quot;701c3690-ee86-4b4f-9bcd-66f13a74f33c&quot; linkedEntityId=&quot;00000000-0000-0000-0000-000000000000&quot; linkedFieldId=&quot;00000000-0000-0000-0000-000000000000&quot; index=&quot;0&quot; fieldType=&quot;question&quot; formatEvaluatorType=&quot;formatString&quot; coiDocumentField=&quot;Addressee_Forename&quot; hidden=&quot;false&quot;&gt;_x000d__x000a_      &lt;mappings /&gt;_x000d__x000a_    &lt;/field&gt;_x000d__x000a_    &lt;field id=&quot;ad473b14-45c6-4727-8b7a-c0b9ee61b68a&quot; name=&quot;Initial&quot; type=&quot;&quot; order=&quot;999&quot; entityId=&quot;701c3690-ee86-4b4f-9bcd-66f13a74f33c&quot; linkedEntityId=&quot;00000000-0000-0000-0000-000000000000&quot; linkedFieldId=&quot;00000000-0000-0000-0000-000000000000&quot; index=&quot;0&quot; fieldType=&quot;question&quot; formatEvaluatorType=&quot;formatString&quot; coiDocumentField=&quot;Addressee_Initial&quot; hidden=&quot;false&quot;&gt;_x000d__x000a_      &lt;mappings /&gt;_x000d__x000a_    &lt;/field&gt;_x000d__x000a_    &lt;field id=&quot;f00e1b4c-ceb5-4df9-85ed-1db323681720&quot; name=&quot;Name&quot; type=&quot;&quot; order=&quot;999&quot; entityId=&quot;701c3690-ee86-4b4f-9bcd-66f13a74f33c&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5d98e334-4af6-4ab3-8004-170cced37b28&quot; name=&quot;Reference&quot; type=&quot;&quot; order=&quot;999&quot; entityId=&quot;701c3690-ee86-4b4f-9bcd-66f13a74f33c&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54b5528-0d01-4132-ad46-61f7b7e44e51&quot; name=&quot;Surname&quot; type=&quot;&quot; order=&quot;999&quot; entityId=&quot;701c3690-ee86-4b4f-9bcd-66f13a74f33c&quot; linkedEntityId=&quot;00000000-0000-0000-0000-000000000000&quot; linkedFieldId=&quot;00000000-0000-0000-0000-000000000000&quot; index=&quot;0&quot; fieldType=&quot;question&quot; formatEvaluatorType=&quot;formatString&quot; coiDocumentField=&quot;Addressee_Surname&quot; hidden=&quot;false&quot;&gt;_x000d__x000a_      &lt;mappings /&gt;_x000d__x000a_    &lt;/field&gt;_x000d__x000a_    &lt;field id=&quot;c9d14e82-dd9d-429e-8346-b31c0317160d&quot; name=&quot;Telephone Number&quot; type=&quot;&quot; order=&quot;999&quot; entityId=&quot;701c3690-ee86-4b4f-9bcd-66f13a74f33c&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4d2da03-ed30-4f0a-8838-04ad782d064e&quot; name=&quot;Title&quot; type=&quot;&quot; order=&quot;999&quot; entityId=&quot;701c3690-ee86-4b4f-9bcd-66f13a74f33c&quot; linkedEntityId=&quot;00000000-0000-0000-0000-000000000000&quot; linkedFieldId=&quot;00000000-0000-0000-0000-000000000000&quot; index=&quot;0&quot; fieldType=&quot;question&quot; formatEvaluatorType=&quot;formatString&quot; coiDocumentField=&quot;Addressee_Title&quot; hidden=&quot;false&quot;&gt;_x000d__x000a_      &lt;mappings /&gt;_x000d__x000a_    &lt;/field&gt;_x000d__x000a_    &lt;field id=&quot;9a9269ae-1d5b-4365-9da1-637c5f330a8f&quot; name=&quot;Author&quot; type=&quot;&quot; order=&quot;999&quot; entityId=&quot;7b619780-5b3e-4680-83be-74d5d73f30a3&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f020c1a-f826-494c-bbaa-2100b39770a7&quot; name=&quot;Client&quot; type=&quot;&quot; order=&quot;999&quot; entityId=&quot;7b619780-5b3e-4680-83be-74d5d73f30a3&quot; linkedEntityId=&quot;00000000-0000-0000-0000-000000000000&quot; linkedFieldId=&quot;00000000-0000-0000-0000-000000000000&quot; index=&quot;0&quot; fieldType=&quot;question&quot; formatEvaluatorType=&quot;formatString&quot; coiDocumentField=&quot;Client&quot; hidden=&quot;false&quot;&gt;_x000d__x000a_      &lt;mappings /&gt;_x000d__x000a_    &lt;/field&gt;_x000d__x000a_    &lt;field id=&quot;d1a0c03d-0258-47ac-bb6d-458a78e56474&quot; name=&quot;ClientName&quot; type=&quot;&quot; order=&quot;999&quot; entityId=&quot;7b619780-5b3e-4680-83be-74d5d73f30a3&quot; linkedEntityId=&quot;00000000-0000-0000-0000-000000000000&quot; linkedFieldId=&quot;00000000-0000-0000-0000-000000000000&quot; index=&quot;0&quot; fieldType=&quot;question&quot; formatEvaluatorType=&quot;formatString&quot; coiDocumentField=&quot;ClientName&quot; hidden=&quot;false&quot;&gt;_x000d__x000a_      &lt;mappings /&gt;_x000d__x000a_    &lt;/field&gt;_x000d__x000a_    &lt;field id=&quot;9016353d-0ab3-451f-9828-3fee96cf68ba&quot; name=&quot;Connected&quot; type=&quot;System.Boolean, mscorlib, Version=4.0.0.0, Culture=neutral, PublicKeyToken=b77a5c561934e089&quot; order=&quot;999&quot; entityId=&quot;7b619780-5b3e-4680-83be-74d5d73f30a3&quot; linkedEntityId=&quot;00000000-0000-0000-0000-000000000000&quot; linkedFieldId=&quot;00000000-0000-0000-0000-000000000000&quot; index=&quot;0&quot; fieldType=&quot;question&quot; formatEvaluatorType=&quot;formatString&quot; hidden=&quot;false&quot;&gt;False&lt;mappings /&gt;&lt;/field&gt;_x000d__x000a_    &lt;field id=&quot;d8d8a1b7-29f2-4184-b4bb-94e86811b1dc&quot; name=&quot;DocFolderId&quot; type=&quot;&quot; order=&quot;999&quot; entityId=&quot;7b619780-5b3e-4680-83be-74d5d73f30a3&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72904a47-5780-459c-be7a-448f9ad8d6b4&quot; name=&quot;DocIdFormat&quot; type=&quot;&quot; order=&quot;999&quot; entityId=&quot;7b619780-5b3e-4680-83be-74d5d73f30a3&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1f231ea-a00f-4606-9fab-d2acd859d3ad&quot; name=&quot;DocNumber&quot; type=&quot;&quot; order=&quot;999&quot; entityId=&quot;7b619780-5b3e-4680-83be-74d5d73f30a3&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7abea0f8-46b7-4968-bb12-04a899f0d778&quot; name=&quot;DocSubType&quot; type=&quot;&quot; order=&quot;999&quot; entityId=&quot;7b619780-5b3e-4680-83be-74d5d73f30a3&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64ff0036-a6af-4b11-a4ea-402a2f273e21&quot; name=&quot;DocType&quot; type=&quot;&quot; order=&quot;999&quot; entityId=&quot;7b619780-5b3e-4680-83be-74d5d73f30a3&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9094b9c-52fd-4403-bb83-9bb3ab5368ad&quot; name=&quot;DocVersion&quot; type=&quot;&quot; order=&quot;999&quot; entityId=&quot;7b619780-5b3e-4680-83be-74d5d73f30a3&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2fef3f19-232d-4142-b525-11d8a76a6e9b&quot; name=&quot;Library&quot; type=&quot;&quot; order=&quot;999&quot; entityId=&quot;7b619780-5b3e-4680-83be-74d5d73f30a3&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62ddceb-8fc2-4ead-b535-ed9e83598384&quot; name=&quot;Matter&quot; type=&quot;&quot; order=&quot;999&quot; entityId=&quot;7b619780-5b3e-4680-83be-74d5d73f30a3&quot; linkedEntityId=&quot;00000000-0000-0000-0000-000000000000&quot; linkedFieldId=&quot;00000000-0000-0000-0000-000000000000&quot; index=&quot;0&quot; fieldType=&quot;question&quot; formatEvaluatorType=&quot;formatString&quot; coiDocumentField=&quot;Matter&quot; hidden=&quot;false&quot;&gt;_x000d__x000a_      &lt;mappings /&gt;_x000d__x000a_    &lt;/field&gt;_x000d__x000a_    &lt;field id=&quot;a3eef514-247f-4281-b6a2-3b4d34bc68cf&quot; name=&quot;MatterName&quot; type=&quot;&quot; order=&quot;999&quot; entityId=&quot;7b619780-5b3e-4680-83be-74d5d73f30a3&quot; linkedEntityId=&quot;00000000-0000-0000-0000-000000000000&quot; linkedFieldId=&quot;00000000-0000-0000-0000-000000000000&quot; index=&quot;0&quot; fieldType=&quot;question&quot; formatEvaluatorType=&quot;formatString&quot; coiDocumentField=&quot;MatterName&quot; hidden=&quot;false&quot;&gt;_x000d__x000a_      &lt;mappings /&gt;_x000d__x000a_    &lt;/field&gt;_x000d__x000a_    &lt;field id=&quot;01a5919e-9f80-47f4-93c4-a97878088c9c&quot; name=&quot;Server&quot; type=&quot;&quot; order=&quot;999&quot; entityId=&quot;7b619780-5b3e-4680-83be-74d5d73f30a3&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002e78a-8e18-4375-bef7-9f687e931f65&quot; name=&quot;Title&quot; type=&quot;&quot; order=&quot;999&quot; entityId=&quot;7b619780-5b3e-4680-83be-74d5d73f30a3&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88a1e13-9978-4547-8c39-29b89a11d72a&quot; name=&quot;WorkspaceId&quot; type=&quot;&quot; order=&quot;999&quot; entityId=&quot;7b619780-5b3e-4680-83be-74d5d73f30a3&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7cefa41-f9d1-4f73-abf3-ce140e7a8497&quot; name=&quot;Date&quot; type=&quot;System.DateTime, mscorlib, Version=4.0.0.0, Culture=neutral, PublicKeyToken=b77a5c561934e089&quot; order=&quot;999&quot; entityId=&quot;8369fc00-1653-486b-9602-1d9068882ba0&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eca2db0-05e5-4fa9-ad2a-60fece1c9579&quot; name=&quot;Company&quot; type=&quot;&quot; order=&quot;999&quot; entityId=&quot;affc497f-5707-4f6f-b7c4-03cdf07388f9&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10e79f0c-e170-49c0-b138-526abe546b4f&quot; name=&quot;Fax Number&quot; type=&quot;&quot; order=&quot;999&quot; entityId=&quot;affc497f-5707-4f6f-b7c4-03cdf07388f9&quot; linkedEntityId=&quot;00000000-0000-0000-0000-000000000000&quot; linkedFieldId=&quot;00000000-0000-0000-0000-000000000000&quot; index=&quot;0&quot; fieldType=&quot;question&quot; formatEvaluatorType=&quot;formatString&quot; hidden=&quot;false&quot;&gt;_x000d__x000a_      &lt;"/>
    <w:docVar w:name="OutlineMetadata4" w:val="mappings /&gt;_x000d__x000a_    &lt;/field&gt;_x000d__x000a_    &lt;field id=&quot;bdae3b15-72b5-48bc-9e36-3ef5ca07ee23&quot; name=&quot;Forename&quot; type=&quot;&quot; order=&quot;999&quot; entityId=&quot;affc497f-5707-4f6f-b7c4-03cdf07388f9&quot; linkedEntityId=&quot;00000000-0000-0000-0000-000000000000&quot; linkedFieldId=&quot;00000000-0000-0000-0000-000000000000&quot; index=&quot;0&quot; fieldType=&quot;question&quot; formatEvaluatorType=&quot;formatString&quot; coiDocumentField=&quot;Addressee_Forename&quot; hidden=&quot;false&quot;&gt;_x000d__x000a_      &lt;mappings /&gt;_x000d__x000a_    &lt;/field&gt;_x000d__x000a_    &lt;field id=&quot;ad473b14-45c6-4727-8b7a-c0b9ee61b68a&quot; name=&quot;Initial&quot; type=&quot;&quot; order=&quot;999&quot; entityId=&quot;affc497f-5707-4f6f-b7c4-03cdf07388f9&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00e1b4c-ceb5-4df9-85ed-1db323681720&quot; name=&quot;Name&quot; type=&quot;&quot; order=&quot;999&quot; entityId=&quot;affc497f-5707-4f6f-b7c4-03cdf07388f9&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5d98e334-4af6-4ab3-8004-170cced37b28&quot; name=&quot;Reference&quot; type=&quot;&quot; order=&quot;999&quot; entityId=&quot;affc497f-5707-4f6f-b7c4-03cdf07388f9&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54b5528-0d01-4132-ad46-61f7b7e44e51&quot; name=&quot;Surname&quot; type=&quot;&quot; order=&quot;999&quot; entityId=&quot;affc497f-5707-4f6f-b7c4-03cdf07388f9&quot; linkedEntityId=&quot;00000000-0000-0000-0000-000000000000&quot; linkedFieldId=&quot;00000000-0000-0000-0000-000000000000&quot; index=&quot;0&quot; fieldType=&quot;question&quot; formatEvaluatorType=&quot;formatString&quot; coiDocumentField=&quot;Addressee_Surname&quot; hidden=&quot;false&quot;&gt;_x000d__x000a_      &lt;mappings /&gt;_x000d__x000a_    &lt;/field&gt;_x000d__x000a_    &lt;field id=&quot;c9d14e82-dd9d-429e-8346-b31c0317160d&quot; name=&quot;Telephone Number&quot; type=&quot;&quot; order=&quot;999&quot; entityId=&quot;affc497f-5707-4f6f-b7c4-03cdf07388f9&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4d2da03-ed30-4f0a-8838-04ad782d064e&quot; name=&quot;Title&quot; type=&quot;&quot; order=&quot;999&quot; entityId=&quot;affc497f-5707-4f6f-b7c4-03cdf07388f9&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eca2db0-05e5-4fa9-ad2a-60fece1c9579&quot; name=&quot;Company&quot; type=&quot;&quot; order=&quot;999&quot; entityId=&quot;b16d33b2-b2d1-4b3a-bf5f-18265e6a0b1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10e79f0c-e170-49c0-b138-526abe546b4f&quot; name=&quot;Fax Number&quot; type=&quot;&quot; order=&quot;999&quot; entityId=&quot;b16d33b2-b2d1-4b3a-bf5f-18265e6a0b1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dae3b15-72b5-48bc-9e36-3ef5ca07ee23&quot; name=&quot;Forename&quot; type=&quot;&quot; order=&quot;999&quot; entityId=&quot;b16d33b2-b2d1-4b3a-bf5f-18265e6a0b1e&quot; linkedEntityId=&quot;00000000-0000-0000-0000-000000000000&quot; linkedFieldId=&quot;00000000-0000-0000-0000-000000000000&quot; index=&quot;0&quot; fieldType=&quot;question&quot; formatEvaluatorType=&quot;formatString&quot; coiDocumentField=&quot;Addressee_Forename&quot; hidden=&quot;false&quot;&gt;_x000d__x000a_      &lt;mappings /&gt;_x000d__x000a_    &lt;/field&gt;_x000d__x000a_    &lt;field id=&quot;ad473b14-45c6-4727-8b7a-c0b9ee61b68a&quot; name=&quot;Initial&quot; type=&quot;&quot; order=&quot;999&quot; entityId=&quot;b16d33b2-b2d1-4b3a-bf5f-18265e6a0b1e&quot; linkedEntityId=&quot;00000000-0000-0000-0000-000000000000&quot; linkedFieldId=&quot;00000000-0000-0000-0000-000000000000&quot; index=&quot;0&quot; fieldType=&quot;question&quot; formatEvaluatorType=&quot;formatString&quot; coiDocumentField=&quot;Addressee_Initial&quot; hidden=&quot;false&quot;&gt;_x000d__x000a_      &lt;mappings /&gt;_x000d__x000a_    &lt;/field&gt;_x000d__x000a_    &lt;field id=&quot;f00e1b4c-ceb5-4df9-85ed-1db323681720&quot; name=&quot;Name&quot; type=&quot;&quot; order=&quot;999&quot; entityId=&quot;b16d33b2-b2d1-4b3a-bf5f-18265e6a0b1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5d98e334-4af6-4ab3-8004-170cced37b28&quot; name=&quot;Reference&quot; type=&quot;&quot; order=&quot;999&quot; entityId=&quot;b16d33b2-b2d1-4b3a-bf5f-18265e6a0b1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54b5528-0d01-4132-ad46-61f7b7e44e51&quot; name=&quot;Surname&quot; type=&quot;&quot; order=&quot;999&quot; entityId=&quot;b16d33b2-b2d1-4b3a-bf5f-18265e6a0b1e&quot; linkedEntityId=&quot;00000000-0000-0000-0000-000000000000&quot; linkedFieldId=&quot;00000000-0000-0000-0000-000000000000&quot; index=&quot;0&quot; fieldType=&quot;question&quot; formatEvaluatorType=&quot;formatString&quot; coiDocumentField=&quot;Addressee_Surname&quot; hidden=&quot;false&quot;&gt;_x000d__x000a_      &lt;mappings /&gt;_x000d__x000a_    &lt;/field&gt;_x000d__x000a_    &lt;field id=&quot;c9d14e82-dd9d-429e-8346-b31c0317160d&quot; name=&quot;Telephone Number&quot; type=&quot;&quot; order=&quot;999&quot; entityId=&quot;b16d33b2-b2d1-4b3a-bf5f-18265e6a0b1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4d2da03-ed30-4f0a-8838-04ad782d064e&quot; name=&quot;Title&quot; type=&quot;&quot; order=&quot;999&quot; entityId=&quot;b16d33b2-b2d1-4b3a-bf5f-18265e6a0b1e&quot; linkedEntityId=&quot;00000000-0000-0000-0000-000000000000&quot; linkedFieldId=&quot;00000000-0000-0000-0000-000000000000&quot; index=&quot;0&quot; fieldType=&quot;question&quot; formatEvaluatorType=&quot;formatString&quot; coiDocumentField=&quot;Addressee_Title&quot; hidden=&quot;false&quot;&gt;_x000d__x000a_      &lt;mappings /&gt;_x000d__x000a_    &lt;/field&gt;_x000d__x000a_    &lt;field id=&quot;4eca2db0-05e5-4fa9-ad2a-60fece1c9579&quot; name=&quot;Company&quot; type=&quot;&quot; order=&quot;999&quot; entityId=&quot;d1c1b0ba-1ad7-4e26-af76-9b4b9ec68c76&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10e79f0c-e170-49c0-b138-526abe546b4f&quot; name=&quot;Fax Number&quot; type=&quot;&quot; order=&quot;999&quot; entityId=&quot;d1c1b0ba-1ad7-4e26-af76-9b4b9ec68c76&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dae3b15-72b5-48bc-9e36-3ef5ca07ee23&quot; name=&quot;Forename&quot; type=&quot;&quot; order=&quot;999&quot; entityId=&quot;d1c1b0ba-1ad7-4e26-af76-9b4b9ec68c76&quot; linkedEntityId=&quot;00000000-0000-0000-0000-000000000000&quot; linkedFieldId=&quot;00000000-0000-0000-0000-000000000000&quot; index=&quot;0&quot; fieldType=&quot;question&quot; formatEvaluatorType=&quot;formatString&quot; coiDocumentField=&quot;Addressee_Forename&quot; hidden=&quot;false&quot;&gt;_x000d__x000a_      &lt;mappings /&gt;_x000d__x000a_    &lt;/field&gt;_x000d__x000a_    &lt;field id=&quot;ad473b14-45c6-4727-8b7a-c0b9ee61b68a&quot; name=&quot;Initial&quot; type=&quot;&quot; order=&quot;999&quot; entityId=&quot;d1c1b0ba-1ad7-4e26-af76-9b4b9ec68c76&quot; linkedEntityId=&quot;00000000-0000-0000-0000-000000000000&quot; linkedFieldId=&quot;00000000-0000-0000-0000-000000000000&quot; index=&quot;0&quot; fieldType=&quot;question&quot; formatEvaluatorType=&quot;formatString&quot; coiDocumentField=&quot;Addressee_Initial&quot; hidden=&quot;false&quot;&gt;_x000d__x000a_      &lt;mappings /&gt;_x000d__x000a_    &lt;/field&gt;_x000d__x000a_    &lt;field id=&quot;f00e1b4c-ceb5-4df9-85ed-1db323681720&quot; name=&quot;Name&quot; type=&quot;&quot; order=&quot;999&quot; entityId=&quot;d1c1b0ba-1ad7-4e26-af76-9b4b9ec68c76&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5d98e334-4af6-4ab3-8004-170cced37b28&quot; name=&quot;Reference&quot; type=&quot;&quot; order=&quot;999&quot; entityId=&quot;d1c1b0ba-1ad7-4e26-af76-9b4b9ec68c76&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54b5528-0d01-4132-ad46-61f7b7e44e51&quot; name=&quot;Surname&quot; type=&quot;&quot; order=&quot;999&quot; entityId=&quot;d1c1b0ba-1ad7-4e26-af76-9b4b9ec68c76&quot; linkedEntityId=&quot;00000000-0000-0000-0000-000000000000&quot; linkedFieldId=&quot;00000000-0000-0000-0000-000000000000&quot; index=&quot;0&quot; fieldType=&quot;question&quot; formatEvaluatorType=&quot;formatString&quot; coiDocumentField=&quot;Addressee_Surname&quot; hidden=&quot;false&quot;&gt;_x000d__x000a_      &lt;mappings /&gt;_x000d__x000a_    &lt;/field&gt;_x000d__x000a_    &lt;field id=&quot;c9d14e82-dd9d-429e-8346-b31c0317160d&quot; name=&quot;Telephone Number&quot; type=&quot;&quot; order=&quot;999&quot; entityId=&quot;d1c1b0ba-1ad7-4e26-af76-9b4b9ec68c76&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4d2da03-ed30-4f0a-8838-04ad782d064e&quot; name=&quot;Title&quot; type=&quot;&quot; order=&quot;999&quot; entityId=&quot;d1c1b0ba-1ad7-4e26-af76-9b4b9ec68c76&quot; linkedEntityId=&quot;00000000-0000-0000-0000-000000000000&quot; linkedFieldId=&quot;00000000-0000-0000-0000-000000000000&quot; index=&quot;0&quot; fieldType=&quot;question&quot; formatEvaluatorType=&quot;formatString&quot; coiDocumentField=&quot;Addressee_Title&quot; hidden=&quot;false&quot;&gt;_x000d__x000a_      &lt;mappings /&gt;_x000d__x000a_    &lt;/field&gt;_x000d__x000a_    &lt;field id=&quot;82ddee8e-e83e-4f9b-be1b-0e8b0431db63&quot; name=&quot;Draft Number&quot; type=&quot;&quot; order=&quot;999&quot; entityId=&quot;e0481d84-b4ac-463f-ac28-c60e83bcb278&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e73fe5aa-5c17-4717-98c5-fd28d4905cb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083d5a5f-7a46-4927-ad1b-2e7103f368b1&quot; name=&quot;Login&quot; type=&quot;&quot; order=&quot;999&quot; entityId=&quot;f294b1d2-1b45-4e5f-94c4-2953e5150137&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5d109119-e1a5-4139-806c-7a85c225eea9&quot; name=&quot;Between&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5844e5b6-e901-453b-9bca-fe3b951703db&quot; name=&quot;Fax&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de8ea256-048b-4fa2-9164-a2f5d1ebe9e8&quot; name=&quot;Tel&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d79a33b3-b7f9-4074-be43-df4db964f1fe&quot; name=&quot;TOCTitle&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3a383e39-ccaa-492a-9fb5-1842801793c3&quot; name=&quot;and&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81e92d9c-b583-4e11-aca5-642d8cae8157&quot; name=&quot;SelectedValue&quot; type=&quot;&quot; order=&quot;999&quot; entityId=&quot;ff7afab4-7d27-440c-aefb-c3e53086c2e5&quot; linkedEntityId=&quot;00000000-0000-0000-0000-000000000000&quot; linkedFieldId=&quot;00000000-0000-0000-0000-000000000000&quot; index=&quot;0&quot; fieldType=&quot;question&quot; formatEvaluatorType=&quot;formatString&quot; hidden=&quot;false&quot;&gt;2&lt;mappings /&gt;&lt;/field&gt;_x000d__x000a_    &lt;field id=&quot;90b03978-e217-4e32-a4fe-a32cba57d186&quot; name=&quot;Text&quot; type=&quot;&quot; order=&quot;999&quot; entityId=&quot;2e1f03ce-7637-4d85-82ff-2a8d5f1d5335&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89c29ae3-f204-401a-8dcd-5da0b464836a&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710749bc-9296-4c34-9323-eb01b234555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fda086e1-b82c-409c-85c9-b05cd5d10893&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61d85f2e-15d6-4e0d-8133-4cbfdaf1c258&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82a7879b-1c55-4273-b173-73791892879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f52d87e-9fa3-444e-b892-c2b7d48528e5&quot; name=&quot;Name 1&quot; type=&quot;&quot; order=&quot;999&quot; entityId=&quot;094a3b3a-52ef-4848-96f7-b0ce04bde2e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3aabcc2b-104b-4d52-8cbb-54ee07deb8b7&quot; name=&quot;Office URL&quot; type=&quot;&quot; order=&quot;999&quot; entityId=&quot;094a3b3a-52ef-4848-96f7-b0ce04bde2e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dc04ea2a-7439-40f4-86cf-2d16d897a70c&quot; name=&quot;Between after&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a2749758-102a-48d2-921a-665b6a1795d5&quot; name=&quot;FaxNo&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b274c63e-c82f-4ef7-9758-f65bfe0f5894&quot; name=&quot;Year&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815779d5-7da7-4611-b946-746ed3d326ba&quot; name=&quot;Date&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8b3dcfd9-e09b-455a-bebd-b3b50bb423c7&quot; name=&quot;DateFormat&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f00e1b4c-ceb5-4df9-85ed-1db323681720&quot; name=&quot;Name&quot; type=&quot;&quot; order=&quot;999&quot; entityId=&quot;3026544a-e956-40ec-b564-c6f50c5948ed&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dae3b15-72b5-48bc-9e36-3ef5ca07ee23&quot; name=&quot;Forename&quot; type=&quot;&quot; order=&quot;999&quot; entityId=&quot;3026544a-e956-40ec-b564-c6f50c5948ed&quot; linkedEntityId=&quot;00000000-0000-0000-0000-000000000000&quot; linkedFieldId=&quot;00000000-0000-0000-0000-000000000000&quot; index=&quot;0&quot; fieldType=&quot;question&quot; formatEvaluatorType=&quot;formatString&quot; coiDocumentField=&quot;Addressee_Forename&quot; hidden=&quot;false&quot;&gt;_x000d__x000a_      &lt;mappings /&gt;_x000d__x000a_    &lt;/field&gt;_x000d__x000a_    &lt;field id=&quot;454b5528-0d01-4132-ad46-61f7b7e44e51&quot; name=&quot;Surname&quot; type=&quot;&quot; order=&quot;999&quot; entityId=&quot;3026544a-e956-40ec-b564-c6f50c5948ed&quot; linkedEntityId=&quot;00000000-0000-0000-0000-000000000000&quot; linkedFieldId=&quot;00000000-0000-0000-0000-000000000000&quot; index=&quot;0&quot; fieldType=&quot;question&quot; formatEvaluatorType=&quot;formatString&quot; coiDocumentField=&quot;Addressee_Surname&quot; hidden=&quot;false&quot;&gt;_x000d__x000a_      &lt;mappings /&gt;_x000d__x000a_    &lt;/field&gt;_x000d__x000a_    &lt;field id=&quot;4eca2db0-05e5-4fa9-ad2a-60fece1c9579&quot; name=&quot;Company&quot; type=&quot;&quot; order=&quot;999&quot; entityId=&quot;3026544a-e956-40ec-b564-c6f50c5948ed&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9d14e82-dd9d-429e-8346-b31c0317160d&quot; name=&quot;Telephone Number&quot; type=&quot;&quot; order=&quot;999&quot; entityId=&quot;3026544a-e956-40ec-b564-c6f50c5948ed&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10e79f0c-e170-49c0-b138-526abe546b4f&quot; name=&quot;Fax Number&quot; type=&quot;&quot; order=&quot;999&quot; entityId=&quot;3026544a-e956-40ec-b564-c6f50c5948ed&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5d98e334-4af6-4ab3-8004-170cced37b28&quot; name=&quot;Reference&quot; type=&quot;&quot; order=&quot;999&quot; entityId=&quot;3026544a-e956-40ec-b564-c6f50c5948ed&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d473b14-45c6-4727-8b7a-c0b9ee61b68a&quot; name=&quot;Initial&quot; type=&quot;&quot; order=&quot;999&quot; entityId=&quot;3026544a-e956-40ec-b564-c6f50c5948ed&quot; linkedEntityId=&quot;00000000-0000-0000-0000-000000000000&quot; linkedFieldId=&quot;00000000-0000-0000-0000-000000000000&quot; index=&quot;0&quot; fieldType=&quot;question&quot; formatEvaluatorType=&quot;formatString&quot; coiDocumentField=&quot;Addressee_Initial&quot; hidden=&quot;false&quot;&gt;_x000d__x000a_      &lt;mappings /&gt;_x000d__x000a_    &lt;/field&gt;_x000d__x000a_    &lt;field id=&quot;a4d2da03-ed30-4f0a-8838-04ad782d064e&quot; name=&quot;Title&quot; type=&quot;&quot; order=&quot;999&quot; entityId=&quot;3026544a-e956-40ec-b564-c6f50c5948ed&quot; linkedEntityId=&quot;00000000-0000-0000-0000-000000000000&quot; linkedFieldId=&quot;00000000-0000-0000-0000-000000000000&quot; index=&quot;0&quot; fieldType=&quot;question&quot; formatEvaluatorType=&quot;formatString&quot; coiDocumentField=&quot;Addressee_Title&quot; hidden=&quot;false&quot;&gt;_x000d__x000a_      &lt;mappings /&gt;_x000d__x000a_    &lt;/field&gt;_x000d__x000a_    &lt;field id=&quot;90b03978-e217-4e32-a4fe-a32cba57d186&quot; name=&quot;Text&quot; type=&quot;&quot; order=&quot;999&quot; entityId=&quot;d51006d7-46d4-4cdb-9a02-e3e028786ed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00e1b4c-ceb5-4df9-85ed-1db323681720&quot; name=&quot;Name&quot; type=&quot;&quot; order=&quot;999&quot; entityId=&quot;ffccb0cc-9cd6-4f99-a24f-f9c99836d05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dae3b15-72b5-48bc-9e36-3ef5ca07ee23&quot; name=&quot;Forename&quot; type=&quot;&quot; order=&quot;999&quot; entityId=&quot;ffccb0cc-9cd6-4f99-a24f-f9c99836d051&quot; linkedEntityId=&quot;00000000-0000-0000-0000-000000000000&quot; linkedFieldId=&quot;00000000-0000-0000-0000-000000000000&quot; index=&quot;0&quot; fieldType=&quot;question&quot; formatEvaluatorType=&quot;formatString&quot; coiDocumentField=&quot;Addressee_Forename&quot; hidden=&quot;false&quot;&gt;_x000d__x000a_      &lt;mappings /&gt;_x000d__x000a_    &lt;/field&gt;_x000d__x000a_    &lt;field id=&quot;454b5528-0d01-4132-ad46-61f7b7e44e51&quot; name=&quot;Surname&quot; type=&quot;&quot; order=&quot;999&quot; entityId=&quot;ffccb0cc-9cd6-4f99-a24f-f9c99836d051&quot; linkedEntityId=&quot;00000000-0000-0000-0000-000000000000&quot; linkedFieldId=&quot;00000000-0000-0000-0000-000000000000&quot; index=&quot;0&quot; fieldType=&quot;question&quot; formatEvaluatorType=&quot;formatString&quot; coiDocumentField=&quot;Addressee_Surname&quot; hidden=&quot;false&quot;&gt;_x000d__x000a_      &lt;mappings /&gt;_x000d__x000a_    &lt;/field&gt;_x000d__x000a_    &lt;field id=&quot;4eca2db0-05e5-4fa9-ad2a-60fece1c9579&quot; name=&quot;Company&quot; type=&quot;&quot; order=&quot;999&quot; entityId=&quot;ffccb0cc-9cd6-4f99-a24f-f9c99836d05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9d14e82-dd9d-429e-8346-b31c0317160d&quot; name=&quot;Telephone Number&quot; type=&quot;&quot; order=&quot;999&quot; entityId=&quot;ffccb0cc-9cd6-4f99-a24f-f9c99836d05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10e79f0c-e170-49c0-b138-526abe546b4f&quot; name=&quot;Fax Number&quot; type=&quot;&quot; order=&quot;999&quot; entityId=&quot;ffccb0cc-9cd6-4f99-a24f-f9c99836d05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5d98e334-4af6-4ab3-8004-170cced37b28&quot; name=&quot;Reference&quot; type=&quot;&quot; order=&quot;999&quot; entityId=&quot;ffccb0cc-9cd6-4f99-a24f-f9c99836d05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d473b14-45c6-4727-8b7a-c0b9ee61b68a&quot; name=&quot;Initial&quot; type=&quot;&quot; order=&quot;999&quot; entityId=&quot;ffccb0cc-9cd6-4f99-a24f-f9c99836d051&quot; linkedEntityId=&quot;00000000-0000-0000-0000-000000000000&quot; linkedFieldId=&quot;00000000-0000-0000-0000-000000000000&quot; index=&quot;0&quot; fieldType=&quot;question&quot; formatEvaluatorType=&quot;formatString&quot; coiDocumentField=&quot;Addressee_Initial&quot; hidden=&quot;false&quot;&gt;_x000d__x000a_      &lt;mappings /&gt;_x000d__x000a_    &lt;/field&gt;_x000d__x000a_    &lt;field id=&quot;a4d2da03-ed30-4f0a-8838-04ad782d064e&quot; name=&quot;Title&quot; type=&quot;&quot; order=&quot;999&quot; entityId=&quot;ffccb0cc-9cd6-4f99-a24f-f9c99836d051&quot; linkedEntityId=&quot;00000000-0000-0000-0000-000000000000&quot; linkedFieldId=&quot;00000000-0000-0000-0000-000000000000&quot; index=&quot;0&quot; fieldType=&quot;question&quot; formatEvaluatorType=&quot;formatString&quot; coiDocumentField=&quot;Addressee_Title&quot; hidden=&quot;false&quot;&gt;_x000d__x000a_      &lt;mappings /&gt;_x000d__x000a_    &lt;/field&gt;_x000d__x000a_    &lt;field id=&quot;90b03978-e217-4e32-a4fe-a32cba57d186&quot; name=&quot;Text&quot; type=&quot;&quot; order=&quot;999&quot; entityId=&quot;2084e891-3d20-4307-946f-bc5337d99398&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00e1b4c-ceb5-4df9-85ed-1db323681720&quot; name=&quot;Name&quot; type=&quot;&quot; order=&quot;999&quot; entityId=&quot;5f7d4621-b783-4d86-9c89-2c6ad79635ea&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dae3b15-72b5-48bc-9e36-3ef5ca07ee23&quot; name=&quot;Forename&quot; type=&quot;&quot; order=&quot;999&quot; entityId=&quot;5f7d4621-b783-4d86-9c89-2c6ad79635ea&quot; linkedEntityId=&quot;00000000-0000-0000-0000-000000000000&quot; linkedFieldId=&quot;00000000-0000-0000-0000-000000000000&quot; index=&quot;0&quot; fieldType=&quot;question&quot; formatEvaluatorType=&quot;formatString&quot; coiDocumentField=&quot;Addressee_Forename&quot; hidden=&quot;false&quot;&gt;_x000d__x000a_      &lt;mappings /&gt;_x000d__x000a_    &lt;/field&gt;_x000d__x000a_    &lt;field id=&quot;454b5528-0d01-4132-ad46-61f7b7e44e51&quot; name=&quot;Surname&quot; type=&quot;&quot; order=&quot;999&quot; entityId=&quot;5f7d4621-b783-4d86-9c89-2c6ad79635ea&quot; linkedEntityId=&quot;00000000-0000-0000-0000-000000000000&quot; linkedFieldId=&quot;00000000-0000-0000-0000-000000000000&quot; index=&quot;0&quot; fieldType=&quot;question&quot; formatEvaluatorType=&quot;formatString&quot; coiDocumentField=&quot;Addressee_Surname&quot; hidden=&quot;false&quot;&gt;_x000d__x000a_      &lt;mappings /&gt;_x000d__x000a_    &lt;/field&gt;_x000d__x000a_    &lt;field id=&quot;4eca2db0-05e5-4fa9-ad2a-60fece1c9579&quot; name=&quot;Company&quot; type=&quot;&quot; order=&quot;999&quot; entityId=&quot;5f7d4621-b783-4d86-9c89-2c6ad79635ea&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9d14e82-dd9d-429e-8346-b31c0317160d&quot; name=&quot;Telephone Number&quot; type=&quot;&quot; order=&quot;999&quot; entityId=&quot;5f7d4621-b783-4d86-9c89-2c6ad79635ea&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10e79f0c-e170-49c0-b138-526abe546b4f&quot; name=&quot;Fax Number&quot; type=&quot;&quot; order=&quot;999&quot; entityId=&quot;5f7d4621-b783-4d86-9c89-2c6ad79635ea&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5d98e334-4af6-4ab3-8004-170cced37b28&quot; name=&quot;Reference&quot; type=&quot;&quot; order=&quot;999&quot; entityId=&quot;5f7d4621-b783-4d86-9c89-2c6ad79635ea&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d473b14-45c6-4727-8b7a-c0b9ee61b68a&quot; name=&quot;Initial&quot; type=&quot;&quot; order=&quot;999&quot; entityId=&quot;5f7d4621-b783-4d86-9c89-2c6ad79635ea&quot; linkedEntityId=&quot;00000000-0000-0000-0000-000000000000&quot; linkedFieldId=&quot;00000000-0000-0000-0000-000000000000&quot; index=&quot;0&quot; fieldType=&quot;question&quot; formatEvaluatorType=&quot;formatString&quot; coiDocumentField=&quot;Addressee_Initial&quot; hidden=&quot;false&quot;&gt;_x000d__x000a_      &lt;mappings /&gt;_x000d__x000a_    &lt;/field&gt;_x000d__x000a_    &lt;field id=&quot;a4d2da03-ed30-4f0a-8838-04ad782d064e&quot; name=&quot;Title&quot; type=&quot;&quot; order=&quot;999&quot; entityId=&quot;5f7d4621-b783-4d86-9c89-2c6ad79635ea&quot; linkedEntityId=&quot;00000000-0000-0000-0000-000000000000&quot; linkedFieldId=&quot;00000000-0000-0000-0000-000000000000&quot; index=&quot;0&quot; fieldType=&quot;question&quot; formatEvaluatorType=&quot;formatString&quot; coiDocumentField=&quot;Addressee_Title&quot; hidden=&quot;false&quot;&gt;_x000d__x000a_      &lt;mappings /&gt;_x000d__x000a_    &lt;/field&gt;_x000d__x000a_    &lt;field id=&quot;90b03978-e217-4e32-a4fe-a32cba57d186&quot; name=&quot;Text&quot; type=&quot;&quot; order=&quot;999&quot; entityId=&quot;f8d4a790-e051-451a-aaa5-d4d656af6f5b&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00e1b4c-ceb5-4df9-85ed-1db323681720&quot; name=&quot;Name&quot; type=&quot;&quot; order=&quot;999&quot; entityId=&quot;b2d9c17c-b5e5-4fbb-9193-9dc0ddd38f2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dae3b15-72b5-48bc-9e36-3ef5ca07ee23&quot; name=&quot;Forename&quot; type=&quot;&quot; order=&quot;999&quot; entityId=&quot;b2d9c17c-b5e5-4fbb-9193-9dc0ddd38f2e&quot; linkedEntityId=&quot;00000000-0000-0000-0000-000000000000&quot; linkedFieldId=&quot;00000000-0000-0000-0000-000000000000&quot; index=&quot;0&quot; fieldType=&quot;question&quot; formatEvaluatorType=&quot;formatString&quot; coiDocumentField=&quot;Addressee_Forename&quot; hidden=&quot;false&quot;&gt;_x000d__x000a_      &lt;mappings /&gt;_x000d__x000a_    &lt;/field&gt;_x000d__x000a_    &lt;field id=&quot;454b5528-0d01-4132-ad46-61f7b7e44e51&quot; name=&quot;Surname&quot; type=&quot;&quot; order=&quot;999&quot; entityId=&quot;b2d9c17c-b5e5-4fbb-9193-9dc0ddd38f2e&quot; linkedEntityId=&quot;00000000-0000-0000-0000-000000000000&quot; linkedFieldId=&quot;00000000-0000-0000-0000-000000000000&quot; index=&quot;0&quot; fieldType=&quot;question&quot; formatEvaluatorType=&quot;formatString&quot; coiDocumentField=&quot;Addressee_Surname&quot; hidden=&quot;false&quot;&gt;_x000d__x000a_      &lt;mappings /&gt;_x000d__x000a_    &lt;/field&gt;_x000d__x000a_    &lt;field id=&quot;4eca2db0-05e5-4fa9-ad2a-60fece1c9579&quot; name=&quot;Company&quot; type=&quot;&quot; order=&quot;999&quot; entityId=&quot;b2d9c17c-b5e5-4fbb-9193-9dc0ddd38f2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9d14e82-dd9d-429e-8346-b31c0317160d&quot; name=&quot;Telephone Number&quot; type=&quot;&quot; order=&quot;999&quot; entityId=&quot;b2d9c17c-b5e5-4fbb-9193-9dc0ddd38f2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10e79f0c-e170-49c0-b138-526abe546b4f&quot; name=&quot;Fax Number&quot; type=&quot;&quot; order=&quot;999&quot; entityId=&quot;b2d9c17c-b5e5-4fbb-9193-9dc0ddd38f2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5d98e334-4af6-4ab3-8004-170cced37b28&quot; name=&quot;Reference&quot; type=&quot;&quot; order=&quot;999&quot; entityId=&quot;b2d9c17c-b5e5-4fbb-9193-9dc0ddd38f2e&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d473b14-45c6-4727-8b7a-c0b9ee61b68a&quot; name=&quot;Initial&quot; type=&quot;&quot; order=&quot;999&quot; entityId=&quot;b2d9c17c-b5e5-4fbb-9193-9dc0ddd38f2e&quot; linkedEntityId=&quot;00000000-0000-0000-0000-000000000000&quot; linkedFieldId=&quot;00000000-0000-0000-0000-000000000000&quot; index=&quot;0&quot; fieldType=&quot;question&quot; formatEvaluatorType=&quot;formatString&quot; coiDocumentField=&quot;Addressee_Initial&quot; hidden=&quot;false&quot;&gt;_x000d__x000a_      &lt;mappings /&gt;_x000d__x000a_    &lt;/field&gt;_x000d__x000a_    &lt;field id=&quot;a4d2da03-ed30-4f0a-8838-04ad782d064e&quot; name=&quot;Title&quot; type=&quot;&quot; order=&quot;999&quot; entityId=&quot;b2d9c17c-b5e5-4fbb-9193-9dc0ddd38f2e&quot; linkedEntityId=&quot;00000000-0000-0000-0000-000000000000&quot; linkedFieldId=&quot;00000000-0000-0000-0000-000000000000&quot; index=&quot;0&quot; fieldType=&quot;question&quot; formatEvaluatorType=&quot;formatString&quot; coiDocumentField=&quot;Addressee_Title&quot; hidden=&quot;false&quot;&gt;_x000d__x000a_      &lt;mappings /&gt;_x000d__x000a_    &lt;/field&gt;_x000d__x000a_    &lt;field id=&quot;90b03978-e217-4e32-a4fe-a32cba57d186&quot; name=&quot;Text&quot; type=&quot;&quot; order=&quot;999&quot; entityId=&quot;9b54462e-0e56-4ea5-b95c-938cdd997452&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86868f2-e04a-455b-bb15-0da970d305b0&quot; name=&quot;Text Field&quot; type=&quot;&quot; order=&quot;999&quot; entityId=&quot;22c7f086-0e1d-4a96-ab4b-cd310834499d&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1e3e9ea-9b60-4978-a88a-e3ddb2696217&quot; name=&quot;Value Field&quot; type=&quot;System.Boolean, mscorlib, Version=4.0.0.0, Culture=neutral, PublicKeyToken=b77a5c561934e089&quot; order=&quot;999&quot; entityId=&quot;22c7f086-0e1d-4a96-ab4b-cd310834499d&quot; linkedEntityId=&quot;00000000-0000-0000-0000-000000000000&quot; linkedFieldId=&quot;00000000-0000-0000-0000-000000000000&quot; index=&quot;0&quot; fieldType=&quot;question&quot; formatEvaluatorType=&quot;formatString&quot; hidden=&quot;false&quot;&gt;False&lt;mappings /&gt;&lt;/field&gt;_x000d__x000a_    &lt;field id=&quot;18457302-be97-424d-8735-212bcd96e2a2&quot; name=&quot;Selected Items&quot; type=&quot;&quot; order=&quot;999&quot; entityId=&quot;2ff5d1d4-c0da-4e78-a043-ccac99f72afd&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e9ca617-6dbb-4f83-8ca9-39fe5a2e2bd5&quot; name=&quot;Selected Values&quot; type=&quot;System.Boolean, mscorlib, Version=4.0.0.0, Culture=neutral, PublicKeyToken=b77a5c561934e089&quot; order=&quot;999&quot; entityId=&quot;2ff5d1d4-c0da-4e78-a043-ccac99f72afd&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5c0a3eea-3c66-4d9a-824c-4261ea5c0ba8&quot; name=&quot;Language&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s&gt;_x000d__x000a_  &lt;printConfiguration supportCustomPrint=&quot;false&quot; showPrintSettings=&quot;true&quot; showPrintOptions=&quot;true&quot; enableCostRecovery=&quot;false&quot;&gt;_x000d__x000a_    &lt;profiles&gt;_x000d__x000a_      &lt;profile name=&quot;_File Copy&quot; firstTrayType=&quot;plain&quot; otherTrayType=&quot;plain&quot; printHiddenText=&quot;false&quot; defaultCopies=&quot;1&quot; order=&quot;0&quot; /&gt;_x000d__x000a_    &lt;/profiles&gt;_x000d__x000a_  &lt;/printConfiguration&gt;_x000d__x000a_&lt;/template&gt;"/>
    <w:docVar w:name="RevieworConvert" w:val="NotReview"/>
    <w:docVar w:name="RightBracket1" w:val="]"/>
  </w:docVars>
  <w:rsids>
    <w:rsidRoot w:val="00D61E91"/>
    <w:rsid w:val="00000005"/>
    <w:rsid w:val="00000092"/>
    <w:rsid w:val="0000102E"/>
    <w:rsid w:val="00001A91"/>
    <w:rsid w:val="00002D75"/>
    <w:rsid w:val="00002DC0"/>
    <w:rsid w:val="0000362C"/>
    <w:rsid w:val="000038A7"/>
    <w:rsid w:val="000044F2"/>
    <w:rsid w:val="00004E8C"/>
    <w:rsid w:val="00004F75"/>
    <w:rsid w:val="0000564A"/>
    <w:rsid w:val="00005E64"/>
    <w:rsid w:val="000066D6"/>
    <w:rsid w:val="00007155"/>
    <w:rsid w:val="000071C1"/>
    <w:rsid w:val="0000721C"/>
    <w:rsid w:val="000078C6"/>
    <w:rsid w:val="00007949"/>
    <w:rsid w:val="00010845"/>
    <w:rsid w:val="000109A3"/>
    <w:rsid w:val="00011337"/>
    <w:rsid w:val="000116E6"/>
    <w:rsid w:val="00011B16"/>
    <w:rsid w:val="00012282"/>
    <w:rsid w:val="00012DF5"/>
    <w:rsid w:val="00013F9A"/>
    <w:rsid w:val="000140B7"/>
    <w:rsid w:val="00014945"/>
    <w:rsid w:val="00014AB7"/>
    <w:rsid w:val="00014BBE"/>
    <w:rsid w:val="00014CF9"/>
    <w:rsid w:val="000154D8"/>
    <w:rsid w:val="0001692E"/>
    <w:rsid w:val="00016954"/>
    <w:rsid w:val="00016BC1"/>
    <w:rsid w:val="0001730D"/>
    <w:rsid w:val="00017B15"/>
    <w:rsid w:val="00017D80"/>
    <w:rsid w:val="00021186"/>
    <w:rsid w:val="00021561"/>
    <w:rsid w:val="00021CAB"/>
    <w:rsid w:val="0002206B"/>
    <w:rsid w:val="00022088"/>
    <w:rsid w:val="0002237E"/>
    <w:rsid w:val="000225F4"/>
    <w:rsid w:val="0002280E"/>
    <w:rsid w:val="00022AFA"/>
    <w:rsid w:val="00022B72"/>
    <w:rsid w:val="0002334A"/>
    <w:rsid w:val="00023398"/>
    <w:rsid w:val="00023625"/>
    <w:rsid w:val="0002477E"/>
    <w:rsid w:val="00024C60"/>
    <w:rsid w:val="00024E7D"/>
    <w:rsid w:val="00024FC2"/>
    <w:rsid w:val="00025470"/>
    <w:rsid w:val="00025786"/>
    <w:rsid w:val="00025B82"/>
    <w:rsid w:val="00025CBF"/>
    <w:rsid w:val="00026597"/>
    <w:rsid w:val="00026879"/>
    <w:rsid w:val="000272FE"/>
    <w:rsid w:val="00027902"/>
    <w:rsid w:val="00027ECD"/>
    <w:rsid w:val="000301F6"/>
    <w:rsid w:val="0003136F"/>
    <w:rsid w:val="00031737"/>
    <w:rsid w:val="000319E8"/>
    <w:rsid w:val="00031AC9"/>
    <w:rsid w:val="000327DE"/>
    <w:rsid w:val="00033481"/>
    <w:rsid w:val="0003365D"/>
    <w:rsid w:val="000338BE"/>
    <w:rsid w:val="00034982"/>
    <w:rsid w:val="000351F6"/>
    <w:rsid w:val="00035203"/>
    <w:rsid w:val="000361A7"/>
    <w:rsid w:val="000364BC"/>
    <w:rsid w:val="00036652"/>
    <w:rsid w:val="000371DC"/>
    <w:rsid w:val="00037354"/>
    <w:rsid w:val="000400A2"/>
    <w:rsid w:val="000402D9"/>
    <w:rsid w:val="000404E4"/>
    <w:rsid w:val="00041551"/>
    <w:rsid w:val="0004160C"/>
    <w:rsid w:val="00041A87"/>
    <w:rsid w:val="00041BB3"/>
    <w:rsid w:val="00041CAD"/>
    <w:rsid w:val="000420A1"/>
    <w:rsid w:val="00042D1C"/>
    <w:rsid w:val="00042EFA"/>
    <w:rsid w:val="000433FA"/>
    <w:rsid w:val="00043B26"/>
    <w:rsid w:val="000447F6"/>
    <w:rsid w:val="00044824"/>
    <w:rsid w:val="0004569B"/>
    <w:rsid w:val="000464C4"/>
    <w:rsid w:val="00047B44"/>
    <w:rsid w:val="00050A2B"/>
    <w:rsid w:val="00050A9F"/>
    <w:rsid w:val="000513B7"/>
    <w:rsid w:val="000514BC"/>
    <w:rsid w:val="00051ACF"/>
    <w:rsid w:val="000521FD"/>
    <w:rsid w:val="00052B9A"/>
    <w:rsid w:val="0005353C"/>
    <w:rsid w:val="00053719"/>
    <w:rsid w:val="00053D36"/>
    <w:rsid w:val="00055A94"/>
    <w:rsid w:val="00056274"/>
    <w:rsid w:val="000562FA"/>
    <w:rsid w:val="0005727A"/>
    <w:rsid w:val="00057860"/>
    <w:rsid w:val="00057E3A"/>
    <w:rsid w:val="000613AC"/>
    <w:rsid w:val="0006154B"/>
    <w:rsid w:val="00062606"/>
    <w:rsid w:val="000626AF"/>
    <w:rsid w:val="00063D32"/>
    <w:rsid w:val="00063D63"/>
    <w:rsid w:val="00064F60"/>
    <w:rsid w:val="00065611"/>
    <w:rsid w:val="00066156"/>
    <w:rsid w:val="000665A2"/>
    <w:rsid w:val="00066607"/>
    <w:rsid w:val="00066873"/>
    <w:rsid w:val="0006696D"/>
    <w:rsid w:val="00066B97"/>
    <w:rsid w:val="00066F38"/>
    <w:rsid w:val="00067176"/>
    <w:rsid w:val="0007001F"/>
    <w:rsid w:val="00070645"/>
    <w:rsid w:val="00070FFA"/>
    <w:rsid w:val="000710BA"/>
    <w:rsid w:val="00072801"/>
    <w:rsid w:val="00072896"/>
    <w:rsid w:val="00072B4C"/>
    <w:rsid w:val="00072CBD"/>
    <w:rsid w:val="00073D46"/>
    <w:rsid w:val="00073D7A"/>
    <w:rsid w:val="000744BB"/>
    <w:rsid w:val="000748F0"/>
    <w:rsid w:val="00074DD4"/>
    <w:rsid w:val="00075453"/>
    <w:rsid w:val="00077E0D"/>
    <w:rsid w:val="0008021A"/>
    <w:rsid w:val="00080A61"/>
    <w:rsid w:val="000810FD"/>
    <w:rsid w:val="00081AE8"/>
    <w:rsid w:val="00081CC2"/>
    <w:rsid w:val="00081CD2"/>
    <w:rsid w:val="00082130"/>
    <w:rsid w:val="000829C5"/>
    <w:rsid w:val="00084694"/>
    <w:rsid w:val="00084DE4"/>
    <w:rsid w:val="00084FF5"/>
    <w:rsid w:val="0008537C"/>
    <w:rsid w:val="00085704"/>
    <w:rsid w:val="00085B4B"/>
    <w:rsid w:val="00085BAC"/>
    <w:rsid w:val="000865D9"/>
    <w:rsid w:val="00086BDB"/>
    <w:rsid w:val="00086C9D"/>
    <w:rsid w:val="00087184"/>
    <w:rsid w:val="000877C1"/>
    <w:rsid w:val="000903C9"/>
    <w:rsid w:val="00090BAE"/>
    <w:rsid w:val="00090EB3"/>
    <w:rsid w:val="00091050"/>
    <w:rsid w:val="000918A6"/>
    <w:rsid w:val="00091B95"/>
    <w:rsid w:val="000925BD"/>
    <w:rsid w:val="000927E1"/>
    <w:rsid w:val="00092DBF"/>
    <w:rsid w:val="000934C4"/>
    <w:rsid w:val="00093851"/>
    <w:rsid w:val="00093994"/>
    <w:rsid w:val="00094258"/>
    <w:rsid w:val="00094912"/>
    <w:rsid w:val="00095671"/>
    <w:rsid w:val="00095707"/>
    <w:rsid w:val="00095C5B"/>
    <w:rsid w:val="00095CBB"/>
    <w:rsid w:val="00095CFC"/>
    <w:rsid w:val="00096922"/>
    <w:rsid w:val="0009757D"/>
    <w:rsid w:val="000A02BB"/>
    <w:rsid w:val="000A04EB"/>
    <w:rsid w:val="000A10DC"/>
    <w:rsid w:val="000A1690"/>
    <w:rsid w:val="000A186B"/>
    <w:rsid w:val="000A25D3"/>
    <w:rsid w:val="000A2915"/>
    <w:rsid w:val="000A3181"/>
    <w:rsid w:val="000A394B"/>
    <w:rsid w:val="000A3E7F"/>
    <w:rsid w:val="000A4485"/>
    <w:rsid w:val="000A56E2"/>
    <w:rsid w:val="000A6EEC"/>
    <w:rsid w:val="000A7E2F"/>
    <w:rsid w:val="000A7E98"/>
    <w:rsid w:val="000A7F77"/>
    <w:rsid w:val="000B02EE"/>
    <w:rsid w:val="000B0663"/>
    <w:rsid w:val="000B09B9"/>
    <w:rsid w:val="000B1319"/>
    <w:rsid w:val="000B16E4"/>
    <w:rsid w:val="000B2CB0"/>
    <w:rsid w:val="000B2F32"/>
    <w:rsid w:val="000B34C8"/>
    <w:rsid w:val="000B34D7"/>
    <w:rsid w:val="000B3C10"/>
    <w:rsid w:val="000B3DEA"/>
    <w:rsid w:val="000B4696"/>
    <w:rsid w:val="000B4B7A"/>
    <w:rsid w:val="000B5386"/>
    <w:rsid w:val="000B5A91"/>
    <w:rsid w:val="000B6953"/>
    <w:rsid w:val="000B73A8"/>
    <w:rsid w:val="000B73AD"/>
    <w:rsid w:val="000B7751"/>
    <w:rsid w:val="000B7C01"/>
    <w:rsid w:val="000B7E5C"/>
    <w:rsid w:val="000C0697"/>
    <w:rsid w:val="000C0B40"/>
    <w:rsid w:val="000C0DC6"/>
    <w:rsid w:val="000C1383"/>
    <w:rsid w:val="000C1993"/>
    <w:rsid w:val="000C20B7"/>
    <w:rsid w:val="000C22E7"/>
    <w:rsid w:val="000C2643"/>
    <w:rsid w:val="000C2FE5"/>
    <w:rsid w:val="000C3BD2"/>
    <w:rsid w:val="000C40B8"/>
    <w:rsid w:val="000C5354"/>
    <w:rsid w:val="000C5650"/>
    <w:rsid w:val="000C6344"/>
    <w:rsid w:val="000C655B"/>
    <w:rsid w:val="000C6D1F"/>
    <w:rsid w:val="000C77F4"/>
    <w:rsid w:val="000D0962"/>
    <w:rsid w:val="000D0C3C"/>
    <w:rsid w:val="000D0F89"/>
    <w:rsid w:val="000D213D"/>
    <w:rsid w:val="000D365A"/>
    <w:rsid w:val="000D3FE2"/>
    <w:rsid w:val="000D431E"/>
    <w:rsid w:val="000D4503"/>
    <w:rsid w:val="000D46CC"/>
    <w:rsid w:val="000D4A16"/>
    <w:rsid w:val="000D502E"/>
    <w:rsid w:val="000D53AD"/>
    <w:rsid w:val="000D60E5"/>
    <w:rsid w:val="000D68B9"/>
    <w:rsid w:val="000D6E0B"/>
    <w:rsid w:val="000D70CE"/>
    <w:rsid w:val="000D7517"/>
    <w:rsid w:val="000D7A1D"/>
    <w:rsid w:val="000D7E7B"/>
    <w:rsid w:val="000E0373"/>
    <w:rsid w:val="000E0A1B"/>
    <w:rsid w:val="000E15CC"/>
    <w:rsid w:val="000E1654"/>
    <w:rsid w:val="000E168C"/>
    <w:rsid w:val="000E2447"/>
    <w:rsid w:val="000E259B"/>
    <w:rsid w:val="000E270F"/>
    <w:rsid w:val="000E3269"/>
    <w:rsid w:val="000E3DBE"/>
    <w:rsid w:val="000E4129"/>
    <w:rsid w:val="000E41F1"/>
    <w:rsid w:val="000E468E"/>
    <w:rsid w:val="000E4806"/>
    <w:rsid w:val="000E4EA6"/>
    <w:rsid w:val="000E5B37"/>
    <w:rsid w:val="000E63FF"/>
    <w:rsid w:val="000E6423"/>
    <w:rsid w:val="000E6824"/>
    <w:rsid w:val="000E6E7C"/>
    <w:rsid w:val="000E7333"/>
    <w:rsid w:val="000E7926"/>
    <w:rsid w:val="000E7C1A"/>
    <w:rsid w:val="000F000C"/>
    <w:rsid w:val="000F0D61"/>
    <w:rsid w:val="000F0DF0"/>
    <w:rsid w:val="000F2B4A"/>
    <w:rsid w:val="000F2C50"/>
    <w:rsid w:val="000F316B"/>
    <w:rsid w:val="000F3E51"/>
    <w:rsid w:val="000F5510"/>
    <w:rsid w:val="000F5B57"/>
    <w:rsid w:val="000F6FB6"/>
    <w:rsid w:val="000F70BD"/>
    <w:rsid w:val="000F71C5"/>
    <w:rsid w:val="000F7231"/>
    <w:rsid w:val="000F7F54"/>
    <w:rsid w:val="00100DC8"/>
    <w:rsid w:val="001015CB"/>
    <w:rsid w:val="001023EB"/>
    <w:rsid w:val="00102403"/>
    <w:rsid w:val="00102465"/>
    <w:rsid w:val="00103099"/>
    <w:rsid w:val="0010485E"/>
    <w:rsid w:val="00104EBF"/>
    <w:rsid w:val="00105170"/>
    <w:rsid w:val="00105534"/>
    <w:rsid w:val="00105C48"/>
    <w:rsid w:val="001066BE"/>
    <w:rsid w:val="001069C4"/>
    <w:rsid w:val="00106A6E"/>
    <w:rsid w:val="0010796C"/>
    <w:rsid w:val="0010798D"/>
    <w:rsid w:val="00110425"/>
    <w:rsid w:val="00111DED"/>
    <w:rsid w:val="001124E1"/>
    <w:rsid w:val="00112DC4"/>
    <w:rsid w:val="0011360D"/>
    <w:rsid w:val="001143C6"/>
    <w:rsid w:val="00114CAA"/>
    <w:rsid w:val="00115F0D"/>
    <w:rsid w:val="0011675E"/>
    <w:rsid w:val="00116794"/>
    <w:rsid w:val="00116FB0"/>
    <w:rsid w:val="0011711B"/>
    <w:rsid w:val="0011717E"/>
    <w:rsid w:val="001177A3"/>
    <w:rsid w:val="00117C85"/>
    <w:rsid w:val="00117C98"/>
    <w:rsid w:val="00120049"/>
    <w:rsid w:val="00120603"/>
    <w:rsid w:val="00120740"/>
    <w:rsid w:val="00120EC8"/>
    <w:rsid w:val="00120EE2"/>
    <w:rsid w:val="00121221"/>
    <w:rsid w:val="00121767"/>
    <w:rsid w:val="0012211B"/>
    <w:rsid w:val="001231BC"/>
    <w:rsid w:val="00123428"/>
    <w:rsid w:val="00125E0B"/>
    <w:rsid w:val="001261F5"/>
    <w:rsid w:val="00126419"/>
    <w:rsid w:val="00126B64"/>
    <w:rsid w:val="0012711C"/>
    <w:rsid w:val="00127601"/>
    <w:rsid w:val="0012794B"/>
    <w:rsid w:val="0013055C"/>
    <w:rsid w:val="001309C8"/>
    <w:rsid w:val="0013127A"/>
    <w:rsid w:val="001319AB"/>
    <w:rsid w:val="00131A1E"/>
    <w:rsid w:val="00131E10"/>
    <w:rsid w:val="00132139"/>
    <w:rsid w:val="00132185"/>
    <w:rsid w:val="00132464"/>
    <w:rsid w:val="0013265A"/>
    <w:rsid w:val="001337C0"/>
    <w:rsid w:val="00134BC0"/>
    <w:rsid w:val="0013679D"/>
    <w:rsid w:val="001376C6"/>
    <w:rsid w:val="00140D5C"/>
    <w:rsid w:val="00140DBB"/>
    <w:rsid w:val="00141280"/>
    <w:rsid w:val="00141404"/>
    <w:rsid w:val="00141836"/>
    <w:rsid w:val="00141CCE"/>
    <w:rsid w:val="00141DC1"/>
    <w:rsid w:val="0014223C"/>
    <w:rsid w:val="0014226B"/>
    <w:rsid w:val="0014252B"/>
    <w:rsid w:val="001426F1"/>
    <w:rsid w:val="001429F2"/>
    <w:rsid w:val="001436FB"/>
    <w:rsid w:val="00143D86"/>
    <w:rsid w:val="00143F84"/>
    <w:rsid w:val="00145807"/>
    <w:rsid w:val="00146000"/>
    <w:rsid w:val="001466B5"/>
    <w:rsid w:val="00146D50"/>
    <w:rsid w:val="00147390"/>
    <w:rsid w:val="00151264"/>
    <w:rsid w:val="00151268"/>
    <w:rsid w:val="00151604"/>
    <w:rsid w:val="0015189A"/>
    <w:rsid w:val="00151AE9"/>
    <w:rsid w:val="00151DBF"/>
    <w:rsid w:val="00151E83"/>
    <w:rsid w:val="00152B4E"/>
    <w:rsid w:val="00153518"/>
    <w:rsid w:val="0015372C"/>
    <w:rsid w:val="0015387B"/>
    <w:rsid w:val="001541D6"/>
    <w:rsid w:val="0015428E"/>
    <w:rsid w:val="001551A5"/>
    <w:rsid w:val="00155A93"/>
    <w:rsid w:val="00155FCB"/>
    <w:rsid w:val="00156293"/>
    <w:rsid w:val="00156441"/>
    <w:rsid w:val="001567E4"/>
    <w:rsid w:val="0015685D"/>
    <w:rsid w:val="00156C03"/>
    <w:rsid w:val="00156E44"/>
    <w:rsid w:val="00157460"/>
    <w:rsid w:val="00157923"/>
    <w:rsid w:val="0016130D"/>
    <w:rsid w:val="00162B69"/>
    <w:rsid w:val="00162C2C"/>
    <w:rsid w:val="00163030"/>
    <w:rsid w:val="00163948"/>
    <w:rsid w:val="00163B49"/>
    <w:rsid w:val="00165496"/>
    <w:rsid w:val="001666A6"/>
    <w:rsid w:val="001668EF"/>
    <w:rsid w:val="00167263"/>
    <w:rsid w:val="00167501"/>
    <w:rsid w:val="00167617"/>
    <w:rsid w:val="00167733"/>
    <w:rsid w:val="00167785"/>
    <w:rsid w:val="001679D5"/>
    <w:rsid w:val="00167C8A"/>
    <w:rsid w:val="001711DC"/>
    <w:rsid w:val="0017126C"/>
    <w:rsid w:val="00171493"/>
    <w:rsid w:val="001718DF"/>
    <w:rsid w:val="00171A8D"/>
    <w:rsid w:val="0017200A"/>
    <w:rsid w:val="00172272"/>
    <w:rsid w:val="00172AB5"/>
    <w:rsid w:val="00172B49"/>
    <w:rsid w:val="00172C16"/>
    <w:rsid w:val="00172C17"/>
    <w:rsid w:val="00172D3E"/>
    <w:rsid w:val="00172E55"/>
    <w:rsid w:val="0017322B"/>
    <w:rsid w:val="00173960"/>
    <w:rsid w:val="00173C15"/>
    <w:rsid w:val="001741C0"/>
    <w:rsid w:val="00176083"/>
    <w:rsid w:val="00176928"/>
    <w:rsid w:val="0017697F"/>
    <w:rsid w:val="00177C3E"/>
    <w:rsid w:val="00180AC7"/>
    <w:rsid w:val="0018142C"/>
    <w:rsid w:val="00181BB0"/>
    <w:rsid w:val="00181CEA"/>
    <w:rsid w:val="00181E76"/>
    <w:rsid w:val="00181FA0"/>
    <w:rsid w:val="00182131"/>
    <w:rsid w:val="00182237"/>
    <w:rsid w:val="0018301F"/>
    <w:rsid w:val="00183A03"/>
    <w:rsid w:val="00184E81"/>
    <w:rsid w:val="00185C05"/>
    <w:rsid w:val="00185E31"/>
    <w:rsid w:val="00185F1C"/>
    <w:rsid w:val="001861A6"/>
    <w:rsid w:val="0018692C"/>
    <w:rsid w:val="00186C31"/>
    <w:rsid w:val="00190F81"/>
    <w:rsid w:val="001911ED"/>
    <w:rsid w:val="001919B0"/>
    <w:rsid w:val="00192017"/>
    <w:rsid w:val="00192D47"/>
    <w:rsid w:val="00192EC7"/>
    <w:rsid w:val="00192F17"/>
    <w:rsid w:val="0019355F"/>
    <w:rsid w:val="00194200"/>
    <w:rsid w:val="00194CFA"/>
    <w:rsid w:val="0019501A"/>
    <w:rsid w:val="00195402"/>
    <w:rsid w:val="001954FC"/>
    <w:rsid w:val="001957E8"/>
    <w:rsid w:val="0019641C"/>
    <w:rsid w:val="001964CC"/>
    <w:rsid w:val="00196C34"/>
    <w:rsid w:val="00196F13"/>
    <w:rsid w:val="00197A69"/>
    <w:rsid w:val="001A046F"/>
    <w:rsid w:val="001A08C3"/>
    <w:rsid w:val="001A0B4C"/>
    <w:rsid w:val="001A17A2"/>
    <w:rsid w:val="001A2F0D"/>
    <w:rsid w:val="001A340C"/>
    <w:rsid w:val="001A3653"/>
    <w:rsid w:val="001A399B"/>
    <w:rsid w:val="001A4144"/>
    <w:rsid w:val="001A5577"/>
    <w:rsid w:val="001A55FA"/>
    <w:rsid w:val="001A5657"/>
    <w:rsid w:val="001A5B37"/>
    <w:rsid w:val="001A5C56"/>
    <w:rsid w:val="001A60A7"/>
    <w:rsid w:val="001A6772"/>
    <w:rsid w:val="001A6841"/>
    <w:rsid w:val="001A6D0F"/>
    <w:rsid w:val="001A7138"/>
    <w:rsid w:val="001A78C9"/>
    <w:rsid w:val="001B0730"/>
    <w:rsid w:val="001B17B5"/>
    <w:rsid w:val="001B20BF"/>
    <w:rsid w:val="001B2852"/>
    <w:rsid w:val="001B2A59"/>
    <w:rsid w:val="001B2E40"/>
    <w:rsid w:val="001B406B"/>
    <w:rsid w:val="001B4439"/>
    <w:rsid w:val="001B4637"/>
    <w:rsid w:val="001B4EE7"/>
    <w:rsid w:val="001B51E7"/>
    <w:rsid w:val="001B5446"/>
    <w:rsid w:val="001B5E3F"/>
    <w:rsid w:val="001B68C8"/>
    <w:rsid w:val="001B69C2"/>
    <w:rsid w:val="001B6CD0"/>
    <w:rsid w:val="001B6FFC"/>
    <w:rsid w:val="001B7B63"/>
    <w:rsid w:val="001C039F"/>
    <w:rsid w:val="001C042C"/>
    <w:rsid w:val="001C0435"/>
    <w:rsid w:val="001C14B2"/>
    <w:rsid w:val="001C1E25"/>
    <w:rsid w:val="001C2563"/>
    <w:rsid w:val="001C2F0D"/>
    <w:rsid w:val="001C3043"/>
    <w:rsid w:val="001C3188"/>
    <w:rsid w:val="001C3BEC"/>
    <w:rsid w:val="001C43B0"/>
    <w:rsid w:val="001C45BB"/>
    <w:rsid w:val="001C4BFE"/>
    <w:rsid w:val="001C51CE"/>
    <w:rsid w:val="001C5429"/>
    <w:rsid w:val="001C58BA"/>
    <w:rsid w:val="001C5E3A"/>
    <w:rsid w:val="001C764D"/>
    <w:rsid w:val="001C7C36"/>
    <w:rsid w:val="001D01FC"/>
    <w:rsid w:val="001D021F"/>
    <w:rsid w:val="001D0A03"/>
    <w:rsid w:val="001D0C28"/>
    <w:rsid w:val="001D0CF5"/>
    <w:rsid w:val="001D0F82"/>
    <w:rsid w:val="001D13F7"/>
    <w:rsid w:val="001D1F62"/>
    <w:rsid w:val="001D2628"/>
    <w:rsid w:val="001D38BA"/>
    <w:rsid w:val="001D42E5"/>
    <w:rsid w:val="001D4C9F"/>
    <w:rsid w:val="001D510B"/>
    <w:rsid w:val="001D51C9"/>
    <w:rsid w:val="001D5F70"/>
    <w:rsid w:val="001D6217"/>
    <w:rsid w:val="001D64EF"/>
    <w:rsid w:val="001D67A2"/>
    <w:rsid w:val="001D6A14"/>
    <w:rsid w:val="001D6EAB"/>
    <w:rsid w:val="001D70A1"/>
    <w:rsid w:val="001D7C25"/>
    <w:rsid w:val="001E00ED"/>
    <w:rsid w:val="001E1438"/>
    <w:rsid w:val="001E14F5"/>
    <w:rsid w:val="001E1557"/>
    <w:rsid w:val="001E15BD"/>
    <w:rsid w:val="001E1614"/>
    <w:rsid w:val="001E1DD9"/>
    <w:rsid w:val="001E1E3A"/>
    <w:rsid w:val="001E281D"/>
    <w:rsid w:val="001E3D3C"/>
    <w:rsid w:val="001E3F7D"/>
    <w:rsid w:val="001E4E9B"/>
    <w:rsid w:val="001E55DF"/>
    <w:rsid w:val="001E5951"/>
    <w:rsid w:val="001E6A31"/>
    <w:rsid w:val="001E7985"/>
    <w:rsid w:val="001E7C59"/>
    <w:rsid w:val="001F002E"/>
    <w:rsid w:val="001F0105"/>
    <w:rsid w:val="001F0B05"/>
    <w:rsid w:val="001F0F1E"/>
    <w:rsid w:val="001F17F5"/>
    <w:rsid w:val="001F182D"/>
    <w:rsid w:val="001F22C2"/>
    <w:rsid w:val="001F46E2"/>
    <w:rsid w:val="001F4D02"/>
    <w:rsid w:val="001F5CF9"/>
    <w:rsid w:val="001F6188"/>
    <w:rsid w:val="001F6346"/>
    <w:rsid w:val="001F64F7"/>
    <w:rsid w:val="001F652B"/>
    <w:rsid w:val="001F6566"/>
    <w:rsid w:val="001F678D"/>
    <w:rsid w:val="001F717C"/>
    <w:rsid w:val="001F7A2F"/>
    <w:rsid w:val="00201176"/>
    <w:rsid w:val="0020167A"/>
    <w:rsid w:val="0020239D"/>
    <w:rsid w:val="002025DD"/>
    <w:rsid w:val="002028EE"/>
    <w:rsid w:val="0020293F"/>
    <w:rsid w:val="00202EF1"/>
    <w:rsid w:val="00203433"/>
    <w:rsid w:val="00204069"/>
    <w:rsid w:val="00204182"/>
    <w:rsid w:val="00204DCC"/>
    <w:rsid w:val="00205652"/>
    <w:rsid w:val="002057E0"/>
    <w:rsid w:val="00205ED3"/>
    <w:rsid w:val="0020603E"/>
    <w:rsid w:val="002066D2"/>
    <w:rsid w:val="00206B12"/>
    <w:rsid w:val="00206C02"/>
    <w:rsid w:val="0020772E"/>
    <w:rsid w:val="00207D0C"/>
    <w:rsid w:val="0021068A"/>
    <w:rsid w:val="00210853"/>
    <w:rsid w:val="00210B26"/>
    <w:rsid w:val="00211145"/>
    <w:rsid w:val="0021197D"/>
    <w:rsid w:val="00211A55"/>
    <w:rsid w:val="00211DD7"/>
    <w:rsid w:val="00212712"/>
    <w:rsid w:val="002130C6"/>
    <w:rsid w:val="002130CD"/>
    <w:rsid w:val="00213957"/>
    <w:rsid w:val="0021434B"/>
    <w:rsid w:val="002143BC"/>
    <w:rsid w:val="00214711"/>
    <w:rsid w:val="0021475A"/>
    <w:rsid w:val="002147A8"/>
    <w:rsid w:val="002156E3"/>
    <w:rsid w:val="0021649C"/>
    <w:rsid w:val="00217DF5"/>
    <w:rsid w:val="002202E7"/>
    <w:rsid w:val="00221C91"/>
    <w:rsid w:val="00221EFC"/>
    <w:rsid w:val="00222100"/>
    <w:rsid w:val="002222B7"/>
    <w:rsid w:val="0022263F"/>
    <w:rsid w:val="00222E4F"/>
    <w:rsid w:val="002230F5"/>
    <w:rsid w:val="002230F6"/>
    <w:rsid w:val="00223BB0"/>
    <w:rsid w:val="00224369"/>
    <w:rsid w:val="00225625"/>
    <w:rsid w:val="00226254"/>
    <w:rsid w:val="00227BBD"/>
    <w:rsid w:val="00227ECC"/>
    <w:rsid w:val="002301E3"/>
    <w:rsid w:val="0023044D"/>
    <w:rsid w:val="00230D34"/>
    <w:rsid w:val="002319C2"/>
    <w:rsid w:val="00231E6A"/>
    <w:rsid w:val="00232425"/>
    <w:rsid w:val="00232B09"/>
    <w:rsid w:val="00232D77"/>
    <w:rsid w:val="00234E9E"/>
    <w:rsid w:val="00235888"/>
    <w:rsid w:val="00235EA0"/>
    <w:rsid w:val="00236208"/>
    <w:rsid w:val="00236781"/>
    <w:rsid w:val="00236953"/>
    <w:rsid w:val="00236FB1"/>
    <w:rsid w:val="0023741D"/>
    <w:rsid w:val="002379D0"/>
    <w:rsid w:val="00237CDB"/>
    <w:rsid w:val="0024047A"/>
    <w:rsid w:val="00240A41"/>
    <w:rsid w:val="00241FB8"/>
    <w:rsid w:val="00242063"/>
    <w:rsid w:val="002428A7"/>
    <w:rsid w:val="00242922"/>
    <w:rsid w:val="00243997"/>
    <w:rsid w:val="00243C0D"/>
    <w:rsid w:val="00243EFC"/>
    <w:rsid w:val="0024438E"/>
    <w:rsid w:val="00245088"/>
    <w:rsid w:val="002453B6"/>
    <w:rsid w:val="00246793"/>
    <w:rsid w:val="00246835"/>
    <w:rsid w:val="00246B62"/>
    <w:rsid w:val="00247111"/>
    <w:rsid w:val="0024741B"/>
    <w:rsid w:val="00247EB1"/>
    <w:rsid w:val="00250048"/>
    <w:rsid w:val="002503D4"/>
    <w:rsid w:val="00251072"/>
    <w:rsid w:val="00251787"/>
    <w:rsid w:val="002540D4"/>
    <w:rsid w:val="002546B1"/>
    <w:rsid w:val="002549AD"/>
    <w:rsid w:val="00255533"/>
    <w:rsid w:val="00255C9B"/>
    <w:rsid w:val="00255F25"/>
    <w:rsid w:val="002560EF"/>
    <w:rsid w:val="00256963"/>
    <w:rsid w:val="00257EBA"/>
    <w:rsid w:val="00260832"/>
    <w:rsid w:val="0026159D"/>
    <w:rsid w:val="00261D4A"/>
    <w:rsid w:val="00262187"/>
    <w:rsid w:val="0026232A"/>
    <w:rsid w:val="002629F7"/>
    <w:rsid w:val="00262A67"/>
    <w:rsid w:val="002635B7"/>
    <w:rsid w:val="00263DC9"/>
    <w:rsid w:val="00264241"/>
    <w:rsid w:val="0026486F"/>
    <w:rsid w:val="00264877"/>
    <w:rsid w:val="002654D8"/>
    <w:rsid w:val="00265601"/>
    <w:rsid w:val="002658AF"/>
    <w:rsid w:val="00266013"/>
    <w:rsid w:val="002667D9"/>
    <w:rsid w:val="002667EA"/>
    <w:rsid w:val="00267738"/>
    <w:rsid w:val="00267875"/>
    <w:rsid w:val="00271390"/>
    <w:rsid w:val="002715A5"/>
    <w:rsid w:val="00271772"/>
    <w:rsid w:val="00272156"/>
    <w:rsid w:val="00272777"/>
    <w:rsid w:val="00272C51"/>
    <w:rsid w:val="00273E5E"/>
    <w:rsid w:val="00273E61"/>
    <w:rsid w:val="00273EE0"/>
    <w:rsid w:val="00274408"/>
    <w:rsid w:val="00274CB6"/>
    <w:rsid w:val="002750C4"/>
    <w:rsid w:val="0027516B"/>
    <w:rsid w:val="002751AE"/>
    <w:rsid w:val="002757B5"/>
    <w:rsid w:val="00275FC8"/>
    <w:rsid w:val="0027698D"/>
    <w:rsid w:val="00277003"/>
    <w:rsid w:val="002771BC"/>
    <w:rsid w:val="00277B7A"/>
    <w:rsid w:val="0028018A"/>
    <w:rsid w:val="00280303"/>
    <w:rsid w:val="002804CF"/>
    <w:rsid w:val="00281790"/>
    <w:rsid w:val="00281A02"/>
    <w:rsid w:val="00281EA9"/>
    <w:rsid w:val="00282023"/>
    <w:rsid w:val="00282858"/>
    <w:rsid w:val="00282A8D"/>
    <w:rsid w:val="00282E42"/>
    <w:rsid w:val="0028328F"/>
    <w:rsid w:val="00283FDB"/>
    <w:rsid w:val="00284B81"/>
    <w:rsid w:val="00284BD4"/>
    <w:rsid w:val="00284E89"/>
    <w:rsid w:val="0028548B"/>
    <w:rsid w:val="00286683"/>
    <w:rsid w:val="00286893"/>
    <w:rsid w:val="00286B59"/>
    <w:rsid w:val="00290529"/>
    <w:rsid w:val="00290837"/>
    <w:rsid w:val="00290AA6"/>
    <w:rsid w:val="00290DFD"/>
    <w:rsid w:val="00290E5D"/>
    <w:rsid w:val="00291949"/>
    <w:rsid w:val="002922A7"/>
    <w:rsid w:val="00292744"/>
    <w:rsid w:val="00292CF1"/>
    <w:rsid w:val="00293201"/>
    <w:rsid w:val="002939AD"/>
    <w:rsid w:val="00293CD8"/>
    <w:rsid w:val="0029428D"/>
    <w:rsid w:val="002942DA"/>
    <w:rsid w:val="00294AD7"/>
    <w:rsid w:val="00294BC4"/>
    <w:rsid w:val="0029500D"/>
    <w:rsid w:val="002952D4"/>
    <w:rsid w:val="00295413"/>
    <w:rsid w:val="002957C0"/>
    <w:rsid w:val="00295D5F"/>
    <w:rsid w:val="00295DD3"/>
    <w:rsid w:val="002969D9"/>
    <w:rsid w:val="00297803"/>
    <w:rsid w:val="00297E5B"/>
    <w:rsid w:val="002A0AAE"/>
    <w:rsid w:val="002A161B"/>
    <w:rsid w:val="002A21A6"/>
    <w:rsid w:val="002A2C09"/>
    <w:rsid w:val="002A2E60"/>
    <w:rsid w:val="002A3617"/>
    <w:rsid w:val="002A3857"/>
    <w:rsid w:val="002A512C"/>
    <w:rsid w:val="002A56D3"/>
    <w:rsid w:val="002A5FE6"/>
    <w:rsid w:val="002A656C"/>
    <w:rsid w:val="002A661B"/>
    <w:rsid w:val="002A7642"/>
    <w:rsid w:val="002B02E2"/>
    <w:rsid w:val="002B0612"/>
    <w:rsid w:val="002B18DA"/>
    <w:rsid w:val="002B19B1"/>
    <w:rsid w:val="002B1AE3"/>
    <w:rsid w:val="002B2600"/>
    <w:rsid w:val="002B26A9"/>
    <w:rsid w:val="002B279C"/>
    <w:rsid w:val="002B2AA5"/>
    <w:rsid w:val="002B32AB"/>
    <w:rsid w:val="002B42A2"/>
    <w:rsid w:val="002B4EE8"/>
    <w:rsid w:val="002B50CB"/>
    <w:rsid w:val="002B566E"/>
    <w:rsid w:val="002B5DDF"/>
    <w:rsid w:val="002B5EAF"/>
    <w:rsid w:val="002B6A6C"/>
    <w:rsid w:val="002B6B6C"/>
    <w:rsid w:val="002B7B59"/>
    <w:rsid w:val="002B7DA0"/>
    <w:rsid w:val="002C0D6F"/>
    <w:rsid w:val="002C15EF"/>
    <w:rsid w:val="002C1C66"/>
    <w:rsid w:val="002C25E5"/>
    <w:rsid w:val="002C26A6"/>
    <w:rsid w:val="002C2A96"/>
    <w:rsid w:val="002C3639"/>
    <w:rsid w:val="002C3970"/>
    <w:rsid w:val="002C42FB"/>
    <w:rsid w:val="002C4994"/>
    <w:rsid w:val="002C538D"/>
    <w:rsid w:val="002C59BC"/>
    <w:rsid w:val="002C6B9F"/>
    <w:rsid w:val="002C6DA8"/>
    <w:rsid w:val="002C7693"/>
    <w:rsid w:val="002C7863"/>
    <w:rsid w:val="002C789D"/>
    <w:rsid w:val="002C7EF2"/>
    <w:rsid w:val="002D1886"/>
    <w:rsid w:val="002D1A5E"/>
    <w:rsid w:val="002D30F1"/>
    <w:rsid w:val="002D3A2D"/>
    <w:rsid w:val="002D3AB6"/>
    <w:rsid w:val="002D3F83"/>
    <w:rsid w:val="002D41A5"/>
    <w:rsid w:val="002D42C1"/>
    <w:rsid w:val="002D4868"/>
    <w:rsid w:val="002D4883"/>
    <w:rsid w:val="002D4F83"/>
    <w:rsid w:val="002D5E52"/>
    <w:rsid w:val="002D5F3A"/>
    <w:rsid w:val="002D6065"/>
    <w:rsid w:val="002D643F"/>
    <w:rsid w:val="002D646F"/>
    <w:rsid w:val="002D6C98"/>
    <w:rsid w:val="002D6DC6"/>
    <w:rsid w:val="002E04DE"/>
    <w:rsid w:val="002E20E3"/>
    <w:rsid w:val="002E2116"/>
    <w:rsid w:val="002E213B"/>
    <w:rsid w:val="002E30F8"/>
    <w:rsid w:val="002E39F1"/>
    <w:rsid w:val="002E51EE"/>
    <w:rsid w:val="002E5AA9"/>
    <w:rsid w:val="002E6357"/>
    <w:rsid w:val="002E6574"/>
    <w:rsid w:val="002E66B0"/>
    <w:rsid w:val="002E6811"/>
    <w:rsid w:val="002E6D3B"/>
    <w:rsid w:val="002E75BF"/>
    <w:rsid w:val="002E7826"/>
    <w:rsid w:val="002F0532"/>
    <w:rsid w:val="002F15E1"/>
    <w:rsid w:val="002F24B2"/>
    <w:rsid w:val="002F3829"/>
    <w:rsid w:val="002F3D2E"/>
    <w:rsid w:val="002F537D"/>
    <w:rsid w:val="002F5B56"/>
    <w:rsid w:val="002F5DFF"/>
    <w:rsid w:val="002F627C"/>
    <w:rsid w:val="002F6E9A"/>
    <w:rsid w:val="002F7F6A"/>
    <w:rsid w:val="00301400"/>
    <w:rsid w:val="00303FAC"/>
    <w:rsid w:val="00304903"/>
    <w:rsid w:val="00304DD0"/>
    <w:rsid w:val="00305209"/>
    <w:rsid w:val="00305F24"/>
    <w:rsid w:val="003065B6"/>
    <w:rsid w:val="00306D09"/>
    <w:rsid w:val="0030710A"/>
    <w:rsid w:val="0030786D"/>
    <w:rsid w:val="00307F37"/>
    <w:rsid w:val="00307FF3"/>
    <w:rsid w:val="00310016"/>
    <w:rsid w:val="003111A6"/>
    <w:rsid w:val="00311427"/>
    <w:rsid w:val="00312328"/>
    <w:rsid w:val="003123E1"/>
    <w:rsid w:val="00312FD5"/>
    <w:rsid w:val="003131D4"/>
    <w:rsid w:val="003137BF"/>
    <w:rsid w:val="00313CFF"/>
    <w:rsid w:val="00314347"/>
    <w:rsid w:val="003158CC"/>
    <w:rsid w:val="00315D40"/>
    <w:rsid w:val="00316D61"/>
    <w:rsid w:val="0032013D"/>
    <w:rsid w:val="003201BE"/>
    <w:rsid w:val="00320521"/>
    <w:rsid w:val="00320F99"/>
    <w:rsid w:val="003210F5"/>
    <w:rsid w:val="003221B2"/>
    <w:rsid w:val="003230DE"/>
    <w:rsid w:val="003236BD"/>
    <w:rsid w:val="00323729"/>
    <w:rsid w:val="003241CC"/>
    <w:rsid w:val="00325093"/>
    <w:rsid w:val="0032539C"/>
    <w:rsid w:val="00325683"/>
    <w:rsid w:val="00327F5A"/>
    <w:rsid w:val="00330459"/>
    <w:rsid w:val="00330C08"/>
    <w:rsid w:val="00331539"/>
    <w:rsid w:val="00331F7E"/>
    <w:rsid w:val="00332863"/>
    <w:rsid w:val="003336A3"/>
    <w:rsid w:val="00333807"/>
    <w:rsid w:val="00334329"/>
    <w:rsid w:val="0033460B"/>
    <w:rsid w:val="00334703"/>
    <w:rsid w:val="00334D49"/>
    <w:rsid w:val="0033527B"/>
    <w:rsid w:val="00335E0E"/>
    <w:rsid w:val="0033642C"/>
    <w:rsid w:val="0033680E"/>
    <w:rsid w:val="00336823"/>
    <w:rsid w:val="00337D98"/>
    <w:rsid w:val="00337D9F"/>
    <w:rsid w:val="00340BFF"/>
    <w:rsid w:val="0034128C"/>
    <w:rsid w:val="00341C90"/>
    <w:rsid w:val="003425FB"/>
    <w:rsid w:val="00343524"/>
    <w:rsid w:val="00343698"/>
    <w:rsid w:val="00343772"/>
    <w:rsid w:val="00343B93"/>
    <w:rsid w:val="00343D16"/>
    <w:rsid w:val="00343DB4"/>
    <w:rsid w:val="00344230"/>
    <w:rsid w:val="0034448B"/>
    <w:rsid w:val="0034452D"/>
    <w:rsid w:val="00344F4C"/>
    <w:rsid w:val="00345280"/>
    <w:rsid w:val="003454CF"/>
    <w:rsid w:val="00345A3A"/>
    <w:rsid w:val="00346765"/>
    <w:rsid w:val="00346A80"/>
    <w:rsid w:val="00346C0D"/>
    <w:rsid w:val="00350ADE"/>
    <w:rsid w:val="003512E6"/>
    <w:rsid w:val="0035140B"/>
    <w:rsid w:val="00352998"/>
    <w:rsid w:val="00352B81"/>
    <w:rsid w:val="00352F8B"/>
    <w:rsid w:val="003538F4"/>
    <w:rsid w:val="00355664"/>
    <w:rsid w:val="00355BDB"/>
    <w:rsid w:val="0035654F"/>
    <w:rsid w:val="00356C81"/>
    <w:rsid w:val="00356F4B"/>
    <w:rsid w:val="00356FC4"/>
    <w:rsid w:val="00357284"/>
    <w:rsid w:val="00357FDE"/>
    <w:rsid w:val="003605EA"/>
    <w:rsid w:val="0036080E"/>
    <w:rsid w:val="00361C0F"/>
    <w:rsid w:val="00361DC9"/>
    <w:rsid w:val="003620C1"/>
    <w:rsid w:val="003627EF"/>
    <w:rsid w:val="0036317C"/>
    <w:rsid w:val="003631D0"/>
    <w:rsid w:val="00363388"/>
    <w:rsid w:val="00363A58"/>
    <w:rsid w:val="003644DA"/>
    <w:rsid w:val="00364692"/>
    <w:rsid w:val="00365189"/>
    <w:rsid w:val="003651CE"/>
    <w:rsid w:val="00365591"/>
    <w:rsid w:val="003658FB"/>
    <w:rsid w:val="00365D9E"/>
    <w:rsid w:val="00367416"/>
    <w:rsid w:val="003678FC"/>
    <w:rsid w:val="00367BE6"/>
    <w:rsid w:val="00371743"/>
    <w:rsid w:val="003717D1"/>
    <w:rsid w:val="00371886"/>
    <w:rsid w:val="00371C2B"/>
    <w:rsid w:val="003727EA"/>
    <w:rsid w:val="00372BBE"/>
    <w:rsid w:val="00372BEC"/>
    <w:rsid w:val="003732FF"/>
    <w:rsid w:val="00373DDF"/>
    <w:rsid w:val="00373DFF"/>
    <w:rsid w:val="0037577E"/>
    <w:rsid w:val="00380DEF"/>
    <w:rsid w:val="0038159A"/>
    <w:rsid w:val="00381EB1"/>
    <w:rsid w:val="0038270D"/>
    <w:rsid w:val="003829BB"/>
    <w:rsid w:val="003839CE"/>
    <w:rsid w:val="00383E31"/>
    <w:rsid w:val="00384192"/>
    <w:rsid w:val="0038424A"/>
    <w:rsid w:val="0038478E"/>
    <w:rsid w:val="00384FD4"/>
    <w:rsid w:val="0038531C"/>
    <w:rsid w:val="003857F8"/>
    <w:rsid w:val="00386463"/>
    <w:rsid w:val="00387321"/>
    <w:rsid w:val="00387DE6"/>
    <w:rsid w:val="003901DF"/>
    <w:rsid w:val="003903FB"/>
    <w:rsid w:val="00390E32"/>
    <w:rsid w:val="00391321"/>
    <w:rsid w:val="00391D67"/>
    <w:rsid w:val="00391E05"/>
    <w:rsid w:val="00391FF9"/>
    <w:rsid w:val="0039398C"/>
    <w:rsid w:val="00395255"/>
    <w:rsid w:val="003957F7"/>
    <w:rsid w:val="00396191"/>
    <w:rsid w:val="00396271"/>
    <w:rsid w:val="0039637F"/>
    <w:rsid w:val="00396855"/>
    <w:rsid w:val="00396B46"/>
    <w:rsid w:val="003976F6"/>
    <w:rsid w:val="00397B16"/>
    <w:rsid w:val="003A0BE2"/>
    <w:rsid w:val="003A0E57"/>
    <w:rsid w:val="003A0EF2"/>
    <w:rsid w:val="003A0FE3"/>
    <w:rsid w:val="003A1528"/>
    <w:rsid w:val="003A25BC"/>
    <w:rsid w:val="003A268A"/>
    <w:rsid w:val="003A269A"/>
    <w:rsid w:val="003A2FED"/>
    <w:rsid w:val="003A32A4"/>
    <w:rsid w:val="003A37CB"/>
    <w:rsid w:val="003A3D21"/>
    <w:rsid w:val="003A460E"/>
    <w:rsid w:val="003A4845"/>
    <w:rsid w:val="003A4D16"/>
    <w:rsid w:val="003A5640"/>
    <w:rsid w:val="003A5734"/>
    <w:rsid w:val="003A5B13"/>
    <w:rsid w:val="003A6BCE"/>
    <w:rsid w:val="003A6F82"/>
    <w:rsid w:val="003A7603"/>
    <w:rsid w:val="003A7A10"/>
    <w:rsid w:val="003A7F50"/>
    <w:rsid w:val="003B0056"/>
    <w:rsid w:val="003B0294"/>
    <w:rsid w:val="003B0A1F"/>
    <w:rsid w:val="003B1585"/>
    <w:rsid w:val="003B1A65"/>
    <w:rsid w:val="003B244D"/>
    <w:rsid w:val="003B24F4"/>
    <w:rsid w:val="003B298B"/>
    <w:rsid w:val="003B2EC5"/>
    <w:rsid w:val="003B4AC3"/>
    <w:rsid w:val="003B571E"/>
    <w:rsid w:val="003B5860"/>
    <w:rsid w:val="003B60B6"/>
    <w:rsid w:val="003B610F"/>
    <w:rsid w:val="003B6379"/>
    <w:rsid w:val="003B6CD9"/>
    <w:rsid w:val="003B7710"/>
    <w:rsid w:val="003C03CE"/>
    <w:rsid w:val="003C0854"/>
    <w:rsid w:val="003C10E8"/>
    <w:rsid w:val="003C169B"/>
    <w:rsid w:val="003C1BDB"/>
    <w:rsid w:val="003C2480"/>
    <w:rsid w:val="003C2D10"/>
    <w:rsid w:val="003C3418"/>
    <w:rsid w:val="003C38FF"/>
    <w:rsid w:val="003C3C32"/>
    <w:rsid w:val="003C3F95"/>
    <w:rsid w:val="003C408C"/>
    <w:rsid w:val="003C4452"/>
    <w:rsid w:val="003C4C19"/>
    <w:rsid w:val="003C51B7"/>
    <w:rsid w:val="003C580C"/>
    <w:rsid w:val="003C58AB"/>
    <w:rsid w:val="003C59D4"/>
    <w:rsid w:val="003C613B"/>
    <w:rsid w:val="003C6C58"/>
    <w:rsid w:val="003C79C2"/>
    <w:rsid w:val="003D0E48"/>
    <w:rsid w:val="003D0F47"/>
    <w:rsid w:val="003D144C"/>
    <w:rsid w:val="003D26A5"/>
    <w:rsid w:val="003D389A"/>
    <w:rsid w:val="003D3B43"/>
    <w:rsid w:val="003D3F2E"/>
    <w:rsid w:val="003D3FB5"/>
    <w:rsid w:val="003D446E"/>
    <w:rsid w:val="003D4490"/>
    <w:rsid w:val="003D4C95"/>
    <w:rsid w:val="003D5AC7"/>
    <w:rsid w:val="003D5F27"/>
    <w:rsid w:val="003D6DC7"/>
    <w:rsid w:val="003D6E07"/>
    <w:rsid w:val="003D726D"/>
    <w:rsid w:val="003D78E2"/>
    <w:rsid w:val="003D7F7E"/>
    <w:rsid w:val="003E160E"/>
    <w:rsid w:val="003E1A75"/>
    <w:rsid w:val="003E1BE0"/>
    <w:rsid w:val="003E1D46"/>
    <w:rsid w:val="003E2D0C"/>
    <w:rsid w:val="003E4852"/>
    <w:rsid w:val="003E56DF"/>
    <w:rsid w:val="003E6298"/>
    <w:rsid w:val="003E66BD"/>
    <w:rsid w:val="003E68DA"/>
    <w:rsid w:val="003E6D11"/>
    <w:rsid w:val="003E6F64"/>
    <w:rsid w:val="003E773C"/>
    <w:rsid w:val="003E773E"/>
    <w:rsid w:val="003E7CEB"/>
    <w:rsid w:val="003E7D94"/>
    <w:rsid w:val="003E7E64"/>
    <w:rsid w:val="003F0168"/>
    <w:rsid w:val="003F058B"/>
    <w:rsid w:val="003F06F0"/>
    <w:rsid w:val="003F0850"/>
    <w:rsid w:val="003F1AD8"/>
    <w:rsid w:val="003F1F95"/>
    <w:rsid w:val="003F312D"/>
    <w:rsid w:val="003F381E"/>
    <w:rsid w:val="003F3B35"/>
    <w:rsid w:val="003F4A8A"/>
    <w:rsid w:val="003F544E"/>
    <w:rsid w:val="003F575B"/>
    <w:rsid w:val="003F5837"/>
    <w:rsid w:val="003F6512"/>
    <w:rsid w:val="003F6D7D"/>
    <w:rsid w:val="003F72DA"/>
    <w:rsid w:val="0040032F"/>
    <w:rsid w:val="0040079D"/>
    <w:rsid w:val="00401025"/>
    <w:rsid w:val="00402965"/>
    <w:rsid w:val="0040320F"/>
    <w:rsid w:val="004036FC"/>
    <w:rsid w:val="00404130"/>
    <w:rsid w:val="00404325"/>
    <w:rsid w:val="00404924"/>
    <w:rsid w:val="0040578A"/>
    <w:rsid w:val="00405AC4"/>
    <w:rsid w:val="00405CED"/>
    <w:rsid w:val="004066A0"/>
    <w:rsid w:val="00406D05"/>
    <w:rsid w:val="004103B9"/>
    <w:rsid w:val="004105D3"/>
    <w:rsid w:val="00411145"/>
    <w:rsid w:val="00413463"/>
    <w:rsid w:val="0041543D"/>
    <w:rsid w:val="00415655"/>
    <w:rsid w:val="0041565D"/>
    <w:rsid w:val="00417007"/>
    <w:rsid w:val="004170A4"/>
    <w:rsid w:val="0041734C"/>
    <w:rsid w:val="00417DC7"/>
    <w:rsid w:val="0042014E"/>
    <w:rsid w:val="004202E8"/>
    <w:rsid w:val="004205A7"/>
    <w:rsid w:val="00420692"/>
    <w:rsid w:val="004206AC"/>
    <w:rsid w:val="00420980"/>
    <w:rsid w:val="004209B0"/>
    <w:rsid w:val="00422889"/>
    <w:rsid w:val="00423781"/>
    <w:rsid w:val="00424109"/>
    <w:rsid w:val="00424678"/>
    <w:rsid w:val="00424C7A"/>
    <w:rsid w:val="0042571C"/>
    <w:rsid w:val="0042582E"/>
    <w:rsid w:val="0042589F"/>
    <w:rsid w:val="00425D44"/>
    <w:rsid w:val="00426021"/>
    <w:rsid w:val="0042694D"/>
    <w:rsid w:val="00426F07"/>
    <w:rsid w:val="00427779"/>
    <w:rsid w:val="00427878"/>
    <w:rsid w:val="004300E2"/>
    <w:rsid w:val="0043028D"/>
    <w:rsid w:val="004302C1"/>
    <w:rsid w:val="00430438"/>
    <w:rsid w:val="004307AA"/>
    <w:rsid w:val="00430FDC"/>
    <w:rsid w:val="00431838"/>
    <w:rsid w:val="00431A27"/>
    <w:rsid w:val="004325A9"/>
    <w:rsid w:val="00432E32"/>
    <w:rsid w:val="004330C3"/>
    <w:rsid w:val="004331E0"/>
    <w:rsid w:val="00433467"/>
    <w:rsid w:val="004336D4"/>
    <w:rsid w:val="00433878"/>
    <w:rsid w:val="0043403B"/>
    <w:rsid w:val="00434FB9"/>
    <w:rsid w:val="00435126"/>
    <w:rsid w:val="0043549C"/>
    <w:rsid w:val="00435986"/>
    <w:rsid w:val="004361F6"/>
    <w:rsid w:val="004373A6"/>
    <w:rsid w:val="00440268"/>
    <w:rsid w:val="00440AA4"/>
    <w:rsid w:val="00440BB2"/>
    <w:rsid w:val="004414CB"/>
    <w:rsid w:val="00442083"/>
    <w:rsid w:val="004420E3"/>
    <w:rsid w:val="004423E9"/>
    <w:rsid w:val="0044252D"/>
    <w:rsid w:val="00442A58"/>
    <w:rsid w:val="00443C9F"/>
    <w:rsid w:val="00443CD6"/>
    <w:rsid w:val="00443E33"/>
    <w:rsid w:val="004441EF"/>
    <w:rsid w:val="00446171"/>
    <w:rsid w:val="0044663C"/>
    <w:rsid w:val="00446EC5"/>
    <w:rsid w:val="00447E51"/>
    <w:rsid w:val="00450050"/>
    <w:rsid w:val="00451097"/>
    <w:rsid w:val="00451122"/>
    <w:rsid w:val="004513EB"/>
    <w:rsid w:val="00451461"/>
    <w:rsid w:val="00452172"/>
    <w:rsid w:val="00453345"/>
    <w:rsid w:val="0045440C"/>
    <w:rsid w:val="00454435"/>
    <w:rsid w:val="00455365"/>
    <w:rsid w:val="004555BB"/>
    <w:rsid w:val="0045675E"/>
    <w:rsid w:val="004567E2"/>
    <w:rsid w:val="00456F95"/>
    <w:rsid w:val="0045754B"/>
    <w:rsid w:val="004602C9"/>
    <w:rsid w:val="0046036A"/>
    <w:rsid w:val="00460ADD"/>
    <w:rsid w:val="00460B47"/>
    <w:rsid w:val="00461000"/>
    <w:rsid w:val="004618C0"/>
    <w:rsid w:val="00462DBD"/>
    <w:rsid w:val="0046362B"/>
    <w:rsid w:val="00464D16"/>
    <w:rsid w:val="004662E3"/>
    <w:rsid w:val="004663B0"/>
    <w:rsid w:val="00466743"/>
    <w:rsid w:val="004669AB"/>
    <w:rsid w:val="00466B42"/>
    <w:rsid w:val="00466B6C"/>
    <w:rsid w:val="00466C0E"/>
    <w:rsid w:val="0047016D"/>
    <w:rsid w:val="00470199"/>
    <w:rsid w:val="00471130"/>
    <w:rsid w:val="00471179"/>
    <w:rsid w:val="004714E9"/>
    <w:rsid w:val="00472B9A"/>
    <w:rsid w:val="00473505"/>
    <w:rsid w:val="00473B37"/>
    <w:rsid w:val="00473C63"/>
    <w:rsid w:val="00473E29"/>
    <w:rsid w:val="00474258"/>
    <w:rsid w:val="004744AA"/>
    <w:rsid w:val="0047486F"/>
    <w:rsid w:val="00477D4B"/>
    <w:rsid w:val="004800AC"/>
    <w:rsid w:val="00480906"/>
    <w:rsid w:val="0048090B"/>
    <w:rsid w:val="00480C68"/>
    <w:rsid w:val="00480FCB"/>
    <w:rsid w:val="00481060"/>
    <w:rsid w:val="0048129C"/>
    <w:rsid w:val="00481AE6"/>
    <w:rsid w:val="00481D51"/>
    <w:rsid w:val="00481FCF"/>
    <w:rsid w:val="004828F1"/>
    <w:rsid w:val="0048336F"/>
    <w:rsid w:val="004835E2"/>
    <w:rsid w:val="00483C63"/>
    <w:rsid w:val="0048444D"/>
    <w:rsid w:val="00485C8D"/>
    <w:rsid w:val="00485D27"/>
    <w:rsid w:val="00485D54"/>
    <w:rsid w:val="00486B46"/>
    <w:rsid w:val="004870B3"/>
    <w:rsid w:val="0048745E"/>
    <w:rsid w:val="00487A04"/>
    <w:rsid w:val="0049024B"/>
    <w:rsid w:val="0049165D"/>
    <w:rsid w:val="00492911"/>
    <w:rsid w:val="004935DD"/>
    <w:rsid w:val="004937E8"/>
    <w:rsid w:val="00493E61"/>
    <w:rsid w:val="00494296"/>
    <w:rsid w:val="00494422"/>
    <w:rsid w:val="00494459"/>
    <w:rsid w:val="00494681"/>
    <w:rsid w:val="0049475F"/>
    <w:rsid w:val="00494B9B"/>
    <w:rsid w:val="00494E35"/>
    <w:rsid w:val="00495098"/>
    <w:rsid w:val="00495123"/>
    <w:rsid w:val="004953CD"/>
    <w:rsid w:val="004955B4"/>
    <w:rsid w:val="004956BC"/>
    <w:rsid w:val="00496EF5"/>
    <w:rsid w:val="00496F80"/>
    <w:rsid w:val="004979BA"/>
    <w:rsid w:val="00497F4F"/>
    <w:rsid w:val="00497FD5"/>
    <w:rsid w:val="004A008A"/>
    <w:rsid w:val="004A079A"/>
    <w:rsid w:val="004A0966"/>
    <w:rsid w:val="004A098A"/>
    <w:rsid w:val="004A1C8C"/>
    <w:rsid w:val="004A21E7"/>
    <w:rsid w:val="004A2824"/>
    <w:rsid w:val="004A2E8C"/>
    <w:rsid w:val="004A3867"/>
    <w:rsid w:val="004A3B93"/>
    <w:rsid w:val="004A6A36"/>
    <w:rsid w:val="004A6E06"/>
    <w:rsid w:val="004A73C9"/>
    <w:rsid w:val="004A7B08"/>
    <w:rsid w:val="004A7C9D"/>
    <w:rsid w:val="004B01C0"/>
    <w:rsid w:val="004B061D"/>
    <w:rsid w:val="004B0A0A"/>
    <w:rsid w:val="004B12CA"/>
    <w:rsid w:val="004B16B5"/>
    <w:rsid w:val="004B31D4"/>
    <w:rsid w:val="004B3C70"/>
    <w:rsid w:val="004B49F9"/>
    <w:rsid w:val="004B5C1F"/>
    <w:rsid w:val="004B6676"/>
    <w:rsid w:val="004B6683"/>
    <w:rsid w:val="004B75D6"/>
    <w:rsid w:val="004B7A98"/>
    <w:rsid w:val="004C0BC8"/>
    <w:rsid w:val="004C0DD7"/>
    <w:rsid w:val="004C199F"/>
    <w:rsid w:val="004C1F50"/>
    <w:rsid w:val="004C2407"/>
    <w:rsid w:val="004C275F"/>
    <w:rsid w:val="004C2E33"/>
    <w:rsid w:val="004C2E71"/>
    <w:rsid w:val="004C30E2"/>
    <w:rsid w:val="004C31B1"/>
    <w:rsid w:val="004C37D4"/>
    <w:rsid w:val="004C3F94"/>
    <w:rsid w:val="004C4526"/>
    <w:rsid w:val="004C45FA"/>
    <w:rsid w:val="004C5FAA"/>
    <w:rsid w:val="004C7695"/>
    <w:rsid w:val="004C7719"/>
    <w:rsid w:val="004C77CA"/>
    <w:rsid w:val="004D05B7"/>
    <w:rsid w:val="004D05FD"/>
    <w:rsid w:val="004D0975"/>
    <w:rsid w:val="004D1C49"/>
    <w:rsid w:val="004D2113"/>
    <w:rsid w:val="004D250B"/>
    <w:rsid w:val="004D254C"/>
    <w:rsid w:val="004D2D7A"/>
    <w:rsid w:val="004D397E"/>
    <w:rsid w:val="004D42C5"/>
    <w:rsid w:val="004D4925"/>
    <w:rsid w:val="004D54FA"/>
    <w:rsid w:val="004D56A7"/>
    <w:rsid w:val="004D7B0F"/>
    <w:rsid w:val="004D7F5B"/>
    <w:rsid w:val="004E15BD"/>
    <w:rsid w:val="004E1C7D"/>
    <w:rsid w:val="004E2758"/>
    <w:rsid w:val="004E27AB"/>
    <w:rsid w:val="004E27DD"/>
    <w:rsid w:val="004E2C18"/>
    <w:rsid w:val="004E2D4C"/>
    <w:rsid w:val="004E2E7B"/>
    <w:rsid w:val="004E2FE9"/>
    <w:rsid w:val="004E3ED1"/>
    <w:rsid w:val="004E439C"/>
    <w:rsid w:val="004E4BF3"/>
    <w:rsid w:val="004E5170"/>
    <w:rsid w:val="004E51CA"/>
    <w:rsid w:val="004E5326"/>
    <w:rsid w:val="004E54E7"/>
    <w:rsid w:val="004E5795"/>
    <w:rsid w:val="004E5D2B"/>
    <w:rsid w:val="004E6C42"/>
    <w:rsid w:val="004E6D16"/>
    <w:rsid w:val="004E6DEC"/>
    <w:rsid w:val="004E777E"/>
    <w:rsid w:val="004E779C"/>
    <w:rsid w:val="004E7917"/>
    <w:rsid w:val="004E7EAC"/>
    <w:rsid w:val="004F13CB"/>
    <w:rsid w:val="004F160A"/>
    <w:rsid w:val="004F3AE4"/>
    <w:rsid w:val="004F3DEF"/>
    <w:rsid w:val="004F484C"/>
    <w:rsid w:val="004F4DDC"/>
    <w:rsid w:val="004F5CC4"/>
    <w:rsid w:val="004F6016"/>
    <w:rsid w:val="004F6227"/>
    <w:rsid w:val="004F655A"/>
    <w:rsid w:val="004F6984"/>
    <w:rsid w:val="004F7571"/>
    <w:rsid w:val="004F771E"/>
    <w:rsid w:val="004F7A60"/>
    <w:rsid w:val="004F7CBD"/>
    <w:rsid w:val="00500B45"/>
    <w:rsid w:val="00500DD0"/>
    <w:rsid w:val="00500EC0"/>
    <w:rsid w:val="00502783"/>
    <w:rsid w:val="00502833"/>
    <w:rsid w:val="00502EE6"/>
    <w:rsid w:val="005035A9"/>
    <w:rsid w:val="005048C1"/>
    <w:rsid w:val="00504A22"/>
    <w:rsid w:val="005054EA"/>
    <w:rsid w:val="00506289"/>
    <w:rsid w:val="00506877"/>
    <w:rsid w:val="00506E24"/>
    <w:rsid w:val="005072FE"/>
    <w:rsid w:val="00510DC9"/>
    <w:rsid w:val="005117BC"/>
    <w:rsid w:val="00511A7A"/>
    <w:rsid w:val="00511C35"/>
    <w:rsid w:val="00511CF1"/>
    <w:rsid w:val="00511FCA"/>
    <w:rsid w:val="0051242D"/>
    <w:rsid w:val="00512956"/>
    <w:rsid w:val="005130E2"/>
    <w:rsid w:val="00513230"/>
    <w:rsid w:val="005132DD"/>
    <w:rsid w:val="00513D41"/>
    <w:rsid w:val="00514B0A"/>
    <w:rsid w:val="005161FC"/>
    <w:rsid w:val="0051694B"/>
    <w:rsid w:val="00516FF6"/>
    <w:rsid w:val="00517032"/>
    <w:rsid w:val="005170B3"/>
    <w:rsid w:val="005179D7"/>
    <w:rsid w:val="005202E3"/>
    <w:rsid w:val="00521D0E"/>
    <w:rsid w:val="00522397"/>
    <w:rsid w:val="005235AC"/>
    <w:rsid w:val="0052366A"/>
    <w:rsid w:val="00523CDA"/>
    <w:rsid w:val="00523CED"/>
    <w:rsid w:val="00523D9C"/>
    <w:rsid w:val="00524327"/>
    <w:rsid w:val="00524499"/>
    <w:rsid w:val="00524704"/>
    <w:rsid w:val="00524AB6"/>
    <w:rsid w:val="00524ABC"/>
    <w:rsid w:val="00524F82"/>
    <w:rsid w:val="00525CC7"/>
    <w:rsid w:val="00525CCF"/>
    <w:rsid w:val="0052671B"/>
    <w:rsid w:val="00526817"/>
    <w:rsid w:val="00526FBA"/>
    <w:rsid w:val="00527DDF"/>
    <w:rsid w:val="00527ECD"/>
    <w:rsid w:val="00530A8D"/>
    <w:rsid w:val="00530C33"/>
    <w:rsid w:val="00530E2A"/>
    <w:rsid w:val="0053108A"/>
    <w:rsid w:val="00531956"/>
    <w:rsid w:val="0053197B"/>
    <w:rsid w:val="005320BC"/>
    <w:rsid w:val="00532A97"/>
    <w:rsid w:val="0053383E"/>
    <w:rsid w:val="00534A5B"/>
    <w:rsid w:val="00534E19"/>
    <w:rsid w:val="00537A3E"/>
    <w:rsid w:val="00537AA3"/>
    <w:rsid w:val="00537DA5"/>
    <w:rsid w:val="005400E7"/>
    <w:rsid w:val="005401A5"/>
    <w:rsid w:val="005401B5"/>
    <w:rsid w:val="00540AE4"/>
    <w:rsid w:val="00541253"/>
    <w:rsid w:val="00541613"/>
    <w:rsid w:val="00541C47"/>
    <w:rsid w:val="005425EE"/>
    <w:rsid w:val="0054364B"/>
    <w:rsid w:val="00543D22"/>
    <w:rsid w:val="00543FE8"/>
    <w:rsid w:val="00544975"/>
    <w:rsid w:val="00544E94"/>
    <w:rsid w:val="00545026"/>
    <w:rsid w:val="00545A85"/>
    <w:rsid w:val="005464A3"/>
    <w:rsid w:val="00547362"/>
    <w:rsid w:val="005476D9"/>
    <w:rsid w:val="005479D8"/>
    <w:rsid w:val="00547B00"/>
    <w:rsid w:val="0055068A"/>
    <w:rsid w:val="00550D54"/>
    <w:rsid w:val="00550EB6"/>
    <w:rsid w:val="00550F8E"/>
    <w:rsid w:val="00551255"/>
    <w:rsid w:val="0055129F"/>
    <w:rsid w:val="005520C9"/>
    <w:rsid w:val="00552277"/>
    <w:rsid w:val="00552B72"/>
    <w:rsid w:val="00553112"/>
    <w:rsid w:val="00553999"/>
    <w:rsid w:val="00553E7B"/>
    <w:rsid w:val="005540DE"/>
    <w:rsid w:val="00554E7E"/>
    <w:rsid w:val="00554EC6"/>
    <w:rsid w:val="005551B7"/>
    <w:rsid w:val="00555E28"/>
    <w:rsid w:val="00555E46"/>
    <w:rsid w:val="00556D52"/>
    <w:rsid w:val="00556DA8"/>
    <w:rsid w:val="00556F11"/>
    <w:rsid w:val="005573F7"/>
    <w:rsid w:val="005579E0"/>
    <w:rsid w:val="0056073A"/>
    <w:rsid w:val="0056095C"/>
    <w:rsid w:val="00560D2F"/>
    <w:rsid w:val="005615BD"/>
    <w:rsid w:val="00561E13"/>
    <w:rsid w:val="00562A89"/>
    <w:rsid w:val="0056332E"/>
    <w:rsid w:val="0056356D"/>
    <w:rsid w:val="005641FD"/>
    <w:rsid w:val="005643A2"/>
    <w:rsid w:val="005652DB"/>
    <w:rsid w:val="005656AD"/>
    <w:rsid w:val="00565FAA"/>
    <w:rsid w:val="005660D7"/>
    <w:rsid w:val="00566295"/>
    <w:rsid w:val="00566552"/>
    <w:rsid w:val="00567036"/>
    <w:rsid w:val="00567A35"/>
    <w:rsid w:val="0057114E"/>
    <w:rsid w:val="00571F8D"/>
    <w:rsid w:val="005721B8"/>
    <w:rsid w:val="005729D4"/>
    <w:rsid w:val="00573063"/>
    <w:rsid w:val="0057382D"/>
    <w:rsid w:val="00573BBB"/>
    <w:rsid w:val="00573E31"/>
    <w:rsid w:val="005740E9"/>
    <w:rsid w:val="0057420F"/>
    <w:rsid w:val="00574FE8"/>
    <w:rsid w:val="00575179"/>
    <w:rsid w:val="005753FD"/>
    <w:rsid w:val="0057557D"/>
    <w:rsid w:val="00575836"/>
    <w:rsid w:val="00575938"/>
    <w:rsid w:val="00575B47"/>
    <w:rsid w:val="00575DE5"/>
    <w:rsid w:val="00575F7C"/>
    <w:rsid w:val="0057677A"/>
    <w:rsid w:val="00576A87"/>
    <w:rsid w:val="00576DA6"/>
    <w:rsid w:val="00577506"/>
    <w:rsid w:val="00577AA3"/>
    <w:rsid w:val="00577E24"/>
    <w:rsid w:val="00580F28"/>
    <w:rsid w:val="00582940"/>
    <w:rsid w:val="00583055"/>
    <w:rsid w:val="00583205"/>
    <w:rsid w:val="00583510"/>
    <w:rsid w:val="00583D93"/>
    <w:rsid w:val="005841A9"/>
    <w:rsid w:val="00584C12"/>
    <w:rsid w:val="00584E7C"/>
    <w:rsid w:val="005856F2"/>
    <w:rsid w:val="00585CA3"/>
    <w:rsid w:val="0058638E"/>
    <w:rsid w:val="00586A06"/>
    <w:rsid w:val="005872E3"/>
    <w:rsid w:val="00587471"/>
    <w:rsid w:val="005874AE"/>
    <w:rsid w:val="005876E4"/>
    <w:rsid w:val="00587846"/>
    <w:rsid w:val="00587F55"/>
    <w:rsid w:val="00590072"/>
    <w:rsid w:val="00590B9A"/>
    <w:rsid w:val="00590C3C"/>
    <w:rsid w:val="00591FF3"/>
    <w:rsid w:val="00593050"/>
    <w:rsid w:val="00594338"/>
    <w:rsid w:val="00594761"/>
    <w:rsid w:val="00594ED6"/>
    <w:rsid w:val="00595738"/>
    <w:rsid w:val="005959AB"/>
    <w:rsid w:val="00595F2A"/>
    <w:rsid w:val="00596257"/>
    <w:rsid w:val="005963AD"/>
    <w:rsid w:val="00596486"/>
    <w:rsid w:val="00596648"/>
    <w:rsid w:val="00596F32"/>
    <w:rsid w:val="00597CAB"/>
    <w:rsid w:val="00597DFF"/>
    <w:rsid w:val="005A013D"/>
    <w:rsid w:val="005A058F"/>
    <w:rsid w:val="005A0B02"/>
    <w:rsid w:val="005A1021"/>
    <w:rsid w:val="005A13C8"/>
    <w:rsid w:val="005A1513"/>
    <w:rsid w:val="005A2286"/>
    <w:rsid w:val="005A2683"/>
    <w:rsid w:val="005A271F"/>
    <w:rsid w:val="005A2834"/>
    <w:rsid w:val="005A369A"/>
    <w:rsid w:val="005A38C5"/>
    <w:rsid w:val="005A40B7"/>
    <w:rsid w:val="005A481B"/>
    <w:rsid w:val="005A555A"/>
    <w:rsid w:val="005A6159"/>
    <w:rsid w:val="005A6379"/>
    <w:rsid w:val="005A6574"/>
    <w:rsid w:val="005A6CE3"/>
    <w:rsid w:val="005A71A0"/>
    <w:rsid w:val="005A765F"/>
    <w:rsid w:val="005A7803"/>
    <w:rsid w:val="005A7B8B"/>
    <w:rsid w:val="005A7BFB"/>
    <w:rsid w:val="005B0DAF"/>
    <w:rsid w:val="005B0FB2"/>
    <w:rsid w:val="005B110D"/>
    <w:rsid w:val="005B1932"/>
    <w:rsid w:val="005B1B74"/>
    <w:rsid w:val="005B1EB4"/>
    <w:rsid w:val="005B25C3"/>
    <w:rsid w:val="005B27B3"/>
    <w:rsid w:val="005B33F1"/>
    <w:rsid w:val="005B355C"/>
    <w:rsid w:val="005B4C98"/>
    <w:rsid w:val="005B4F0E"/>
    <w:rsid w:val="005B58C4"/>
    <w:rsid w:val="005B5D46"/>
    <w:rsid w:val="005B5DF4"/>
    <w:rsid w:val="005B6344"/>
    <w:rsid w:val="005B6B40"/>
    <w:rsid w:val="005B6B4D"/>
    <w:rsid w:val="005B78A4"/>
    <w:rsid w:val="005B7C63"/>
    <w:rsid w:val="005C0125"/>
    <w:rsid w:val="005C1315"/>
    <w:rsid w:val="005C17E1"/>
    <w:rsid w:val="005C2367"/>
    <w:rsid w:val="005C24F5"/>
    <w:rsid w:val="005C3785"/>
    <w:rsid w:val="005C385E"/>
    <w:rsid w:val="005C3B8C"/>
    <w:rsid w:val="005C3FAB"/>
    <w:rsid w:val="005C43B7"/>
    <w:rsid w:val="005C476F"/>
    <w:rsid w:val="005C4789"/>
    <w:rsid w:val="005C5F4C"/>
    <w:rsid w:val="005C7760"/>
    <w:rsid w:val="005C7AF6"/>
    <w:rsid w:val="005C7D3D"/>
    <w:rsid w:val="005C7F2D"/>
    <w:rsid w:val="005D053A"/>
    <w:rsid w:val="005D0B01"/>
    <w:rsid w:val="005D0C1B"/>
    <w:rsid w:val="005D0D7D"/>
    <w:rsid w:val="005D13B8"/>
    <w:rsid w:val="005D1DE2"/>
    <w:rsid w:val="005D1E87"/>
    <w:rsid w:val="005D1FA3"/>
    <w:rsid w:val="005D265B"/>
    <w:rsid w:val="005D2816"/>
    <w:rsid w:val="005D2A38"/>
    <w:rsid w:val="005D3ABE"/>
    <w:rsid w:val="005D3D89"/>
    <w:rsid w:val="005D41FE"/>
    <w:rsid w:val="005D4B50"/>
    <w:rsid w:val="005D4EFF"/>
    <w:rsid w:val="005D4F52"/>
    <w:rsid w:val="005D510F"/>
    <w:rsid w:val="005D546E"/>
    <w:rsid w:val="005D57CA"/>
    <w:rsid w:val="005D5D84"/>
    <w:rsid w:val="005D62A2"/>
    <w:rsid w:val="005D65A9"/>
    <w:rsid w:val="005D6660"/>
    <w:rsid w:val="005D79EF"/>
    <w:rsid w:val="005E01A9"/>
    <w:rsid w:val="005E09B8"/>
    <w:rsid w:val="005E0E12"/>
    <w:rsid w:val="005E1378"/>
    <w:rsid w:val="005E213C"/>
    <w:rsid w:val="005E2DF6"/>
    <w:rsid w:val="005E318D"/>
    <w:rsid w:val="005E3684"/>
    <w:rsid w:val="005E477F"/>
    <w:rsid w:val="005E538A"/>
    <w:rsid w:val="005E6D50"/>
    <w:rsid w:val="005E73DD"/>
    <w:rsid w:val="005E7535"/>
    <w:rsid w:val="005F1078"/>
    <w:rsid w:val="005F148C"/>
    <w:rsid w:val="005F1657"/>
    <w:rsid w:val="005F1880"/>
    <w:rsid w:val="005F1A79"/>
    <w:rsid w:val="005F1F77"/>
    <w:rsid w:val="005F3731"/>
    <w:rsid w:val="005F3E54"/>
    <w:rsid w:val="005F405D"/>
    <w:rsid w:val="005F4107"/>
    <w:rsid w:val="005F431C"/>
    <w:rsid w:val="005F43F3"/>
    <w:rsid w:val="005F4A1F"/>
    <w:rsid w:val="005F58F8"/>
    <w:rsid w:val="005F63AA"/>
    <w:rsid w:val="005F6F04"/>
    <w:rsid w:val="005F7088"/>
    <w:rsid w:val="005F743A"/>
    <w:rsid w:val="005F7F83"/>
    <w:rsid w:val="00600D1F"/>
    <w:rsid w:val="006013F4"/>
    <w:rsid w:val="006015FE"/>
    <w:rsid w:val="006022FC"/>
    <w:rsid w:val="00602D1E"/>
    <w:rsid w:val="00603E81"/>
    <w:rsid w:val="00604BE6"/>
    <w:rsid w:val="006050A1"/>
    <w:rsid w:val="00605A09"/>
    <w:rsid w:val="00605F87"/>
    <w:rsid w:val="00606CF0"/>
    <w:rsid w:val="00607D02"/>
    <w:rsid w:val="00607D62"/>
    <w:rsid w:val="00610000"/>
    <w:rsid w:val="006100B0"/>
    <w:rsid w:val="006102EF"/>
    <w:rsid w:val="0061045E"/>
    <w:rsid w:val="00610694"/>
    <w:rsid w:val="0061071E"/>
    <w:rsid w:val="006117EE"/>
    <w:rsid w:val="0061181E"/>
    <w:rsid w:val="006118CD"/>
    <w:rsid w:val="006123B8"/>
    <w:rsid w:val="00612452"/>
    <w:rsid w:val="00613264"/>
    <w:rsid w:val="00613461"/>
    <w:rsid w:val="00613A32"/>
    <w:rsid w:val="0061450B"/>
    <w:rsid w:val="00614944"/>
    <w:rsid w:val="00616482"/>
    <w:rsid w:val="00616742"/>
    <w:rsid w:val="006173E1"/>
    <w:rsid w:val="006173EF"/>
    <w:rsid w:val="006175BF"/>
    <w:rsid w:val="00617694"/>
    <w:rsid w:val="0062057D"/>
    <w:rsid w:val="0062067B"/>
    <w:rsid w:val="0062091F"/>
    <w:rsid w:val="006209BB"/>
    <w:rsid w:val="00620C9D"/>
    <w:rsid w:val="00621222"/>
    <w:rsid w:val="00621445"/>
    <w:rsid w:val="00621F71"/>
    <w:rsid w:val="00622037"/>
    <w:rsid w:val="00622263"/>
    <w:rsid w:val="0062323B"/>
    <w:rsid w:val="00623916"/>
    <w:rsid w:val="00623D16"/>
    <w:rsid w:val="00623FD7"/>
    <w:rsid w:val="0062473F"/>
    <w:rsid w:val="006257B3"/>
    <w:rsid w:val="00626187"/>
    <w:rsid w:val="006267EC"/>
    <w:rsid w:val="00626EE5"/>
    <w:rsid w:val="0062726E"/>
    <w:rsid w:val="00630018"/>
    <w:rsid w:val="00630A19"/>
    <w:rsid w:val="00630F8E"/>
    <w:rsid w:val="00631160"/>
    <w:rsid w:val="0063120B"/>
    <w:rsid w:val="006313B9"/>
    <w:rsid w:val="006316C6"/>
    <w:rsid w:val="0063328D"/>
    <w:rsid w:val="00633C3B"/>
    <w:rsid w:val="00635070"/>
    <w:rsid w:val="00635375"/>
    <w:rsid w:val="00635E81"/>
    <w:rsid w:val="006370F0"/>
    <w:rsid w:val="006400B2"/>
    <w:rsid w:val="00640103"/>
    <w:rsid w:val="006401E6"/>
    <w:rsid w:val="006406A8"/>
    <w:rsid w:val="00640B89"/>
    <w:rsid w:val="00640BB0"/>
    <w:rsid w:val="0064129B"/>
    <w:rsid w:val="00641985"/>
    <w:rsid w:val="00641C1C"/>
    <w:rsid w:val="00641DDD"/>
    <w:rsid w:val="00642F19"/>
    <w:rsid w:val="00642FE2"/>
    <w:rsid w:val="006432DD"/>
    <w:rsid w:val="0064500E"/>
    <w:rsid w:val="00645169"/>
    <w:rsid w:val="0064568C"/>
    <w:rsid w:val="0064584A"/>
    <w:rsid w:val="006469C9"/>
    <w:rsid w:val="00647683"/>
    <w:rsid w:val="00647CCA"/>
    <w:rsid w:val="00647D9A"/>
    <w:rsid w:val="006502E4"/>
    <w:rsid w:val="00650769"/>
    <w:rsid w:val="00651098"/>
    <w:rsid w:val="006512F0"/>
    <w:rsid w:val="00651C68"/>
    <w:rsid w:val="006541B2"/>
    <w:rsid w:val="00654344"/>
    <w:rsid w:val="00654AF6"/>
    <w:rsid w:val="00655A8C"/>
    <w:rsid w:val="0065657C"/>
    <w:rsid w:val="00656685"/>
    <w:rsid w:val="006570E9"/>
    <w:rsid w:val="006572AF"/>
    <w:rsid w:val="00657368"/>
    <w:rsid w:val="00657E91"/>
    <w:rsid w:val="0066020D"/>
    <w:rsid w:val="00660508"/>
    <w:rsid w:val="0066084C"/>
    <w:rsid w:val="006608C6"/>
    <w:rsid w:val="0066142F"/>
    <w:rsid w:val="006622E7"/>
    <w:rsid w:val="00662A39"/>
    <w:rsid w:val="0066396E"/>
    <w:rsid w:val="0066514A"/>
    <w:rsid w:val="0066661D"/>
    <w:rsid w:val="00666C14"/>
    <w:rsid w:val="00666C65"/>
    <w:rsid w:val="00666CE1"/>
    <w:rsid w:val="00667518"/>
    <w:rsid w:val="00667BBE"/>
    <w:rsid w:val="0067046C"/>
    <w:rsid w:val="006706B5"/>
    <w:rsid w:val="00671608"/>
    <w:rsid w:val="0067206B"/>
    <w:rsid w:val="00672526"/>
    <w:rsid w:val="00672DF5"/>
    <w:rsid w:val="00673B8C"/>
    <w:rsid w:val="00673BF5"/>
    <w:rsid w:val="00673DF5"/>
    <w:rsid w:val="0067470D"/>
    <w:rsid w:val="00674CD5"/>
    <w:rsid w:val="00675344"/>
    <w:rsid w:val="00675999"/>
    <w:rsid w:val="0067607D"/>
    <w:rsid w:val="006768E0"/>
    <w:rsid w:val="0067784C"/>
    <w:rsid w:val="006802CD"/>
    <w:rsid w:val="00680747"/>
    <w:rsid w:val="00681282"/>
    <w:rsid w:val="006814D1"/>
    <w:rsid w:val="006817D5"/>
    <w:rsid w:val="006819B7"/>
    <w:rsid w:val="00682A6F"/>
    <w:rsid w:val="00682E49"/>
    <w:rsid w:val="00682E91"/>
    <w:rsid w:val="006844D4"/>
    <w:rsid w:val="00684707"/>
    <w:rsid w:val="00684A72"/>
    <w:rsid w:val="00684BB5"/>
    <w:rsid w:val="00684CE2"/>
    <w:rsid w:val="006853B0"/>
    <w:rsid w:val="0068639A"/>
    <w:rsid w:val="00690182"/>
    <w:rsid w:val="00690252"/>
    <w:rsid w:val="00690A72"/>
    <w:rsid w:val="00690E38"/>
    <w:rsid w:val="006913EC"/>
    <w:rsid w:val="0069183F"/>
    <w:rsid w:val="00692C4C"/>
    <w:rsid w:val="00692F88"/>
    <w:rsid w:val="0069324E"/>
    <w:rsid w:val="00693297"/>
    <w:rsid w:val="00693ABC"/>
    <w:rsid w:val="00695411"/>
    <w:rsid w:val="0069673D"/>
    <w:rsid w:val="00696A89"/>
    <w:rsid w:val="00697BFF"/>
    <w:rsid w:val="006A0C2D"/>
    <w:rsid w:val="006A0DCD"/>
    <w:rsid w:val="006A145F"/>
    <w:rsid w:val="006A1741"/>
    <w:rsid w:val="006A18CF"/>
    <w:rsid w:val="006A1922"/>
    <w:rsid w:val="006A2FB5"/>
    <w:rsid w:val="006A2FB9"/>
    <w:rsid w:val="006A3D0A"/>
    <w:rsid w:val="006A3EB0"/>
    <w:rsid w:val="006A466D"/>
    <w:rsid w:val="006A46DF"/>
    <w:rsid w:val="006A4B0F"/>
    <w:rsid w:val="006A4C7B"/>
    <w:rsid w:val="006A4DC3"/>
    <w:rsid w:val="006A4E1B"/>
    <w:rsid w:val="006A4F96"/>
    <w:rsid w:val="006A5548"/>
    <w:rsid w:val="006A5660"/>
    <w:rsid w:val="006A65CE"/>
    <w:rsid w:val="006A6A74"/>
    <w:rsid w:val="006A6FD9"/>
    <w:rsid w:val="006A748A"/>
    <w:rsid w:val="006A7FCE"/>
    <w:rsid w:val="006B03C4"/>
    <w:rsid w:val="006B1BE0"/>
    <w:rsid w:val="006B2DFB"/>
    <w:rsid w:val="006B353B"/>
    <w:rsid w:val="006B37D2"/>
    <w:rsid w:val="006B385B"/>
    <w:rsid w:val="006B39C2"/>
    <w:rsid w:val="006B3C24"/>
    <w:rsid w:val="006B3DF7"/>
    <w:rsid w:val="006B4425"/>
    <w:rsid w:val="006B443A"/>
    <w:rsid w:val="006B4712"/>
    <w:rsid w:val="006B5FEC"/>
    <w:rsid w:val="006B6989"/>
    <w:rsid w:val="006B7587"/>
    <w:rsid w:val="006B78E1"/>
    <w:rsid w:val="006C00C7"/>
    <w:rsid w:val="006C03CC"/>
    <w:rsid w:val="006C0822"/>
    <w:rsid w:val="006C08CE"/>
    <w:rsid w:val="006C134C"/>
    <w:rsid w:val="006C16D4"/>
    <w:rsid w:val="006C34EC"/>
    <w:rsid w:val="006C3883"/>
    <w:rsid w:val="006C3A6C"/>
    <w:rsid w:val="006C3EE3"/>
    <w:rsid w:val="006C409A"/>
    <w:rsid w:val="006C483E"/>
    <w:rsid w:val="006C5D30"/>
    <w:rsid w:val="006C6147"/>
    <w:rsid w:val="006C6DC1"/>
    <w:rsid w:val="006C6E78"/>
    <w:rsid w:val="006C6EF9"/>
    <w:rsid w:val="006C7AF2"/>
    <w:rsid w:val="006D0666"/>
    <w:rsid w:val="006D0ED4"/>
    <w:rsid w:val="006D12FA"/>
    <w:rsid w:val="006D15C9"/>
    <w:rsid w:val="006D16E7"/>
    <w:rsid w:val="006D1F1D"/>
    <w:rsid w:val="006D219E"/>
    <w:rsid w:val="006D21DC"/>
    <w:rsid w:val="006D27E6"/>
    <w:rsid w:val="006D3743"/>
    <w:rsid w:val="006D3825"/>
    <w:rsid w:val="006D3A3D"/>
    <w:rsid w:val="006D4094"/>
    <w:rsid w:val="006D4CE1"/>
    <w:rsid w:val="006D4D79"/>
    <w:rsid w:val="006D58BE"/>
    <w:rsid w:val="006D600D"/>
    <w:rsid w:val="006D605D"/>
    <w:rsid w:val="006D60E6"/>
    <w:rsid w:val="006D646F"/>
    <w:rsid w:val="006E046A"/>
    <w:rsid w:val="006E0B06"/>
    <w:rsid w:val="006E132F"/>
    <w:rsid w:val="006E196C"/>
    <w:rsid w:val="006E1E5B"/>
    <w:rsid w:val="006E1E72"/>
    <w:rsid w:val="006E20FA"/>
    <w:rsid w:val="006E2140"/>
    <w:rsid w:val="006E27E9"/>
    <w:rsid w:val="006E2A3E"/>
    <w:rsid w:val="006E2BAB"/>
    <w:rsid w:val="006E2E0A"/>
    <w:rsid w:val="006E3DDF"/>
    <w:rsid w:val="006E4DB8"/>
    <w:rsid w:val="006E5676"/>
    <w:rsid w:val="006E5B80"/>
    <w:rsid w:val="006E6104"/>
    <w:rsid w:val="006E7184"/>
    <w:rsid w:val="006E75EF"/>
    <w:rsid w:val="006F07EC"/>
    <w:rsid w:val="006F0C02"/>
    <w:rsid w:val="006F0E5C"/>
    <w:rsid w:val="006F22AC"/>
    <w:rsid w:val="006F28DA"/>
    <w:rsid w:val="006F48FC"/>
    <w:rsid w:val="006F50D3"/>
    <w:rsid w:val="006F52B2"/>
    <w:rsid w:val="006F5D1C"/>
    <w:rsid w:val="006F60C5"/>
    <w:rsid w:val="006F61D7"/>
    <w:rsid w:val="006F65AD"/>
    <w:rsid w:val="006F6852"/>
    <w:rsid w:val="006F7ADF"/>
    <w:rsid w:val="0070022C"/>
    <w:rsid w:val="00700509"/>
    <w:rsid w:val="00700631"/>
    <w:rsid w:val="00700976"/>
    <w:rsid w:val="00700E73"/>
    <w:rsid w:val="00700FE0"/>
    <w:rsid w:val="007027F5"/>
    <w:rsid w:val="00702C16"/>
    <w:rsid w:val="00703528"/>
    <w:rsid w:val="007039CC"/>
    <w:rsid w:val="007047CB"/>
    <w:rsid w:val="00704C18"/>
    <w:rsid w:val="00704CDB"/>
    <w:rsid w:val="00704EE1"/>
    <w:rsid w:val="00705358"/>
    <w:rsid w:val="007054F6"/>
    <w:rsid w:val="0070571D"/>
    <w:rsid w:val="007058BA"/>
    <w:rsid w:val="00705C98"/>
    <w:rsid w:val="00705E52"/>
    <w:rsid w:val="00705E56"/>
    <w:rsid w:val="0071203D"/>
    <w:rsid w:val="00712149"/>
    <w:rsid w:val="00712635"/>
    <w:rsid w:val="00712739"/>
    <w:rsid w:val="0071325A"/>
    <w:rsid w:val="00713610"/>
    <w:rsid w:val="00713736"/>
    <w:rsid w:val="00713D71"/>
    <w:rsid w:val="00714212"/>
    <w:rsid w:val="00714288"/>
    <w:rsid w:val="00714AC0"/>
    <w:rsid w:val="0071513F"/>
    <w:rsid w:val="0071537F"/>
    <w:rsid w:val="00715610"/>
    <w:rsid w:val="007164D9"/>
    <w:rsid w:val="007166DB"/>
    <w:rsid w:val="007176F0"/>
    <w:rsid w:val="007212B4"/>
    <w:rsid w:val="00721BB8"/>
    <w:rsid w:val="00722787"/>
    <w:rsid w:val="00722842"/>
    <w:rsid w:val="00722969"/>
    <w:rsid w:val="007229FE"/>
    <w:rsid w:val="007230A4"/>
    <w:rsid w:val="0072525A"/>
    <w:rsid w:val="00725BC5"/>
    <w:rsid w:val="00726244"/>
    <w:rsid w:val="00726353"/>
    <w:rsid w:val="00726717"/>
    <w:rsid w:val="00726E6D"/>
    <w:rsid w:val="007271D6"/>
    <w:rsid w:val="0072755C"/>
    <w:rsid w:val="00727E31"/>
    <w:rsid w:val="00730BAB"/>
    <w:rsid w:val="00731BEB"/>
    <w:rsid w:val="00731F99"/>
    <w:rsid w:val="00732037"/>
    <w:rsid w:val="007323AD"/>
    <w:rsid w:val="00732D02"/>
    <w:rsid w:val="00733390"/>
    <w:rsid w:val="0073426D"/>
    <w:rsid w:val="00734DAE"/>
    <w:rsid w:val="0073501D"/>
    <w:rsid w:val="00735742"/>
    <w:rsid w:val="0073581F"/>
    <w:rsid w:val="007364CE"/>
    <w:rsid w:val="007369C6"/>
    <w:rsid w:val="00740178"/>
    <w:rsid w:val="00741748"/>
    <w:rsid w:val="00742CB9"/>
    <w:rsid w:val="007430B4"/>
    <w:rsid w:val="00743C7C"/>
    <w:rsid w:val="00744432"/>
    <w:rsid w:val="007445B3"/>
    <w:rsid w:val="00744C00"/>
    <w:rsid w:val="00744F77"/>
    <w:rsid w:val="00745053"/>
    <w:rsid w:val="007450DE"/>
    <w:rsid w:val="007454B9"/>
    <w:rsid w:val="00745AA3"/>
    <w:rsid w:val="00747500"/>
    <w:rsid w:val="007478C2"/>
    <w:rsid w:val="0075032B"/>
    <w:rsid w:val="00750D00"/>
    <w:rsid w:val="00750F11"/>
    <w:rsid w:val="00750F7A"/>
    <w:rsid w:val="00751515"/>
    <w:rsid w:val="007515A6"/>
    <w:rsid w:val="00751DBF"/>
    <w:rsid w:val="00752E73"/>
    <w:rsid w:val="00753D1C"/>
    <w:rsid w:val="0075505A"/>
    <w:rsid w:val="00755485"/>
    <w:rsid w:val="007557F4"/>
    <w:rsid w:val="00755A32"/>
    <w:rsid w:val="00756765"/>
    <w:rsid w:val="00756E16"/>
    <w:rsid w:val="00756E6A"/>
    <w:rsid w:val="00757505"/>
    <w:rsid w:val="00757DAD"/>
    <w:rsid w:val="00760147"/>
    <w:rsid w:val="00760201"/>
    <w:rsid w:val="00761675"/>
    <w:rsid w:val="0076182D"/>
    <w:rsid w:val="0076415C"/>
    <w:rsid w:val="007652AD"/>
    <w:rsid w:val="00765BB9"/>
    <w:rsid w:val="00766375"/>
    <w:rsid w:val="00766538"/>
    <w:rsid w:val="00766561"/>
    <w:rsid w:val="00767B0F"/>
    <w:rsid w:val="00767DAC"/>
    <w:rsid w:val="007705AA"/>
    <w:rsid w:val="00770934"/>
    <w:rsid w:val="00770D51"/>
    <w:rsid w:val="00771114"/>
    <w:rsid w:val="007717B4"/>
    <w:rsid w:val="007718C3"/>
    <w:rsid w:val="007720CD"/>
    <w:rsid w:val="007720DE"/>
    <w:rsid w:val="007729C2"/>
    <w:rsid w:val="00772A14"/>
    <w:rsid w:val="00772F2A"/>
    <w:rsid w:val="00774D14"/>
    <w:rsid w:val="007754C2"/>
    <w:rsid w:val="007754D4"/>
    <w:rsid w:val="00775B18"/>
    <w:rsid w:val="00775B7B"/>
    <w:rsid w:val="007767E7"/>
    <w:rsid w:val="00776AFE"/>
    <w:rsid w:val="00776C97"/>
    <w:rsid w:val="007770F6"/>
    <w:rsid w:val="00777691"/>
    <w:rsid w:val="007809A5"/>
    <w:rsid w:val="00781320"/>
    <w:rsid w:val="00781EBB"/>
    <w:rsid w:val="00781EE7"/>
    <w:rsid w:val="007828B7"/>
    <w:rsid w:val="007828C2"/>
    <w:rsid w:val="0078293A"/>
    <w:rsid w:val="007831BD"/>
    <w:rsid w:val="00783250"/>
    <w:rsid w:val="0078341C"/>
    <w:rsid w:val="00783E3D"/>
    <w:rsid w:val="007862B0"/>
    <w:rsid w:val="00786CBC"/>
    <w:rsid w:val="00787153"/>
    <w:rsid w:val="007874CD"/>
    <w:rsid w:val="00787571"/>
    <w:rsid w:val="007878BE"/>
    <w:rsid w:val="00791B17"/>
    <w:rsid w:val="007920AD"/>
    <w:rsid w:val="007921DF"/>
    <w:rsid w:val="00792C1F"/>
    <w:rsid w:val="00792DAC"/>
    <w:rsid w:val="0079341A"/>
    <w:rsid w:val="007938C8"/>
    <w:rsid w:val="00793968"/>
    <w:rsid w:val="00794493"/>
    <w:rsid w:val="00794C3B"/>
    <w:rsid w:val="007952AB"/>
    <w:rsid w:val="0079548C"/>
    <w:rsid w:val="007958AB"/>
    <w:rsid w:val="00796AEE"/>
    <w:rsid w:val="007977EE"/>
    <w:rsid w:val="007A0243"/>
    <w:rsid w:val="007A0944"/>
    <w:rsid w:val="007A09AC"/>
    <w:rsid w:val="007A116C"/>
    <w:rsid w:val="007A1C79"/>
    <w:rsid w:val="007A1D84"/>
    <w:rsid w:val="007A2876"/>
    <w:rsid w:val="007A2936"/>
    <w:rsid w:val="007A2DBE"/>
    <w:rsid w:val="007A2F0A"/>
    <w:rsid w:val="007A2F3C"/>
    <w:rsid w:val="007A3193"/>
    <w:rsid w:val="007A3C0E"/>
    <w:rsid w:val="007A4662"/>
    <w:rsid w:val="007A46B0"/>
    <w:rsid w:val="007A56D4"/>
    <w:rsid w:val="007A6521"/>
    <w:rsid w:val="007A68B3"/>
    <w:rsid w:val="007B1180"/>
    <w:rsid w:val="007B207C"/>
    <w:rsid w:val="007B27B6"/>
    <w:rsid w:val="007B2894"/>
    <w:rsid w:val="007B2A17"/>
    <w:rsid w:val="007B30B5"/>
    <w:rsid w:val="007B355C"/>
    <w:rsid w:val="007B3F8C"/>
    <w:rsid w:val="007B5068"/>
    <w:rsid w:val="007B5921"/>
    <w:rsid w:val="007B6BBB"/>
    <w:rsid w:val="007B7410"/>
    <w:rsid w:val="007B7746"/>
    <w:rsid w:val="007C0435"/>
    <w:rsid w:val="007C06FF"/>
    <w:rsid w:val="007C0723"/>
    <w:rsid w:val="007C0DB2"/>
    <w:rsid w:val="007C1BCC"/>
    <w:rsid w:val="007C2209"/>
    <w:rsid w:val="007C24A9"/>
    <w:rsid w:val="007C343C"/>
    <w:rsid w:val="007C348C"/>
    <w:rsid w:val="007C4415"/>
    <w:rsid w:val="007C47C0"/>
    <w:rsid w:val="007C4BBC"/>
    <w:rsid w:val="007C4C20"/>
    <w:rsid w:val="007C4FEC"/>
    <w:rsid w:val="007C5271"/>
    <w:rsid w:val="007C5345"/>
    <w:rsid w:val="007C65BF"/>
    <w:rsid w:val="007C6758"/>
    <w:rsid w:val="007C7172"/>
    <w:rsid w:val="007C75F1"/>
    <w:rsid w:val="007D0271"/>
    <w:rsid w:val="007D08A7"/>
    <w:rsid w:val="007D42BB"/>
    <w:rsid w:val="007D5F48"/>
    <w:rsid w:val="007D723D"/>
    <w:rsid w:val="007E071B"/>
    <w:rsid w:val="007E0970"/>
    <w:rsid w:val="007E0A4A"/>
    <w:rsid w:val="007E0B82"/>
    <w:rsid w:val="007E239A"/>
    <w:rsid w:val="007E343E"/>
    <w:rsid w:val="007E43CE"/>
    <w:rsid w:val="007E4C81"/>
    <w:rsid w:val="007E4E15"/>
    <w:rsid w:val="007E51B4"/>
    <w:rsid w:val="007E57D7"/>
    <w:rsid w:val="007E6A48"/>
    <w:rsid w:val="007E6ADB"/>
    <w:rsid w:val="007E7861"/>
    <w:rsid w:val="007E7C4F"/>
    <w:rsid w:val="007E7FD9"/>
    <w:rsid w:val="007F0D60"/>
    <w:rsid w:val="007F0E71"/>
    <w:rsid w:val="007F1115"/>
    <w:rsid w:val="007F1580"/>
    <w:rsid w:val="007F1954"/>
    <w:rsid w:val="007F26EF"/>
    <w:rsid w:val="007F28C3"/>
    <w:rsid w:val="007F2BAB"/>
    <w:rsid w:val="007F318D"/>
    <w:rsid w:val="007F36B3"/>
    <w:rsid w:val="007F3823"/>
    <w:rsid w:val="007F3E94"/>
    <w:rsid w:val="007F421A"/>
    <w:rsid w:val="007F46E1"/>
    <w:rsid w:val="007F4C8A"/>
    <w:rsid w:val="007F519A"/>
    <w:rsid w:val="007F5242"/>
    <w:rsid w:val="007F5367"/>
    <w:rsid w:val="007F5422"/>
    <w:rsid w:val="007F5951"/>
    <w:rsid w:val="007F6638"/>
    <w:rsid w:val="007F6C5C"/>
    <w:rsid w:val="007F70C2"/>
    <w:rsid w:val="007F787A"/>
    <w:rsid w:val="0080007B"/>
    <w:rsid w:val="008006C0"/>
    <w:rsid w:val="00800723"/>
    <w:rsid w:val="00800BCE"/>
    <w:rsid w:val="008013A6"/>
    <w:rsid w:val="008014CB"/>
    <w:rsid w:val="00801869"/>
    <w:rsid w:val="008018B3"/>
    <w:rsid w:val="008020CD"/>
    <w:rsid w:val="008026AD"/>
    <w:rsid w:val="00803161"/>
    <w:rsid w:val="008032D6"/>
    <w:rsid w:val="00803400"/>
    <w:rsid w:val="0080602E"/>
    <w:rsid w:val="00806CCE"/>
    <w:rsid w:val="00807086"/>
    <w:rsid w:val="0080719B"/>
    <w:rsid w:val="00807C56"/>
    <w:rsid w:val="008104AB"/>
    <w:rsid w:val="00810685"/>
    <w:rsid w:val="00810A91"/>
    <w:rsid w:val="00811277"/>
    <w:rsid w:val="00811896"/>
    <w:rsid w:val="00811CA1"/>
    <w:rsid w:val="00812439"/>
    <w:rsid w:val="0081254B"/>
    <w:rsid w:val="0081347E"/>
    <w:rsid w:val="00813705"/>
    <w:rsid w:val="008137FC"/>
    <w:rsid w:val="00813B59"/>
    <w:rsid w:val="00814A0D"/>
    <w:rsid w:val="00814F38"/>
    <w:rsid w:val="00816056"/>
    <w:rsid w:val="008171CF"/>
    <w:rsid w:val="008203E3"/>
    <w:rsid w:val="0082173C"/>
    <w:rsid w:val="00821E82"/>
    <w:rsid w:val="00822FDF"/>
    <w:rsid w:val="00823E05"/>
    <w:rsid w:val="00824AC1"/>
    <w:rsid w:val="008251B4"/>
    <w:rsid w:val="008263E3"/>
    <w:rsid w:val="00826A76"/>
    <w:rsid w:val="00827259"/>
    <w:rsid w:val="008308B6"/>
    <w:rsid w:val="008308CA"/>
    <w:rsid w:val="008318C1"/>
    <w:rsid w:val="008328D0"/>
    <w:rsid w:val="00833E37"/>
    <w:rsid w:val="008341E3"/>
    <w:rsid w:val="008356C8"/>
    <w:rsid w:val="0083573F"/>
    <w:rsid w:val="00836366"/>
    <w:rsid w:val="008364CD"/>
    <w:rsid w:val="00836F8C"/>
    <w:rsid w:val="00837291"/>
    <w:rsid w:val="00837369"/>
    <w:rsid w:val="00837B60"/>
    <w:rsid w:val="00837DEE"/>
    <w:rsid w:val="00840134"/>
    <w:rsid w:val="008406CE"/>
    <w:rsid w:val="00840C30"/>
    <w:rsid w:val="00840ED3"/>
    <w:rsid w:val="0084134F"/>
    <w:rsid w:val="0084247B"/>
    <w:rsid w:val="00842572"/>
    <w:rsid w:val="00842751"/>
    <w:rsid w:val="00843156"/>
    <w:rsid w:val="008437D7"/>
    <w:rsid w:val="00844802"/>
    <w:rsid w:val="00845891"/>
    <w:rsid w:val="00845F39"/>
    <w:rsid w:val="00846510"/>
    <w:rsid w:val="0084684B"/>
    <w:rsid w:val="008476A2"/>
    <w:rsid w:val="008477BC"/>
    <w:rsid w:val="0084797E"/>
    <w:rsid w:val="00847E09"/>
    <w:rsid w:val="00850355"/>
    <w:rsid w:val="00850C5C"/>
    <w:rsid w:val="008511EB"/>
    <w:rsid w:val="0085142C"/>
    <w:rsid w:val="0085155C"/>
    <w:rsid w:val="00852B72"/>
    <w:rsid w:val="0085395C"/>
    <w:rsid w:val="00854418"/>
    <w:rsid w:val="00854E36"/>
    <w:rsid w:val="00854E37"/>
    <w:rsid w:val="00855FBD"/>
    <w:rsid w:val="008561EC"/>
    <w:rsid w:val="00856665"/>
    <w:rsid w:val="00856CAB"/>
    <w:rsid w:val="00857309"/>
    <w:rsid w:val="00857851"/>
    <w:rsid w:val="00857C41"/>
    <w:rsid w:val="00860AE5"/>
    <w:rsid w:val="00862E4B"/>
    <w:rsid w:val="0086301E"/>
    <w:rsid w:val="008632BB"/>
    <w:rsid w:val="008632BD"/>
    <w:rsid w:val="00863739"/>
    <w:rsid w:val="00863D22"/>
    <w:rsid w:val="00863ECC"/>
    <w:rsid w:val="00864FCC"/>
    <w:rsid w:val="008655DB"/>
    <w:rsid w:val="0086567D"/>
    <w:rsid w:val="008657C3"/>
    <w:rsid w:val="008673C6"/>
    <w:rsid w:val="00867B64"/>
    <w:rsid w:val="00867C78"/>
    <w:rsid w:val="00870513"/>
    <w:rsid w:val="00870585"/>
    <w:rsid w:val="00871095"/>
    <w:rsid w:val="008710B4"/>
    <w:rsid w:val="0087140B"/>
    <w:rsid w:val="008716C9"/>
    <w:rsid w:val="00872175"/>
    <w:rsid w:val="00872394"/>
    <w:rsid w:val="00872CF6"/>
    <w:rsid w:val="008736FF"/>
    <w:rsid w:val="00873B68"/>
    <w:rsid w:val="00874300"/>
    <w:rsid w:val="00876A60"/>
    <w:rsid w:val="0087783D"/>
    <w:rsid w:val="00881198"/>
    <w:rsid w:val="00881958"/>
    <w:rsid w:val="00881CAE"/>
    <w:rsid w:val="008824DC"/>
    <w:rsid w:val="0088414D"/>
    <w:rsid w:val="008849A1"/>
    <w:rsid w:val="00885290"/>
    <w:rsid w:val="0088563A"/>
    <w:rsid w:val="00885B86"/>
    <w:rsid w:val="00885D5C"/>
    <w:rsid w:val="00885FCA"/>
    <w:rsid w:val="00886D0A"/>
    <w:rsid w:val="00887039"/>
    <w:rsid w:val="00887966"/>
    <w:rsid w:val="00887C3E"/>
    <w:rsid w:val="008902BE"/>
    <w:rsid w:val="008906F0"/>
    <w:rsid w:val="00890D0A"/>
    <w:rsid w:val="00892D7B"/>
    <w:rsid w:val="008935F3"/>
    <w:rsid w:val="00893E99"/>
    <w:rsid w:val="0089491A"/>
    <w:rsid w:val="00894A04"/>
    <w:rsid w:val="008955BB"/>
    <w:rsid w:val="00895BE6"/>
    <w:rsid w:val="00895F6D"/>
    <w:rsid w:val="008969DC"/>
    <w:rsid w:val="00896B1B"/>
    <w:rsid w:val="00896B96"/>
    <w:rsid w:val="00896C59"/>
    <w:rsid w:val="00896E26"/>
    <w:rsid w:val="008973CC"/>
    <w:rsid w:val="008976CC"/>
    <w:rsid w:val="00897C1D"/>
    <w:rsid w:val="008A0102"/>
    <w:rsid w:val="008A0B52"/>
    <w:rsid w:val="008A10B3"/>
    <w:rsid w:val="008A164F"/>
    <w:rsid w:val="008A1AFD"/>
    <w:rsid w:val="008A2A88"/>
    <w:rsid w:val="008A2DF3"/>
    <w:rsid w:val="008A355D"/>
    <w:rsid w:val="008A375B"/>
    <w:rsid w:val="008A38DD"/>
    <w:rsid w:val="008A3C6E"/>
    <w:rsid w:val="008A404D"/>
    <w:rsid w:val="008A4064"/>
    <w:rsid w:val="008A43BF"/>
    <w:rsid w:val="008A476C"/>
    <w:rsid w:val="008A57FA"/>
    <w:rsid w:val="008A5816"/>
    <w:rsid w:val="008A5A97"/>
    <w:rsid w:val="008A5C2B"/>
    <w:rsid w:val="008A6348"/>
    <w:rsid w:val="008A63F2"/>
    <w:rsid w:val="008A67EF"/>
    <w:rsid w:val="008A6877"/>
    <w:rsid w:val="008A6E4B"/>
    <w:rsid w:val="008B07A5"/>
    <w:rsid w:val="008B0AAE"/>
    <w:rsid w:val="008B19F2"/>
    <w:rsid w:val="008B2053"/>
    <w:rsid w:val="008B221D"/>
    <w:rsid w:val="008B258C"/>
    <w:rsid w:val="008B26D8"/>
    <w:rsid w:val="008B3544"/>
    <w:rsid w:val="008B4240"/>
    <w:rsid w:val="008B464F"/>
    <w:rsid w:val="008B4753"/>
    <w:rsid w:val="008B4E6D"/>
    <w:rsid w:val="008B58EA"/>
    <w:rsid w:val="008B5E80"/>
    <w:rsid w:val="008B66A0"/>
    <w:rsid w:val="008B6794"/>
    <w:rsid w:val="008B6D44"/>
    <w:rsid w:val="008B6F3A"/>
    <w:rsid w:val="008B78BE"/>
    <w:rsid w:val="008B7D24"/>
    <w:rsid w:val="008C0220"/>
    <w:rsid w:val="008C0A15"/>
    <w:rsid w:val="008C0D37"/>
    <w:rsid w:val="008C0E2B"/>
    <w:rsid w:val="008C1E85"/>
    <w:rsid w:val="008C403E"/>
    <w:rsid w:val="008C4AF3"/>
    <w:rsid w:val="008C54ED"/>
    <w:rsid w:val="008C5F8D"/>
    <w:rsid w:val="008C66C6"/>
    <w:rsid w:val="008C69B3"/>
    <w:rsid w:val="008C711C"/>
    <w:rsid w:val="008C762D"/>
    <w:rsid w:val="008C77BC"/>
    <w:rsid w:val="008C786D"/>
    <w:rsid w:val="008D0182"/>
    <w:rsid w:val="008D0B5E"/>
    <w:rsid w:val="008D0CDC"/>
    <w:rsid w:val="008D0F02"/>
    <w:rsid w:val="008D1AB4"/>
    <w:rsid w:val="008D1D5B"/>
    <w:rsid w:val="008D2129"/>
    <w:rsid w:val="008D2725"/>
    <w:rsid w:val="008D27D2"/>
    <w:rsid w:val="008D2C42"/>
    <w:rsid w:val="008D327D"/>
    <w:rsid w:val="008D32D8"/>
    <w:rsid w:val="008D3692"/>
    <w:rsid w:val="008D4553"/>
    <w:rsid w:val="008D5689"/>
    <w:rsid w:val="008D627D"/>
    <w:rsid w:val="008D62F3"/>
    <w:rsid w:val="008D674F"/>
    <w:rsid w:val="008E0E95"/>
    <w:rsid w:val="008E1AD1"/>
    <w:rsid w:val="008E1B09"/>
    <w:rsid w:val="008E1CD9"/>
    <w:rsid w:val="008E1CDC"/>
    <w:rsid w:val="008E1F9C"/>
    <w:rsid w:val="008E3329"/>
    <w:rsid w:val="008E36B6"/>
    <w:rsid w:val="008E372E"/>
    <w:rsid w:val="008E3DD6"/>
    <w:rsid w:val="008E452B"/>
    <w:rsid w:val="008E567D"/>
    <w:rsid w:val="008E61C7"/>
    <w:rsid w:val="008E6CFB"/>
    <w:rsid w:val="008E7089"/>
    <w:rsid w:val="008E7A14"/>
    <w:rsid w:val="008E7D7C"/>
    <w:rsid w:val="008E7EC8"/>
    <w:rsid w:val="008E7FCE"/>
    <w:rsid w:val="008F12FB"/>
    <w:rsid w:val="008F1A06"/>
    <w:rsid w:val="008F1CDA"/>
    <w:rsid w:val="008F2DA6"/>
    <w:rsid w:val="008F32E7"/>
    <w:rsid w:val="008F3D14"/>
    <w:rsid w:val="008F4BF1"/>
    <w:rsid w:val="008F5B95"/>
    <w:rsid w:val="008F6333"/>
    <w:rsid w:val="008F6927"/>
    <w:rsid w:val="008F7E67"/>
    <w:rsid w:val="00900229"/>
    <w:rsid w:val="00901BF6"/>
    <w:rsid w:val="00903279"/>
    <w:rsid w:val="0090351D"/>
    <w:rsid w:val="00903910"/>
    <w:rsid w:val="00903EDD"/>
    <w:rsid w:val="00903EEB"/>
    <w:rsid w:val="00904387"/>
    <w:rsid w:val="00904590"/>
    <w:rsid w:val="009046CF"/>
    <w:rsid w:val="009053A8"/>
    <w:rsid w:val="009058C7"/>
    <w:rsid w:val="009060A7"/>
    <w:rsid w:val="009060D1"/>
    <w:rsid w:val="0090626B"/>
    <w:rsid w:val="009062B2"/>
    <w:rsid w:val="0090661D"/>
    <w:rsid w:val="009070B3"/>
    <w:rsid w:val="0090720A"/>
    <w:rsid w:val="00907D00"/>
    <w:rsid w:val="00907FF9"/>
    <w:rsid w:val="0091035A"/>
    <w:rsid w:val="009108FE"/>
    <w:rsid w:val="00910BC2"/>
    <w:rsid w:val="00910F0B"/>
    <w:rsid w:val="00911740"/>
    <w:rsid w:val="00911DC6"/>
    <w:rsid w:val="00911E7D"/>
    <w:rsid w:val="009121EF"/>
    <w:rsid w:val="00912218"/>
    <w:rsid w:val="00913228"/>
    <w:rsid w:val="009138D0"/>
    <w:rsid w:val="0091409F"/>
    <w:rsid w:val="00914932"/>
    <w:rsid w:val="00914CFD"/>
    <w:rsid w:val="00914F1E"/>
    <w:rsid w:val="0091504A"/>
    <w:rsid w:val="0091513C"/>
    <w:rsid w:val="009156AB"/>
    <w:rsid w:val="00915F87"/>
    <w:rsid w:val="00915FE8"/>
    <w:rsid w:val="009166A3"/>
    <w:rsid w:val="009166EC"/>
    <w:rsid w:val="00916D6B"/>
    <w:rsid w:val="00916D89"/>
    <w:rsid w:val="0092098D"/>
    <w:rsid w:val="00920C71"/>
    <w:rsid w:val="00921A03"/>
    <w:rsid w:val="009220BB"/>
    <w:rsid w:val="0092266F"/>
    <w:rsid w:val="00922BD3"/>
    <w:rsid w:val="009239A3"/>
    <w:rsid w:val="009244AB"/>
    <w:rsid w:val="00925375"/>
    <w:rsid w:val="009254AA"/>
    <w:rsid w:val="00926C64"/>
    <w:rsid w:val="00926FB2"/>
    <w:rsid w:val="00930454"/>
    <w:rsid w:val="009306DF"/>
    <w:rsid w:val="00930FFE"/>
    <w:rsid w:val="0093108C"/>
    <w:rsid w:val="0093197C"/>
    <w:rsid w:val="009319AF"/>
    <w:rsid w:val="00933876"/>
    <w:rsid w:val="009340A2"/>
    <w:rsid w:val="0093636D"/>
    <w:rsid w:val="0093684A"/>
    <w:rsid w:val="00936E13"/>
    <w:rsid w:val="00936F55"/>
    <w:rsid w:val="00937C11"/>
    <w:rsid w:val="00937E4E"/>
    <w:rsid w:val="00940286"/>
    <w:rsid w:val="00940776"/>
    <w:rsid w:val="00940EA1"/>
    <w:rsid w:val="009412A8"/>
    <w:rsid w:val="00941C0F"/>
    <w:rsid w:val="00941C6F"/>
    <w:rsid w:val="00942636"/>
    <w:rsid w:val="00942708"/>
    <w:rsid w:val="009430AB"/>
    <w:rsid w:val="0094310A"/>
    <w:rsid w:val="009434A0"/>
    <w:rsid w:val="00943BFF"/>
    <w:rsid w:val="0094475A"/>
    <w:rsid w:val="009447C3"/>
    <w:rsid w:val="00944BCF"/>
    <w:rsid w:val="00944D27"/>
    <w:rsid w:val="009461EC"/>
    <w:rsid w:val="00946317"/>
    <w:rsid w:val="0094776A"/>
    <w:rsid w:val="00947B35"/>
    <w:rsid w:val="009521EF"/>
    <w:rsid w:val="00952BA8"/>
    <w:rsid w:val="00952DE2"/>
    <w:rsid w:val="00953693"/>
    <w:rsid w:val="0095442C"/>
    <w:rsid w:val="00955824"/>
    <w:rsid w:val="00955B0E"/>
    <w:rsid w:val="00957543"/>
    <w:rsid w:val="00957B99"/>
    <w:rsid w:val="009604A1"/>
    <w:rsid w:val="009604BE"/>
    <w:rsid w:val="0096109A"/>
    <w:rsid w:val="0096130B"/>
    <w:rsid w:val="0096172A"/>
    <w:rsid w:val="00961D29"/>
    <w:rsid w:val="00962212"/>
    <w:rsid w:val="00962D6E"/>
    <w:rsid w:val="00962EEA"/>
    <w:rsid w:val="009631B6"/>
    <w:rsid w:val="009634DB"/>
    <w:rsid w:val="009635A8"/>
    <w:rsid w:val="0096363B"/>
    <w:rsid w:val="009636D7"/>
    <w:rsid w:val="00963C5E"/>
    <w:rsid w:val="00963E60"/>
    <w:rsid w:val="00964288"/>
    <w:rsid w:val="009644F0"/>
    <w:rsid w:val="0096486A"/>
    <w:rsid w:val="00964B62"/>
    <w:rsid w:val="009652A8"/>
    <w:rsid w:val="0096611E"/>
    <w:rsid w:val="00966A36"/>
    <w:rsid w:val="00967534"/>
    <w:rsid w:val="00970ADE"/>
    <w:rsid w:val="009712E3"/>
    <w:rsid w:val="009719E4"/>
    <w:rsid w:val="00972729"/>
    <w:rsid w:val="00972C50"/>
    <w:rsid w:val="00972E85"/>
    <w:rsid w:val="00972EE7"/>
    <w:rsid w:val="00973E7A"/>
    <w:rsid w:val="0097426C"/>
    <w:rsid w:val="00974B3C"/>
    <w:rsid w:val="00974D9F"/>
    <w:rsid w:val="00974F51"/>
    <w:rsid w:val="00975755"/>
    <w:rsid w:val="009759F2"/>
    <w:rsid w:val="00976B53"/>
    <w:rsid w:val="00976CBF"/>
    <w:rsid w:val="00977BD2"/>
    <w:rsid w:val="00980440"/>
    <w:rsid w:val="00980721"/>
    <w:rsid w:val="0098169A"/>
    <w:rsid w:val="00981A88"/>
    <w:rsid w:val="00981E02"/>
    <w:rsid w:val="0098212C"/>
    <w:rsid w:val="00982C45"/>
    <w:rsid w:val="00982EA4"/>
    <w:rsid w:val="009830F8"/>
    <w:rsid w:val="0098412E"/>
    <w:rsid w:val="00984A11"/>
    <w:rsid w:val="00985C56"/>
    <w:rsid w:val="00985DE3"/>
    <w:rsid w:val="00986104"/>
    <w:rsid w:val="00986258"/>
    <w:rsid w:val="0098649D"/>
    <w:rsid w:val="0098688E"/>
    <w:rsid w:val="00987A62"/>
    <w:rsid w:val="00987A8D"/>
    <w:rsid w:val="00987AAA"/>
    <w:rsid w:val="00987BE4"/>
    <w:rsid w:val="00987E1F"/>
    <w:rsid w:val="00990887"/>
    <w:rsid w:val="00990BCF"/>
    <w:rsid w:val="009915C3"/>
    <w:rsid w:val="00991838"/>
    <w:rsid w:val="00991A32"/>
    <w:rsid w:val="00992B68"/>
    <w:rsid w:val="00992CA3"/>
    <w:rsid w:val="009940B8"/>
    <w:rsid w:val="00994D51"/>
    <w:rsid w:val="00995092"/>
    <w:rsid w:val="00995447"/>
    <w:rsid w:val="00995705"/>
    <w:rsid w:val="009964A5"/>
    <w:rsid w:val="00996912"/>
    <w:rsid w:val="0099698E"/>
    <w:rsid w:val="00996E45"/>
    <w:rsid w:val="009970F4"/>
    <w:rsid w:val="00997330"/>
    <w:rsid w:val="009977DC"/>
    <w:rsid w:val="0099784F"/>
    <w:rsid w:val="00997B55"/>
    <w:rsid w:val="009A0426"/>
    <w:rsid w:val="009A06A7"/>
    <w:rsid w:val="009A06B6"/>
    <w:rsid w:val="009A0D4D"/>
    <w:rsid w:val="009A0FD2"/>
    <w:rsid w:val="009A106F"/>
    <w:rsid w:val="009A1998"/>
    <w:rsid w:val="009A1A38"/>
    <w:rsid w:val="009A1BAD"/>
    <w:rsid w:val="009A2481"/>
    <w:rsid w:val="009A2899"/>
    <w:rsid w:val="009A31CA"/>
    <w:rsid w:val="009A35E3"/>
    <w:rsid w:val="009A35EF"/>
    <w:rsid w:val="009A4EA4"/>
    <w:rsid w:val="009A51CA"/>
    <w:rsid w:val="009A5657"/>
    <w:rsid w:val="009A5D2C"/>
    <w:rsid w:val="009A5F27"/>
    <w:rsid w:val="009A61F7"/>
    <w:rsid w:val="009A676C"/>
    <w:rsid w:val="009A73FA"/>
    <w:rsid w:val="009A7763"/>
    <w:rsid w:val="009A77D1"/>
    <w:rsid w:val="009A7D27"/>
    <w:rsid w:val="009B06A0"/>
    <w:rsid w:val="009B0A6F"/>
    <w:rsid w:val="009B0D67"/>
    <w:rsid w:val="009B116B"/>
    <w:rsid w:val="009B147F"/>
    <w:rsid w:val="009B1B1F"/>
    <w:rsid w:val="009B1CEF"/>
    <w:rsid w:val="009B1E17"/>
    <w:rsid w:val="009B29BA"/>
    <w:rsid w:val="009B30C4"/>
    <w:rsid w:val="009B43D7"/>
    <w:rsid w:val="009B471E"/>
    <w:rsid w:val="009B4C11"/>
    <w:rsid w:val="009B5291"/>
    <w:rsid w:val="009B52B2"/>
    <w:rsid w:val="009B5550"/>
    <w:rsid w:val="009B57C5"/>
    <w:rsid w:val="009B5D9C"/>
    <w:rsid w:val="009B5EF8"/>
    <w:rsid w:val="009B5F0B"/>
    <w:rsid w:val="009B630F"/>
    <w:rsid w:val="009B65B6"/>
    <w:rsid w:val="009B692C"/>
    <w:rsid w:val="009B69DA"/>
    <w:rsid w:val="009C0426"/>
    <w:rsid w:val="009C07FE"/>
    <w:rsid w:val="009C07FF"/>
    <w:rsid w:val="009C09C3"/>
    <w:rsid w:val="009C19A8"/>
    <w:rsid w:val="009C1E0B"/>
    <w:rsid w:val="009C20EC"/>
    <w:rsid w:val="009C2E20"/>
    <w:rsid w:val="009C30D5"/>
    <w:rsid w:val="009C3227"/>
    <w:rsid w:val="009C368F"/>
    <w:rsid w:val="009C36C8"/>
    <w:rsid w:val="009C3A02"/>
    <w:rsid w:val="009C3B44"/>
    <w:rsid w:val="009C3D17"/>
    <w:rsid w:val="009C4F80"/>
    <w:rsid w:val="009C576A"/>
    <w:rsid w:val="009C57BB"/>
    <w:rsid w:val="009C5EC5"/>
    <w:rsid w:val="009C647F"/>
    <w:rsid w:val="009C7FD7"/>
    <w:rsid w:val="009D033E"/>
    <w:rsid w:val="009D0A04"/>
    <w:rsid w:val="009D0A59"/>
    <w:rsid w:val="009D0C8E"/>
    <w:rsid w:val="009D0F41"/>
    <w:rsid w:val="009D156E"/>
    <w:rsid w:val="009D1E5E"/>
    <w:rsid w:val="009D1EBF"/>
    <w:rsid w:val="009D29CC"/>
    <w:rsid w:val="009D3526"/>
    <w:rsid w:val="009D37CA"/>
    <w:rsid w:val="009D37E8"/>
    <w:rsid w:val="009D383B"/>
    <w:rsid w:val="009D3E36"/>
    <w:rsid w:val="009D42E3"/>
    <w:rsid w:val="009D49D8"/>
    <w:rsid w:val="009D4FF0"/>
    <w:rsid w:val="009D5293"/>
    <w:rsid w:val="009D6355"/>
    <w:rsid w:val="009D66FE"/>
    <w:rsid w:val="009D674F"/>
    <w:rsid w:val="009D7625"/>
    <w:rsid w:val="009D7685"/>
    <w:rsid w:val="009D7BD0"/>
    <w:rsid w:val="009E0309"/>
    <w:rsid w:val="009E2044"/>
    <w:rsid w:val="009E2710"/>
    <w:rsid w:val="009E4288"/>
    <w:rsid w:val="009E5435"/>
    <w:rsid w:val="009E5FE4"/>
    <w:rsid w:val="009E6235"/>
    <w:rsid w:val="009E638D"/>
    <w:rsid w:val="009E6487"/>
    <w:rsid w:val="009E6B65"/>
    <w:rsid w:val="009E719C"/>
    <w:rsid w:val="009E773E"/>
    <w:rsid w:val="009F04AB"/>
    <w:rsid w:val="009F145E"/>
    <w:rsid w:val="009F18BC"/>
    <w:rsid w:val="009F249F"/>
    <w:rsid w:val="009F39BA"/>
    <w:rsid w:val="009F41DB"/>
    <w:rsid w:val="009F42D3"/>
    <w:rsid w:val="009F4D6D"/>
    <w:rsid w:val="009F4E87"/>
    <w:rsid w:val="009F4F1B"/>
    <w:rsid w:val="009F5051"/>
    <w:rsid w:val="009F512D"/>
    <w:rsid w:val="009F5215"/>
    <w:rsid w:val="009F5251"/>
    <w:rsid w:val="009F5C22"/>
    <w:rsid w:val="009F5DEF"/>
    <w:rsid w:val="00A02306"/>
    <w:rsid w:val="00A02870"/>
    <w:rsid w:val="00A0294C"/>
    <w:rsid w:val="00A02F92"/>
    <w:rsid w:val="00A031EB"/>
    <w:rsid w:val="00A03DC1"/>
    <w:rsid w:val="00A03FE5"/>
    <w:rsid w:val="00A043A3"/>
    <w:rsid w:val="00A04A10"/>
    <w:rsid w:val="00A04DCA"/>
    <w:rsid w:val="00A06419"/>
    <w:rsid w:val="00A0653F"/>
    <w:rsid w:val="00A067E7"/>
    <w:rsid w:val="00A070D3"/>
    <w:rsid w:val="00A07477"/>
    <w:rsid w:val="00A07670"/>
    <w:rsid w:val="00A07924"/>
    <w:rsid w:val="00A07B4F"/>
    <w:rsid w:val="00A07EB7"/>
    <w:rsid w:val="00A10484"/>
    <w:rsid w:val="00A10672"/>
    <w:rsid w:val="00A10797"/>
    <w:rsid w:val="00A1086A"/>
    <w:rsid w:val="00A11CC0"/>
    <w:rsid w:val="00A1471E"/>
    <w:rsid w:val="00A150A8"/>
    <w:rsid w:val="00A152FC"/>
    <w:rsid w:val="00A15648"/>
    <w:rsid w:val="00A1587D"/>
    <w:rsid w:val="00A16ADD"/>
    <w:rsid w:val="00A17506"/>
    <w:rsid w:val="00A20282"/>
    <w:rsid w:val="00A2036A"/>
    <w:rsid w:val="00A20469"/>
    <w:rsid w:val="00A211EA"/>
    <w:rsid w:val="00A21366"/>
    <w:rsid w:val="00A222FD"/>
    <w:rsid w:val="00A22636"/>
    <w:rsid w:val="00A227AF"/>
    <w:rsid w:val="00A23271"/>
    <w:rsid w:val="00A23761"/>
    <w:rsid w:val="00A242DF"/>
    <w:rsid w:val="00A248AA"/>
    <w:rsid w:val="00A24945"/>
    <w:rsid w:val="00A24E17"/>
    <w:rsid w:val="00A2502E"/>
    <w:rsid w:val="00A254A6"/>
    <w:rsid w:val="00A269B1"/>
    <w:rsid w:val="00A27B0D"/>
    <w:rsid w:val="00A27B5B"/>
    <w:rsid w:val="00A27F92"/>
    <w:rsid w:val="00A300B4"/>
    <w:rsid w:val="00A3024B"/>
    <w:rsid w:val="00A30779"/>
    <w:rsid w:val="00A32AA2"/>
    <w:rsid w:val="00A33585"/>
    <w:rsid w:val="00A33FC5"/>
    <w:rsid w:val="00A34CFC"/>
    <w:rsid w:val="00A35557"/>
    <w:rsid w:val="00A3594E"/>
    <w:rsid w:val="00A36904"/>
    <w:rsid w:val="00A37517"/>
    <w:rsid w:val="00A40E11"/>
    <w:rsid w:val="00A4124C"/>
    <w:rsid w:val="00A416E7"/>
    <w:rsid w:val="00A41F4E"/>
    <w:rsid w:val="00A423F0"/>
    <w:rsid w:val="00A424BC"/>
    <w:rsid w:val="00A42625"/>
    <w:rsid w:val="00A42E81"/>
    <w:rsid w:val="00A42F42"/>
    <w:rsid w:val="00A44094"/>
    <w:rsid w:val="00A4422A"/>
    <w:rsid w:val="00A448F6"/>
    <w:rsid w:val="00A44B02"/>
    <w:rsid w:val="00A45462"/>
    <w:rsid w:val="00A45E51"/>
    <w:rsid w:val="00A46176"/>
    <w:rsid w:val="00A46AB8"/>
    <w:rsid w:val="00A4715A"/>
    <w:rsid w:val="00A475B5"/>
    <w:rsid w:val="00A479CC"/>
    <w:rsid w:val="00A51173"/>
    <w:rsid w:val="00A51A88"/>
    <w:rsid w:val="00A5285F"/>
    <w:rsid w:val="00A5313F"/>
    <w:rsid w:val="00A53B76"/>
    <w:rsid w:val="00A54647"/>
    <w:rsid w:val="00A54953"/>
    <w:rsid w:val="00A54E74"/>
    <w:rsid w:val="00A5540A"/>
    <w:rsid w:val="00A5621F"/>
    <w:rsid w:val="00A562DA"/>
    <w:rsid w:val="00A564EE"/>
    <w:rsid w:val="00A57142"/>
    <w:rsid w:val="00A571D8"/>
    <w:rsid w:val="00A57219"/>
    <w:rsid w:val="00A577C2"/>
    <w:rsid w:val="00A57B90"/>
    <w:rsid w:val="00A57C1F"/>
    <w:rsid w:val="00A57C69"/>
    <w:rsid w:val="00A608A3"/>
    <w:rsid w:val="00A60E14"/>
    <w:rsid w:val="00A615E0"/>
    <w:rsid w:val="00A61608"/>
    <w:rsid w:val="00A619C8"/>
    <w:rsid w:val="00A61D68"/>
    <w:rsid w:val="00A61D92"/>
    <w:rsid w:val="00A62BEF"/>
    <w:rsid w:val="00A6377E"/>
    <w:rsid w:val="00A64974"/>
    <w:rsid w:val="00A64C51"/>
    <w:rsid w:val="00A663D0"/>
    <w:rsid w:val="00A6671F"/>
    <w:rsid w:val="00A67EB6"/>
    <w:rsid w:val="00A67EE2"/>
    <w:rsid w:val="00A70054"/>
    <w:rsid w:val="00A702BA"/>
    <w:rsid w:val="00A70457"/>
    <w:rsid w:val="00A7047D"/>
    <w:rsid w:val="00A707E3"/>
    <w:rsid w:val="00A71278"/>
    <w:rsid w:val="00A716AA"/>
    <w:rsid w:val="00A718FC"/>
    <w:rsid w:val="00A71CBB"/>
    <w:rsid w:val="00A72B56"/>
    <w:rsid w:val="00A72C9E"/>
    <w:rsid w:val="00A72CA7"/>
    <w:rsid w:val="00A72FD2"/>
    <w:rsid w:val="00A73229"/>
    <w:rsid w:val="00A73F5F"/>
    <w:rsid w:val="00A747C1"/>
    <w:rsid w:val="00A757C5"/>
    <w:rsid w:val="00A761C7"/>
    <w:rsid w:val="00A766D3"/>
    <w:rsid w:val="00A7694D"/>
    <w:rsid w:val="00A77636"/>
    <w:rsid w:val="00A776B8"/>
    <w:rsid w:val="00A777F8"/>
    <w:rsid w:val="00A77A9F"/>
    <w:rsid w:val="00A77ED0"/>
    <w:rsid w:val="00A80550"/>
    <w:rsid w:val="00A80C34"/>
    <w:rsid w:val="00A80DFE"/>
    <w:rsid w:val="00A818F4"/>
    <w:rsid w:val="00A81AF4"/>
    <w:rsid w:val="00A824EF"/>
    <w:rsid w:val="00A82AD0"/>
    <w:rsid w:val="00A82C4D"/>
    <w:rsid w:val="00A8329C"/>
    <w:rsid w:val="00A83325"/>
    <w:rsid w:val="00A8371D"/>
    <w:rsid w:val="00A838B8"/>
    <w:rsid w:val="00A83985"/>
    <w:rsid w:val="00A83EBB"/>
    <w:rsid w:val="00A84C70"/>
    <w:rsid w:val="00A85777"/>
    <w:rsid w:val="00A859B1"/>
    <w:rsid w:val="00A85A57"/>
    <w:rsid w:val="00A860CD"/>
    <w:rsid w:val="00A8636A"/>
    <w:rsid w:val="00A86580"/>
    <w:rsid w:val="00A867E9"/>
    <w:rsid w:val="00A86D65"/>
    <w:rsid w:val="00A87065"/>
    <w:rsid w:val="00A9039A"/>
    <w:rsid w:val="00A90A17"/>
    <w:rsid w:val="00A90DFC"/>
    <w:rsid w:val="00A90ED0"/>
    <w:rsid w:val="00A915D7"/>
    <w:rsid w:val="00A928D4"/>
    <w:rsid w:val="00A93B4F"/>
    <w:rsid w:val="00A945FB"/>
    <w:rsid w:val="00A949E8"/>
    <w:rsid w:val="00A94C03"/>
    <w:rsid w:val="00A94C63"/>
    <w:rsid w:val="00A95F47"/>
    <w:rsid w:val="00A96493"/>
    <w:rsid w:val="00A967F0"/>
    <w:rsid w:val="00A9713A"/>
    <w:rsid w:val="00A97899"/>
    <w:rsid w:val="00AA0DBB"/>
    <w:rsid w:val="00AA0F16"/>
    <w:rsid w:val="00AA0F34"/>
    <w:rsid w:val="00AA16F9"/>
    <w:rsid w:val="00AA1991"/>
    <w:rsid w:val="00AA2EFF"/>
    <w:rsid w:val="00AA3C13"/>
    <w:rsid w:val="00AA424A"/>
    <w:rsid w:val="00AA428D"/>
    <w:rsid w:val="00AA461F"/>
    <w:rsid w:val="00AA485B"/>
    <w:rsid w:val="00AA4E98"/>
    <w:rsid w:val="00AA4F84"/>
    <w:rsid w:val="00AA5CAD"/>
    <w:rsid w:val="00AA65F2"/>
    <w:rsid w:val="00AA6796"/>
    <w:rsid w:val="00AA79E7"/>
    <w:rsid w:val="00AA7B9A"/>
    <w:rsid w:val="00AA7BC9"/>
    <w:rsid w:val="00AA7BD8"/>
    <w:rsid w:val="00AB0BED"/>
    <w:rsid w:val="00AB0E6C"/>
    <w:rsid w:val="00AB1288"/>
    <w:rsid w:val="00AB131C"/>
    <w:rsid w:val="00AB1562"/>
    <w:rsid w:val="00AB2737"/>
    <w:rsid w:val="00AB32A4"/>
    <w:rsid w:val="00AB367E"/>
    <w:rsid w:val="00AB4228"/>
    <w:rsid w:val="00AB426F"/>
    <w:rsid w:val="00AB4EE9"/>
    <w:rsid w:val="00AB52BC"/>
    <w:rsid w:val="00AB5623"/>
    <w:rsid w:val="00AB678D"/>
    <w:rsid w:val="00AB6DC2"/>
    <w:rsid w:val="00AB6FE5"/>
    <w:rsid w:val="00AB770A"/>
    <w:rsid w:val="00AB7C60"/>
    <w:rsid w:val="00AC08A0"/>
    <w:rsid w:val="00AC143A"/>
    <w:rsid w:val="00AC1531"/>
    <w:rsid w:val="00AC18C0"/>
    <w:rsid w:val="00AC21CB"/>
    <w:rsid w:val="00AC26A6"/>
    <w:rsid w:val="00AC2770"/>
    <w:rsid w:val="00AC2A0C"/>
    <w:rsid w:val="00AC2CA8"/>
    <w:rsid w:val="00AC334E"/>
    <w:rsid w:val="00AC3B10"/>
    <w:rsid w:val="00AC4295"/>
    <w:rsid w:val="00AC4316"/>
    <w:rsid w:val="00AC442D"/>
    <w:rsid w:val="00AC459F"/>
    <w:rsid w:val="00AC4C99"/>
    <w:rsid w:val="00AC4FB7"/>
    <w:rsid w:val="00AC50D0"/>
    <w:rsid w:val="00AC56B5"/>
    <w:rsid w:val="00AC57EC"/>
    <w:rsid w:val="00AC5B37"/>
    <w:rsid w:val="00AC6376"/>
    <w:rsid w:val="00AC71C8"/>
    <w:rsid w:val="00AC7662"/>
    <w:rsid w:val="00AC7776"/>
    <w:rsid w:val="00AD0A18"/>
    <w:rsid w:val="00AD0C79"/>
    <w:rsid w:val="00AD0ECD"/>
    <w:rsid w:val="00AD19C6"/>
    <w:rsid w:val="00AD19CC"/>
    <w:rsid w:val="00AD3817"/>
    <w:rsid w:val="00AD3C1D"/>
    <w:rsid w:val="00AD3E31"/>
    <w:rsid w:val="00AD3FEF"/>
    <w:rsid w:val="00AD4090"/>
    <w:rsid w:val="00AD481E"/>
    <w:rsid w:val="00AD4BD8"/>
    <w:rsid w:val="00AD52E1"/>
    <w:rsid w:val="00AD544D"/>
    <w:rsid w:val="00AD549C"/>
    <w:rsid w:val="00AD55EB"/>
    <w:rsid w:val="00AD5987"/>
    <w:rsid w:val="00AD5F09"/>
    <w:rsid w:val="00AD65ED"/>
    <w:rsid w:val="00AD70D9"/>
    <w:rsid w:val="00AE07F5"/>
    <w:rsid w:val="00AE0865"/>
    <w:rsid w:val="00AE0B41"/>
    <w:rsid w:val="00AE0E82"/>
    <w:rsid w:val="00AE159F"/>
    <w:rsid w:val="00AE1818"/>
    <w:rsid w:val="00AE1F93"/>
    <w:rsid w:val="00AE2314"/>
    <w:rsid w:val="00AE260E"/>
    <w:rsid w:val="00AE3134"/>
    <w:rsid w:val="00AE3963"/>
    <w:rsid w:val="00AE3F95"/>
    <w:rsid w:val="00AE4271"/>
    <w:rsid w:val="00AE4507"/>
    <w:rsid w:val="00AE480F"/>
    <w:rsid w:val="00AE4ABF"/>
    <w:rsid w:val="00AE4E09"/>
    <w:rsid w:val="00AE57FA"/>
    <w:rsid w:val="00AE59A9"/>
    <w:rsid w:val="00AE6135"/>
    <w:rsid w:val="00AE627A"/>
    <w:rsid w:val="00AE6600"/>
    <w:rsid w:val="00AE68C0"/>
    <w:rsid w:val="00AE69FE"/>
    <w:rsid w:val="00AE6C2E"/>
    <w:rsid w:val="00AE7D27"/>
    <w:rsid w:val="00AF0911"/>
    <w:rsid w:val="00AF0C1E"/>
    <w:rsid w:val="00AF0F38"/>
    <w:rsid w:val="00AF13E8"/>
    <w:rsid w:val="00AF1F26"/>
    <w:rsid w:val="00AF235B"/>
    <w:rsid w:val="00AF237D"/>
    <w:rsid w:val="00AF31B0"/>
    <w:rsid w:val="00AF3782"/>
    <w:rsid w:val="00AF37CE"/>
    <w:rsid w:val="00AF3DAF"/>
    <w:rsid w:val="00AF43B4"/>
    <w:rsid w:val="00AF44FA"/>
    <w:rsid w:val="00AF53AA"/>
    <w:rsid w:val="00AF5935"/>
    <w:rsid w:val="00AF5F10"/>
    <w:rsid w:val="00AF5F69"/>
    <w:rsid w:val="00AF673D"/>
    <w:rsid w:val="00B0021A"/>
    <w:rsid w:val="00B009B8"/>
    <w:rsid w:val="00B00A80"/>
    <w:rsid w:val="00B017AC"/>
    <w:rsid w:val="00B021CE"/>
    <w:rsid w:val="00B03685"/>
    <w:rsid w:val="00B03F14"/>
    <w:rsid w:val="00B04333"/>
    <w:rsid w:val="00B043E3"/>
    <w:rsid w:val="00B04A8B"/>
    <w:rsid w:val="00B05696"/>
    <w:rsid w:val="00B06021"/>
    <w:rsid w:val="00B06AD4"/>
    <w:rsid w:val="00B06C47"/>
    <w:rsid w:val="00B06E2B"/>
    <w:rsid w:val="00B10AF9"/>
    <w:rsid w:val="00B10D8A"/>
    <w:rsid w:val="00B10E08"/>
    <w:rsid w:val="00B11008"/>
    <w:rsid w:val="00B11487"/>
    <w:rsid w:val="00B119C8"/>
    <w:rsid w:val="00B13B32"/>
    <w:rsid w:val="00B141CC"/>
    <w:rsid w:val="00B163F6"/>
    <w:rsid w:val="00B174B5"/>
    <w:rsid w:val="00B177F3"/>
    <w:rsid w:val="00B2067B"/>
    <w:rsid w:val="00B206D7"/>
    <w:rsid w:val="00B20B08"/>
    <w:rsid w:val="00B21453"/>
    <w:rsid w:val="00B22B4C"/>
    <w:rsid w:val="00B22CF3"/>
    <w:rsid w:val="00B23F17"/>
    <w:rsid w:val="00B261F7"/>
    <w:rsid w:val="00B26330"/>
    <w:rsid w:val="00B2634A"/>
    <w:rsid w:val="00B264AF"/>
    <w:rsid w:val="00B26522"/>
    <w:rsid w:val="00B265C3"/>
    <w:rsid w:val="00B26804"/>
    <w:rsid w:val="00B2690C"/>
    <w:rsid w:val="00B26B2A"/>
    <w:rsid w:val="00B26D94"/>
    <w:rsid w:val="00B26EF7"/>
    <w:rsid w:val="00B27512"/>
    <w:rsid w:val="00B27904"/>
    <w:rsid w:val="00B30F88"/>
    <w:rsid w:val="00B31610"/>
    <w:rsid w:val="00B323CB"/>
    <w:rsid w:val="00B32421"/>
    <w:rsid w:val="00B32515"/>
    <w:rsid w:val="00B32629"/>
    <w:rsid w:val="00B32DEE"/>
    <w:rsid w:val="00B331A2"/>
    <w:rsid w:val="00B3380E"/>
    <w:rsid w:val="00B3390C"/>
    <w:rsid w:val="00B33E62"/>
    <w:rsid w:val="00B33FA6"/>
    <w:rsid w:val="00B34551"/>
    <w:rsid w:val="00B34788"/>
    <w:rsid w:val="00B36A9D"/>
    <w:rsid w:val="00B373BC"/>
    <w:rsid w:val="00B37453"/>
    <w:rsid w:val="00B379FB"/>
    <w:rsid w:val="00B409EF"/>
    <w:rsid w:val="00B40D79"/>
    <w:rsid w:val="00B41BD0"/>
    <w:rsid w:val="00B4251F"/>
    <w:rsid w:val="00B42587"/>
    <w:rsid w:val="00B4305E"/>
    <w:rsid w:val="00B4319E"/>
    <w:rsid w:val="00B43233"/>
    <w:rsid w:val="00B4325D"/>
    <w:rsid w:val="00B4377F"/>
    <w:rsid w:val="00B438CA"/>
    <w:rsid w:val="00B43EAE"/>
    <w:rsid w:val="00B441A1"/>
    <w:rsid w:val="00B446E8"/>
    <w:rsid w:val="00B449AB"/>
    <w:rsid w:val="00B44B8B"/>
    <w:rsid w:val="00B44D47"/>
    <w:rsid w:val="00B44D55"/>
    <w:rsid w:val="00B44ED6"/>
    <w:rsid w:val="00B45473"/>
    <w:rsid w:val="00B467A5"/>
    <w:rsid w:val="00B470F3"/>
    <w:rsid w:val="00B47E81"/>
    <w:rsid w:val="00B50072"/>
    <w:rsid w:val="00B50845"/>
    <w:rsid w:val="00B51EAD"/>
    <w:rsid w:val="00B52709"/>
    <w:rsid w:val="00B52829"/>
    <w:rsid w:val="00B529F0"/>
    <w:rsid w:val="00B53019"/>
    <w:rsid w:val="00B53126"/>
    <w:rsid w:val="00B53D92"/>
    <w:rsid w:val="00B54468"/>
    <w:rsid w:val="00B54660"/>
    <w:rsid w:val="00B54AE0"/>
    <w:rsid w:val="00B54C3B"/>
    <w:rsid w:val="00B54E85"/>
    <w:rsid w:val="00B55A43"/>
    <w:rsid w:val="00B56155"/>
    <w:rsid w:val="00B563BD"/>
    <w:rsid w:val="00B564B3"/>
    <w:rsid w:val="00B56D56"/>
    <w:rsid w:val="00B57336"/>
    <w:rsid w:val="00B573AD"/>
    <w:rsid w:val="00B57E98"/>
    <w:rsid w:val="00B57F42"/>
    <w:rsid w:val="00B60234"/>
    <w:rsid w:val="00B614A5"/>
    <w:rsid w:val="00B61626"/>
    <w:rsid w:val="00B6177F"/>
    <w:rsid w:val="00B624EB"/>
    <w:rsid w:val="00B62B94"/>
    <w:rsid w:val="00B62ECC"/>
    <w:rsid w:val="00B62EDA"/>
    <w:rsid w:val="00B641CD"/>
    <w:rsid w:val="00B64364"/>
    <w:rsid w:val="00B65CCB"/>
    <w:rsid w:val="00B66043"/>
    <w:rsid w:val="00B66205"/>
    <w:rsid w:val="00B66292"/>
    <w:rsid w:val="00B66EE7"/>
    <w:rsid w:val="00B67261"/>
    <w:rsid w:val="00B67BC4"/>
    <w:rsid w:val="00B67E8C"/>
    <w:rsid w:val="00B708C6"/>
    <w:rsid w:val="00B711F9"/>
    <w:rsid w:val="00B716EC"/>
    <w:rsid w:val="00B71F44"/>
    <w:rsid w:val="00B72B67"/>
    <w:rsid w:val="00B73551"/>
    <w:rsid w:val="00B73D96"/>
    <w:rsid w:val="00B73F01"/>
    <w:rsid w:val="00B758B9"/>
    <w:rsid w:val="00B76EE6"/>
    <w:rsid w:val="00B76F8F"/>
    <w:rsid w:val="00B802F3"/>
    <w:rsid w:val="00B809D1"/>
    <w:rsid w:val="00B80FB5"/>
    <w:rsid w:val="00B817EB"/>
    <w:rsid w:val="00B81865"/>
    <w:rsid w:val="00B81B06"/>
    <w:rsid w:val="00B8261F"/>
    <w:rsid w:val="00B8265D"/>
    <w:rsid w:val="00B82E27"/>
    <w:rsid w:val="00B83163"/>
    <w:rsid w:val="00B831A1"/>
    <w:rsid w:val="00B833A1"/>
    <w:rsid w:val="00B84786"/>
    <w:rsid w:val="00B85319"/>
    <w:rsid w:val="00B860A3"/>
    <w:rsid w:val="00B8758C"/>
    <w:rsid w:val="00B87C50"/>
    <w:rsid w:val="00B90213"/>
    <w:rsid w:val="00B90266"/>
    <w:rsid w:val="00B90303"/>
    <w:rsid w:val="00B90DAE"/>
    <w:rsid w:val="00B9183D"/>
    <w:rsid w:val="00B919E8"/>
    <w:rsid w:val="00B91BCD"/>
    <w:rsid w:val="00B922F0"/>
    <w:rsid w:val="00B927B3"/>
    <w:rsid w:val="00B92CDF"/>
    <w:rsid w:val="00B92D5A"/>
    <w:rsid w:val="00B92E9F"/>
    <w:rsid w:val="00B92F6E"/>
    <w:rsid w:val="00B933DB"/>
    <w:rsid w:val="00B94878"/>
    <w:rsid w:val="00B9555C"/>
    <w:rsid w:val="00B95B45"/>
    <w:rsid w:val="00B962D9"/>
    <w:rsid w:val="00B97930"/>
    <w:rsid w:val="00B97B0C"/>
    <w:rsid w:val="00BA04EF"/>
    <w:rsid w:val="00BA0CAA"/>
    <w:rsid w:val="00BA1281"/>
    <w:rsid w:val="00BA137C"/>
    <w:rsid w:val="00BA1D02"/>
    <w:rsid w:val="00BA1E21"/>
    <w:rsid w:val="00BA254C"/>
    <w:rsid w:val="00BA323B"/>
    <w:rsid w:val="00BA32CC"/>
    <w:rsid w:val="00BA3727"/>
    <w:rsid w:val="00BA3D54"/>
    <w:rsid w:val="00BA45A7"/>
    <w:rsid w:val="00BA4900"/>
    <w:rsid w:val="00BA4CBF"/>
    <w:rsid w:val="00BA6A6E"/>
    <w:rsid w:val="00BA71FD"/>
    <w:rsid w:val="00BA7823"/>
    <w:rsid w:val="00BA79EE"/>
    <w:rsid w:val="00BA7DA8"/>
    <w:rsid w:val="00BB01EF"/>
    <w:rsid w:val="00BB072C"/>
    <w:rsid w:val="00BB10C4"/>
    <w:rsid w:val="00BB141F"/>
    <w:rsid w:val="00BB157A"/>
    <w:rsid w:val="00BB1AE6"/>
    <w:rsid w:val="00BB21A4"/>
    <w:rsid w:val="00BB252B"/>
    <w:rsid w:val="00BB2985"/>
    <w:rsid w:val="00BB2ED9"/>
    <w:rsid w:val="00BB2F43"/>
    <w:rsid w:val="00BB2F8E"/>
    <w:rsid w:val="00BB3399"/>
    <w:rsid w:val="00BB33B5"/>
    <w:rsid w:val="00BB3AF4"/>
    <w:rsid w:val="00BB3DCF"/>
    <w:rsid w:val="00BB3E3E"/>
    <w:rsid w:val="00BB3F6B"/>
    <w:rsid w:val="00BB59D4"/>
    <w:rsid w:val="00BB611A"/>
    <w:rsid w:val="00BB675A"/>
    <w:rsid w:val="00BB7505"/>
    <w:rsid w:val="00BC0A6E"/>
    <w:rsid w:val="00BC1B04"/>
    <w:rsid w:val="00BC2368"/>
    <w:rsid w:val="00BC25B1"/>
    <w:rsid w:val="00BC25D7"/>
    <w:rsid w:val="00BC321E"/>
    <w:rsid w:val="00BC33B9"/>
    <w:rsid w:val="00BC44CD"/>
    <w:rsid w:val="00BC49D8"/>
    <w:rsid w:val="00BC49FE"/>
    <w:rsid w:val="00BC506F"/>
    <w:rsid w:val="00BC51FE"/>
    <w:rsid w:val="00BC53CD"/>
    <w:rsid w:val="00BC5A02"/>
    <w:rsid w:val="00BC5E58"/>
    <w:rsid w:val="00BC700B"/>
    <w:rsid w:val="00BC7BA4"/>
    <w:rsid w:val="00BC7F01"/>
    <w:rsid w:val="00BD0A99"/>
    <w:rsid w:val="00BD1288"/>
    <w:rsid w:val="00BD23E3"/>
    <w:rsid w:val="00BD2684"/>
    <w:rsid w:val="00BD2C5D"/>
    <w:rsid w:val="00BD2D45"/>
    <w:rsid w:val="00BD3F3B"/>
    <w:rsid w:val="00BD490B"/>
    <w:rsid w:val="00BD501D"/>
    <w:rsid w:val="00BD545C"/>
    <w:rsid w:val="00BD5A0D"/>
    <w:rsid w:val="00BD5FAC"/>
    <w:rsid w:val="00BD6694"/>
    <w:rsid w:val="00BD6798"/>
    <w:rsid w:val="00BD67F0"/>
    <w:rsid w:val="00BD6D74"/>
    <w:rsid w:val="00BD6FC0"/>
    <w:rsid w:val="00BE0738"/>
    <w:rsid w:val="00BE08A0"/>
    <w:rsid w:val="00BE09B3"/>
    <w:rsid w:val="00BE1024"/>
    <w:rsid w:val="00BE2185"/>
    <w:rsid w:val="00BE21B1"/>
    <w:rsid w:val="00BE26DD"/>
    <w:rsid w:val="00BE493C"/>
    <w:rsid w:val="00BE4CA3"/>
    <w:rsid w:val="00BE5AEF"/>
    <w:rsid w:val="00BE5D10"/>
    <w:rsid w:val="00BE62C9"/>
    <w:rsid w:val="00BE6331"/>
    <w:rsid w:val="00BE7112"/>
    <w:rsid w:val="00BE7290"/>
    <w:rsid w:val="00BE72C4"/>
    <w:rsid w:val="00BE793E"/>
    <w:rsid w:val="00BE7983"/>
    <w:rsid w:val="00BE7AAC"/>
    <w:rsid w:val="00BE7ACE"/>
    <w:rsid w:val="00BF0707"/>
    <w:rsid w:val="00BF22D7"/>
    <w:rsid w:val="00BF270A"/>
    <w:rsid w:val="00BF2ABF"/>
    <w:rsid w:val="00BF3077"/>
    <w:rsid w:val="00BF32C2"/>
    <w:rsid w:val="00BF4114"/>
    <w:rsid w:val="00BF4387"/>
    <w:rsid w:val="00BF5E0B"/>
    <w:rsid w:val="00BF63C9"/>
    <w:rsid w:val="00BF67E3"/>
    <w:rsid w:val="00BF6BE3"/>
    <w:rsid w:val="00BF72B0"/>
    <w:rsid w:val="00BF77CE"/>
    <w:rsid w:val="00BF7875"/>
    <w:rsid w:val="00BF78B3"/>
    <w:rsid w:val="00BF7C84"/>
    <w:rsid w:val="00BF7FCE"/>
    <w:rsid w:val="00C00607"/>
    <w:rsid w:val="00C00721"/>
    <w:rsid w:val="00C00832"/>
    <w:rsid w:val="00C009E1"/>
    <w:rsid w:val="00C00C1E"/>
    <w:rsid w:val="00C0120E"/>
    <w:rsid w:val="00C01BD8"/>
    <w:rsid w:val="00C0235C"/>
    <w:rsid w:val="00C02E60"/>
    <w:rsid w:val="00C02E6B"/>
    <w:rsid w:val="00C03478"/>
    <w:rsid w:val="00C0495A"/>
    <w:rsid w:val="00C04963"/>
    <w:rsid w:val="00C04A74"/>
    <w:rsid w:val="00C04AE9"/>
    <w:rsid w:val="00C04BC7"/>
    <w:rsid w:val="00C04C31"/>
    <w:rsid w:val="00C0514E"/>
    <w:rsid w:val="00C057F5"/>
    <w:rsid w:val="00C06640"/>
    <w:rsid w:val="00C0731A"/>
    <w:rsid w:val="00C07932"/>
    <w:rsid w:val="00C07D0B"/>
    <w:rsid w:val="00C10048"/>
    <w:rsid w:val="00C10B3A"/>
    <w:rsid w:val="00C10E50"/>
    <w:rsid w:val="00C1111C"/>
    <w:rsid w:val="00C11546"/>
    <w:rsid w:val="00C115F4"/>
    <w:rsid w:val="00C11610"/>
    <w:rsid w:val="00C11E49"/>
    <w:rsid w:val="00C12357"/>
    <w:rsid w:val="00C12850"/>
    <w:rsid w:val="00C13269"/>
    <w:rsid w:val="00C139FE"/>
    <w:rsid w:val="00C147C9"/>
    <w:rsid w:val="00C14D40"/>
    <w:rsid w:val="00C15EB2"/>
    <w:rsid w:val="00C1604D"/>
    <w:rsid w:val="00C16A4A"/>
    <w:rsid w:val="00C16F3C"/>
    <w:rsid w:val="00C175E2"/>
    <w:rsid w:val="00C17CA6"/>
    <w:rsid w:val="00C20681"/>
    <w:rsid w:val="00C20FBE"/>
    <w:rsid w:val="00C21027"/>
    <w:rsid w:val="00C22B1B"/>
    <w:rsid w:val="00C2305C"/>
    <w:rsid w:val="00C236F5"/>
    <w:rsid w:val="00C2405B"/>
    <w:rsid w:val="00C24868"/>
    <w:rsid w:val="00C25288"/>
    <w:rsid w:val="00C27D10"/>
    <w:rsid w:val="00C300A5"/>
    <w:rsid w:val="00C30131"/>
    <w:rsid w:val="00C307C4"/>
    <w:rsid w:val="00C315CE"/>
    <w:rsid w:val="00C31821"/>
    <w:rsid w:val="00C31965"/>
    <w:rsid w:val="00C31E1C"/>
    <w:rsid w:val="00C3228F"/>
    <w:rsid w:val="00C326F7"/>
    <w:rsid w:val="00C329FA"/>
    <w:rsid w:val="00C339D5"/>
    <w:rsid w:val="00C33C8F"/>
    <w:rsid w:val="00C34641"/>
    <w:rsid w:val="00C3475E"/>
    <w:rsid w:val="00C351B3"/>
    <w:rsid w:val="00C355A0"/>
    <w:rsid w:val="00C3562A"/>
    <w:rsid w:val="00C359ED"/>
    <w:rsid w:val="00C35B2E"/>
    <w:rsid w:val="00C364F2"/>
    <w:rsid w:val="00C36AC8"/>
    <w:rsid w:val="00C37E7B"/>
    <w:rsid w:val="00C400BC"/>
    <w:rsid w:val="00C403C1"/>
    <w:rsid w:val="00C405AC"/>
    <w:rsid w:val="00C421B0"/>
    <w:rsid w:val="00C4263A"/>
    <w:rsid w:val="00C4347A"/>
    <w:rsid w:val="00C43F58"/>
    <w:rsid w:val="00C443C5"/>
    <w:rsid w:val="00C44CCE"/>
    <w:rsid w:val="00C45A18"/>
    <w:rsid w:val="00C472F7"/>
    <w:rsid w:val="00C47C6D"/>
    <w:rsid w:val="00C47E38"/>
    <w:rsid w:val="00C50589"/>
    <w:rsid w:val="00C51EE6"/>
    <w:rsid w:val="00C52452"/>
    <w:rsid w:val="00C52660"/>
    <w:rsid w:val="00C52695"/>
    <w:rsid w:val="00C52EE2"/>
    <w:rsid w:val="00C531A5"/>
    <w:rsid w:val="00C545C5"/>
    <w:rsid w:val="00C54E73"/>
    <w:rsid w:val="00C555FD"/>
    <w:rsid w:val="00C56CAE"/>
    <w:rsid w:val="00C576AC"/>
    <w:rsid w:val="00C57D0F"/>
    <w:rsid w:val="00C61A4B"/>
    <w:rsid w:val="00C61C7E"/>
    <w:rsid w:val="00C61F41"/>
    <w:rsid w:val="00C62314"/>
    <w:rsid w:val="00C62591"/>
    <w:rsid w:val="00C62C7D"/>
    <w:rsid w:val="00C62CBD"/>
    <w:rsid w:val="00C62F3A"/>
    <w:rsid w:val="00C63345"/>
    <w:rsid w:val="00C63440"/>
    <w:rsid w:val="00C636D1"/>
    <w:rsid w:val="00C63716"/>
    <w:rsid w:val="00C64656"/>
    <w:rsid w:val="00C64791"/>
    <w:rsid w:val="00C6486C"/>
    <w:rsid w:val="00C64DB4"/>
    <w:rsid w:val="00C64F10"/>
    <w:rsid w:val="00C65086"/>
    <w:rsid w:val="00C65CA9"/>
    <w:rsid w:val="00C6745C"/>
    <w:rsid w:val="00C701D3"/>
    <w:rsid w:val="00C70397"/>
    <w:rsid w:val="00C70494"/>
    <w:rsid w:val="00C7076B"/>
    <w:rsid w:val="00C717A6"/>
    <w:rsid w:val="00C71C7A"/>
    <w:rsid w:val="00C729C6"/>
    <w:rsid w:val="00C72BA6"/>
    <w:rsid w:val="00C730C6"/>
    <w:rsid w:val="00C73A76"/>
    <w:rsid w:val="00C748F4"/>
    <w:rsid w:val="00C74DCC"/>
    <w:rsid w:val="00C751A9"/>
    <w:rsid w:val="00C75C21"/>
    <w:rsid w:val="00C75FA6"/>
    <w:rsid w:val="00C77568"/>
    <w:rsid w:val="00C8226A"/>
    <w:rsid w:val="00C82D80"/>
    <w:rsid w:val="00C83316"/>
    <w:rsid w:val="00C83333"/>
    <w:rsid w:val="00C839F1"/>
    <w:rsid w:val="00C83D7A"/>
    <w:rsid w:val="00C844CE"/>
    <w:rsid w:val="00C851FF"/>
    <w:rsid w:val="00C858ED"/>
    <w:rsid w:val="00C85E8D"/>
    <w:rsid w:val="00C86BD7"/>
    <w:rsid w:val="00C8700D"/>
    <w:rsid w:val="00C870C2"/>
    <w:rsid w:val="00C87A3A"/>
    <w:rsid w:val="00C90274"/>
    <w:rsid w:val="00C9054B"/>
    <w:rsid w:val="00C90C79"/>
    <w:rsid w:val="00C918AB"/>
    <w:rsid w:val="00C91B73"/>
    <w:rsid w:val="00C91BE0"/>
    <w:rsid w:val="00C92413"/>
    <w:rsid w:val="00C9242A"/>
    <w:rsid w:val="00C9305D"/>
    <w:rsid w:val="00C93C16"/>
    <w:rsid w:val="00C942BE"/>
    <w:rsid w:val="00C9450A"/>
    <w:rsid w:val="00C955CD"/>
    <w:rsid w:val="00C955FC"/>
    <w:rsid w:val="00C9562D"/>
    <w:rsid w:val="00C95A74"/>
    <w:rsid w:val="00C95D7A"/>
    <w:rsid w:val="00C96436"/>
    <w:rsid w:val="00C965AA"/>
    <w:rsid w:val="00C96A8F"/>
    <w:rsid w:val="00C97D23"/>
    <w:rsid w:val="00CA0794"/>
    <w:rsid w:val="00CA08F9"/>
    <w:rsid w:val="00CA1602"/>
    <w:rsid w:val="00CA33FA"/>
    <w:rsid w:val="00CA352F"/>
    <w:rsid w:val="00CA45EC"/>
    <w:rsid w:val="00CA476F"/>
    <w:rsid w:val="00CA5270"/>
    <w:rsid w:val="00CA5295"/>
    <w:rsid w:val="00CA5CAC"/>
    <w:rsid w:val="00CA619A"/>
    <w:rsid w:val="00CA7060"/>
    <w:rsid w:val="00CA744A"/>
    <w:rsid w:val="00CA7BCB"/>
    <w:rsid w:val="00CB0661"/>
    <w:rsid w:val="00CB0AEB"/>
    <w:rsid w:val="00CB1216"/>
    <w:rsid w:val="00CB15CC"/>
    <w:rsid w:val="00CB17A3"/>
    <w:rsid w:val="00CB1896"/>
    <w:rsid w:val="00CB1AD8"/>
    <w:rsid w:val="00CB452D"/>
    <w:rsid w:val="00CB4AD5"/>
    <w:rsid w:val="00CB4B16"/>
    <w:rsid w:val="00CB54C2"/>
    <w:rsid w:val="00CB56E2"/>
    <w:rsid w:val="00CB5BB7"/>
    <w:rsid w:val="00CB5C85"/>
    <w:rsid w:val="00CB6505"/>
    <w:rsid w:val="00CB6C4A"/>
    <w:rsid w:val="00CB7269"/>
    <w:rsid w:val="00CB7528"/>
    <w:rsid w:val="00CB7855"/>
    <w:rsid w:val="00CB7EE3"/>
    <w:rsid w:val="00CC0039"/>
    <w:rsid w:val="00CC032E"/>
    <w:rsid w:val="00CC38E3"/>
    <w:rsid w:val="00CC3B02"/>
    <w:rsid w:val="00CC3C7F"/>
    <w:rsid w:val="00CC4157"/>
    <w:rsid w:val="00CC469B"/>
    <w:rsid w:val="00CC492B"/>
    <w:rsid w:val="00CC531D"/>
    <w:rsid w:val="00CC5D38"/>
    <w:rsid w:val="00CC5F73"/>
    <w:rsid w:val="00CC6A1E"/>
    <w:rsid w:val="00CC6FB0"/>
    <w:rsid w:val="00CC72A6"/>
    <w:rsid w:val="00CC7BA7"/>
    <w:rsid w:val="00CD00E0"/>
    <w:rsid w:val="00CD0379"/>
    <w:rsid w:val="00CD0A03"/>
    <w:rsid w:val="00CD1519"/>
    <w:rsid w:val="00CD1C87"/>
    <w:rsid w:val="00CD27BE"/>
    <w:rsid w:val="00CD28A0"/>
    <w:rsid w:val="00CD3FBD"/>
    <w:rsid w:val="00CD41F6"/>
    <w:rsid w:val="00CD4A61"/>
    <w:rsid w:val="00CD4B07"/>
    <w:rsid w:val="00CD5492"/>
    <w:rsid w:val="00CD63F8"/>
    <w:rsid w:val="00CD6DC7"/>
    <w:rsid w:val="00CD6DE1"/>
    <w:rsid w:val="00CD6E30"/>
    <w:rsid w:val="00CD7D4B"/>
    <w:rsid w:val="00CE0F53"/>
    <w:rsid w:val="00CE1062"/>
    <w:rsid w:val="00CE178C"/>
    <w:rsid w:val="00CE191A"/>
    <w:rsid w:val="00CE1AFF"/>
    <w:rsid w:val="00CE24CC"/>
    <w:rsid w:val="00CE30E8"/>
    <w:rsid w:val="00CE396B"/>
    <w:rsid w:val="00CE3D44"/>
    <w:rsid w:val="00CE3FFE"/>
    <w:rsid w:val="00CE43CA"/>
    <w:rsid w:val="00CE5505"/>
    <w:rsid w:val="00CE5653"/>
    <w:rsid w:val="00CE62B0"/>
    <w:rsid w:val="00CE643F"/>
    <w:rsid w:val="00CE6B93"/>
    <w:rsid w:val="00CE71CF"/>
    <w:rsid w:val="00CE7407"/>
    <w:rsid w:val="00CE7F5A"/>
    <w:rsid w:val="00CF1271"/>
    <w:rsid w:val="00CF1E65"/>
    <w:rsid w:val="00CF1F2B"/>
    <w:rsid w:val="00CF234A"/>
    <w:rsid w:val="00CF3003"/>
    <w:rsid w:val="00CF4D44"/>
    <w:rsid w:val="00CF4D7B"/>
    <w:rsid w:val="00CF502F"/>
    <w:rsid w:val="00CF664A"/>
    <w:rsid w:val="00CF6E4C"/>
    <w:rsid w:val="00CF790E"/>
    <w:rsid w:val="00D008B4"/>
    <w:rsid w:val="00D0150F"/>
    <w:rsid w:val="00D019A7"/>
    <w:rsid w:val="00D019C8"/>
    <w:rsid w:val="00D01CDA"/>
    <w:rsid w:val="00D01CF5"/>
    <w:rsid w:val="00D02E73"/>
    <w:rsid w:val="00D04378"/>
    <w:rsid w:val="00D0493F"/>
    <w:rsid w:val="00D05179"/>
    <w:rsid w:val="00D05D12"/>
    <w:rsid w:val="00D0643A"/>
    <w:rsid w:val="00D06EE3"/>
    <w:rsid w:val="00D070B3"/>
    <w:rsid w:val="00D07380"/>
    <w:rsid w:val="00D0785E"/>
    <w:rsid w:val="00D07B02"/>
    <w:rsid w:val="00D11299"/>
    <w:rsid w:val="00D118DA"/>
    <w:rsid w:val="00D12592"/>
    <w:rsid w:val="00D12A1B"/>
    <w:rsid w:val="00D12D79"/>
    <w:rsid w:val="00D133DD"/>
    <w:rsid w:val="00D134EE"/>
    <w:rsid w:val="00D13C05"/>
    <w:rsid w:val="00D14055"/>
    <w:rsid w:val="00D147F7"/>
    <w:rsid w:val="00D14827"/>
    <w:rsid w:val="00D14935"/>
    <w:rsid w:val="00D15071"/>
    <w:rsid w:val="00D1574E"/>
    <w:rsid w:val="00D16FF6"/>
    <w:rsid w:val="00D172D8"/>
    <w:rsid w:val="00D172EE"/>
    <w:rsid w:val="00D17DA1"/>
    <w:rsid w:val="00D20109"/>
    <w:rsid w:val="00D20436"/>
    <w:rsid w:val="00D20560"/>
    <w:rsid w:val="00D21904"/>
    <w:rsid w:val="00D219E3"/>
    <w:rsid w:val="00D21F2C"/>
    <w:rsid w:val="00D22573"/>
    <w:rsid w:val="00D22B6A"/>
    <w:rsid w:val="00D23488"/>
    <w:rsid w:val="00D23802"/>
    <w:rsid w:val="00D2445B"/>
    <w:rsid w:val="00D248F8"/>
    <w:rsid w:val="00D2535F"/>
    <w:rsid w:val="00D26ECC"/>
    <w:rsid w:val="00D27386"/>
    <w:rsid w:val="00D27FE8"/>
    <w:rsid w:val="00D301BE"/>
    <w:rsid w:val="00D3049D"/>
    <w:rsid w:val="00D307BA"/>
    <w:rsid w:val="00D30A59"/>
    <w:rsid w:val="00D31898"/>
    <w:rsid w:val="00D31BF6"/>
    <w:rsid w:val="00D31D85"/>
    <w:rsid w:val="00D31F4B"/>
    <w:rsid w:val="00D322D8"/>
    <w:rsid w:val="00D329B2"/>
    <w:rsid w:val="00D32B0A"/>
    <w:rsid w:val="00D33384"/>
    <w:rsid w:val="00D340B2"/>
    <w:rsid w:val="00D34A4E"/>
    <w:rsid w:val="00D34BF2"/>
    <w:rsid w:val="00D360D7"/>
    <w:rsid w:val="00D36584"/>
    <w:rsid w:val="00D37037"/>
    <w:rsid w:val="00D410D5"/>
    <w:rsid w:val="00D413BD"/>
    <w:rsid w:val="00D42340"/>
    <w:rsid w:val="00D4285B"/>
    <w:rsid w:val="00D4289B"/>
    <w:rsid w:val="00D42B11"/>
    <w:rsid w:val="00D444BB"/>
    <w:rsid w:val="00D4591B"/>
    <w:rsid w:val="00D464BB"/>
    <w:rsid w:val="00D46869"/>
    <w:rsid w:val="00D46B86"/>
    <w:rsid w:val="00D46EAC"/>
    <w:rsid w:val="00D470E6"/>
    <w:rsid w:val="00D47367"/>
    <w:rsid w:val="00D476EF"/>
    <w:rsid w:val="00D47A27"/>
    <w:rsid w:val="00D5006E"/>
    <w:rsid w:val="00D50C3A"/>
    <w:rsid w:val="00D51546"/>
    <w:rsid w:val="00D5196B"/>
    <w:rsid w:val="00D52811"/>
    <w:rsid w:val="00D5367C"/>
    <w:rsid w:val="00D53C85"/>
    <w:rsid w:val="00D54344"/>
    <w:rsid w:val="00D54BBF"/>
    <w:rsid w:val="00D54C95"/>
    <w:rsid w:val="00D54F2A"/>
    <w:rsid w:val="00D56679"/>
    <w:rsid w:val="00D572B9"/>
    <w:rsid w:val="00D57363"/>
    <w:rsid w:val="00D6048C"/>
    <w:rsid w:val="00D606EA"/>
    <w:rsid w:val="00D60B7E"/>
    <w:rsid w:val="00D61E91"/>
    <w:rsid w:val="00D61FCE"/>
    <w:rsid w:val="00D62129"/>
    <w:rsid w:val="00D626E4"/>
    <w:rsid w:val="00D6325C"/>
    <w:rsid w:val="00D63B74"/>
    <w:rsid w:val="00D63CEE"/>
    <w:rsid w:val="00D643F9"/>
    <w:rsid w:val="00D6485C"/>
    <w:rsid w:val="00D649E3"/>
    <w:rsid w:val="00D64B26"/>
    <w:rsid w:val="00D6514B"/>
    <w:rsid w:val="00D6550F"/>
    <w:rsid w:val="00D66CBB"/>
    <w:rsid w:val="00D66D99"/>
    <w:rsid w:val="00D67054"/>
    <w:rsid w:val="00D67718"/>
    <w:rsid w:val="00D7090C"/>
    <w:rsid w:val="00D70C98"/>
    <w:rsid w:val="00D70CCE"/>
    <w:rsid w:val="00D71654"/>
    <w:rsid w:val="00D71CB4"/>
    <w:rsid w:val="00D71D7A"/>
    <w:rsid w:val="00D7252A"/>
    <w:rsid w:val="00D73F5C"/>
    <w:rsid w:val="00D741FF"/>
    <w:rsid w:val="00D74493"/>
    <w:rsid w:val="00D745AD"/>
    <w:rsid w:val="00D746CF"/>
    <w:rsid w:val="00D748F9"/>
    <w:rsid w:val="00D74DC8"/>
    <w:rsid w:val="00D762F3"/>
    <w:rsid w:val="00D76D57"/>
    <w:rsid w:val="00D770F3"/>
    <w:rsid w:val="00D77415"/>
    <w:rsid w:val="00D77452"/>
    <w:rsid w:val="00D80360"/>
    <w:rsid w:val="00D805A1"/>
    <w:rsid w:val="00D810EA"/>
    <w:rsid w:val="00D81415"/>
    <w:rsid w:val="00D81B1B"/>
    <w:rsid w:val="00D82113"/>
    <w:rsid w:val="00D82B2A"/>
    <w:rsid w:val="00D82B65"/>
    <w:rsid w:val="00D82C89"/>
    <w:rsid w:val="00D82D82"/>
    <w:rsid w:val="00D8306B"/>
    <w:rsid w:val="00D83AC1"/>
    <w:rsid w:val="00D83C76"/>
    <w:rsid w:val="00D8425B"/>
    <w:rsid w:val="00D84530"/>
    <w:rsid w:val="00D845A3"/>
    <w:rsid w:val="00D84990"/>
    <w:rsid w:val="00D85449"/>
    <w:rsid w:val="00D85697"/>
    <w:rsid w:val="00D8570E"/>
    <w:rsid w:val="00D85E3D"/>
    <w:rsid w:val="00D85E65"/>
    <w:rsid w:val="00D86282"/>
    <w:rsid w:val="00D864C8"/>
    <w:rsid w:val="00D86648"/>
    <w:rsid w:val="00D868A5"/>
    <w:rsid w:val="00D8714B"/>
    <w:rsid w:val="00D87738"/>
    <w:rsid w:val="00D877D7"/>
    <w:rsid w:val="00D8797D"/>
    <w:rsid w:val="00D87A9C"/>
    <w:rsid w:val="00D90117"/>
    <w:rsid w:val="00D90B92"/>
    <w:rsid w:val="00D91064"/>
    <w:rsid w:val="00D9128D"/>
    <w:rsid w:val="00D9188A"/>
    <w:rsid w:val="00D9218B"/>
    <w:rsid w:val="00D921D8"/>
    <w:rsid w:val="00D925B3"/>
    <w:rsid w:val="00D92FB8"/>
    <w:rsid w:val="00D92FF7"/>
    <w:rsid w:val="00D94AF7"/>
    <w:rsid w:val="00D95028"/>
    <w:rsid w:val="00D9580A"/>
    <w:rsid w:val="00D973A4"/>
    <w:rsid w:val="00D97A12"/>
    <w:rsid w:val="00D97FAD"/>
    <w:rsid w:val="00DA0F54"/>
    <w:rsid w:val="00DA1F3F"/>
    <w:rsid w:val="00DA23EA"/>
    <w:rsid w:val="00DA2548"/>
    <w:rsid w:val="00DA40EB"/>
    <w:rsid w:val="00DA4248"/>
    <w:rsid w:val="00DA4481"/>
    <w:rsid w:val="00DA45C9"/>
    <w:rsid w:val="00DA4D2D"/>
    <w:rsid w:val="00DA50A0"/>
    <w:rsid w:val="00DA5370"/>
    <w:rsid w:val="00DA5B54"/>
    <w:rsid w:val="00DA5D6D"/>
    <w:rsid w:val="00DA62BD"/>
    <w:rsid w:val="00DA7E82"/>
    <w:rsid w:val="00DB1330"/>
    <w:rsid w:val="00DB1744"/>
    <w:rsid w:val="00DB19C9"/>
    <w:rsid w:val="00DB1BF4"/>
    <w:rsid w:val="00DB1F04"/>
    <w:rsid w:val="00DB26E2"/>
    <w:rsid w:val="00DB2C37"/>
    <w:rsid w:val="00DB2DCE"/>
    <w:rsid w:val="00DB2E6B"/>
    <w:rsid w:val="00DB3099"/>
    <w:rsid w:val="00DB34DA"/>
    <w:rsid w:val="00DB4B1A"/>
    <w:rsid w:val="00DB52A6"/>
    <w:rsid w:val="00DB60CB"/>
    <w:rsid w:val="00DB6C0B"/>
    <w:rsid w:val="00DB6D88"/>
    <w:rsid w:val="00DB755E"/>
    <w:rsid w:val="00DB7874"/>
    <w:rsid w:val="00DC00C9"/>
    <w:rsid w:val="00DC0251"/>
    <w:rsid w:val="00DC0ABC"/>
    <w:rsid w:val="00DC1042"/>
    <w:rsid w:val="00DC1329"/>
    <w:rsid w:val="00DC15C7"/>
    <w:rsid w:val="00DC16A0"/>
    <w:rsid w:val="00DC1771"/>
    <w:rsid w:val="00DC27D5"/>
    <w:rsid w:val="00DC290B"/>
    <w:rsid w:val="00DC2F25"/>
    <w:rsid w:val="00DC383C"/>
    <w:rsid w:val="00DC3A66"/>
    <w:rsid w:val="00DC3E08"/>
    <w:rsid w:val="00DC3FF9"/>
    <w:rsid w:val="00DC4FD1"/>
    <w:rsid w:val="00DC501E"/>
    <w:rsid w:val="00DC50B8"/>
    <w:rsid w:val="00DC574B"/>
    <w:rsid w:val="00DC60D6"/>
    <w:rsid w:val="00DC77FB"/>
    <w:rsid w:val="00DD057C"/>
    <w:rsid w:val="00DD0976"/>
    <w:rsid w:val="00DD0D3F"/>
    <w:rsid w:val="00DD18BE"/>
    <w:rsid w:val="00DD1C8C"/>
    <w:rsid w:val="00DD1D33"/>
    <w:rsid w:val="00DD2128"/>
    <w:rsid w:val="00DD2685"/>
    <w:rsid w:val="00DD2A23"/>
    <w:rsid w:val="00DD2A68"/>
    <w:rsid w:val="00DD3541"/>
    <w:rsid w:val="00DD3544"/>
    <w:rsid w:val="00DD357C"/>
    <w:rsid w:val="00DD3A5D"/>
    <w:rsid w:val="00DD3B26"/>
    <w:rsid w:val="00DD3EAD"/>
    <w:rsid w:val="00DD409B"/>
    <w:rsid w:val="00DD4A6F"/>
    <w:rsid w:val="00DD4D84"/>
    <w:rsid w:val="00DD4E2A"/>
    <w:rsid w:val="00DD4EE0"/>
    <w:rsid w:val="00DD58BB"/>
    <w:rsid w:val="00DD5D6A"/>
    <w:rsid w:val="00DD6B98"/>
    <w:rsid w:val="00DD7205"/>
    <w:rsid w:val="00DE0770"/>
    <w:rsid w:val="00DE124E"/>
    <w:rsid w:val="00DE1DA1"/>
    <w:rsid w:val="00DE219E"/>
    <w:rsid w:val="00DE24B1"/>
    <w:rsid w:val="00DE3120"/>
    <w:rsid w:val="00DE3D34"/>
    <w:rsid w:val="00DE3DC0"/>
    <w:rsid w:val="00DE4099"/>
    <w:rsid w:val="00DE4156"/>
    <w:rsid w:val="00DE449A"/>
    <w:rsid w:val="00DE4C38"/>
    <w:rsid w:val="00DE5072"/>
    <w:rsid w:val="00DE5326"/>
    <w:rsid w:val="00DE57DA"/>
    <w:rsid w:val="00DE5872"/>
    <w:rsid w:val="00DE5DDE"/>
    <w:rsid w:val="00DE6111"/>
    <w:rsid w:val="00DE6476"/>
    <w:rsid w:val="00DE6DAC"/>
    <w:rsid w:val="00DE6E4B"/>
    <w:rsid w:val="00DE7E4B"/>
    <w:rsid w:val="00DF0D0C"/>
    <w:rsid w:val="00DF1282"/>
    <w:rsid w:val="00DF1FE2"/>
    <w:rsid w:val="00DF2550"/>
    <w:rsid w:val="00DF34D6"/>
    <w:rsid w:val="00DF4492"/>
    <w:rsid w:val="00DF45EF"/>
    <w:rsid w:val="00DF512F"/>
    <w:rsid w:val="00DF55E3"/>
    <w:rsid w:val="00DF6101"/>
    <w:rsid w:val="00DF6AF8"/>
    <w:rsid w:val="00DF7743"/>
    <w:rsid w:val="00DF7B15"/>
    <w:rsid w:val="00E004AB"/>
    <w:rsid w:val="00E0059C"/>
    <w:rsid w:val="00E02649"/>
    <w:rsid w:val="00E026ED"/>
    <w:rsid w:val="00E02D77"/>
    <w:rsid w:val="00E03855"/>
    <w:rsid w:val="00E04055"/>
    <w:rsid w:val="00E04367"/>
    <w:rsid w:val="00E052F7"/>
    <w:rsid w:val="00E05D97"/>
    <w:rsid w:val="00E0640D"/>
    <w:rsid w:val="00E06809"/>
    <w:rsid w:val="00E06991"/>
    <w:rsid w:val="00E06B1D"/>
    <w:rsid w:val="00E06BEA"/>
    <w:rsid w:val="00E06FAF"/>
    <w:rsid w:val="00E07566"/>
    <w:rsid w:val="00E077A7"/>
    <w:rsid w:val="00E079BF"/>
    <w:rsid w:val="00E108AA"/>
    <w:rsid w:val="00E10E2B"/>
    <w:rsid w:val="00E114D8"/>
    <w:rsid w:val="00E11D3F"/>
    <w:rsid w:val="00E127B3"/>
    <w:rsid w:val="00E12DD7"/>
    <w:rsid w:val="00E12E8F"/>
    <w:rsid w:val="00E13915"/>
    <w:rsid w:val="00E13D3A"/>
    <w:rsid w:val="00E14465"/>
    <w:rsid w:val="00E14719"/>
    <w:rsid w:val="00E148C9"/>
    <w:rsid w:val="00E15486"/>
    <w:rsid w:val="00E158E8"/>
    <w:rsid w:val="00E15B8B"/>
    <w:rsid w:val="00E16756"/>
    <w:rsid w:val="00E175B2"/>
    <w:rsid w:val="00E1797B"/>
    <w:rsid w:val="00E17A6B"/>
    <w:rsid w:val="00E20619"/>
    <w:rsid w:val="00E214E1"/>
    <w:rsid w:val="00E22329"/>
    <w:rsid w:val="00E224AB"/>
    <w:rsid w:val="00E22EF3"/>
    <w:rsid w:val="00E232F7"/>
    <w:rsid w:val="00E23978"/>
    <w:rsid w:val="00E2430C"/>
    <w:rsid w:val="00E24D91"/>
    <w:rsid w:val="00E24F0B"/>
    <w:rsid w:val="00E251BA"/>
    <w:rsid w:val="00E25841"/>
    <w:rsid w:val="00E25A01"/>
    <w:rsid w:val="00E2646E"/>
    <w:rsid w:val="00E26685"/>
    <w:rsid w:val="00E26AF6"/>
    <w:rsid w:val="00E26E06"/>
    <w:rsid w:val="00E27539"/>
    <w:rsid w:val="00E2753B"/>
    <w:rsid w:val="00E278BD"/>
    <w:rsid w:val="00E27902"/>
    <w:rsid w:val="00E31803"/>
    <w:rsid w:val="00E320CC"/>
    <w:rsid w:val="00E321EE"/>
    <w:rsid w:val="00E3269A"/>
    <w:rsid w:val="00E32CE3"/>
    <w:rsid w:val="00E32F4E"/>
    <w:rsid w:val="00E33548"/>
    <w:rsid w:val="00E33BC9"/>
    <w:rsid w:val="00E33DA4"/>
    <w:rsid w:val="00E34311"/>
    <w:rsid w:val="00E3452B"/>
    <w:rsid w:val="00E347D3"/>
    <w:rsid w:val="00E35022"/>
    <w:rsid w:val="00E35615"/>
    <w:rsid w:val="00E36D9B"/>
    <w:rsid w:val="00E36F8D"/>
    <w:rsid w:val="00E3728A"/>
    <w:rsid w:val="00E40545"/>
    <w:rsid w:val="00E407F2"/>
    <w:rsid w:val="00E41A97"/>
    <w:rsid w:val="00E41BFE"/>
    <w:rsid w:val="00E43414"/>
    <w:rsid w:val="00E4494B"/>
    <w:rsid w:val="00E44AB6"/>
    <w:rsid w:val="00E45787"/>
    <w:rsid w:val="00E45C5B"/>
    <w:rsid w:val="00E46B03"/>
    <w:rsid w:val="00E46F6F"/>
    <w:rsid w:val="00E46FEE"/>
    <w:rsid w:val="00E47038"/>
    <w:rsid w:val="00E470A4"/>
    <w:rsid w:val="00E4720E"/>
    <w:rsid w:val="00E475E8"/>
    <w:rsid w:val="00E4789E"/>
    <w:rsid w:val="00E47EA4"/>
    <w:rsid w:val="00E47F5B"/>
    <w:rsid w:val="00E502B3"/>
    <w:rsid w:val="00E51452"/>
    <w:rsid w:val="00E51570"/>
    <w:rsid w:val="00E519C5"/>
    <w:rsid w:val="00E52016"/>
    <w:rsid w:val="00E526B8"/>
    <w:rsid w:val="00E531E5"/>
    <w:rsid w:val="00E53DCC"/>
    <w:rsid w:val="00E54694"/>
    <w:rsid w:val="00E55214"/>
    <w:rsid w:val="00E55455"/>
    <w:rsid w:val="00E556A6"/>
    <w:rsid w:val="00E556E6"/>
    <w:rsid w:val="00E55882"/>
    <w:rsid w:val="00E55ACE"/>
    <w:rsid w:val="00E56702"/>
    <w:rsid w:val="00E57435"/>
    <w:rsid w:val="00E57757"/>
    <w:rsid w:val="00E577F6"/>
    <w:rsid w:val="00E5782C"/>
    <w:rsid w:val="00E6037C"/>
    <w:rsid w:val="00E60574"/>
    <w:rsid w:val="00E60C80"/>
    <w:rsid w:val="00E60FB8"/>
    <w:rsid w:val="00E61478"/>
    <w:rsid w:val="00E61638"/>
    <w:rsid w:val="00E61B49"/>
    <w:rsid w:val="00E61F21"/>
    <w:rsid w:val="00E61F5D"/>
    <w:rsid w:val="00E624B0"/>
    <w:rsid w:val="00E6268D"/>
    <w:rsid w:val="00E629C1"/>
    <w:rsid w:val="00E62AA0"/>
    <w:rsid w:val="00E64359"/>
    <w:rsid w:val="00E646A4"/>
    <w:rsid w:val="00E64B0C"/>
    <w:rsid w:val="00E64BEC"/>
    <w:rsid w:val="00E66481"/>
    <w:rsid w:val="00E66BF2"/>
    <w:rsid w:val="00E6705E"/>
    <w:rsid w:val="00E674FC"/>
    <w:rsid w:val="00E67CC1"/>
    <w:rsid w:val="00E703F9"/>
    <w:rsid w:val="00E70472"/>
    <w:rsid w:val="00E70486"/>
    <w:rsid w:val="00E70798"/>
    <w:rsid w:val="00E71738"/>
    <w:rsid w:val="00E71A19"/>
    <w:rsid w:val="00E71ABA"/>
    <w:rsid w:val="00E724B8"/>
    <w:rsid w:val="00E73150"/>
    <w:rsid w:val="00E7364D"/>
    <w:rsid w:val="00E7388E"/>
    <w:rsid w:val="00E739C6"/>
    <w:rsid w:val="00E7559E"/>
    <w:rsid w:val="00E764DC"/>
    <w:rsid w:val="00E765DB"/>
    <w:rsid w:val="00E76ACA"/>
    <w:rsid w:val="00E76E9B"/>
    <w:rsid w:val="00E77F20"/>
    <w:rsid w:val="00E80413"/>
    <w:rsid w:val="00E81B1C"/>
    <w:rsid w:val="00E82080"/>
    <w:rsid w:val="00E82C04"/>
    <w:rsid w:val="00E82F84"/>
    <w:rsid w:val="00E82FC6"/>
    <w:rsid w:val="00E82FD4"/>
    <w:rsid w:val="00E83306"/>
    <w:rsid w:val="00E839AF"/>
    <w:rsid w:val="00E83F89"/>
    <w:rsid w:val="00E84443"/>
    <w:rsid w:val="00E844D4"/>
    <w:rsid w:val="00E84D00"/>
    <w:rsid w:val="00E85087"/>
    <w:rsid w:val="00E850AA"/>
    <w:rsid w:val="00E861A1"/>
    <w:rsid w:val="00E86B13"/>
    <w:rsid w:val="00E871B0"/>
    <w:rsid w:val="00E87421"/>
    <w:rsid w:val="00E904F8"/>
    <w:rsid w:val="00E906A9"/>
    <w:rsid w:val="00E91160"/>
    <w:rsid w:val="00E913FA"/>
    <w:rsid w:val="00E9166C"/>
    <w:rsid w:val="00E91AE9"/>
    <w:rsid w:val="00E91BD4"/>
    <w:rsid w:val="00E91E20"/>
    <w:rsid w:val="00E921F5"/>
    <w:rsid w:val="00E92CBB"/>
    <w:rsid w:val="00E92CD8"/>
    <w:rsid w:val="00E93868"/>
    <w:rsid w:val="00E9394F"/>
    <w:rsid w:val="00E93EB3"/>
    <w:rsid w:val="00E947BE"/>
    <w:rsid w:val="00E95866"/>
    <w:rsid w:val="00E95867"/>
    <w:rsid w:val="00E95CDD"/>
    <w:rsid w:val="00E95D67"/>
    <w:rsid w:val="00E9608D"/>
    <w:rsid w:val="00E963F8"/>
    <w:rsid w:val="00E96D40"/>
    <w:rsid w:val="00E96DD6"/>
    <w:rsid w:val="00E977BA"/>
    <w:rsid w:val="00EA05D2"/>
    <w:rsid w:val="00EA080B"/>
    <w:rsid w:val="00EA1727"/>
    <w:rsid w:val="00EA1B19"/>
    <w:rsid w:val="00EA1D92"/>
    <w:rsid w:val="00EA2370"/>
    <w:rsid w:val="00EA2620"/>
    <w:rsid w:val="00EA2D11"/>
    <w:rsid w:val="00EA2E0D"/>
    <w:rsid w:val="00EA2FC3"/>
    <w:rsid w:val="00EA305E"/>
    <w:rsid w:val="00EA3E60"/>
    <w:rsid w:val="00EA407C"/>
    <w:rsid w:val="00EA4A42"/>
    <w:rsid w:val="00EA4EDC"/>
    <w:rsid w:val="00EA545D"/>
    <w:rsid w:val="00EA5774"/>
    <w:rsid w:val="00EA5E1C"/>
    <w:rsid w:val="00EA5FCA"/>
    <w:rsid w:val="00EA6079"/>
    <w:rsid w:val="00EA61EB"/>
    <w:rsid w:val="00EA61F1"/>
    <w:rsid w:val="00EA79BE"/>
    <w:rsid w:val="00EB06F8"/>
    <w:rsid w:val="00EB180A"/>
    <w:rsid w:val="00EB1CE0"/>
    <w:rsid w:val="00EB29F9"/>
    <w:rsid w:val="00EB3E70"/>
    <w:rsid w:val="00EB42AA"/>
    <w:rsid w:val="00EB50F6"/>
    <w:rsid w:val="00EB66C4"/>
    <w:rsid w:val="00EB66F7"/>
    <w:rsid w:val="00EB730B"/>
    <w:rsid w:val="00EB7D52"/>
    <w:rsid w:val="00EC051E"/>
    <w:rsid w:val="00EC0ADC"/>
    <w:rsid w:val="00EC0C2B"/>
    <w:rsid w:val="00EC0EF2"/>
    <w:rsid w:val="00EC1BA8"/>
    <w:rsid w:val="00EC1FFC"/>
    <w:rsid w:val="00EC3329"/>
    <w:rsid w:val="00EC3664"/>
    <w:rsid w:val="00EC37A6"/>
    <w:rsid w:val="00EC4021"/>
    <w:rsid w:val="00EC475D"/>
    <w:rsid w:val="00EC4882"/>
    <w:rsid w:val="00EC4A6D"/>
    <w:rsid w:val="00EC56F6"/>
    <w:rsid w:val="00EC5D78"/>
    <w:rsid w:val="00EC60AC"/>
    <w:rsid w:val="00EC6280"/>
    <w:rsid w:val="00EC65C1"/>
    <w:rsid w:val="00EC6902"/>
    <w:rsid w:val="00EC7053"/>
    <w:rsid w:val="00EC7C13"/>
    <w:rsid w:val="00ED12BE"/>
    <w:rsid w:val="00ED282D"/>
    <w:rsid w:val="00ED2C52"/>
    <w:rsid w:val="00ED33E5"/>
    <w:rsid w:val="00ED3A69"/>
    <w:rsid w:val="00ED3DA6"/>
    <w:rsid w:val="00ED4088"/>
    <w:rsid w:val="00ED5084"/>
    <w:rsid w:val="00ED530D"/>
    <w:rsid w:val="00ED54F1"/>
    <w:rsid w:val="00ED63AD"/>
    <w:rsid w:val="00ED6637"/>
    <w:rsid w:val="00ED6A30"/>
    <w:rsid w:val="00ED6FA4"/>
    <w:rsid w:val="00ED709E"/>
    <w:rsid w:val="00ED7934"/>
    <w:rsid w:val="00EE03E4"/>
    <w:rsid w:val="00EE13AE"/>
    <w:rsid w:val="00EE26F0"/>
    <w:rsid w:val="00EE281E"/>
    <w:rsid w:val="00EE2D90"/>
    <w:rsid w:val="00EE2E03"/>
    <w:rsid w:val="00EE3267"/>
    <w:rsid w:val="00EE3A33"/>
    <w:rsid w:val="00EE44EA"/>
    <w:rsid w:val="00EE59ED"/>
    <w:rsid w:val="00EE6C68"/>
    <w:rsid w:val="00EE7228"/>
    <w:rsid w:val="00EF0628"/>
    <w:rsid w:val="00EF0908"/>
    <w:rsid w:val="00EF0B57"/>
    <w:rsid w:val="00EF0F30"/>
    <w:rsid w:val="00EF20C9"/>
    <w:rsid w:val="00EF2847"/>
    <w:rsid w:val="00EF2AF8"/>
    <w:rsid w:val="00EF35C4"/>
    <w:rsid w:val="00EF3D13"/>
    <w:rsid w:val="00EF4357"/>
    <w:rsid w:val="00EF47D1"/>
    <w:rsid w:val="00EF4D56"/>
    <w:rsid w:val="00EF4F15"/>
    <w:rsid w:val="00EF59CD"/>
    <w:rsid w:val="00EF6DEC"/>
    <w:rsid w:val="00F004E1"/>
    <w:rsid w:val="00F00C11"/>
    <w:rsid w:val="00F00F65"/>
    <w:rsid w:val="00F01BD7"/>
    <w:rsid w:val="00F02CC7"/>
    <w:rsid w:val="00F02D3C"/>
    <w:rsid w:val="00F0345D"/>
    <w:rsid w:val="00F059A4"/>
    <w:rsid w:val="00F065C9"/>
    <w:rsid w:val="00F066D0"/>
    <w:rsid w:val="00F06CC2"/>
    <w:rsid w:val="00F07054"/>
    <w:rsid w:val="00F0728F"/>
    <w:rsid w:val="00F07584"/>
    <w:rsid w:val="00F07B07"/>
    <w:rsid w:val="00F07BCA"/>
    <w:rsid w:val="00F07EE7"/>
    <w:rsid w:val="00F07F84"/>
    <w:rsid w:val="00F1064A"/>
    <w:rsid w:val="00F106A5"/>
    <w:rsid w:val="00F10A5A"/>
    <w:rsid w:val="00F10C9E"/>
    <w:rsid w:val="00F11427"/>
    <w:rsid w:val="00F11899"/>
    <w:rsid w:val="00F1195A"/>
    <w:rsid w:val="00F11E81"/>
    <w:rsid w:val="00F12D92"/>
    <w:rsid w:val="00F135A9"/>
    <w:rsid w:val="00F1453A"/>
    <w:rsid w:val="00F151AB"/>
    <w:rsid w:val="00F1544B"/>
    <w:rsid w:val="00F15D82"/>
    <w:rsid w:val="00F16895"/>
    <w:rsid w:val="00F1757C"/>
    <w:rsid w:val="00F17FF9"/>
    <w:rsid w:val="00F20026"/>
    <w:rsid w:val="00F20CCC"/>
    <w:rsid w:val="00F20FD5"/>
    <w:rsid w:val="00F22C5D"/>
    <w:rsid w:val="00F2325A"/>
    <w:rsid w:val="00F241F0"/>
    <w:rsid w:val="00F248B1"/>
    <w:rsid w:val="00F24946"/>
    <w:rsid w:val="00F249C8"/>
    <w:rsid w:val="00F24B58"/>
    <w:rsid w:val="00F24F6B"/>
    <w:rsid w:val="00F257C5"/>
    <w:rsid w:val="00F25F3A"/>
    <w:rsid w:val="00F260C9"/>
    <w:rsid w:val="00F26172"/>
    <w:rsid w:val="00F26889"/>
    <w:rsid w:val="00F26A09"/>
    <w:rsid w:val="00F27102"/>
    <w:rsid w:val="00F27A5D"/>
    <w:rsid w:val="00F27A8C"/>
    <w:rsid w:val="00F27F4E"/>
    <w:rsid w:val="00F30540"/>
    <w:rsid w:val="00F3087B"/>
    <w:rsid w:val="00F30A09"/>
    <w:rsid w:val="00F30CC8"/>
    <w:rsid w:val="00F30D24"/>
    <w:rsid w:val="00F30F69"/>
    <w:rsid w:val="00F31012"/>
    <w:rsid w:val="00F31C2A"/>
    <w:rsid w:val="00F31E1F"/>
    <w:rsid w:val="00F31E6D"/>
    <w:rsid w:val="00F333E2"/>
    <w:rsid w:val="00F334AC"/>
    <w:rsid w:val="00F33734"/>
    <w:rsid w:val="00F33E2C"/>
    <w:rsid w:val="00F3450F"/>
    <w:rsid w:val="00F347E5"/>
    <w:rsid w:val="00F34A83"/>
    <w:rsid w:val="00F34C9C"/>
    <w:rsid w:val="00F34D2A"/>
    <w:rsid w:val="00F369B3"/>
    <w:rsid w:val="00F37638"/>
    <w:rsid w:val="00F37742"/>
    <w:rsid w:val="00F40766"/>
    <w:rsid w:val="00F40893"/>
    <w:rsid w:val="00F40C46"/>
    <w:rsid w:val="00F40D01"/>
    <w:rsid w:val="00F4113D"/>
    <w:rsid w:val="00F415B8"/>
    <w:rsid w:val="00F41E3F"/>
    <w:rsid w:val="00F423CD"/>
    <w:rsid w:val="00F42A0A"/>
    <w:rsid w:val="00F42A5E"/>
    <w:rsid w:val="00F4394A"/>
    <w:rsid w:val="00F43965"/>
    <w:rsid w:val="00F45362"/>
    <w:rsid w:val="00F45959"/>
    <w:rsid w:val="00F45BE7"/>
    <w:rsid w:val="00F46563"/>
    <w:rsid w:val="00F469F1"/>
    <w:rsid w:val="00F46C03"/>
    <w:rsid w:val="00F4781F"/>
    <w:rsid w:val="00F47A48"/>
    <w:rsid w:val="00F47BD4"/>
    <w:rsid w:val="00F47D36"/>
    <w:rsid w:val="00F5010F"/>
    <w:rsid w:val="00F50AA5"/>
    <w:rsid w:val="00F50DE0"/>
    <w:rsid w:val="00F50E2E"/>
    <w:rsid w:val="00F50F7E"/>
    <w:rsid w:val="00F51155"/>
    <w:rsid w:val="00F514BC"/>
    <w:rsid w:val="00F51DA0"/>
    <w:rsid w:val="00F5258E"/>
    <w:rsid w:val="00F5286F"/>
    <w:rsid w:val="00F52BD1"/>
    <w:rsid w:val="00F52F31"/>
    <w:rsid w:val="00F537CD"/>
    <w:rsid w:val="00F53D7A"/>
    <w:rsid w:val="00F53E8B"/>
    <w:rsid w:val="00F5415E"/>
    <w:rsid w:val="00F54602"/>
    <w:rsid w:val="00F55E29"/>
    <w:rsid w:val="00F570C3"/>
    <w:rsid w:val="00F57107"/>
    <w:rsid w:val="00F57A82"/>
    <w:rsid w:val="00F61554"/>
    <w:rsid w:val="00F6180F"/>
    <w:rsid w:val="00F61870"/>
    <w:rsid w:val="00F62E10"/>
    <w:rsid w:val="00F62F37"/>
    <w:rsid w:val="00F63064"/>
    <w:rsid w:val="00F636B9"/>
    <w:rsid w:val="00F640CE"/>
    <w:rsid w:val="00F64279"/>
    <w:rsid w:val="00F64351"/>
    <w:rsid w:val="00F6588D"/>
    <w:rsid w:val="00F66D92"/>
    <w:rsid w:val="00F6725E"/>
    <w:rsid w:val="00F67347"/>
    <w:rsid w:val="00F67766"/>
    <w:rsid w:val="00F679FB"/>
    <w:rsid w:val="00F67C81"/>
    <w:rsid w:val="00F67CB1"/>
    <w:rsid w:val="00F70DAC"/>
    <w:rsid w:val="00F7108E"/>
    <w:rsid w:val="00F719D5"/>
    <w:rsid w:val="00F71BA2"/>
    <w:rsid w:val="00F7204D"/>
    <w:rsid w:val="00F73310"/>
    <w:rsid w:val="00F749C9"/>
    <w:rsid w:val="00F74C1B"/>
    <w:rsid w:val="00F75697"/>
    <w:rsid w:val="00F7628C"/>
    <w:rsid w:val="00F76AC0"/>
    <w:rsid w:val="00F76D2B"/>
    <w:rsid w:val="00F76DEE"/>
    <w:rsid w:val="00F7706F"/>
    <w:rsid w:val="00F77325"/>
    <w:rsid w:val="00F77B2E"/>
    <w:rsid w:val="00F80F95"/>
    <w:rsid w:val="00F81ACC"/>
    <w:rsid w:val="00F81AE9"/>
    <w:rsid w:val="00F81C38"/>
    <w:rsid w:val="00F81CD7"/>
    <w:rsid w:val="00F8247B"/>
    <w:rsid w:val="00F82E37"/>
    <w:rsid w:val="00F83656"/>
    <w:rsid w:val="00F839F2"/>
    <w:rsid w:val="00F848D2"/>
    <w:rsid w:val="00F84E00"/>
    <w:rsid w:val="00F85191"/>
    <w:rsid w:val="00F862BC"/>
    <w:rsid w:val="00F86AF1"/>
    <w:rsid w:val="00F86C86"/>
    <w:rsid w:val="00F86CAF"/>
    <w:rsid w:val="00F875A1"/>
    <w:rsid w:val="00F900C1"/>
    <w:rsid w:val="00F90F7F"/>
    <w:rsid w:val="00F9187D"/>
    <w:rsid w:val="00F926C9"/>
    <w:rsid w:val="00F92B09"/>
    <w:rsid w:val="00F939FD"/>
    <w:rsid w:val="00F940D7"/>
    <w:rsid w:val="00F944D4"/>
    <w:rsid w:val="00F945BC"/>
    <w:rsid w:val="00F947FB"/>
    <w:rsid w:val="00F948D9"/>
    <w:rsid w:val="00F94ABA"/>
    <w:rsid w:val="00F952A5"/>
    <w:rsid w:val="00F9543B"/>
    <w:rsid w:val="00F95550"/>
    <w:rsid w:val="00F957A5"/>
    <w:rsid w:val="00F95907"/>
    <w:rsid w:val="00F962E3"/>
    <w:rsid w:val="00F97439"/>
    <w:rsid w:val="00FA26F0"/>
    <w:rsid w:val="00FA28CD"/>
    <w:rsid w:val="00FA28D5"/>
    <w:rsid w:val="00FA37E1"/>
    <w:rsid w:val="00FA38C1"/>
    <w:rsid w:val="00FA3CD4"/>
    <w:rsid w:val="00FA435D"/>
    <w:rsid w:val="00FA502C"/>
    <w:rsid w:val="00FA51B7"/>
    <w:rsid w:val="00FA522A"/>
    <w:rsid w:val="00FA5797"/>
    <w:rsid w:val="00FA6864"/>
    <w:rsid w:val="00FA6A71"/>
    <w:rsid w:val="00FA7069"/>
    <w:rsid w:val="00FA726C"/>
    <w:rsid w:val="00FA7757"/>
    <w:rsid w:val="00FA7ECA"/>
    <w:rsid w:val="00FA7EF7"/>
    <w:rsid w:val="00FB0055"/>
    <w:rsid w:val="00FB038E"/>
    <w:rsid w:val="00FB0A46"/>
    <w:rsid w:val="00FB0F12"/>
    <w:rsid w:val="00FB20EC"/>
    <w:rsid w:val="00FB36A7"/>
    <w:rsid w:val="00FB3746"/>
    <w:rsid w:val="00FB4B69"/>
    <w:rsid w:val="00FB4C8E"/>
    <w:rsid w:val="00FB4EF2"/>
    <w:rsid w:val="00FB5D72"/>
    <w:rsid w:val="00FB5FF7"/>
    <w:rsid w:val="00FB63C0"/>
    <w:rsid w:val="00FC0667"/>
    <w:rsid w:val="00FC0F26"/>
    <w:rsid w:val="00FC125A"/>
    <w:rsid w:val="00FC1E3E"/>
    <w:rsid w:val="00FC2094"/>
    <w:rsid w:val="00FC24AB"/>
    <w:rsid w:val="00FC2F36"/>
    <w:rsid w:val="00FC3A99"/>
    <w:rsid w:val="00FC3DB4"/>
    <w:rsid w:val="00FC43A7"/>
    <w:rsid w:val="00FC49C4"/>
    <w:rsid w:val="00FC51F0"/>
    <w:rsid w:val="00FC5A80"/>
    <w:rsid w:val="00FC5AEC"/>
    <w:rsid w:val="00FC5BB7"/>
    <w:rsid w:val="00FC6090"/>
    <w:rsid w:val="00FC6E82"/>
    <w:rsid w:val="00FC7226"/>
    <w:rsid w:val="00FC7309"/>
    <w:rsid w:val="00FC7D51"/>
    <w:rsid w:val="00FC7D54"/>
    <w:rsid w:val="00FD0A96"/>
    <w:rsid w:val="00FD1EB5"/>
    <w:rsid w:val="00FD20B9"/>
    <w:rsid w:val="00FD214F"/>
    <w:rsid w:val="00FD2674"/>
    <w:rsid w:val="00FD3C39"/>
    <w:rsid w:val="00FD4692"/>
    <w:rsid w:val="00FD4CD9"/>
    <w:rsid w:val="00FD6349"/>
    <w:rsid w:val="00FD63F8"/>
    <w:rsid w:val="00FD6C6D"/>
    <w:rsid w:val="00FD6D12"/>
    <w:rsid w:val="00FD7376"/>
    <w:rsid w:val="00FD78FE"/>
    <w:rsid w:val="00FD7A0C"/>
    <w:rsid w:val="00FD7A8C"/>
    <w:rsid w:val="00FD7BCE"/>
    <w:rsid w:val="00FE016E"/>
    <w:rsid w:val="00FE06C5"/>
    <w:rsid w:val="00FE1C8F"/>
    <w:rsid w:val="00FE2A0A"/>
    <w:rsid w:val="00FE2DF3"/>
    <w:rsid w:val="00FE305E"/>
    <w:rsid w:val="00FE356C"/>
    <w:rsid w:val="00FE4ED4"/>
    <w:rsid w:val="00FE5203"/>
    <w:rsid w:val="00FE53AC"/>
    <w:rsid w:val="00FE5846"/>
    <w:rsid w:val="00FE5A58"/>
    <w:rsid w:val="00FE5E5D"/>
    <w:rsid w:val="00FE7FFB"/>
    <w:rsid w:val="00FF04FD"/>
    <w:rsid w:val="00FF162B"/>
    <w:rsid w:val="00FF1CDF"/>
    <w:rsid w:val="00FF2951"/>
    <w:rsid w:val="00FF3A3A"/>
    <w:rsid w:val="00FF4373"/>
    <w:rsid w:val="00FF43EA"/>
    <w:rsid w:val="00FF487C"/>
    <w:rsid w:val="00FF503E"/>
    <w:rsid w:val="00FF55DF"/>
    <w:rsid w:val="00FF5822"/>
    <w:rsid w:val="00FF5A5C"/>
    <w:rsid w:val="00FF5A77"/>
    <w:rsid w:val="00FF5B9C"/>
    <w:rsid w:val="00FF61F0"/>
    <w:rsid w:val="00FF6A9F"/>
    <w:rsid w:val="00FF6AB9"/>
    <w:rsid w:val="00FF6ADF"/>
    <w:rsid w:val="00FF7378"/>
    <w:rsid w:val="00FF7C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EA67DD"/>
  <w15:docId w15:val="{C668129E-4097-4738-986A-5F593661E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color w:val="000000" w:themeColor="text1"/>
        <w:sz w:val="22"/>
        <w:szCs w:val="22"/>
        <w:lang w:val="en-GB" w:eastAsia="en-US" w:bidi="ar-SA"/>
      </w:rPr>
    </w:rPrDefault>
    <w:pPrDefault>
      <w:pPr>
        <w:spacing w:line="300" w:lineRule="atLeast"/>
        <w:jc w:val="both"/>
      </w:pPr>
    </w:pPrDefault>
  </w:docDefaults>
  <w:latentStyles w:defLockedState="0" w:defUIPriority="99" w:defSemiHidden="0" w:defUnhideWhenUsed="0" w:defQFormat="0" w:count="37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0" w:unhideWhenUsed="1" w:qFormat="1"/>
    <w:lsdException w:name="annotation text" w:semiHidden="1" w:unhideWhenUsed="1"/>
    <w:lsdException w:name="header" w:uiPriority="39" w:unhideWhenUsed="1"/>
    <w:lsdException w:name="footer" w:uiPriority="3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semiHidden="1" w:unhideWhenUsed="1"/>
    <w:lsdException w:name="line number" w:semiHidden="1" w:unhideWhenUsed="1"/>
    <w:lsdException w:name="page number" w:semiHidden="1" w:unhideWhenUsed="1"/>
    <w:lsdException w:name="endnote reference" w:uiPriority="29" w:unhideWhenUsed="1"/>
    <w:lsdException w:name="endnote text" w:uiPriority="2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uiPriority="2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semiHidden/>
    <w:rsid w:val="00F37742"/>
  </w:style>
  <w:style w:type="paragraph" w:styleId="Heading1">
    <w:name w:val="heading 1"/>
    <w:aliases w:val="H1"/>
    <w:next w:val="Normal"/>
    <w:link w:val="Heading1Char"/>
    <w:qFormat/>
    <w:rsid w:val="003901DF"/>
    <w:pPr>
      <w:keepNext/>
      <w:keepLines/>
      <w:numPr>
        <w:numId w:val="9"/>
      </w:numPr>
      <w:spacing w:before="480"/>
      <w:outlineLvl w:val="0"/>
    </w:pPr>
    <w:rPr>
      <w:rFonts w:ascii="Tunga" w:eastAsia="@SimSun-ExtB" w:hAnsi="Tunga" w:cs="Segoe Script"/>
      <w:b/>
      <w:bCs/>
      <w:color w:val="365F91" w:themeColor="accent1" w:themeShade="BF"/>
      <w:sz w:val="28"/>
      <w:szCs w:val="28"/>
    </w:rPr>
  </w:style>
  <w:style w:type="paragraph" w:styleId="Heading2">
    <w:name w:val="heading 2"/>
    <w:aliases w:val="H2"/>
    <w:next w:val="Normal"/>
    <w:link w:val="Heading2Char"/>
    <w:qFormat/>
    <w:rsid w:val="003901DF"/>
    <w:pPr>
      <w:keepNext/>
      <w:keepLines/>
      <w:numPr>
        <w:ilvl w:val="1"/>
        <w:numId w:val="9"/>
      </w:numPr>
      <w:spacing w:before="200"/>
      <w:outlineLvl w:val="1"/>
    </w:pPr>
    <w:rPr>
      <w:rFonts w:ascii="Tunga" w:eastAsia="@SimSun-ExtB" w:hAnsi="Tunga" w:cs="Segoe Script"/>
      <w:b/>
      <w:bCs/>
      <w:color w:val="4F81BD" w:themeColor="accent1"/>
      <w:sz w:val="26"/>
      <w:szCs w:val="26"/>
    </w:rPr>
  </w:style>
  <w:style w:type="paragraph" w:styleId="Heading3">
    <w:name w:val="heading 3"/>
    <w:aliases w:val="H3"/>
    <w:next w:val="Normal"/>
    <w:link w:val="Heading3Char"/>
    <w:qFormat/>
    <w:rsid w:val="003901DF"/>
    <w:pPr>
      <w:keepNext/>
      <w:keepLines/>
      <w:numPr>
        <w:ilvl w:val="2"/>
        <w:numId w:val="9"/>
      </w:numPr>
      <w:spacing w:before="200"/>
      <w:outlineLvl w:val="2"/>
    </w:pPr>
    <w:rPr>
      <w:rFonts w:ascii="Tunga" w:eastAsia="@SimSun-ExtB" w:hAnsi="Tunga" w:cs="Segoe Script"/>
      <w:b/>
      <w:bCs/>
      <w:color w:val="4F81BD" w:themeColor="accent1"/>
    </w:rPr>
  </w:style>
  <w:style w:type="paragraph" w:styleId="Heading4">
    <w:name w:val="heading 4"/>
    <w:aliases w:val="H"/>
    <w:next w:val="Normal"/>
    <w:link w:val="Heading4Char"/>
    <w:qFormat/>
    <w:rsid w:val="003901DF"/>
    <w:pPr>
      <w:keepNext/>
      <w:keepLines/>
      <w:numPr>
        <w:ilvl w:val="3"/>
        <w:numId w:val="9"/>
      </w:numPr>
      <w:spacing w:before="200"/>
      <w:outlineLvl w:val="3"/>
    </w:pPr>
    <w:rPr>
      <w:rFonts w:ascii="Tunga" w:eastAsia="@SimSun-ExtB" w:hAnsi="Tunga" w:cs="Segoe Script"/>
      <w:b/>
      <w:bCs/>
      <w:i/>
      <w:iCs/>
      <w:color w:val="4F81BD" w:themeColor="accent1"/>
    </w:rPr>
  </w:style>
  <w:style w:type="paragraph" w:styleId="Heading5">
    <w:name w:val="heading 5"/>
    <w:aliases w:val="H5"/>
    <w:next w:val="Normal"/>
    <w:link w:val="Heading5Char"/>
    <w:qFormat/>
    <w:rsid w:val="003901DF"/>
    <w:pPr>
      <w:keepNext/>
      <w:keepLines/>
      <w:numPr>
        <w:ilvl w:val="4"/>
        <w:numId w:val="9"/>
      </w:numPr>
      <w:spacing w:before="200"/>
      <w:outlineLvl w:val="4"/>
    </w:pPr>
    <w:rPr>
      <w:rFonts w:ascii="Tunga" w:eastAsia="@SimSun-ExtB" w:hAnsi="Tunga" w:cs="Segoe Script"/>
      <w:color w:val="243F60" w:themeColor="accent1" w:themeShade="7F"/>
    </w:rPr>
  </w:style>
  <w:style w:type="paragraph" w:styleId="Heading6">
    <w:name w:val="heading 6"/>
    <w:aliases w:val="H6"/>
    <w:next w:val="Normal"/>
    <w:link w:val="Heading6Char"/>
    <w:qFormat/>
    <w:rsid w:val="003901DF"/>
    <w:pPr>
      <w:keepNext/>
      <w:keepLines/>
      <w:numPr>
        <w:ilvl w:val="5"/>
        <w:numId w:val="9"/>
      </w:numPr>
      <w:spacing w:before="200"/>
      <w:outlineLvl w:val="5"/>
    </w:pPr>
    <w:rPr>
      <w:rFonts w:ascii="Tunga" w:eastAsia="@SimSun-ExtB" w:hAnsi="Tunga" w:cs="Segoe Script"/>
      <w:i/>
      <w:iCs/>
      <w:color w:val="243F60" w:themeColor="accent1" w:themeShade="7F"/>
    </w:rPr>
  </w:style>
  <w:style w:type="paragraph" w:styleId="Heading7">
    <w:name w:val="heading 7"/>
    <w:next w:val="Normal"/>
    <w:link w:val="Heading7Char"/>
    <w:qFormat/>
    <w:rsid w:val="003901DF"/>
    <w:pPr>
      <w:keepNext/>
      <w:keepLines/>
      <w:numPr>
        <w:ilvl w:val="6"/>
        <w:numId w:val="9"/>
      </w:numPr>
      <w:spacing w:before="200"/>
      <w:outlineLvl w:val="6"/>
    </w:pPr>
    <w:rPr>
      <w:rFonts w:ascii="Tunga" w:eastAsia="@SimSun-ExtB" w:hAnsi="Tunga" w:cs="Segoe Script"/>
      <w:i/>
      <w:iCs/>
      <w:color w:val="404040" w:themeColor="text1" w:themeTint="BF"/>
    </w:rPr>
  </w:style>
  <w:style w:type="paragraph" w:styleId="Heading8">
    <w:name w:val="heading 8"/>
    <w:next w:val="Normal"/>
    <w:link w:val="Heading8Char"/>
    <w:qFormat/>
    <w:rsid w:val="003901DF"/>
    <w:pPr>
      <w:keepNext/>
      <w:keepLines/>
      <w:numPr>
        <w:ilvl w:val="7"/>
        <w:numId w:val="9"/>
      </w:numPr>
      <w:spacing w:before="200"/>
      <w:outlineLvl w:val="7"/>
    </w:pPr>
    <w:rPr>
      <w:rFonts w:ascii="Tunga" w:eastAsia="@SimSun-ExtB" w:hAnsi="Tunga" w:cs="Segoe Script"/>
      <w:color w:val="404040" w:themeColor="text1" w:themeTint="BF"/>
      <w:sz w:val="20"/>
      <w:szCs w:val="20"/>
    </w:rPr>
  </w:style>
  <w:style w:type="paragraph" w:styleId="Heading9">
    <w:name w:val="heading 9"/>
    <w:aliases w:val="H9"/>
    <w:next w:val="Normal"/>
    <w:link w:val="Heading9Char"/>
    <w:qFormat/>
    <w:rsid w:val="003901DF"/>
    <w:pPr>
      <w:keepNext/>
      <w:keepLines/>
      <w:numPr>
        <w:ilvl w:val="8"/>
        <w:numId w:val="9"/>
      </w:numPr>
      <w:spacing w:before="200"/>
      <w:outlineLvl w:val="8"/>
    </w:pPr>
    <w:rPr>
      <w:rFonts w:ascii="Tunga" w:eastAsia="@SimSun-ExtB" w:hAnsi="Tunga" w:cs="Segoe Script"/>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basedOn w:val="DefaultParagraphFont"/>
    <w:uiPriority w:val="39"/>
    <w:semiHidden/>
    <w:rsid w:val="003901DF"/>
    <w:rPr>
      <w:rFonts w:ascii="Times New Roman" w:hAnsi="Times New Roman"/>
      <w:color w:val="auto"/>
      <w:sz w:val="22"/>
      <w:vertAlign w:val="superscript"/>
      <w:lang w:val="en-GB" w:eastAsia="en-US" w:bidi="ar-SA"/>
    </w:rPr>
  </w:style>
  <w:style w:type="paragraph" w:styleId="EndnoteText">
    <w:name w:val="endnote text"/>
    <w:link w:val="EndnoteTextChar"/>
    <w:uiPriority w:val="39"/>
    <w:semiHidden/>
    <w:rsid w:val="003901DF"/>
    <w:pPr>
      <w:spacing w:line="240" w:lineRule="auto"/>
    </w:pPr>
    <w:rPr>
      <w:sz w:val="18"/>
      <w:szCs w:val="20"/>
    </w:rPr>
  </w:style>
  <w:style w:type="character" w:customStyle="1" w:styleId="EndnoteTextChar">
    <w:name w:val="Endnote Text Char"/>
    <w:basedOn w:val="DefaultParagraphFont"/>
    <w:link w:val="EndnoteText"/>
    <w:uiPriority w:val="39"/>
    <w:semiHidden/>
    <w:rsid w:val="004361F6"/>
    <w:rPr>
      <w:sz w:val="18"/>
      <w:szCs w:val="20"/>
    </w:rPr>
  </w:style>
  <w:style w:type="character" w:styleId="Hyperlink">
    <w:name w:val="Hyperlink"/>
    <w:basedOn w:val="DefaultParagraphFont"/>
    <w:uiPriority w:val="99"/>
    <w:rsid w:val="003901DF"/>
    <w:rPr>
      <w:rFonts w:ascii="Times New Roman" w:hAnsi="Times New Roman"/>
      <w:color w:val="0000FF" w:themeColor="hyperlink"/>
      <w:sz w:val="22"/>
      <w:u w:val="single"/>
      <w:lang w:val="en-GB" w:eastAsia="en-US" w:bidi="ar-SA"/>
    </w:rPr>
  </w:style>
  <w:style w:type="character" w:styleId="FollowedHyperlink">
    <w:name w:val="FollowedHyperlink"/>
    <w:basedOn w:val="DefaultParagraphFont"/>
    <w:uiPriority w:val="39"/>
    <w:semiHidden/>
    <w:rsid w:val="003901DF"/>
    <w:rPr>
      <w:rFonts w:ascii="Times New Roman" w:hAnsi="Times New Roman"/>
      <w:color w:val="800080" w:themeColor="followedHyperlink"/>
      <w:sz w:val="22"/>
      <w:u w:val="single"/>
      <w:lang w:val="en-GB" w:eastAsia="en-US" w:bidi="ar-SA"/>
    </w:rPr>
  </w:style>
  <w:style w:type="character" w:styleId="FootnoteReference">
    <w:name w:val="footnote reference"/>
    <w:basedOn w:val="DefaultParagraphFont"/>
    <w:rsid w:val="003901DF"/>
    <w:rPr>
      <w:rFonts w:ascii="Times New Roman" w:hAnsi="Times New Roman"/>
      <w:sz w:val="22"/>
      <w:vertAlign w:val="superscript"/>
      <w:lang w:val="en-GB" w:eastAsia="en-US" w:bidi="ar-SA"/>
    </w:rPr>
  </w:style>
  <w:style w:type="paragraph" w:styleId="FootnoteText">
    <w:name w:val="footnote text"/>
    <w:link w:val="FootnoteTextChar"/>
    <w:qFormat/>
    <w:rsid w:val="003901DF"/>
    <w:pPr>
      <w:spacing w:line="240" w:lineRule="auto"/>
    </w:pPr>
    <w:rPr>
      <w:sz w:val="18"/>
      <w:szCs w:val="20"/>
    </w:rPr>
  </w:style>
  <w:style w:type="character" w:customStyle="1" w:styleId="FootnoteTextChar">
    <w:name w:val="Footnote Text Char"/>
    <w:basedOn w:val="DefaultParagraphFont"/>
    <w:link w:val="FootnoteText"/>
    <w:rsid w:val="004361F6"/>
    <w:rPr>
      <w:sz w:val="18"/>
      <w:szCs w:val="20"/>
    </w:rPr>
  </w:style>
  <w:style w:type="paragraph" w:styleId="Header">
    <w:name w:val="header"/>
    <w:link w:val="HeaderChar"/>
    <w:uiPriority w:val="39"/>
    <w:rsid w:val="003901DF"/>
    <w:pPr>
      <w:spacing w:line="240" w:lineRule="auto"/>
      <w:jc w:val="right"/>
    </w:pPr>
    <w:rPr>
      <w:rFonts w:cs="Segoe Script"/>
      <w:b/>
      <w:i/>
    </w:rPr>
  </w:style>
  <w:style w:type="character" w:customStyle="1" w:styleId="HeaderChar">
    <w:name w:val="Header Char"/>
    <w:basedOn w:val="DefaultParagraphFont"/>
    <w:link w:val="Header"/>
    <w:uiPriority w:val="39"/>
    <w:rsid w:val="004361F6"/>
    <w:rPr>
      <w:rFonts w:cs="Segoe Script"/>
      <w:b/>
      <w:i/>
    </w:rPr>
  </w:style>
  <w:style w:type="paragraph" w:styleId="Footer">
    <w:name w:val="footer"/>
    <w:link w:val="FooterChar"/>
    <w:uiPriority w:val="39"/>
    <w:rsid w:val="003901DF"/>
    <w:pPr>
      <w:tabs>
        <w:tab w:val="center" w:pos="4536"/>
        <w:tab w:val="right" w:pos="9072"/>
      </w:tabs>
      <w:spacing w:line="240" w:lineRule="auto"/>
    </w:pPr>
    <w:rPr>
      <w:sz w:val="18"/>
    </w:rPr>
  </w:style>
  <w:style w:type="character" w:customStyle="1" w:styleId="FooterChar">
    <w:name w:val="Footer Char"/>
    <w:basedOn w:val="DefaultParagraphFont"/>
    <w:link w:val="Footer"/>
    <w:uiPriority w:val="39"/>
    <w:rsid w:val="004361F6"/>
    <w:rPr>
      <w:sz w:val="18"/>
    </w:rPr>
  </w:style>
  <w:style w:type="paragraph" w:styleId="TOC1">
    <w:name w:val="toc 1"/>
    <w:next w:val="Normal"/>
    <w:uiPriority w:val="39"/>
    <w:rsid w:val="003901DF"/>
    <w:pPr>
      <w:tabs>
        <w:tab w:val="left" w:pos="0"/>
        <w:tab w:val="right" w:leader="dot" w:pos="9356"/>
      </w:tabs>
      <w:spacing w:before="60" w:after="60"/>
      <w:ind w:left="851" w:hanging="851"/>
      <w:jc w:val="left"/>
    </w:pPr>
  </w:style>
  <w:style w:type="paragraph" w:styleId="TOC2">
    <w:name w:val="toc 2"/>
    <w:next w:val="Normal"/>
    <w:uiPriority w:val="39"/>
    <w:rsid w:val="003901DF"/>
    <w:pPr>
      <w:tabs>
        <w:tab w:val="left" w:pos="0"/>
        <w:tab w:val="right" w:leader="dot" w:pos="9356"/>
      </w:tabs>
      <w:ind w:left="851"/>
      <w:jc w:val="left"/>
    </w:pPr>
  </w:style>
  <w:style w:type="paragraph" w:styleId="TOC3">
    <w:name w:val="toc 3"/>
    <w:next w:val="Normal"/>
    <w:uiPriority w:val="39"/>
    <w:rsid w:val="003901DF"/>
    <w:pPr>
      <w:tabs>
        <w:tab w:val="left" w:pos="0"/>
        <w:tab w:val="right" w:leader="dot" w:pos="9356"/>
      </w:tabs>
      <w:spacing w:before="60"/>
      <w:jc w:val="left"/>
    </w:pPr>
    <w:rPr>
      <w:rFonts w:cs="Times New Roman"/>
    </w:rPr>
  </w:style>
  <w:style w:type="paragraph" w:customStyle="1" w:styleId="CMSANIndent1">
    <w:name w:val="CMS AN Indent 1"/>
    <w:uiPriority w:val="10"/>
    <w:qFormat/>
    <w:rsid w:val="003901DF"/>
    <w:pPr>
      <w:spacing w:before="120" w:after="120"/>
      <w:ind w:left="851"/>
    </w:pPr>
    <w:rPr>
      <w:rFonts w:cs="Segoe Script"/>
    </w:rPr>
  </w:style>
  <w:style w:type="paragraph" w:customStyle="1" w:styleId="CMSANIndent2">
    <w:name w:val="CMS AN Indent 2"/>
    <w:uiPriority w:val="10"/>
    <w:qFormat/>
    <w:rsid w:val="003901DF"/>
    <w:pPr>
      <w:spacing w:before="120" w:after="120"/>
      <w:ind w:left="851"/>
    </w:pPr>
    <w:rPr>
      <w:rFonts w:cs="Segoe Script"/>
    </w:rPr>
  </w:style>
  <w:style w:type="paragraph" w:customStyle="1" w:styleId="CMSANIndent3">
    <w:name w:val="CMS AN Indent 3"/>
    <w:uiPriority w:val="10"/>
    <w:qFormat/>
    <w:rsid w:val="003901DF"/>
    <w:pPr>
      <w:spacing w:before="120" w:after="120"/>
      <w:ind w:left="1701"/>
    </w:pPr>
    <w:rPr>
      <w:rFonts w:cs="Segoe Script"/>
    </w:rPr>
  </w:style>
  <w:style w:type="paragraph" w:customStyle="1" w:styleId="CMSANIndent4">
    <w:name w:val="CMS AN Indent 4"/>
    <w:uiPriority w:val="10"/>
    <w:rsid w:val="003901DF"/>
    <w:pPr>
      <w:spacing w:before="120" w:after="120"/>
      <w:ind w:left="2552"/>
    </w:pPr>
    <w:rPr>
      <w:rFonts w:cs="Segoe Script"/>
    </w:rPr>
  </w:style>
  <w:style w:type="paragraph" w:customStyle="1" w:styleId="CMSANIndent5">
    <w:name w:val="CMS AN Indent 5"/>
    <w:uiPriority w:val="10"/>
    <w:rsid w:val="003901DF"/>
    <w:pPr>
      <w:spacing w:before="120" w:after="120"/>
      <w:ind w:left="3402"/>
    </w:pPr>
    <w:rPr>
      <w:rFonts w:cs="Segoe Script"/>
    </w:rPr>
  </w:style>
  <w:style w:type="paragraph" w:customStyle="1" w:styleId="CMSANHeading1">
    <w:name w:val="CMS AN Heading 1"/>
    <w:next w:val="CMSANHeading2"/>
    <w:uiPriority w:val="1"/>
    <w:qFormat/>
    <w:rsid w:val="00323729"/>
    <w:pPr>
      <w:keepNext/>
      <w:numPr>
        <w:ilvl w:val="1"/>
        <w:numId w:val="30"/>
      </w:numPr>
      <w:spacing w:before="240" w:after="120"/>
      <w:outlineLvl w:val="1"/>
    </w:pPr>
    <w:rPr>
      <w:rFonts w:cs="Segoe Script"/>
      <w:b/>
      <w:caps/>
    </w:rPr>
  </w:style>
  <w:style w:type="paragraph" w:customStyle="1" w:styleId="CMSANHeading2">
    <w:name w:val="CMS AN Heading 2"/>
    <w:uiPriority w:val="1"/>
    <w:qFormat/>
    <w:rsid w:val="00323729"/>
    <w:pPr>
      <w:numPr>
        <w:ilvl w:val="2"/>
        <w:numId w:val="30"/>
      </w:numPr>
      <w:spacing w:before="120" w:after="120"/>
      <w:outlineLvl w:val="2"/>
    </w:pPr>
    <w:rPr>
      <w:rFonts w:cs="Segoe Script"/>
    </w:rPr>
  </w:style>
  <w:style w:type="paragraph" w:customStyle="1" w:styleId="CMSANHeading3">
    <w:name w:val="CMS AN Heading 3"/>
    <w:uiPriority w:val="1"/>
    <w:qFormat/>
    <w:rsid w:val="00323729"/>
    <w:pPr>
      <w:numPr>
        <w:ilvl w:val="3"/>
        <w:numId w:val="30"/>
      </w:numPr>
      <w:spacing w:before="120" w:after="120"/>
      <w:outlineLvl w:val="3"/>
    </w:pPr>
    <w:rPr>
      <w:rFonts w:cs="Segoe Script"/>
    </w:rPr>
  </w:style>
  <w:style w:type="paragraph" w:customStyle="1" w:styleId="CMSANHeading4">
    <w:name w:val="CMS AN Heading 4"/>
    <w:uiPriority w:val="1"/>
    <w:qFormat/>
    <w:rsid w:val="00323729"/>
    <w:pPr>
      <w:numPr>
        <w:ilvl w:val="4"/>
        <w:numId w:val="30"/>
      </w:numPr>
      <w:spacing w:before="120" w:after="120"/>
      <w:outlineLvl w:val="4"/>
    </w:pPr>
    <w:rPr>
      <w:rFonts w:cs="Segoe Script"/>
    </w:rPr>
  </w:style>
  <w:style w:type="paragraph" w:customStyle="1" w:styleId="CMSANHeading5">
    <w:name w:val="CMS AN Heading 5"/>
    <w:uiPriority w:val="1"/>
    <w:qFormat/>
    <w:rsid w:val="00323729"/>
    <w:pPr>
      <w:numPr>
        <w:ilvl w:val="5"/>
        <w:numId w:val="30"/>
      </w:numPr>
      <w:spacing w:before="120" w:after="120"/>
      <w:outlineLvl w:val="5"/>
    </w:pPr>
    <w:rPr>
      <w:rFonts w:cs="Segoe Script"/>
    </w:rPr>
  </w:style>
  <w:style w:type="paragraph" w:customStyle="1" w:styleId="CMSANHeading6">
    <w:name w:val="CMS AN Heading 6"/>
    <w:uiPriority w:val="1"/>
    <w:qFormat/>
    <w:rsid w:val="00323729"/>
    <w:pPr>
      <w:numPr>
        <w:ilvl w:val="6"/>
        <w:numId w:val="30"/>
      </w:numPr>
      <w:spacing w:before="120" w:after="120"/>
      <w:outlineLvl w:val="5"/>
    </w:pPr>
    <w:rPr>
      <w:rFonts w:cs="Segoe Script"/>
    </w:rPr>
  </w:style>
  <w:style w:type="paragraph" w:customStyle="1" w:styleId="CMSANIndent6">
    <w:name w:val="CMS AN Indent 6"/>
    <w:uiPriority w:val="10"/>
    <w:rsid w:val="003901DF"/>
    <w:pPr>
      <w:spacing w:before="120" w:after="120"/>
      <w:ind w:left="4253"/>
    </w:pPr>
    <w:rPr>
      <w:rFonts w:cs="Segoe Script"/>
    </w:rPr>
  </w:style>
  <w:style w:type="paragraph" w:customStyle="1" w:styleId="CMSANUnnumbered">
    <w:name w:val="CMS AN Unnumbered"/>
    <w:next w:val="CMSANHeading1"/>
    <w:uiPriority w:val="3"/>
    <w:rsid w:val="003901DF"/>
    <w:pPr>
      <w:keepNext/>
      <w:suppressAutoHyphens/>
      <w:spacing w:before="120" w:after="120"/>
      <w:ind w:left="851"/>
    </w:pPr>
    <w:rPr>
      <w:rFonts w:cs="Segoe Script"/>
      <w:b/>
      <w:i/>
    </w:rPr>
  </w:style>
  <w:style w:type="paragraph" w:customStyle="1" w:styleId="CMSANCoverParties">
    <w:name w:val="CMS AN Cover Parties"/>
    <w:uiPriority w:val="99"/>
    <w:qFormat/>
    <w:rsid w:val="003901DF"/>
    <w:pPr>
      <w:jc w:val="center"/>
    </w:pPr>
    <w:rPr>
      <w:rFonts w:cs="Segoe Script"/>
      <w:b/>
      <w:caps/>
    </w:rPr>
  </w:style>
  <w:style w:type="paragraph" w:customStyle="1" w:styleId="CMSANParties">
    <w:name w:val="CMS AN Parties"/>
    <w:uiPriority w:val="13"/>
    <w:rsid w:val="00023625"/>
    <w:pPr>
      <w:numPr>
        <w:ilvl w:val="1"/>
        <w:numId w:val="37"/>
      </w:numPr>
      <w:spacing w:before="120" w:after="120"/>
      <w:outlineLvl w:val="3"/>
    </w:pPr>
    <w:rPr>
      <w:rFonts w:cs="Segoe Script"/>
    </w:rPr>
  </w:style>
  <w:style w:type="paragraph" w:customStyle="1" w:styleId="CMSANPartiesReferred">
    <w:name w:val="CMS AN Parties Referred"/>
    <w:next w:val="CMSANParties"/>
    <w:uiPriority w:val="39"/>
    <w:rsid w:val="003901DF"/>
    <w:pPr>
      <w:spacing w:before="120" w:after="120"/>
      <w:jc w:val="right"/>
    </w:pPr>
    <w:rPr>
      <w:rFonts w:cs="Segoe Script"/>
    </w:rPr>
  </w:style>
  <w:style w:type="paragraph" w:customStyle="1" w:styleId="CMSANRecitalsHeading">
    <w:name w:val="CMS AN Recitals Heading"/>
    <w:next w:val="CMSANBodyText"/>
    <w:uiPriority w:val="12"/>
    <w:rsid w:val="00023625"/>
    <w:pPr>
      <w:numPr>
        <w:numId w:val="37"/>
      </w:numPr>
      <w:spacing w:before="240" w:after="120"/>
      <w:outlineLvl w:val="2"/>
    </w:pPr>
    <w:rPr>
      <w:rFonts w:cs="Segoe Script"/>
      <w:b/>
      <w:caps/>
    </w:rPr>
  </w:style>
  <w:style w:type="paragraph" w:customStyle="1" w:styleId="CMSANRecitals">
    <w:name w:val="CMS AN Recitals"/>
    <w:uiPriority w:val="13"/>
    <w:rsid w:val="00023625"/>
    <w:pPr>
      <w:numPr>
        <w:ilvl w:val="2"/>
        <w:numId w:val="37"/>
      </w:numPr>
      <w:spacing w:before="120" w:after="120"/>
      <w:outlineLvl w:val="3"/>
    </w:pPr>
    <w:rPr>
      <w:rFonts w:cs="Segoe Script"/>
    </w:rPr>
  </w:style>
  <w:style w:type="paragraph" w:customStyle="1" w:styleId="CMSANDefinitions1">
    <w:name w:val="CMS AN Definitions 1"/>
    <w:uiPriority w:val="2"/>
    <w:rsid w:val="00323729"/>
    <w:pPr>
      <w:numPr>
        <w:numId w:val="29"/>
      </w:numPr>
      <w:spacing w:before="120" w:after="120"/>
      <w:outlineLvl w:val="3"/>
    </w:pPr>
    <w:rPr>
      <w:rFonts w:cs="Segoe Script"/>
    </w:rPr>
  </w:style>
  <w:style w:type="paragraph" w:customStyle="1" w:styleId="CMSANDefinitions2">
    <w:name w:val="CMS AN Definitions 2"/>
    <w:uiPriority w:val="2"/>
    <w:rsid w:val="00323729"/>
    <w:pPr>
      <w:numPr>
        <w:ilvl w:val="1"/>
        <w:numId w:val="29"/>
      </w:numPr>
      <w:spacing w:before="120" w:after="120"/>
      <w:outlineLvl w:val="4"/>
    </w:pPr>
    <w:rPr>
      <w:rFonts w:cs="Segoe Script"/>
    </w:rPr>
  </w:style>
  <w:style w:type="paragraph" w:customStyle="1" w:styleId="CMSANDefinitions3">
    <w:name w:val="CMS AN Definitions 3"/>
    <w:uiPriority w:val="2"/>
    <w:rsid w:val="00323729"/>
    <w:pPr>
      <w:numPr>
        <w:ilvl w:val="2"/>
        <w:numId w:val="29"/>
      </w:numPr>
      <w:spacing w:before="120" w:after="120"/>
      <w:outlineLvl w:val="5"/>
    </w:pPr>
    <w:rPr>
      <w:rFonts w:cs="Segoe Script"/>
    </w:rPr>
  </w:style>
  <w:style w:type="paragraph" w:customStyle="1" w:styleId="CMSANExhibit1">
    <w:name w:val="CMS AN Exhibit 1"/>
    <w:next w:val="CMSANExhibit2"/>
    <w:uiPriority w:val="25"/>
    <w:rsid w:val="00BA323B"/>
    <w:pPr>
      <w:keepNext/>
      <w:pageBreakBefore/>
      <w:numPr>
        <w:numId w:val="28"/>
      </w:numPr>
      <w:spacing w:after="240"/>
      <w:jc w:val="center"/>
      <w:outlineLvl w:val="0"/>
    </w:pPr>
    <w:rPr>
      <w:rFonts w:cs="Segoe Script"/>
      <w:b/>
      <w:caps/>
    </w:rPr>
  </w:style>
  <w:style w:type="paragraph" w:customStyle="1" w:styleId="CMSANExhibit2">
    <w:name w:val="CMS AN Exhibit 2"/>
    <w:next w:val="CMSANExhibit3"/>
    <w:uiPriority w:val="25"/>
    <w:rsid w:val="00BA323B"/>
    <w:pPr>
      <w:keepNext/>
      <w:numPr>
        <w:ilvl w:val="1"/>
        <w:numId w:val="28"/>
      </w:numPr>
      <w:spacing w:before="240" w:after="120"/>
      <w:jc w:val="center"/>
      <w:outlineLvl w:val="1"/>
    </w:pPr>
    <w:rPr>
      <w:rFonts w:cs="Segoe Script"/>
      <w:b/>
    </w:rPr>
  </w:style>
  <w:style w:type="paragraph" w:customStyle="1" w:styleId="CMSANExhibit3">
    <w:name w:val="CMS AN Exhibit 3"/>
    <w:next w:val="CMSANExhibit4"/>
    <w:uiPriority w:val="25"/>
    <w:rsid w:val="00BA323B"/>
    <w:pPr>
      <w:keepNext/>
      <w:numPr>
        <w:ilvl w:val="2"/>
        <w:numId w:val="28"/>
      </w:numPr>
      <w:spacing w:before="240" w:after="120"/>
      <w:jc w:val="center"/>
      <w:outlineLvl w:val="2"/>
    </w:pPr>
    <w:rPr>
      <w:rFonts w:cs="Segoe Script"/>
      <w:b/>
    </w:rPr>
  </w:style>
  <w:style w:type="paragraph" w:customStyle="1" w:styleId="CMSANExhibit4">
    <w:name w:val="CMS AN Exhibit 4"/>
    <w:next w:val="CMSANExhibit5"/>
    <w:uiPriority w:val="25"/>
    <w:rsid w:val="00BA323B"/>
    <w:pPr>
      <w:numPr>
        <w:ilvl w:val="3"/>
        <w:numId w:val="28"/>
      </w:numPr>
      <w:spacing w:before="240" w:after="120"/>
      <w:outlineLvl w:val="3"/>
    </w:pPr>
    <w:rPr>
      <w:rFonts w:cs="Segoe Script"/>
    </w:rPr>
  </w:style>
  <w:style w:type="paragraph" w:customStyle="1" w:styleId="CMSANExhibit5">
    <w:name w:val="CMS AN Exhibit 5"/>
    <w:uiPriority w:val="25"/>
    <w:rsid w:val="00BA323B"/>
    <w:pPr>
      <w:numPr>
        <w:ilvl w:val="4"/>
        <w:numId w:val="28"/>
      </w:numPr>
      <w:spacing w:before="120" w:after="120"/>
      <w:outlineLvl w:val="4"/>
    </w:pPr>
    <w:rPr>
      <w:rFonts w:cs="Segoe Script"/>
    </w:rPr>
  </w:style>
  <w:style w:type="paragraph" w:customStyle="1" w:styleId="CMSANExhibit6">
    <w:name w:val="CMS AN Exhibit 6"/>
    <w:uiPriority w:val="25"/>
    <w:rsid w:val="00BA323B"/>
    <w:pPr>
      <w:numPr>
        <w:ilvl w:val="5"/>
        <w:numId w:val="28"/>
      </w:numPr>
      <w:spacing w:before="120" w:after="120"/>
      <w:outlineLvl w:val="5"/>
    </w:pPr>
    <w:rPr>
      <w:rFonts w:cs="Segoe Script"/>
    </w:rPr>
  </w:style>
  <w:style w:type="paragraph" w:customStyle="1" w:styleId="CMSANExhibit7">
    <w:name w:val="CMS AN Exhibit 7"/>
    <w:uiPriority w:val="25"/>
    <w:rsid w:val="00BA323B"/>
    <w:pPr>
      <w:numPr>
        <w:ilvl w:val="6"/>
        <w:numId w:val="28"/>
      </w:numPr>
      <w:spacing w:before="120" w:after="120"/>
      <w:outlineLvl w:val="6"/>
    </w:pPr>
    <w:rPr>
      <w:rFonts w:cs="Segoe Script"/>
    </w:rPr>
  </w:style>
  <w:style w:type="character" w:customStyle="1" w:styleId="Heading1Char">
    <w:name w:val="Heading 1 Char"/>
    <w:aliases w:val="H1 Char"/>
    <w:basedOn w:val="DefaultParagraphFont"/>
    <w:link w:val="Heading1"/>
    <w:rsid w:val="003901DF"/>
    <w:rPr>
      <w:rFonts w:ascii="Tunga" w:eastAsia="@SimSun-ExtB" w:hAnsi="Tunga" w:cs="Segoe Script"/>
      <w:b/>
      <w:bCs/>
      <w:color w:val="365F91" w:themeColor="accent1" w:themeShade="BF"/>
      <w:sz w:val="28"/>
      <w:szCs w:val="28"/>
    </w:rPr>
  </w:style>
  <w:style w:type="character" w:customStyle="1" w:styleId="Heading2Char">
    <w:name w:val="Heading 2 Char"/>
    <w:aliases w:val="H2 Char"/>
    <w:basedOn w:val="DefaultParagraphFont"/>
    <w:link w:val="Heading2"/>
    <w:rsid w:val="003901DF"/>
    <w:rPr>
      <w:rFonts w:ascii="Tunga" w:eastAsia="@SimSun-ExtB" w:hAnsi="Tunga" w:cs="Segoe Script"/>
      <w:b/>
      <w:bCs/>
      <w:color w:val="4F81BD" w:themeColor="accent1"/>
      <w:sz w:val="26"/>
      <w:szCs w:val="26"/>
    </w:rPr>
  </w:style>
  <w:style w:type="character" w:customStyle="1" w:styleId="Heading3Char">
    <w:name w:val="Heading 3 Char"/>
    <w:aliases w:val="H3 Char"/>
    <w:basedOn w:val="DefaultParagraphFont"/>
    <w:link w:val="Heading3"/>
    <w:rsid w:val="003901DF"/>
    <w:rPr>
      <w:rFonts w:ascii="Tunga" w:eastAsia="@SimSun-ExtB" w:hAnsi="Tunga" w:cs="Segoe Script"/>
      <w:b/>
      <w:bCs/>
      <w:color w:val="4F81BD" w:themeColor="accent1"/>
    </w:rPr>
  </w:style>
  <w:style w:type="character" w:customStyle="1" w:styleId="Heading4Char">
    <w:name w:val="Heading 4 Char"/>
    <w:aliases w:val="H Char"/>
    <w:basedOn w:val="DefaultParagraphFont"/>
    <w:link w:val="Heading4"/>
    <w:rsid w:val="003901DF"/>
    <w:rPr>
      <w:rFonts w:ascii="Tunga" w:eastAsia="@SimSun-ExtB" w:hAnsi="Tunga" w:cs="Segoe Script"/>
      <w:b/>
      <w:bCs/>
      <w:i/>
      <w:iCs/>
      <w:color w:val="4F81BD" w:themeColor="accent1"/>
    </w:rPr>
  </w:style>
  <w:style w:type="character" w:customStyle="1" w:styleId="Heading5Char">
    <w:name w:val="Heading 5 Char"/>
    <w:aliases w:val="H5 Char"/>
    <w:basedOn w:val="DefaultParagraphFont"/>
    <w:link w:val="Heading5"/>
    <w:rsid w:val="003901DF"/>
    <w:rPr>
      <w:rFonts w:ascii="Tunga" w:eastAsia="@SimSun-ExtB" w:hAnsi="Tunga" w:cs="Segoe Script"/>
      <w:color w:val="243F60" w:themeColor="accent1" w:themeShade="7F"/>
    </w:rPr>
  </w:style>
  <w:style w:type="character" w:customStyle="1" w:styleId="Heading6Char">
    <w:name w:val="Heading 6 Char"/>
    <w:aliases w:val="H6 Char"/>
    <w:basedOn w:val="DefaultParagraphFont"/>
    <w:link w:val="Heading6"/>
    <w:rsid w:val="003901DF"/>
    <w:rPr>
      <w:rFonts w:ascii="Tunga" w:eastAsia="@SimSun-ExtB" w:hAnsi="Tunga" w:cs="Segoe Script"/>
      <w:i/>
      <w:iCs/>
      <w:color w:val="243F60" w:themeColor="accent1" w:themeShade="7F"/>
    </w:rPr>
  </w:style>
  <w:style w:type="character" w:customStyle="1" w:styleId="Heading7Char">
    <w:name w:val="Heading 7 Char"/>
    <w:basedOn w:val="DefaultParagraphFont"/>
    <w:link w:val="Heading7"/>
    <w:rsid w:val="003901DF"/>
    <w:rPr>
      <w:rFonts w:ascii="Tunga" w:eastAsia="@SimSun-ExtB" w:hAnsi="Tunga" w:cs="Segoe Script"/>
      <w:i/>
      <w:iCs/>
      <w:color w:val="404040" w:themeColor="text1" w:themeTint="BF"/>
    </w:rPr>
  </w:style>
  <w:style w:type="character" w:customStyle="1" w:styleId="Heading8Char">
    <w:name w:val="Heading 8 Char"/>
    <w:basedOn w:val="DefaultParagraphFont"/>
    <w:link w:val="Heading8"/>
    <w:rsid w:val="003901DF"/>
    <w:rPr>
      <w:rFonts w:ascii="Tunga" w:eastAsia="@SimSun-ExtB" w:hAnsi="Tunga" w:cs="Segoe Script"/>
      <w:color w:val="404040" w:themeColor="text1" w:themeTint="BF"/>
      <w:sz w:val="20"/>
      <w:szCs w:val="20"/>
    </w:rPr>
  </w:style>
  <w:style w:type="character" w:customStyle="1" w:styleId="Heading9Char">
    <w:name w:val="Heading 9 Char"/>
    <w:aliases w:val="H9 Char"/>
    <w:basedOn w:val="DefaultParagraphFont"/>
    <w:link w:val="Heading9"/>
    <w:rsid w:val="003901DF"/>
    <w:rPr>
      <w:rFonts w:ascii="Tunga" w:eastAsia="@SimSun-ExtB" w:hAnsi="Tunga" w:cs="Segoe Script"/>
      <w:i/>
      <w:iCs/>
      <w:color w:val="404040" w:themeColor="text1" w:themeTint="BF"/>
      <w:sz w:val="20"/>
      <w:szCs w:val="20"/>
    </w:rPr>
  </w:style>
  <w:style w:type="paragraph" w:customStyle="1" w:styleId="CMSANSchedule1">
    <w:name w:val="CMS AN Schedule 1"/>
    <w:next w:val="CMSANSchedule2"/>
    <w:uiPriority w:val="23"/>
    <w:rsid w:val="00323729"/>
    <w:pPr>
      <w:keepNext/>
      <w:pageBreakBefore/>
      <w:numPr>
        <w:numId w:val="32"/>
      </w:numPr>
      <w:spacing w:after="240"/>
      <w:jc w:val="center"/>
      <w:outlineLvl w:val="0"/>
    </w:pPr>
    <w:rPr>
      <w:rFonts w:cs="Segoe Script"/>
      <w:b/>
      <w:caps/>
    </w:rPr>
  </w:style>
  <w:style w:type="paragraph" w:customStyle="1" w:styleId="CMSANSchedule2">
    <w:name w:val="CMS AN Schedule 2"/>
    <w:next w:val="CMSANSchedule4"/>
    <w:uiPriority w:val="23"/>
    <w:rsid w:val="00323729"/>
    <w:pPr>
      <w:keepNext/>
      <w:numPr>
        <w:ilvl w:val="1"/>
        <w:numId w:val="32"/>
      </w:numPr>
      <w:spacing w:before="240" w:after="120"/>
      <w:jc w:val="center"/>
      <w:outlineLvl w:val="1"/>
    </w:pPr>
    <w:rPr>
      <w:rFonts w:cs="Segoe Script"/>
      <w:b/>
    </w:rPr>
  </w:style>
  <w:style w:type="paragraph" w:customStyle="1" w:styleId="CMSANSchedule3">
    <w:name w:val="CMS AN Schedule 3"/>
    <w:next w:val="CMSANSchedule4"/>
    <w:uiPriority w:val="23"/>
    <w:rsid w:val="00323729"/>
    <w:pPr>
      <w:numPr>
        <w:ilvl w:val="2"/>
        <w:numId w:val="32"/>
      </w:numPr>
      <w:spacing w:before="240" w:after="120"/>
      <w:jc w:val="center"/>
      <w:outlineLvl w:val="2"/>
    </w:pPr>
    <w:rPr>
      <w:rFonts w:cs="Segoe Script"/>
      <w:b/>
    </w:rPr>
  </w:style>
  <w:style w:type="paragraph" w:customStyle="1" w:styleId="CMSANSchedule4">
    <w:name w:val="CMS AN Schedule 4"/>
    <w:next w:val="CMSANSchedule5"/>
    <w:uiPriority w:val="23"/>
    <w:rsid w:val="00323729"/>
    <w:pPr>
      <w:keepNext/>
      <w:numPr>
        <w:ilvl w:val="3"/>
        <w:numId w:val="32"/>
      </w:numPr>
      <w:spacing w:before="240" w:after="120"/>
      <w:outlineLvl w:val="3"/>
    </w:pPr>
    <w:rPr>
      <w:rFonts w:cs="Segoe Script"/>
      <w:b/>
      <w:caps/>
    </w:rPr>
  </w:style>
  <w:style w:type="paragraph" w:customStyle="1" w:styleId="CMSANSchedule5">
    <w:name w:val="CMS AN Schedule 5"/>
    <w:uiPriority w:val="23"/>
    <w:rsid w:val="00323729"/>
    <w:pPr>
      <w:numPr>
        <w:ilvl w:val="4"/>
        <w:numId w:val="32"/>
      </w:numPr>
      <w:spacing w:before="120" w:after="120"/>
      <w:outlineLvl w:val="4"/>
    </w:pPr>
    <w:rPr>
      <w:rFonts w:cs="Segoe Script"/>
    </w:rPr>
  </w:style>
  <w:style w:type="paragraph" w:customStyle="1" w:styleId="CMSANSchedule6">
    <w:name w:val="CMS AN Schedule 6"/>
    <w:uiPriority w:val="23"/>
    <w:rsid w:val="00323729"/>
    <w:pPr>
      <w:numPr>
        <w:ilvl w:val="5"/>
        <w:numId w:val="32"/>
      </w:numPr>
      <w:spacing w:before="120" w:after="120"/>
      <w:outlineLvl w:val="5"/>
    </w:pPr>
    <w:rPr>
      <w:rFonts w:cs="Segoe Script"/>
    </w:rPr>
  </w:style>
  <w:style w:type="paragraph" w:customStyle="1" w:styleId="CMSANSchedule7">
    <w:name w:val="CMS AN Schedule 7"/>
    <w:uiPriority w:val="23"/>
    <w:rsid w:val="00323729"/>
    <w:pPr>
      <w:numPr>
        <w:ilvl w:val="6"/>
        <w:numId w:val="32"/>
      </w:numPr>
      <w:spacing w:before="120" w:after="120"/>
      <w:outlineLvl w:val="6"/>
    </w:pPr>
    <w:rPr>
      <w:rFonts w:cs="Segoe Script"/>
    </w:rPr>
  </w:style>
  <w:style w:type="paragraph" w:customStyle="1" w:styleId="CMSANBodyText">
    <w:name w:val="CMS AN Body Text"/>
    <w:uiPriority w:val="9"/>
    <w:qFormat/>
    <w:rsid w:val="003901DF"/>
    <w:pPr>
      <w:spacing w:before="120" w:after="120"/>
    </w:pPr>
    <w:rPr>
      <w:rFonts w:cs="Segoe Script"/>
    </w:rPr>
  </w:style>
  <w:style w:type="paragraph" w:customStyle="1" w:styleId="CMSANCoverTitle">
    <w:name w:val="CMS AN Cover Title"/>
    <w:uiPriority w:val="99"/>
    <w:rsid w:val="003901DF"/>
    <w:pPr>
      <w:spacing w:before="600" w:after="600"/>
      <w:jc w:val="center"/>
    </w:pPr>
    <w:rPr>
      <w:rFonts w:cs="Segoe Script"/>
      <w:b/>
      <w:caps/>
    </w:rPr>
  </w:style>
  <w:style w:type="paragraph" w:customStyle="1" w:styleId="CMSANCoverDate">
    <w:name w:val="CMS AN Cover Date"/>
    <w:link w:val="CMSANCoverDateChar"/>
    <w:uiPriority w:val="99"/>
    <w:rsid w:val="003901DF"/>
    <w:pPr>
      <w:keepNext/>
      <w:spacing w:before="720" w:after="960"/>
      <w:jc w:val="center"/>
    </w:pPr>
    <w:rPr>
      <w:rFonts w:cs="Segoe Script"/>
      <w:b/>
      <w:caps/>
    </w:rPr>
  </w:style>
  <w:style w:type="paragraph" w:customStyle="1" w:styleId="CMSANNote">
    <w:name w:val="CMS AN Note"/>
    <w:uiPriority w:val="14"/>
    <w:rsid w:val="003901DF"/>
    <w:pPr>
      <w:keepLines/>
      <w:pBdr>
        <w:top w:val="single" w:sz="4" w:space="1" w:color="auto" w:shadow="1"/>
        <w:left w:val="single" w:sz="4" w:space="4" w:color="auto" w:shadow="1"/>
        <w:bottom w:val="single" w:sz="4" w:space="1" w:color="auto" w:shadow="1"/>
        <w:right w:val="single" w:sz="4" w:space="4" w:color="auto" w:shadow="1"/>
      </w:pBdr>
      <w:spacing w:before="120" w:after="120"/>
      <w:ind w:left="1701" w:hanging="1701"/>
    </w:pPr>
    <w:rPr>
      <w:rFonts w:cs="Segoe Script"/>
      <w:b/>
      <w:i/>
    </w:rPr>
  </w:style>
  <w:style w:type="paragraph" w:customStyle="1" w:styleId="CMSANInternalNote">
    <w:name w:val="CMS AN Internal Note"/>
    <w:uiPriority w:val="15"/>
    <w:rsid w:val="003901DF"/>
    <w:pPr>
      <w:keepLines/>
      <w:pBdr>
        <w:top w:val="single" w:sz="4" w:space="2" w:color="auto" w:shadow="1"/>
        <w:left w:val="single" w:sz="4" w:space="4" w:color="auto" w:shadow="1"/>
        <w:bottom w:val="single" w:sz="4" w:space="4" w:color="auto" w:shadow="1"/>
        <w:right w:val="single" w:sz="4" w:space="4" w:color="auto" w:shadow="1"/>
      </w:pBdr>
      <w:spacing w:before="120" w:after="120"/>
      <w:ind w:left="2552" w:hanging="2552"/>
    </w:pPr>
    <w:rPr>
      <w:rFonts w:cs="Segoe Script"/>
      <w:color w:val="FF0000"/>
    </w:rPr>
  </w:style>
  <w:style w:type="paragraph" w:customStyle="1" w:styleId="CMSANSection">
    <w:name w:val="CMS AN Section"/>
    <w:next w:val="CMSANBodyText"/>
    <w:uiPriority w:val="5"/>
    <w:rsid w:val="003901DF"/>
    <w:pPr>
      <w:keepNext/>
      <w:spacing w:before="240" w:after="120"/>
      <w:jc w:val="center"/>
    </w:pPr>
    <w:rPr>
      <w:rFonts w:cs="Segoe Script"/>
      <w:b/>
      <w:caps/>
    </w:rPr>
  </w:style>
  <w:style w:type="paragraph" w:customStyle="1" w:styleId="CMSANFirst">
    <w:name w:val="CMS AN First"/>
    <w:uiPriority w:val="39"/>
    <w:rsid w:val="003901DF"/>
    <w:pPr>
      <w:spacing w:before="120" w:after="120"/>
      <w:ind w:left="2552"/>
    </w:pPr>
    <w:rPr>
      <w:rFonts w:cs="Segoe Script"/>
    </w:rPr>
  </w:style>
  <w:style w:type="paragraph" w:customStyle="1" w:styleId="CMSANDash">
    <w:name w:val="CMS AN Dash"/>
    <w:uiPriority w:val="36"/>
    <w:rsid w:val="003901DF"/>
    <w:pPr>
      <w:numPr>
        <w:numId w:val="1"/>
      </w:numPr>
      <w:spacing w:before="120" w:after="120"/>
    </w:pPr>
    <w:rPr>
      <w:rFonts w:cs="Segoe Script"/>
    </w:rPr>
  </w:style>
  <w:style w:type="paragraph" w:customStyle="1" w:styleId="CMSANNumeration">
    <w:name w:val="CMS AN Numeration"/>
    <w:uiPriority w:val="39"/>
    <w:rsid w:val="003901DF"/>
    <w:pPr>
      <w:numPr>
        <w:numId w:val="2"/>
      </w:numPr>
      <w:spacing w:before="120" w:after="120"/>
    </w:pPr>
    <w:rPr>
      <w:rFonts w:cs="Segoe Script"/>
    </w:rPr>
  </w:style>
  <w:style w:type="paragraph" w:customStyle="1" w:styleId="CMSANLevel1">
    <w:name w:val="CMS AN Level 1"/>
    <w:uiPriority w:val="99"/>
    <w:rsid w:val="00506289"/>
    <w:pPr>
      <w:numPr>
        <w:numId w:val="24"/>
      </w:numPr>
      <w:spacing w:before="120" w:after="120"/>
      <w:outlineLvl w:val="0"/>
    </w:pPr>
    <w:rPr>
      <w:rFonts w:cs="Segoe Script"/>
    </w:rPr>
  </w:style>
  <w:style w:type="paragraph" w:customStyle="1" w:styleId="CMSANLevel2">
    <w:name w:val="CMS AN Level 2"/>
    <w:uiPriority w:val="99"/>
    <w:rsid w:val="00506289"/>
    <w:pPr>
      <w:numPr>
        <w:ilvl w:val="1"/>
        <w:numId w:val="24"/>
      </w:numPr>
      <w:spacing w:before="120" w:after="120"/>
      <w:outlineLvl w:val="1"/>
    </w:pPr>
    <w:rPr>
      <w:rFonts w:cs="Segoe Script"/>
    </w:rPr>
  </w:style>
  <w:style w:type="paragraph" w:customStyle="1" w:styleId="CMSANLevel3">
    <w:name w:val="CMS AN Level 3"/>
    <w:uiPriority w:val="99"/>
    <w:rsid w:val="00506289"/>
    <w:pPr>
      <w:numPr>
        <w:ilvl w:val="2"/>
        <w:numId w:val="24"/>
      </w:numPr>
      <w:spacing w:before="120" w:after="120"/>
      <w:outlineLvl w:val="2"/>
    </w:pPr>
    <w:rPr>
      <w:rFonts w:cs="Segoe Script"/>
    </w:rPr>
  </w:style>
  <w:style w:type="paragraph" w:customStyle="1" w:styleId="CMSANzhanging1">
    <w:name w:val="CMS AN z_hanging 1"/>
    <w:uiPriority w:val="6"/>
    <w:rsid w:val="003901DF"/>
    <w:pPr>
      <w:spacing w:before="120" w:after="120"/>
      <w:ind w:left="851" w:hanging="851"/>
    </w:pPr>
    <w:rPr>
      <w:rFonts w:cs="Segoe Script"/>
    </w:rPr>
  </w:style>
  <w:style w:type="paragraph" w:customStyle="1" w:styleId="CMSANzhanging2">
    <w:name w:val="CMS AN z_hanging 2"/>
    <w:uiPriority w:val="6"/>
    <w:rsid w:val="003901DF"/>
    <w:pPr>
      <w:spacing w:before="120" w:after="120"/>
      <w:ind w:left="1702" w:hanging="851"/>
    </w:pPr>
    <w:rPr>
      <w:rFonts w:cs="Segoe Script"/>
    </w:rPr>
  </w:style>
  <w:style w:type="paragraph" w:customStyle="1" w:styleId="CMSANzhanging3">
    <w:name w:val="CMS AN z_hanging 3"/>
    <w:uiPriority w:val="6"/>
    <w:rsid w:val="003901DF"/>
    <w:pPr>
      <w:spacing w:before="120" w:after="120"/>
      <w:ind w:left="2552" w:hanging="851"/>
    </w:pPr>
    <w:rPr>
      <w:rFonts w:cs="Segoe Script"/>
    </w:rPr>
  </w:style>
  <w:style w:type="paragraph" w:customStyle="1" w:styleId="CMSANzhanging4">
    <w:name w:val="CMS AN z_hanging 4"/>
    <w:uiPriority w:val="6"/>
    <w:rsid w:val="003901DF"/>
    <w:pPr>
      <w:spacing w:before="120" w:after="120"/>
      <w:ind w:left="3403" w:hanging="851"/>
    </w:pPr>
    <w:rPr>
      <w:rFonts w:cs="Segoe Script"/>
    </w:rPr>
  </w:style>
  <w:style w:type="paragraph" w:customStyle="1" w:styleId="CMSANzhanging5">
    <w:name w:val="CMS AN z_hanging 5"/>
    <w:uiPriority w:val="6"/>
    <w:rsid w:val="003901DF"/>
    <w:pPr>
      <w:spacing w:before="120" w:after="120"/>
      <w:ind w:left="4253" w:hanging="851"/>
    </w:pPr>
    <w:rPr>
      <w:rFonts w:cs="Segoe Script"/>
    </w:rPr>
  </w:style>
  <w:style w:type="paragraph" w:customStyle="1" w:styleId="CMSANzhanging6">
    <w:name w:val="CMS AN z_hanging 6"/>
    <w:uiPriority w:val="6"/>
    <w:rsid w:val="003901DF"/>
    <w:pPr>
      <w:spacing w:before="120" w:after="120"/>
      <w:ind w:left="5104" w:hanging="851"/>
    </w:pPr>
    <w:rPr>
      <w:rFonts w:cs="Segoe Script"/>
    </w:rPr>
  </w:style>
  <w:style w:type="paragraph" w:customStyle="1" w:styleId="CMSANCoverCentred">
    <w:name w:val="CMS AN Cover Centred"/>
    <w:uiPriority w:val="99"/>
    <w:qFormat/>
    <w:rsid w:val="00575B47"/>
    <w:pPr>
      <w:spacing w:after="240"/>
      <w:jc w:val="center"/>
    </w:pPr>
    <w:rPr>
      <w:rFonts w:cs="Segoe Script"/>
    </w:rPr>
  </w:style>
  <w:style w:type="paragraph" w:customStyle="1" w:styleId="CMSANCoverAddress">
    <w:name w:val="CMS AN Cover Address"/>
    <w:uiPriority w:val="99"/>
    <w:rsid w:val="003901DF"/>
    <w:pPr>
      <w:spacing w:line="240" w:lineRule="atLeast"/>
      <w:jc w:val="center"/>
    </w:pPr>
    <w:rPr>
      <w:rFonts w:cs="Segoe Script"/>
      <w:sz w:val="18"/>
    </w:rPr>
  </w:style>
  <w:style w:type="paragraph" w:customStyle="1" w:styleId="CMSANTOCHeading">
    <w:name w:val="CMS AN TOC Heading"/>
    <w:next w:val="CMSANBodyText"/>
    <w:uiPriority w:val="39"/>
    <w:rsid w:val="003901DF"/>
    <w:pPr>
      <w:keepNext/>
      <w:spacing w:after="240"/>
      <w:jc w:val="center"/>
    </w:pPr>
    <w:rPr>
      <w:rFonts w:cs="Segoe Script"/>
      <w:b/>
      <w:caps/>
    </w:rPr>
  </w:style>
  <w:style w:type="table" w:styleId="TableGrid">
    <w:name w:val="Table Grid"/>
    <w:rsid w:val="003901DF"/>
    <w:pPr>
      <w:jc w:val="left"/>
    </w:pPr>
    <w:rPr>
      <w:rFonts w:eastAsia="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SANTableListNumber1">
    <w:name w:val="CMS AN Table List Number 1"/>
    <w:uiPriority w:val="18"/>
    <w:rsid w:val="00271390"/>
    <w:pPr>
      <w:numPr>
        <w:ilvl w:val="2"/>
        <w:numId w:val="36"/>
      </w:numPr>
      <w:adjustRightInd w:val="0"/>
      <w:snapToGrid w:val="0"/>
      <w:spacing w:before="120" w:after="120"/>
      <w:jc w:val="left"/>
    </w:pPr>
    <w:rPr>
      <w:rFonts w:eastAsia="Times New Roman" w:cs="Times New Roman"/>
    </w:rPr>
  </w:style>
  <w:style w:type="paragraph" w:styleId="ListNumber">
    <w:name w:val="List Number"/>
    <w:uiPriority w:val="99"/>
    <w:semiHidden/>
    <w:rsid w:val="003901DF"/>
    <w:pPr>
      <w:ind w:left="360" w:hanging="360"/>
      <w:contextualSpacing/>
    </w:pPr>
  </w:style>
  <w:style w:type="paragraph" w:customStyle="1" w:styleId="CMSANTableBodyText">
    <w:name w:val="CMS AN Table Body Text"/>
    <w:uiPriority w:val="17"/>
    <w:rsid w:val="003901DF"/>
    <w:pPr>
      <w:spacing w:before="120" w:after="120"/>
      <w:jc w:val="left"/>
    </w:pPr>
    <w:rPr>
      <w:rFonts w:eastAsia="Times New Roman" w:cs="Times New Roman"/>
    </w:rPr>
  </w:style>
  <w:style w:type="paragraph" w:customStyle="1" w:styleId="CMSANTableHeader">
    <w:name w:val="CMS AN Table Header"/>
    <w:uiPriority w:val="16"/>
    <w:rsid w:val="00F947FB"/>
    <w:pPr>
      <w:numPr>
        <w:numId w:val="36"/>
      </w:numPr>
      <w:adjustRightInd w:val="0"/>
      <w:snapToGrid w:val="0"/>
      <w:spacing w:before="120" w:after="120"/>
      <w:jc w:val="left"/>
    </w:pPr>
    <w:rPr>
      <w:rFonts w:eastAsia="Times New Roman" w:cs="Times New Roman"/>
      <w:b/>
    </w:rPr>
  </w:style>
  <w:style w:type="paragraph" w:customStyle="1" w:styleId="CMSANTableIndent">
    <w:name w:val="CMS AN Table Indent"/>
    <w:uiPriority w:val="21"/>
    <w:rsid w:val="003901DF"/>
    <w:pPr>
      <w:spacing w:before="120" w:after="120"/>
      <w:ind w:left="425"/>
      <w:jc w:val="left"/>
    </w:pPr>
    <w:rPr>
      <w:rFonts w:eastAsia="Times New Roman" w:cs="Times New Roman"/>
    </w:rPr>
  </w:style>
  <w:style w:type="paragraph" w:customStyle="1" w:styleId="CMSANTableListBullet">
    <w:name w:val="CMS AN Table List Bullet"/>
    <w:uiPriority w:val="20"/>
    <w:rsid w:val="003901DF"/>
    <w:pPr>
      <w:numPr>
        <w:numId w:val="3"/>
      </w:numPr>
      <w:spacing w:before="120" w:after="120"/>
      <w:jc w:val="left"/>
    </w:pPr>
    <w:rPr>
      <w:rFonts w:eastAsia="Times New Roman" w:cs="Times New Roman"/>
    </w:rPr>
  </w:style>
  <w:style w:type="paragraph" w:customStyle="1" w:styleId="CMSANHeadline">
    <w:name w:val="CMS AN Headline"/>
    <w:uiPriority w:val="4"/>
    <w:rsid w:val="003901DF"/>
    <w:pPr>
      <w:keepNext/>
      <w:spacing w:before="240" w:after="120"/>
      <w:jc w:val="center"/>
    </w:pPr>
    <w:rPr>
      <w:rFonts w:cs="Segoe Script"/>
      <w:b/>
      <w:caps/>
    </w:rPr>
  </w:style>
  <w:style w:type="character" w:customStyle="1" w:styleId="CMSANCoverDateChar">
    <w:name w:val="CMS AN Cover Date Char"/>
    <w:basedOn w:val="DefaultParagraphFont"/>
    <w:link w:val="CMSANCoverDate"/>
    <w:uiPriority w:val="99"/>
    <w:rsid w:val="003901DF"/>
    <w:rPr>
      <w:rFonts w:cs="Segoe Script"/>
      <w:b/>
      <w:caps/>
    </w:rPr>
  </w:style>
  <w:style w:type="paragraph" w:customStyle="1" w:styleId="CMSANAddressInfo">
    <w:name w:val="CMS AN AddressInfo"/>
    <w:uiPriority w:val="39"/>
    <w:rsid w:val="003901DF"/>
    <w:pPr>
      <w:tabs>
        <w:tab w:val="left" w:pos="567"/>
      </w:tabs>
      <w:spacing w:line="220" w:lineRule="exact"/>
      <w:jc w:val="left"/>
    </w:pPr>
    <w:rPr>
      <w:rFonts w:ascii="Arial" w:eastAsia="SimSun" w:hAnsi="Arial"/>
      <w:noProof/>
      <w:sz w:val="15"/>
      <w:szCs w:val="24"/>
      <w:lang w:eastAsia="zh-CN"/>
    </w:rPr>
  </w:style>
  <w:style w:type="paragraph" w:customStyle="1" w:styleId="CMSANAddressInfoBold">
    <w:name w:val="CMS AN AddressInfo Bold"/>
    <w:uiPriority w:val="39"/>
    <w:rsid w:val="003901DF"/>
    <w:pPr>
      <w:spacing w:after="120" w:line="220" w:lineRule="exact"/>
      <w:jc w:val="left"/>
    </w:pPr>
    <w:rPr>
      <w:rFonts w:ascii="Arial" w:eastAsia="SimSun" w:hAnsi="Arial"/>
      <w:b/>
      <w:noProof/>
      <w:sz w:val="15"/>
      <w:szCs w:val="24"/>
      <w:lang w:eastAsia="zh-CN"/>
    </w:rPr>
  </w:style>
  <w:style w:type="paragraph" w:customStyle="1" w:styleId="CMSANTitle">
    <w:name w:val="CMS AN Title"/>
    <w:next w:val="CMSANBodyText"/>
    <w:link w:val="CMSANTitleChar"/>
    <w:uiPriority w:val="39"/>
    <w:rsid w:val="003901DF"/>
    <w:pPr>
      <w:spacing w:before="90"/>
    </w:pPr>
    <w:rPr>
      <w:rFonts w:ascii="Arial" w:hAnsi="Arial"/>
      <w:b/>
      <w:caps/>
      <w:sz w:val="40"/>
    </w:rPr>
  </w:style>
  <w:style w:type="character" w:customStyle="1" w:styleId="CMSANTitleChar">
    <w:name w:val="CMS AN Title Char"/>
    <w:basedOn w:val="DefaultParagraphFont"/>
    <w:link w:val="CMSANTitle"/>
    <w:uiPriority w:val="39"/>
    <w:rsid w:val="004361F6"/>
    <w:rPr>
      <w:rFonts w:ascii="Arial" w:hAnsi="Arial"/>
      <w:b/>
      <w:caps/>
      <w:sz w:val="40"/>
    </w:rPr>
  </w:style>
  <w:style w:type="table" w:styleId="LightShading">
    <w:name w:val="Light Shading"/>
    <w:basedOn w:val="TableNormal"/>
    <w:uiPriority w:val="60"/>
    <w:rsid w:val="003901DF"/>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insideH w:val="single" w:sz="12" w:space="0" w:color="FFFFFF" w:themeColor="background1"/>
      </w:tblBorders>
    </w:tblPr>
    <w:tcPr>
      <w:shd w:val="clear" w:color="auto" w:fill="auto"/>
    </w:tcPr>
    <w:tblStylePr w:type="firstRow">
      <w:pPr>
        <w:spacing w:before="0" w:after="0" w:line="240" w:lineRule="auto"/>
      </w:pPr>
      <w:rPr>
        <w:b w:val="0"/>
        <w:bCs/>
        <w:color w:val="auto"/>
      </w:rPr>
      <w:tblPr/>
      <w:tcPr>
        <w:tcBorders>
          <w:top w:val="nil"/>
          <w:bottom w:val="nil"/>
        </w:tcBorders>
        <w:shd w:val="clear" w:color="auto" w:fill="13294A"/>
      </w:tcPr>
    </w:tblStylePr>
    <w:tblStylePr w:type="lastRow">
      <w:pPr>
        <w:spacing w:before="0" w:after="0" w:line="240" w:lineRule="auto"/>
      </w:pPr>
      <w:rPr>
        <w:b w:val="0"/>
        <w:bCs/>
      </w:rPr>
      <w:tblPr/>
      <w:tcPr>
        <w:tcBorders>
          <w:bottom w:val="single" w:sz="8" w:space="0" w:color="13294A"/>
        </w:tcBorders>
        <w:shd w:val="clear" w:color="auto" w:fill="auto"/>
      </w:tcPr>
    </w:tblStylePr>
    <w:tblStylePr w:type="firstCol">
      <w:rPr>
        <w:b/>
        <w:bCs/>
      </w:rPr>
    </w:tblStylePr>
    <w:tblStylePr w:type="lastCol">
      <w:rPr>
        <w:b/>
        <w:bCs/>
      </w:rPr>
    </w:tblStylePr>
    <w:tblStylePr w:type="band1Horz">
      <w:tblPr/>
      <w:tcPr>
        <w:tcBorders>
          <w:top w:val="single" w:sz="12" w:space="0" w:color="FFFFFF" w:themeColor="background1"/>
          <w:bottom w:val="single" w:sz="12" w:space="0" w:color="FFFFFF" w:themeColor="background1"/>
          <w:insideH w:val="single" w:sz="12" w:space="0" w:color="FFFFFF" w:themeColor="background1"/>
        </w:tcBorders>
        <w:shd w:val="clear" w:color="auto" w:fill="E4E1E0"/>
      </w:tcPr>
    </w:tblStylePr>
    <w:tblStylePr w:type="band2Horz">
      <w:tblPr/>
      <w:tcPr>
        <w:tcBorders>
          <w:top w:val="single" w:sz="12" w:space="0" w:color="FFFFFF" w:themeColor="background1"/>
          <w:bottom w:val="single" w:sz="12" w:space="0" w:color="FFFFFF" w:themeColor="background1"/>
          <w:insideH w:val="single" w:sz="12" w:space="0" w:color="FFFFFF" w:themeColor="background1"/>
        </w:tcBorders>
        <w:shd w:val="clear" w:color="auto" w:fill="ADA6A1"/>
      </w:tcPr>
    </w:tblStylePr>
  </w:style>
  <w:style w:type="paragraph" w:customStyle="1" w:styleId="TemplateInfo">
    <w:name w:val="TemplateInfo"/>
    <w:link w:val="TemplateInfoChar"/>
    <w:uiPriority w:val="39"/>
    <w:rsid w:val="003901DF"/>
    <w:pPr>
      <w:spacing w:line="264" w:lineRule="auto"/>
    </w:pPr>
    <w:rPr>
      <w:rFonts w:cs="Times New Roman"/>
    </w:rPr>
  </w:style>
  <w:style w:type="paragraph" w:customStyle="1" w:styleId="TemplateInfoBold">
    <w:name w:val="TemplateInfo Bold"/>
    <w:uiPriority w:val="39"/>
    <w:rsid w:val="003901DF"/>
    <w:pPr>
      <w:spacing w:line="264" w:lineRule="auto"/>
      <w:jc w:val="left"/>
    </w:pPr>
    <w:rPr>
      <w:rFonts w:eastAsia="SimSun" w:cs="Times New Roman"/>
      <w:b/>
      <w:noProof/>
      <w:szCs w:val="24"/>
      <w:lang w:eastAsia="zh-CN"/>
    </w:rPr>
  </w:style>
  <w:style w:type="paragraph" w:customStyle="1" w:styleId="CMSANSubject">
    <w:name w:val="CMS AN Subject"/>
    <w:next w:val="CMSANBodyText"/>
    <w:uiPriority w:val="39"/>
    <w:rsid w:val="003901DF"/>
    <w:pPr>
      <w:spacing w:before="120" w:after="120"/>
    </w:pPr>
    <w:rPr>
      <w:rFonts w:cs="Times New Roman"/>
      <w:b/>
    </w:rPr>
  </w:style>
  <w:style w:type="character" w:customStyle="1" w:styleId="TemplateInfoChar">
    <w:name w:val="TemplateInfo Char"/>
    <w:basedOn w:val="DefaultParagraphFont"/>
    <w:link w:val="TemplateInfo"/>
    <w:uiPriority w:val="39"/>
    <w:rsid w:val="004361F6"/>
    <w:rPr>
      <w:rFonts w:cs="Times New Roman"/>
    </w:rPr>
  </w:style>
  <w:style w:type="character" w:styleId="PlaceholderText">
    <w:name w:val="Placeholder Text"/>
    <w:basedOn w:val="DefaultParagraphFont"/>
    <w:uiPriority w:val="99"/>
    <w:semiHidden/>
    <w:rsid w:val="003901DF"/>
    <w:rPr>
      <w:color w:val="808080"/>
    </w:rPr>
  </w:style>
  <w:style w:type="paragraph" w:customStyle="1" w:styleId="CMSANALTSchedule1">
    <w:name w:val="CMS AN ALT Schedule 1"/>
    <w:next w:val="CMSANALTSchedule2"/>
    <w:uiPriority w:val="24"/>
    <w:rsid w:val="00323729"/>
    <w:pPr>
      <w:pageBreakBefore/>
      <w:numPr>
        <w:numId w:val="33"/>
      </w:numPr>
      <w:spacing w:after="240"/>
      <w:jc w:val="center"/>
      <w:outlineLvl w:val="0"/>
    </w:pPr>
    <w:rPr>
      <w:rFonts w:cs="Times New Roman"/>
      <w:b/>
      <w:caps/>
    </w:rPr>
  </w:style>
  <w:style w:type="paragraph" w:customStyle="1" w:styleId="CMSANALTSchedule2">
    <w:name w:val="CMS AN ALT Schedule 2"/>
    <w:next w:val="CMSANALTSchedule4"/>
    <w:uiPriority w:val="24"/>
    <w:rsid w:val="00323729"/>
    <w:pPr>
      <w:keepNext/>
      <w:keepLines/>
      <w:numPr>
        <w:ilvl w:val="1"/>
        <w:numId w:val="33"/>
      </w:numPr>
      <w:spacing w:before="240" w:after="120"/>
      <w:jc w:val="center"/>
      <w:outlineLvl w:val="1"/>
    </w:pPr>
    <w:rPr>
      <w:rFonts w:cs="Times New Roman"/>
      <w:b/>
    </w:rPr>
  </w:style>
  <w:style w:type="paragraph" w:customStyle="1" w:styleId="CMSANALTSchedule3">
    <w:name w:val="CMS AN ALT Schedule 3"/>
    <w:next w:val="CMSANALTSchedule4"/>
    <w:uiPriority w:val="24"/>
    <w:rsid w:val="00323729"/>
    <w:pPr>
      <w:numPr>
        <w:ilvl w:val="2"/>
        <w:numId w:val="33"/>
      </w:numPr>
      <w:spacing w:before="240" w:after="120"/>
      <w:jc w:val="center"/>
      <w:outlineLvl w:val="2"/>
    </w:pPr>
    <w:rPr>
      <w:rFonts w:cs="Times New Roman"/>
      <w:b/>
    </w:rPr>
  </w:style>
  <w:style w:type="paragraph" w:customStyle="1" w:styleId="CMSANALTSchedule4">
    <w:name w:val="CMS AN ALT Schedule 4"/>
    <w:uiPriority w:val="24"/>
    <w:rsid w:val="00323729"/>
    <w:pPr>
      <w:numPr>
        <w:ilvl w:val="3"/>
        <w:numId w:val="33"/>
      </w:numPr>
      <w:spacing w:before="120" w:after="120"/>
      <w:outlineLvl w:val="3"/>
    </w:pPr>
    <w:rPr>
      <w:rFonts w:cs="Times New Roman"/>
    </w:rPr>
  </w:style>
  <w:style w:type="paragraph" w:customStyle="1" w:styleId="CMSANALTSchedule5">
    <w:name w:val="CMS AN ALT Schedule 5"/>
    <w:uiPriority w:val="24"/>
    <w:rsid w:val="00323729"/>
    <w:pPr>
      <w:numPr>
        <w:ilvl w:val="4"/>
        <w:numId w:val="33"/>
      </w:numPr>
      <w:spacing w:before="120" w:after="120"/>
      <w:outlineLvl w:val="4"/>
    </w:pPr>
    <w:rPr>
      <w:rFonts w:cs="Times New Roman"/>
    </w:rPr>
  </w:style>
  <w:style w:type="paragraph" w:customStyle="1" w:styleId="CMSANALTSchedule6">
    <w:name w:val="CMS AN ALT Schedule 6"/>
    <w:uiPriority w:val="24"/>
    <w:rsid w:val="00323729"/>
    <w:pPr>
      <w:numPr>
        <w:ilvl w:val="5"/>
        <w:numId w:val="33"/>
      </w:numPr>
      <w:spacing w:before="120" w:after="120"/>
      <w:outlineLvl w:val="5"/>
    </w:pPr>
    <w:rPr>
      <w:rFonts w:cs="Times New Roman"/>
    </w:rPr>
  </w:style>
  <w:style w:type="paragraph" w:customStyle="1" w:styleId="CMSANALTSchedule7">
    <w:name w:val="CMS AN ALT Schedule 7"/>
    <w:uiPriority w:val="24"/>
    <w:rsid w:val="00323729"/>
    <w:pPr>
      <w:numPr>
        <w:ilvl w:val="6"/>
        <w:numId w:val="33"/>
      </w:numPr>
      <w:spacing w:before="120" w:after="120"/>
      <w:outlineLvl w:val="6"/>
    </w:pPr>
    <w:rPr>
      <w:rFonts w:cs="Times New Roman"/>
    </w:rPr>
  </w:style>
  <w:style w:type="paragraph" w:customStyle="1" w:styleId="CMSANALTSchedule8">
    <w:name w:val="CMS AN ALT Schedule 8"/>
    <w:uiPriority w:val="24"/>
    <w:rsid w:val="00323729"/>
    <w:pPr>
      <w:numPr>
        <w:ilvl w:val="7"/>
        <w:numId w:val="33"/>
      </w:numPr>
      <w:spacing w:before="120" w:after="120"/>
      <w:outlineLvl w:val="7"/>
    </w:pPr>
    <w:rPr>
      <w:rFonts w:cs="Times New Roman"/>
    </w:rPr>
  </w:style>
  <w:style w:type="paragraph" w:customStyle="1" w:styleId="CMSANALTSchedule9">
    <w:name w:val="CMS AN ALT Schedule 9"/>
    <w:uiPriority w:val="24"/>
    <w:rsid w:val="00323729"/>
    <w:pPr>
      <w:numPr>
        <w:ilvl w:val="8"/>
        <w:numId w:val="33"/>
      </w:numPr>
      <w:spacing w:before="120" w:after="120"/>
      <w:outlineLvl w:val="8"/>
    </w:pPr>
    <w:rPr>
      <w:rFonts w:cs="Times New Roman"/>
    </w:rPr>
  </w:style>
  <w:style w:type="paragraph" w:customStyle="1" w:styleId="CMSANSchedule8">
    <w:name w:val="CMS AN Schedule 8"/>
    <w:uiPriority w:val="23"/>
    <w:rsid w:val="00323729"/>
    <w:pPr>
      <w:numPr>
        <w:ilvl w:val="7"/>
        <w:numId w:val="32"/>
      </w:numPr>
      <w:spacing w:before="120" w:after="120"/>
      <w:outlineLvl w:val="7"/>
    </w:pPr>
    <w:rPr>
      <w:rFonts w:cs="Times New Roman"/>
    </w:rPr>
  </w:style>
  <w:style w:type="paragraph" w:customStyle="1" w:styleId="CMSANSchedule9">
    <w:name w:val="CMS AN Schedule 9"/>
    <w:uiPriority w:val="23"/>
    <w:rsid w:val="00323729"/>
    <w:pPr>
      <w:numPr>
        <w:ilvl w:val="8"/>
        <w:numId w:val="32"/>
      </w:numPr>
      <w:spacing w:before="120" w:after="120"/>
      <w:outlineLvl w:val="8"/>
    </w:pPr>
    <w:rPr>
      <w:rFonts w:cs="Times New Roman"/>
    </w:rPr>
  </w:style>
  <w:style w:type="paragraph" w:customStyle="1" w:styleId="CMSANMainHeading">
    <w:name w:val="CMS AN Main Heading"/>
    <w:next w:val="CMSANHeading1"/>
    <w:rsid w:val="00323729"/>
    <w:pPr>
      <w:pageBreakBefore/>
      <w:numPr>
        <w:numId w:val="30"/>
      </w:numPr>
      <w:spacing w:after="240"/>
      <w:jc w:val="center"/>
      <w:outlineLvl w:val="0"/>
    </w:pPr>
    <w:rPr>
      <w:rFonts w:cs="Times New Roman"/>
      <w:b/>
      <w:caps/>
    </w:rPr>
  </w:style>
  <w:style w:type="paragraph" w:customStyle="1" w:styleId="CMSANCoverPartyType">
    <w:name w:val="CMS AN Cover Party Type"/>
    <w:uiPriority w:val="99"/>
    <w:qFormat/>
    <w:rsid w:val="003901DF"/>
    <w:pPr>
      <w:jc w:val="center"/>
    </w:pPr>
    <w:rPr>
      <w:rFonts w:cs="Segoe Script"/>
    </w:rPr>
  </w:style>
  <w:style w:type="paragraph" w:styleId="BalloonText">
    <w:name w:val="Balloon Text"/>
    <w:link w:val="BalloonTextChar"/>
    <w:uiPriority w:val="99"/>
    <w:semiHidden/>
    <w:unhideWhenUsed/>
    <w:rsid w:val="003901D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1DF"/>
    <w:rPr>
      <w:rFonts w:ascii="Tahoma" w:hAnsi="Tahoma" w:cs="Tahoma"/>
      <w:sz w:val="16"/>
      <w:szCs w:val="16"/>
    </w:rPr>
  </w:style>
  <w:style w:type="numbering" w:customStyle="1" w:styleId="CMS-ANHeading">
    <w:name w:val="CMS-AN Heading"/>
    <w:basedOn w:val="NoList"/>
    <w:uiPriority w:val="99"/>
    <w:rsid w:val="00323729"/>
    <w:pPr>
      <w:numPr>
        <w:numId w:val="21"/>
      </w:numPr>
    </w:pPr>
  </w:style>
  <w:style w:type="numbering" w:customStyle="1" w:styleId="CMS-ANSchedule">
    <w:name w:val="CMS-AN Schedule"/>
    <w:uiPriority w:val="99"/>
    <w:rsid w:val="00323729"/>
    <w:pPr>
      <w:numPr>
        <w:numId w:val="8"/>
      </w:numPr>
    </w:pPr>
  </w:style>
  <w:style w:type="numbering" w:customStyle="1" w:styleId="CMS-ANALTSchedule">
    <w:name w:val="CMS-AN ALT Schedule"/>
    <w:uiPriority w:val="99"/>
    <w:rsid w:val="00323729"/>
    <w:pPr>
      <w:numPr>
        <w:numId w:val="4"/>
      </w:numPr>
    </w:pPr>
  </w:style>
  <w:style w:type="numbering" w:customStyle="1" w:styleId="CMS-ANExhibit">
    <w:name w:val="CMS-AN Exhibit"/>
    <w:basedOn w:val="NoList"/>
    <w:uiPriority w:val="99"/>
    <w:rsid w:val="00BA323B"/>
    <w:pPr>
      <w:numPr>
        <w:numId w:val="22"/>
      </w:numPr>
    </w:pPr>
  </w:style>
  <w:style w:type="numbering" w:customStyle="1" w:styleId="CMS-ANDefinitions">
    <w:name w:val="CMS-AN Definitions"/>
    <w:uiPriority w:val="99"/>
    <w:rsid w:val="00323729"/>
    <w:pPr>
      <w:numPr>
        <w:numId w:val="5"/>
      </w:numPr>
    </w:pPr>
  </w:style>
  <w:style w:type="paragraph" w:styleId="Bibliography">
    <w:name w:val="Bibliography"/>
    <w:next w:val="Normal"/>
    <w:uiPriority w:val="99"/>
    <w:semiHidden/>
    <w:unhideWhenUsed/>
    <w:rsid w:val="003901DF"/>
  </w:style>
  <w:style w:type="paragraph" w:styleId="BlockText">
    <w:name w:val="Block Text"/>
    <w:uiPriority w:val="99"/>
    <w:semiHidden/>
    <w:unhideWhenUsed/>
    <w:rsid w:val="003901D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1" w:right="1151"/>
    </w:pPr>
    <w:rPr>
      <w:rFonts w:asciiTheme="minorHAnsi" w:eastAsiaTheme="minorEastAsia" w:hAnsiTheme="minorHAnsi"/>
      <w:i/>
      <w:iCs/>
      <w:color w:val="4F81BD" w:themeColor="accent1"/>
    </w:rPr>
  </w:style>
  <w:style w:type="paragraph" w:styleId="BodyText">
    <w:name w:val="Body Text"/>
    <w:link w:val="BodyTextChar"/>
    <w:uiPriority w:val="99"/>
    <w:semiHidden/>
    <w:rsid w:val="003901DF"/>
    <w:pPr>
      <w:spacing w:before="120" w:after="120"/>
    </w:pPr>
  </w:style>
  <w:style w:type="character" w:customStyle="1" w:styleId="BodyTextChar">
    <w:name w:val="Body Text Char"/>
    <w:basedOn w:val="DefaultParagraphFont"/>
    <w:link w:val="BodyText"/>
    <w:uiPriority w:val="99"/>
    <w:semiHidden/>
    <w:rsid w:val="003901DF"/>
  </w:style>
  <w:style w:type="paragraph" w:styleId="BodyText2">
    <w:name w:val="Body Text 2"/>
    <w:link w:val="BodyText2Char"/>
    <w:uiPriority w:val="99"/>
    <w:semiHidden/>
    <w:unhideWhenUsed/>
    <w:rsid w:val="003901DF"/>
    <w:pPr>
      <w:spacing w:after="120" w:line="480" w:lineRule="auto"/>
    </w:pPr>
  </w:style>
  <w:style w:type="character" w:customStyle="1" w:styleId="BodyText2Char">
    <w:name w:val="Body Text 2 Char"/>
    <w:basedOn w:val="DefaultParagraphFont"/>
    <w:link w:val="BodyText2"/>
    <w:uiPriority w:val="99"/>
    <w:semiHidden/>
    <w:rsid w:val="003901DF"/>
  </w:style>
  <w:style w:type="paragraph" w:styleId="BodyText3">
    <w:name w:val="Body Text 3"/>
    <w:link w:val="BodyText3Char"/>
    <w:uiPriority w:val="99"/>
    <w:semiHidden/>
    <w:unhideWhenUsed/>
    <w:rsid w:val="003901DF"/>
    <w:pPr>
      <w:spacing w:after="120"/>
    </w:pPr>
    <w:rPr>
      <w:sz w:val="16"/>
      <w:szCs w:val="16"/>
    </w:rPr>
  </w:style>
  <w:style w:type="character" w:customStyle="1" w:styleId="BodyText3Char">
    <w:name w:val="Body Text 3 Char"/>
    <w:basedOn w:val="DefaultParagraphFont"/>
    <w:link w:val="BodyText3"/>
    <w:uiPriority w:val="99"/>
    <w:semiHidden/>
    <w:rsid w:val="003901DF"/>
    <w:rPr>
      <w:sz w:val="16"/>
      <w:szCs w:val="16"/>
    </w:rPr>
  </w:style>
  <w:style w:type="paragraph" w:styleId="BodyTextFirstIndent">
    <w:name w:val="Body Text First Indent"/>
    <w:link w:val="BodyTextFirstIndentChar"/>
    <w:uiPriority w:val="99"/>
    <w:semiHidden/>
    <w:rsid w:val="003901DF"/>
    <w:pPr>
      <w:ind w:firstLine="425"/>
    </w:pPr>
  </w:style>
  <w:style w:type="character" w:customStyle="1" w:styleId="BodyTextFirstIndentChar">
    <w:name w:val="Body Text First Indent Char"/>
    <w:basedOn w:val="BodyTextChar"/>
    <w:link w:val="BodyTextFirstIndent"/>
    <w:uiPriority w:val="99"/>
    <w:semiHidden/>
    <w:rsid w:val="003901DF"/>
  </w:style>
  <w:style w:type="paragraph" w:styleId="BodyTextIndent">
    <w:name w:val="Body Text Indent"/>
    <w:link w:val="BodyTextIndentChar"/>
    <w:uiPriority w:val="99"/>
    <w:semiHidden/>
    <w:unhideWhenUsed/>
    <w:rsid w:val="003901DF"/>
    <w:pPr>
      <w:spacing w:after="120"/>
      <w:ind w:left="284"/>
    </w:pPr>
  </w:style>
  <w:style w:type="character" w:customStyle="1" w:styleId="BodyTextIndentChar">
    <w:name w:val="Body Text Indent Char"/>
    <w:basedOn w:val="DefaultParagraphFont"/>
    <w:link w:val="BodyTextIndent"/>
    <w:uiPriority w:val="99"/>
    <w:semiHidden/>
    <w:rsid w:val="003901DF"/>
  </w:style>
  <w:style w:type="paragraph" w:styleId="BodyTextFirstIndent2">
    <w:name w:val="Body Text First Indent 2"/>
    <w:link w:val="BodyTextFirstIndent2Char"/>
    <w:uiPriority w:val="99"/>
    <w:semiHidden/>
    <w:unhideWhenUsed/>
    <w:rsid w:val="003901DF"/>
    <w:pPr>
      <w:ind w:left="425" w:firstLine="425"/>
    </w:pPr>
  </w:style>
  <w:style w:type="character" w:customStyle="1" w:styleId="BodyTextFirstIndent2Char">
    <w:name w:val="Body Text First Indent 2 Char"/>
    <w:basedOn w:val="BodyTextIndentChar"/>
    <w:link w:val="BodyTextFirstIndent2"/>
    <w:uiPriority w:val="99"/>
    <w:semiHidden/>
    <w:rsid w:val="003901DF"/>
  </w:style>
  <w:style w:type="paragraph" w:styleId="BodyTextIndent2">
    <w:name w:val="Body Text Indent 2"/>
    <w:link w:val="BodyTextIndent2Char"/>
    <w:uiPriority w:val="99"/>
    <w:semiHidden/>
    <w:unhideWhenUsed/>
    <w:rsid w:val="003901DF"/>
    <w:pPr>
      <w:spacing w:after="120" w:line="480" w:lineRule="auto"/>
      <w:ind w:left="284"/>
    </w:pPr>
  </w:style>
  <w:style w:type="character" w:customStyle="1" w:styleId="BodyTextIndent2Char">
    <w:name w:val="Body Text Indent 2 Char"/>
    <w:basedOn w:val="DefaultParagraphFont"/>
    <w:link w:val="BodyTextIndent2"/>
    <w:uiPriority w:val="99"/>
    <w:semiHidden/>
    <w:rsid w:val="003901DF"/>
  </w:style>
  <w:style w:type="paragraph" w:styleId="BodyTextIndent3">
    <w:name w:val="Body Text Indent 3"/>
    <w:link w:val="BodyTextIndent3Char"/>
    <w:uiPriority w:val="99"/>
    <w:semiHidden/>
    <w:unhideWhenUsed/>
    <w:rsid w:val="003901DF"/>
    <w:pPr>
      <w:spacing w:after="120"/>
      <w:ind w:left="284"/>
    </w:pPr>
    <w:rPr>
      <w:sz w:val="16"/>
      <w:szCs w:val="16"/>
    </w:rPr>
  </w:style>
  <w:style w:type="character" w:customStyle="1" w:styleId="BodyTextIndent3Char">
    <w:name w:val="Body Text Indent 3 Char"/>
    <w:basedOn w:val="DefaultParagraphFont"/>
    <w:link w:val="BodyTextIndent3"/>
    <w:uiPriority w:val="99"/>
    <w:semiHidden/>
    <w:rsid w:val="003901DF"/>
    <w:rPr>
      <w:sz w:val="16"/>
      <w:szCs w:val="16"/>
    </w:rPr>
  </w:style>
  <w:style w:type="character" w:styleId="BookTitle">
    <w:name w:val="Book Title"/>
    <w:basedOn w:val="DefaultParagraphFont"/>
    <w:uiPriority w:val="99"/>
    <w:semiHidden/>
    <w:rsid w:val="003901DF"/>
    <w:rPr>
      <w:b/>
      <w:bCs/>
      <w:smallCaps/>
      <w:spacing w:val="5"/>
    </w:rPr>
  </w:style>
  <w:style w:type="paragraph" w:styleId="Caption">
    <w:name w:val="caption"/>
    <w:next w:val="Normal"/>
    <w:uiPriority w:val="99"/>
    <w:semiHidden/>
    <w:unhideWhenUsed/>
    <w:qFormat/>
    <w:rsid w:val="003901DF"/>
    <w:pPr>
      <w:spacing w:after="200"/>
    </w:pPr>
    <w:rPr>
      <w:b/>
      <w:bCs/>
      <w:color w:val="4F81BD" w:themeColor="accent1"/>
      <w:sz w:val="18"/>
      <w:szCs w:val="18"/>
    </w:rPr>
  </w:style>
  <w:style w:type="paragraph" w:styleId="Closing">
    <w:name w:val="Closing"/>
    <w:link w:val="ClosingChar"/>
    <w:uiPriority w:val="99"/>
    <w:semiHidden/>
    <w:unhideWhenUsed/>
    <w:rsid w:val="003901DF"/>
    <w:pPr>
      <w:spacing w:before="120" w:after="120"/>
      <w:ind w:left="4253"/>
    </w:pPr>
  </w:style>
  <w:style w:type="character" w:customStyle="1" w:styleId="ClosingChar">
    <w:name w:val="Closing Char"/>
    <w:basedOn w:val="DefaultParagraphFont"/>
    <w:link w:val="Closing"/>
    <w:uiPriority w:val="99"/>
    <w:semiHidden/>
    <w:rsid w:val="003901DF"/>
  </w:style>
  <w:style w:type="paragraph" w:styleId="ListBullet">
    <w:name w:val="List Bullet"/>
    <w:uiPriority w:val="34"/>
    <w:rsid w:val="00B564B3"/>
    <w:pPr>
      <w:numPr>
        <w:numId w:val="10"/>
      </w:numPr>
      <w:tabs>
        <w:tab w:val="left" w:pos="850"/>
      </w:tabs>
      <w:spacing w:before="120" w:after="120"/>
      <w:ind w:left="850" w:hanging="850"/>
      <w:contextualSpacing/>
    </w:pPr>
  </w:style>
  <w:style w:type="numbering" w:customStyle="1" w:styleId="CMS-ANParties">
    <w:name w:val="CMS-AN Parties"/>
    <w:uiPriority w:val="99"/>
    <w:rsid w:val="003901DF"/>
    <w:pPr>
      <w:numPr>
        <w:numId w:val="6"/>
      </w:numPr>
    </w:pPr>
  </w:style>
  <w:style w:type="numbering" w:customStyle="1" w:styleId="CMS-ANRecitals">
    <w:name w:val="CMS-AN Recitals"/>
    <w:uiPriority w:val="99"/>
    <w:rsid w:val="003901DF"/>
    <w:pPr>
      <w:numPr>
        <w:numId w:val="7"/>
      </w:numPr>
    </w:pPr>
  </w:style>
  <w:style w:type="paragraph" w:styleId="CommentText">
    <w:name w:val="annotation text"/>
    <w:link w:val="CommentTextChar"/>
    <w:uiPriority w:val="99"/>
    <w:unhideWhenUsed/>
    <w:rsid w:val="003901DF"/>
    <w:rPr>
      <w:sz w:val="20"/>
      <w:szCs w:val="20"/>
    </w:rPr>
  </w:style>
  <w:style w:type="character" w:customStyle="1" w:styleId="CommentTextChar">
    <w:name w:val="Comment Text Char"/>
    <w:basedOn w:val="DefaultParagraphFont"/>
    <w:link w:val="CommentText"/>
    <w:uiPriority w:val="99"/>
    <w:rsid w:val="003901DF"/>
    <w:rPr>
      <w:sz w:val="20"/>
      <w:szCs w:val="20"/>
    </w:rPr>
  </w:style>
  <w:style w:type="paragraph" w:styleId="CommentSubject">
    <w:name w:val="annotation subject"/>
    <w:next w:val="CommentText"/>
    <w:link w:val="CommentSubjectChar"/>
    <w:uiPriority w:val="99"/>
    <w:semiHidden/>
    <w:unhideWhenUsed/>
    <w:rsid w:val="003901DF"/>
    <w:rPr>
      <w:b/>
      <w:bCs/>
      <w:sz w:val="20"/>
      <w:szCs w:val="20"/>
    </w:rPr>
  </w:style>
  <w:style w:type="character" w:customStyle="1" w:styleId="CommentSubjectChar">
    <w:name w:val="Comment Subject Char"/>
    <w:basedOn w:val="CommentTextChar"/>
    <w:link w:val="CommentSubject"/>
    <w:uiPriority w:val="99"/>
    <w:semiHidden/>
    <w:rsid w:val="003901DF"/>
    <w:rPr>
      <w:b/>
      <w:bCs/>
      <w:sz w:val="20"/>
      <w:szCs w:val="20"/>
    </w:rPr>
  </w:style>
  <w:style w:type="paragraph" w:styleId="Date">
    <w:name w:val="Date"/>
    <w:next w:val="Normal"/>
    <w:link w:val="DateChar"/>
    <w:uiPriority w:val="99"/>
    <w:semiHidden/>
    <w:rsid w:val="003901DF"/>
  </w:style>
  <w:style w:type="character" w:customStyle="1" w:styleId="DateChar">
    <w:name w:val="Date Char"/>
    <w:basedOn w:val="DefaultParagraphFont"/>
    <w:link w:val="Date"/>
    <w:uiPriority w:val="99"/>
    <w:semiHidden/>
    <w:rsid w:val="003901DF"/>
  </w:style>
  <w:style w:type="paragraph" w:styleId="DocumentMap">
    <w:name w:val="Document Map"/>
    <w:link w:val="DocumentMapChar"/>
    <w:uiPriority w:val="99"/>
    <w:semiHidden/>
    <w:unhideWhenUsed/>
    <w:rsid w:val="003901DF"/>
    <w:rPr>
      <w:rFonts w:ascii="Tahoma" w:hAnsi="Tahoma" w:cs="Tahoma"/>
      <w:sz w:val="16"/>
      <w:szCs w:val="16"/>
    </w:rPr>
  </w:style>
  <w:style w:type="character" w:customStyle="1" w:styleId="DocumentMapChar">
    <w:name w:val="Document Map Char"/>
    <w:basedOn w:val="DefaultParagraphFont"/>
    <w:link w:val="DocumentMap"/>
    <w:uiPriority w:val="99"/>
    <w:semiHidden/>
    <w:rsid w:val="003901DF"/>
    <w:rPr>
      <w:rFonts w:ascii="Tahoma" w:hAnsi="Tahoma" w:cs="Tahoma"/>
      <w:sz w:val="16"/>
      <w:szCs w:val="16"/>
    </w:rPr>
  </w:style>
  <w:style w:type="paragraph" w:styleId="E-mailSignature">
    <w:name w:val="E-mail Signature"/>
    <w:link w:val="E-mailSignatureChar"/>
    <w:uiPriority w:val="99"/>
    <w:semiHidden/>
    <w:unhideWhenUsed/>
    <w:rsid w:val="003901DF"/>
  </w:style>
  <w:style w:type="character" w:customStyle="1" w:styleId="E-mailSignatureChar">
    <w:name w:val="E-mail Signature Char"/>
    <w:basedOn w:val="DefaultParagraphFont"/>
    <w:link w:val="E-mailSignature"/>
    <w:uiPriority w:val="99"/>
    <w:semiHidden/>
    <w:rsid w:val="003901DF"/>
  </w:style>
  <w:style w:type="paragraph" w:styleId="EnvelopeAddress">
    <w:name w:val="envelope address"/>
    <w:uiPriority w:val="99"/>
    <w:semiHidden/>
    <w:unhideWhenUsed/>
    <w:rsid w:val="003901D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uiPriority w:val="99"/>
    <w:semiHidden/>
    <w:unhideWhenUsed/>
    <w:rsid w:val="003901DF"/>
    <w:rPr>
      <w:rFonts w:asciiTheme="majorHAnsi" w:eastAsiaTheme="majorEastAsia" w:hAnsiTheme="majorHAnsi" w:cstheme="majorBidi"/>
      <w:sz w:val="20"/>
      <w:szCs w:val="20"/>
    </w:rPr>
  </w:style>
  <w:style w:type="paragraph" w:styleId="HTMLAddress">
    <w:name w:val="HTML Address"/>
    <w:link w:val="HTMLAddressChar"/>
    <w:uiPriority w:val="99"/>
    <w:semiHidden/>
    <w:unhideWhenUsed/>
    <w:rsid w:val="003901DF"/>
    <w:rPr>
      <w:i/>
      <w:iCs/>
    </w:rPr>
  </w:style>
  <w:style w:type="character" w:customStyle="1" w:styleId="HTMLAddressChar">
    <w:name w:val="HTML Address Char"/>
    <w:basedOn w:val="DefaultParagraphFont"/>
    <w:link w:val="HTMLAddress"/>
    <w:uiPriority w:val="99"/>
    <w:semiHidden/>
    <w:rsid w:val="003901DF"/>
    <w:rPr>
      <w:i/>
      <w:iCs/>
    </w:rPr>
  </w:style>
  <w:style w:type="character" w:styleId="HTMLCode">
    <w:name w:val="HTML Code"/>
    <w:basedOn w:val="DefaultParagraphFont"/>
    <w:uiPriority w:val="99"/>
    <w:semiHidden/>
    <w:unhideWhenUsed/>
    <w:rsid w:val="003901DF"/>
    <w:rPr>
      <w:rFonts w:ascii="Consolas" w:hAnsi="Consolas" w:cs="Consolas"/>
      <w:sz w:val="20"/>
      <w:szCs w:val="20"/>
    </w:rPr>
  </w:style>
  <w:style w:type="paragraph" w:styleId="HTMLPreformatted">
    <w:name w:val="HTML Preformatted"/>
    <w:link w:val="HTMLPreformattedChar"/>
    <w:uiPriority w:val="99"/>
    <w:semiHidden/>
    <w:unhideWhenUsed/>
    <w:rsid w:val="003901DF"/>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3901DF"/>
    <w:rPr>
      <w:rFonts w:ascii="Consolas" w:hAnsi="Consolas" w:cs="Consolas"/>
      <w:sz w:val="20"/>
      <w:szCs w:val="20"/>
    </w:rPr>
  </w:style>
  <w:style w:type="paragraph" w:styleId="Index1">
    <w:name w:val="index 1"/>
    <w:next w:val="Normal"/>
    <w:autoRedefine/>
    <w:uiPriority w:val="99"/>
    <w:semiHidden/>
    <w:unhideWhenUsed/>
    <w:rsid w:val="003901DF"/>
    <w:pPr>
      <w:ind w:left="220" w:hanging="220"/>
    </w:pPr>
  </w:style>
  <w:style w:type="paragraph" w:styleId="Index2">
    <w:name w:val="index 2"/>
    <w:next w:val="Normal"/>
    <w:autoRedefine/>
    <w:uiPriority w:val="99"/>
    <w:semiHidden/>
    <w:unhideWhenUsed/>
    <w:rsid w:val="003901DF"/>
    <w:pPr>
      <w:ind w:left="440" w:hanging="220"/>
    </w:pPr>
  </w:style>
  <w:style w:type="paragraph" w:styleId="Index3">
    <w:name w:val="index 3"/>
    <w:next w:val="Normal"/>
    <w:autoRedefine/>
    <w:uiPriority w:val="99"/>
    <w:semiHidden/>
    <w:unhideWhenUsed/>
    <w:rsid w:val="003901DF"/>
    <w:pPr>
      <w:ind w:left="660" w:hanging="220"/>
    </w:pPr>
  </w:style>
  <w:style w:type="paragraph" w:styleId="Index4">
    <w:name w:val="index 4"/>
    <w:next w:val="Normal"/>
    <w:autoRedefine/>
    <w:uiPriority w:val="99"/>
    <w:semiHidden/>
    <w:unhideWhenUsed/>
    <w:rsid w:val="003901DF"/>
    <w:pPr>
      <w:ind w:left="880" w:hanging="220"/>
    </w:pPr>
  </w:style>
  <w:style w:type="paragraph" w:styleId="Index5">
    <w:name w:val="index 5"/>
    <w:next w:val="Normal"/>
    <w:autoRedefine/>
    <w:uiPriority w:val="99"/>
    <w:semiHidden/>
    <w:unhideWhenUsed/>
    <w:rsid w:val="003901DF"/>
    <w:pPr>
      <w:ind w:left="1100" w:hanging="220"/>
    </w:pPr>
  </w:style>
  <w:style w:type="paragraph" w:styleId="Index6">
    <w:name w:val="index 6"/>
    <w:next w:val="Normal"/>
    <w:autoRedefine/>
    <w:uiPriority w:val="99"/>
    <w:semiHidden/>
    <w:unhideWhenUsed/>
    <w:rsid w:val="003901DF"/>
    <w:pPr>
      <w:ind w:left="1320" w:hanging="220"/>
    </w:pPr>
  </w:style>
  <w:style w:type="paragraph" w:styleId="Index7">
    <w:name w:val="index 7"/>
    <w:next w:val="Normal"/>
    <w:autoRedefine/>
    <w:uiPriority w:val="99"/>
    <w:semiHidden/>
    <w:unhideWhenUsed/>
    <w:rsid w:val="003901DF"/>
    <w:pPr>
      <w:ind w:left="1540" w:hanging="220"/>
    </w:pPr>
  </w:style>
  <w:style w:type="paragraph" w:styleId="Index8">
    <w:name w:val="index 8"/>
    <w:next w:val="Normal"/>
    <w:autoRedefine/>
    <w:uiPriority w:val="99"/>
    <w:semiHidden/>
    <w:unhideWhenUsed/>
    <w:rsid w:val="003901DF"/>
    <w:pPr>
      <w:ind w:left="1760" w:hanging="220"/>
    </w:pPr>
  </w:style>
  <w:style w:type="paragraph" w:styleId="Index9">
    <w:name w:val="index 9"/>
    <w:next w:val="Normal"/>
    <w:autoRedefine/>
    <w:uiPriority w:val="99"/>
    <w:semiHidden/>
    <w:unhideWhenUsed/>
    <w:rsid w:val="003901DF"/>
    <w:pPr>
      <w:ind w:left="1980" w:hanging="220"/>
    </w:pPr>
  </w:style>
  <w:style w:type="paragraph" w:styleId="IndexHeading">
    <w:name w:val="index heading"/>
    <w:next w:val="Index1"/>
    <w:uiPriority w:val="99"/>
    <w:semiHidden/>
    <w:unhideWhenUsed/>
    <w:rsid w:val="003901DF"/>
    <w:rPr>
      <w:rFonts w:asciiTheme="majorHAnsi" w:eastAsiaTheme="majorEastAsia" w:hAnsiTheme="majorHAnsi" w:cstheme="majorBidi"/>
      <w:b/>
      <w:bCs/>
    </w:rPr>
  </w:style>
  <w:style w:type="paragraph" w:styleId="IntenseQuote">
    <w:name w:val="Intense Quote"/>
    <w:next w:val="Normal"/>
    <w:link w:val="IntenseQuoteChar"/>
    <w:uiPriority w:val="99"/>
    <w:semiHidden/>
    <w:rsid w:val="003901D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99"/>
    <w:semiHidden/>
    <w:rsid w:val="003901DF"/>
    <w:rPr>
      <w:b/>
      <w:bCs/>
      <w:i/>
      <w:iCs/>
      <w:color w:val="4F81BD" w:themeColor="accent1"/>
    </w:rPr>
  </w:style>
  <w:style w:type="paragraph" w:styleId="List">
    <w:name w:val="List"/>
    <w:uiPriority w:val="99"/>
    <w:semiHidden/>
    <w:unhideWhenUsed/>
    <w:rsid w:val="003901DF"/>
    <w:pPr>
      <w:ind w:left="283" w:hanging="283"/>
      <w:contextualSpacing/>
    </w:pPr>
  </w:style>
  <w:style w:type="paragraph" w:styleId="List2">
    <w:name w:val="List 2"/>
    <w:uiPriority w:val="99"/>
    <w:semiHidden/>
    <w:unhideWhenUsed/>
    <w:rsid w:val="003901DF"/>
    <w:pPr>
      <w:ind w:left="566" w:hanging="283"/>
      <w:contextualSpacing/>
    </w:pPr>
  </w:style>
  <w:style w:type="paragraph" w:styleId="List3">
    <w:name w:val="List 3"/>
    <w:uiPriority w:val="99"/>
    <w:semiHidden/>
    <w:unhideWhenUsed/>
    <w:rsid w:val="003901DF"/>
    <w:pPr>
      <w:ind w:left="849" w:hanging="283"/>
      <w:contextualSpacing/>
    </w:pPr>
  </w:style>
  <w:style w:type="paragraph" w:styleId="List4">
    <w:name w:val="List 4"/>
    <w:uiPriority w:val="99"/>
    <w:semiHidden/>
    <w:rsid w:val="003901DF"/>
    <w:pPr>
      <w:ind w:left="1132" w:hanging="283"/>
      <w:contextualSpacing/>
    </w:pPr>
  </w:style>
  <w:style w:type="paragraph" w:styleId="List5">
    <w:name w:val="List 5"/>
    <w:uiPriority w:val="99"/>
    <w:semiHidden/>
    <w:rsid w:val="003901DF"/>
    <w:pPr>
      <w:ind w:left="1415" w:hanging="283"/>
      <w:contextualSpacing/>
    </w:pPr>
  </w:style>
  <w:style w:type="paragraph" w:styleId="ListBullet2">
    <w:name w:val="List Bullet 2"/>
    <w:uiPriority w:val="34"/>
    <w:rsid w:val="00B564B3"/>
    <w:pPr>
      <w:numPr>
        <w:numId w:val="11"/>
      </w:numPr>
      <w:tabs>
        <w:tab w:val="clear" w:pos="643"/>
        <w:tab w:val="left" w:pos="1701"/>
      </w:tabs>
      <w:spacing w:before="120" w:after="120"/>
      <w:ind w:left="1702" w:hanging="851"/>
      <w:contextualSpacing/>
    </w:pPr>
  </w:style>
  <w:style w:type="paragraph" w:styleId="ListBullet3">
    <w:name w:val="List Bullet 3"/>
    <w:uiPriority w:val="34"/>
    <w:rsid w:val="00BF3077"/>
    <w:pPr>
      <w:numPr>
        <w:numId w:val="12"/>
      </w:numPr>
      <w:spacing w:before="120" w:after="120"/>
      <w:ind w:left="2552" w:hanging="851"/>
      <w:contextualSpacing/>
    </w:pPr>
  </w:style>
  <w:style w:type="paragraph" w:styleId="ListBullet4">
    <w:name w:val="List Bullet 4"/>
    <w:uiPriority w:val="34"/>
    <w:rsid w:val="00BF3077"/>
    <w:pPr>
      <w:numPr>
        <w:numId w:val="13"/>
      </w:numPr>
      <w:spacing w:before="120" w:after="120"/>
      <w:ind w:left="3403" w:hanging="851"/>
      <w:contextualSpacing/>
    </w:pPr>
  </w:style>
  <w:style w:type="paragraph" w:styleId="ListBullet5">
    <w:name w:val="List Bullet 5"/>
    <w:uiPriority w:val="34"/>
    <w:rsid w:val="000A7E98"/>
    <w:pPr>
      <w:numPr>
        <w:numId w:val="14"/>
      </w:numPr>
      <w:spacing w:before="120" w:after="120"/>
      <w:ind w:left="7655" w:hanging="4253"/>
      <w:contextualSpacing/>
    </w:pPr>
  </w:style>
  <w:style w:type="paragraph" w:styleId="ListContinue">
    <w:name w:val="List Continue"/>
    <w:uiPriority w:val="99"/>
    <w:semiHidden/>
    <w:unhideWhenUsed/>
    <w:rsid w:val="003901DF"/>
    <w:pPr>
      <w:spacing w:after="120"/>
      <w:ind w:left="283"/>
      <w:contextualSpacing/>
    </w:pPr>
  </w:style>
  <w:style w:type="paragraph" w:styleId="ListContinue2">
    <w:name w:val="List Continue 2"/>
    <w:uiPriority w:val="99"/>
    <w:semiHidden/>
    <w:unhideWhenUsed/>
    <w:rsid w:val="003901DF"/>
    <w:pPr>
      <w:spacing w:after="120"/>
      <w:ind w:left="566"/>
      <w:contextualSpacing/>
    </w:pPr>
  </w:style>
  <w:style w:type="paragraph" w:styleId="ListContinue3">
    <w:name w:val="List Continue 3"/>
    <w:uiPriority w:val="99"/>
    <w:semiHidden/>
    <w:unhideWhenUsed/>
    <w:rsid w:val="003901DF"/>
    <w:pPr>
      <w:spacing w:after="120"/>
      <w:ind w:left="849"/>
      <w:contextualSpacing/>
    </w:pPr>
  </w:style>
  <w:style w:type="paragraph" w:styleId="ListContinue4">
    <w:name w:val="List Continue 4"/>
    <w:uiPriority w:val="99"/>
    <w:semiHidden/>
    <w:unhideWhenUsed/>
    <w:rsid w:val="003901DF"/>
    <w:pPr>
      <w:spacing w:after="120"/>
      <w:ind w:left="1132"/>
      <w:contextualSpacing/>
    </w:pPr>
  </w:style>
  <w:style w:type="paragraph" w:styleId="ListContinue5">
    <w:name w:val="List Continue 5"/>
    <w:uiPriority w:val="99"/>
    <w:semiHidden/>
    <w:unhideWhenUsed/>
    <w:rsid w:val="003901DF"/>
    <w:pPr>
      <w:spacing w:after="120"/>
      <w:ind w:left="1415"/>
      <w:contextualSpacing/>
    </w:pPr>
  </w:style>
  <w:style w:type="paragraph" w:styleId="ListNumber2">
    <w:name w:val="List Number 2"/>
    <w:uiPriority w:val="99"/>
    <w:semiHidden/>
    <w:unhideWhenUsed/>
    <w:rsid w:val="003901DF"/>
    <w:pPr>
      <w:numPr>
        <w:numId w:val="15"/>
      </w:numPr>
      <w:contextualSpacing/>
    </w:pPr>
  </w:style>
  <w:style w:type="paragraph" w:styleId="ListNumber3">
    <w:name w:val="List Number 3"/>
    <w:uiPriority w:val="99"/>
    <w:semiHidden/>
    <w:unhideWhenUsed/>
    <w:rsid w:val="003901DF"/>
    <w:pPr>
      <w:numPr>
        <w:numId w:val="16"/>
      </w:numPr>
      <w:contextualSpacing/>
    </w:pPr>
  </w:style>
  <w:style w:type="paragraph" w:styleId="ListNumber4">
    <w:name w:val="List Number 4"/>
    <w:uiPriority w:val="99"/>
    <w:semiHidden/>
    <w:unhideWhenUsed/>
    <w:rsid w:val="003901DF"/>
    <w:pPr>
      <w:numPr>
        <w:numId w:val="17"/>
      </w:numPr>
      <w:contextualSpacing/>
    </w:pPr>
  </w:style>
  <w:style w:type="paragraph" w:styleId="ListNumber5">
    <w:name w:val="List Number 5"/>
    <w:uiPriority w:val="99"/>
    <w:semiHidden/>
    <w:unhideWhenUsed/>
    <w:rsid w:val="003901DF"/>
    <w:pPr>
      <w:numPr>
        <w:numId w:val="18"/>
      </w:numPr>
      <w:contextualSpacing/>
    </w:pPr>
  </w:style>
  <w:style w:type="paragraph" w:styleId="ListParagraph">
    <w:name w:val="List Paragraph"/>
    <w:uiPriority w:val="99"/>
    <w:semiHidden/>
    <w:rsid w:val="003901DF"/>
    <w:pPr>
      <w:ind w:left="720"/>
      <w:contextualSpacing/>
    </w:pPr>
  </w:style>
  <w:style w:type="paragraph" w:styleId="MacroText">
    <w:name w:val="macro"/>
    <w:link w:val="MacroTextChar"/>
    <w:uiPriority w:val="99"/>
    <w:semiHidden/>
    <w:unhideWhenUsed/>
    <w:rsid w:val="003901DF"/>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rPr>
  </w:style>
  <w:style w:type="character" w:customStyle="1" w:styleId="MacroTextChar">
    <w:name w:val="Macro Text Char"/>
    <w:basedOn w:val="DefaultParagraphFont"/>
    <w:link w:val="MacroText"/>
    <w:uiPriority w:val="99"/>
    <w:semiHidden/>
    <w:rsid w:val="003901DF"/>
    <w:rPr>
      <w:rFonts w:ascii="Consolas" w:hAnsi="Consolas" w:cs="Consolas"/>
      <w:sz w:val="20"/>
      <w:szCs w:val="20"/>
    </w:rPr>
  </w:style>
  <w:style w:type="paragraph" w:styleId="MessageHeader">
    <w:name w:val="Message Header"/>
    <w:link w:val="MessageHeaderChar"/>
    <w:uiPriority w:val="99"/>
    <w:semiHidden/>
    <w:unhideWhenUsed/>
    <w:rsid w:val="003901D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901DF"/>
    <w:rPr>
      <w:rFonts w:asciiTheme="majorHAnsi" w:eastAsiaTheme="majorEastAsia" w:hAnsiTheme="majorHAnsi" w:cstheme="majorBidi"/>
      <w:sz w:val="24"/>
      <w:szCs w:val="24"/>
      <w:shd w:val="pct20" w:color="auto" w:fill="auto"/>
    </w:rPr>
  </w:style>
  <w:style w:type="paragraph" w:styleId="NoSpacing">
    <w:name w:val="No Spacing"/>
    <w:uiPriority w:val="99"/>
    <w:semiHidden/>
    <w:qFormat/>
    <w:rsid w:val="003901DF"/>
  </w:style>
  <w:style w:type="paragraph" w:styleId="NormalWeb">
    <w:name w:val="Normal (Web)"/>
    <w:uiPriority w:val="99"/>
    <w:semiHidden/>
    <w:unhideWhenUsed/>
    <w:rsid w:val="003901DF"/>
    <w:rPr>
      <w:rFonts w:cs="Times New Roman"/>
      <w:sz w:val="24"/>
      <w:szCs w:val="24"/>
    </w:rPr>
  </w:style>
  <w:style w:type="paragraph" w:styleId="NormalIndent">
    <w:name w:val="Normal Indent"/>
    <w:uiPriority w:val="99"/>
    <w:semiHidden/>
    <w:unhideWhenUsed/>
    <w:rsid w:val="003901DF"/>
    <w:pPr>
      <w:ind w:left="720"/>
    </w:pPr>
  </w:style>
  <w:style w:type="paragraph" w:styleId="NoteHeading">
    <w:name w:val="Note Heading"/>
    <w:next w:val="Normal"/>
    <w:link w:val="NoteHeadingChar"/>
    <w:uiPriority w:val="99"/>
    <w:semiHidden/>
    <w:unhideWhenUsed/>
    <w:rsid w:val="003901DF"/>
  </w:style>
  <w:style w:type="character" w:customStyle="1" w:styleId="NoteHeadingChar">
    <w:name w:val="Note Heading Char"/>
    <w:basedOn w:val="DefaultParagraphFont"/>
    <w:link w:val="NoteHeading"/>
    <w:uiPriority w:val="99"/>
    <w:semiHidden/>
    <w:rsid w:val="003901DF"/>
  </w:style>
  <w:style w:type="character" w:styleId="PageNumber">
    <w:name w:val="page number"/>
    <w:basedOn w:val="DefaultParagraphFont"/>
    <w:uiPriority w:val="99"/>
    <w:semiHidden/>
    <w:unhideWhenUsed/>
    <w:rsid w:val="003901DF"/>
  </w:style>
  <w:style w:type="paragraph" w:styleId="PlainText">
    <w:name w:val="Plain Text"/>
    <w:link w:val="PlainTextChar"/>
    <w:uiPriority w:val="99"/>
    <w:semiHidden/>
    <w:unhideWhenUsed/>
    <w:rsid w:val="003901DF"/>
    <w:rPr>
      <w:rFonts w:ascii="Consolas" w:hAnsi="Consolas" w:cs="Consolas"/>
      <w:sz w:val="21"/>
      <w:szCs w:val="21"/>
    </w:rPr>
  </w:style>
  <w:style w:type="character" w:customStyle="1" w:styleId="PlainTextChar">
    <w:name w:val="Plain Text Char"/>
    <w:basedOn w:val="DefaultParagraphFont"/>
    <w:link w:val="PlainText"/>
    <w:uiPriority w:val="99"/>
    <w:semiHidden/>
    <w:rsid w:val="003901DF"/>
    <w:rPr>
      <w:rFonts w:ascii="Consolas" w:hAnsi="Consolas" w:cs="Consolas"/>
      <w:sz w:val="21"/>
      <w:szCs w:val="21"/>
    </w:rPr>
  </w:style>
  <w:style w:type="paragraph" w:styleId="Quote">
    <w:name w:val="Quote"/>
    <w:next w:val="Normal"/>
    <w:link w:val="QuoteChar"/>
    <w:uiPriority w:val="99"/>
    <w:semiHidden/>
    <w:rsid w:val="003901DF"/>
    <w:rPr>
      <w:i/>
      <w:iCs/>
    </w:rPr>
  </w:style>
  <w:style w:type="character" w:customStyle="1" w:styleId="QuoteChar">
    <w:name w:val="Quote Char"/>
    <w:basedOn w:val="DefaultParagraphFont"/>
    <w:link w:val="Quote"/>
    <w:uiPriority w:val="99"/>
    <w:semiHidden/>
    <w:rsid w:val="003901DF"/>
    <w:rPr>
      <w:i/>
      <w:iCs/>
    </w:rPr>
  </w:style>
  <w:style w:type="paragraph" w:styleId="Salutation">
    <w:name w:val="Salutation"/>
    <w:next w:val="Normal"/>
    <w:link w:val="SalutationChar"/>
    <w:uiPriority w:val="99"/>
    <w:semiHidden/>
    <w:rsid w:val="003901DF"/>
  </w:style>
  <w:style w:type="character" w:customStyle="1" w:styleId="SalutationChar">
    <w:name w:val="Salutation Char"/>
    <w:basedOn w:val="DefaultParagraphFont"/>
    <w:link w:val="Salutation"/>
    <w:uiPriority w:val="99"/>
    <w:semiHidden/>
    <w:rsid w:val="003901DF"/>
  </w:style>
  <w:style w:type="paragraph" w:styleId="Signature">
    <w:name w:val="Signature"/>
    <w:link w:val="SignatureChar"/>
    <w:uiPriority w:val="99"/>
    <w:semiHidden/>
    <w:unhideWhenUsed/>
    <w:rsid w:val="003901DF"/>
    <w:pPr>
      <w:ind w:left="4252"/>
    </w:pPr>
  </w:style>
  <w:style w:type="character" w:customStyle="1" w:styleId="SignatureChar">
    <w:name w:val="Signature Char"/>
    <w:basedOn w:val="DefaultParagraphFont"/>
    <w:link w:val="Signature"/>
    <w:uiPriority w:val="99"/>
    <w:semiHidden/>
    <w:rsid w:val="003901DF"/>
  </w:style>
  <w:style w:type="character" w:styleId="Strong">
    <w:name w:val="Strong"/>
    <w:basedOn w:val="DefaultParagraphFont"/>
    <w:uiPriority w:val="9"/>
    <w:rsid w:val="003901DF"/>
    <w:rPr>
      <w:b/>
      <w:bCs/>
    </w:rPr>
  </w:style>
  <w:style w:type="paragraph" w:styleId="Subtitle">
    <w:name w:val="Subtitle"/>
    <w:next w:val="Normal"/>
    <w:link w:val="SubtitleChar"/>
    <w:uiPriority w:val="99"/>
    <w:semiHidden/>
    <w:qFormat/>
    <w:rsid w:val="003901D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99"/>
    <w:semiHidden/>
    <w:rsid w:val="003901DF"/>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99"/>
    <w:semiHidden/>
    <w:rsid w:val="003901DF"/>
    <w:rPr>
      <w:i/>
      <w:iCs/>
      <w:color w:val="808080" w:themeColor="text1" w:themeTint="7F"/>
    </w:rPr>
  </w:style>
  <w:style w:type="character" w:styleId="SubtleReference">
    <w:name w:val="Subtle Reference"/>
    <w:basedOn w:val="DefaultParagraphFont"/>
    <w:uiPriority w:val="99"/>
    <w:semiHidden/>
    <w:rsid w:val="003901DF"/>
    <w:rPr>
      <w:smallCaps/>
      <w:color w:val="C0504D" w:themeColor="accent2"/>
      <w:u w:val="single"/>
    </w:rPr>
  </w:style>
  <w:style w:type="paragraph" w:styleId="TableofAuthorities">
    <w:name w:val="table of authorities"/>
    <w:next w:val="Normal"/>
    <w:uiPriority w:val="99"/>
    <w:semiHidden/>
    <w:unhideWhenUsed/>
    <w:rsid w:val="003901DF"/>
    <w:pPr>
      <w:ind w:left="220" w:hanging="220"/>
    </w:pPr>
  </w:style>
  <w:style w:type="paragraph" w:styleId="TableofFigures">
    <w:name w:val="table of figures"/>
    <w:next w:val="Normal"/>
    <w:uiPriority w:val="99"/>
    <w:semiHidden/>
    <w:unhideWhenUsed/>
    <w:rsid w:val="003901DF"/>
  </w:style>
  <w:style w:type="paragraph" w:styleId="Title">
    <w:name w:val="Title"/>
    <w:next w:val="Normal"/>
    <w:link w:val="TitleChar"/>
    <w:uiPriority w:val="99"/>
    <w:semiHidden/>
    <w:rsid w:val="003901D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99"/>
    <w:semiHidden/>
    <w:rsid w:val="003901DF"/>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next w:val="Normal"/>
    <w:uiPriority w:val="99"/>
    <w:semiHidden/>
    <w:unhideWhenUsed/>
    <w:rsid w:val="003901DF"/>
    <w:pPr>
      <w:spacing w:before="120"/>
    </w:pPr>
    <w:rPr>
      <w:rFonts w:asciiTheme="majorHAnsi" w:eastAsiaTheme="majorEastAsia" w:hAnsiTheme="majorHAnsi" w:cstheme="majorBidi"/>
      <w:b/>
      <w:bCs/>
      <w:sz w:val="24"/>
      <w:szCs w:val="24"/>
    </w:rPr>
  </w:style>
  <w:style w:type="paragraph" w:styleId="TOC4">
    <w:name w:val="toc 4"/>
    <w:next w:val="Normal"/>
    <w:uiPriority w:val="99"/>
    <w:semiHidden/>
    <w:unhideWhenUsed/>
    <w:rsid w:val="003901DF"/>
    <w:pPr>
      <w:spacing w:after="100"/>
      <w:ind w:left="658"/>
    </w:pPr>
  </w:style>
  <w:style w:type="paragraph" w:styleId="TOC5">
    <w:name w:val="toc 5"/>
    <w:next w:val="Normal"/>
    <w:uiPriority w:val="99"/>
    <w:semiHidden/>
    <w:unhideWhenUsed/>
    <w:rsid w:val="003901DF"/>
    <w:pPr>
      <w:spacing w:after="100"/>
      <w:ind w:left="880"/>
    </w:pPr>
  </w:style>
  <w:style w:type="paragraph" w:styleId="TOC6">
    <w:name w:val="toc 6"/>
    <w:next w:val="Normal"/>
    <w:uiPriority w:val="99"/>
    <w:semiHidden/>
    <w:unhideWhenUsed/>
    <w:rsid w:val="003901DF"/>
    <w:pPr>
      <w:spacing w:after="100"/>
      <w:ind w:left="1100"/>
    </w:pPr>
  </w:style>
  <w:style w:type="paragraph" w:styleId="TOC7">
    <w:name w:val="toc 7"/>
    <w:next w:val="Normal"/>
    <w:uiPriority w:val="99"/>
    <w:semiHidden/>
    <w:unhideWhenUsed/>
    <w:rsid w:val="003901DF"/>
    <w:pPr>
      <w:spacing w:after="100"/>
      <w:ind w:left="1320"/>
    </w:pPr>
  </w:style>
  <w:style w:type="paragraph" w:styleId="TOC8">
    <w:name w:val="toc 8"/>
    <w:next w:val="Normal"/>
    <w:uiPriority w:val="99"/>
    <w:semiHidden/>
    <w:unhideWhenUsed/>
    <w:rsid w:val="003901DF"/>
    <w:pPr>
      <w:spacing w:after="100"/>
      <w:ind w:left="1540"/>
    </w:pPr>
  </w:style>
  <w:style w:type="paragraph" w:styleId="TOC9">
    <w:name w:val="toc 9"/>
    <w:next w:val="Normal"/>
    <w:uiPriority w:val="99"/>
    <w:semiHidden/>
    <w:unhideWhenUsed/>
    <w:rsid w:val="003901DF"/>
    <w:pPr>
      <w:spacing w:after="100"/>
      <w:ind w:left="1760"/>
    </w:pPr>
  </w:style>
  <w:style w:type="paragraph" w:styleId="TOCHeading">
    <w:name w:val="TOC Heading"/>
    <w:next w:val="Normal"/>
    <w:uiPriority w:val="99"/>
    <w:semiHidden/>
    <w:unhideWhenUsed/>
    <w:qFormat/>
    <w:rsid w:val="003901DF"/>
    <w:rPr>
      <w:rFonts w:asciiTheme="majorHAnsi" w:eastAsiaTheme="majorEastAsia" w:hAnsiTheme="majorHAnsi" w:cstheme="majorBidi"/>
      <w:b/>
      <w:bCs/>
      <w:color w:val="365F91" w:themeColor="accent1" w:themeShade="BF"/>
      <w:sz w:val="28"/>
      <w:szCs w:val="28"/>
    </w:rPr>
  </w:style>
  <w:style w:type="table" w:customStyle="1" w:styleId="CMSTableLayout">
    <w:name w:val="CMS Table Layout"/>
    <w:basedOn w:val="TableNormal"/>
    <w:uiPriority w:val="99"/>
    <w:rsid w:val="003901DF"/>
    <w:pPr>
      <w:jc w:val="left"/>
    </w:pPr>
    <w:tblPr/>
  </w:style>
  <w:style w:type="paragraph" w:customStyle="1" w:styleId="CMSANNormal">
    <w:name w:val="CMS AN Normal"/>
    <w:uiPriority w:val="22"/>
    <w:rsid w:val="003901DF"/>
  </w:style>
  <w:style w:type="paragraph" w:customStyle="1" w:styleId="CMSANNormalKWN">
    <w:name w:val="CMS AN Normal KWN"/>
    <w:uiPriority w:val="39"/>
    <w:rsid w:val="003901DF"/>
    <w:pPr>
      <w:keepNext/>
    </w:pPr>
    <w:rPr>
      <w:rFonts w:cs="Segoe Script"/>
    </w:rPr>
  </w:style>
  <w:style w:type="character" w:styleId="IntenseReference">
    <w:name w:val="Intense Reference"/>
    <w:basedOn w:val="DefaultParagraphFont"/>
    <w:uiPriority w:val="99"/>
    <w:semiHidden/>
    <w:rsid w:val="003901DF"/>
    <w:rPr>
      <w:b/>
      <w:bCs/>
      <w:smallCaps/>
      <w:color w:val="C0504D" w:themeColor="accent2"/>
      <w:spacing w:val="5"/>
      <w:u w:val="single"/>
    </w:rPr>
  </w:style>
  <w:style w:type="character" w:styleId="IntenseEmphasis">
    <w:name w:val="Intense Emphasis"/>
    <w:basedOn w:val="DefaultParagraphFont"/>
    <w:uiPriority w:val="99"/>
    <w:semiHidden/>
    <w:rsid w:val="003901DF"/>
    <w:rPr>
      <w:b/>
      <w:bCs/>
      <w:i/>
      <w:iCs/>
      <w:color w:val="4F81BD" w:themeColor="accent1"/>
    </w:rPr>
  </w:style>
  <w:style w:type="character" w:styleId="Emphasis">
    <w:name w:val="Emphasis"/>
    <w:basedOn w:val="DefaultParagraphFont"/>
    <w:uiPriority w:val="99"/>
    <w:semiHidden/>
    <w:rsid w:val="003901DF"/>
    <w:rPr>
      <w:i/>
      <w:iCs/>
    </w:rPr>
  </w:style>
  <w:style w:type="table" w:styleId="LightGrid">
    <w:name w:val="Light Grid"/>
    <w:basedOn w:val="TableNormal"/>
    <w:uiPriority w:val="62"/>
    <w:rsid w:val="003901DF"/>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auto"/>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shd w:val="clear" w:color="auto" w:fill="E4E1E0"/>
      </w:tcPr>
    </w:tblStylePr>
    <w:tblStylePr w:type="band1Horz">
      <w:tblPr/>
      <w:tcPr>
        <w:shd w:val="clear" w:color="auto" w:fill="E4E1E0"/>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Shading1">
    <w:name w:val="Medium Shading 1"/>
    <w:basedOn w:val="TableNormal"/>
    <w:uiPriority w:val="63"/>
    <w:rsid w:val="003901DF"/>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BBB5B1"/>
      </w:tcPr>
    </w:tblStylePr>
    <w:tblStylePr w:type="band1Horz">
      <w:tblPr/>
      <w:tcPr>
        <w:shd w:val="clear" w:color="auto" w:fill="BBB5B1"/>
      </w:tcPr>
    </w:tblStylePr>
    <w:tblStylePr w:type="band2Horz">
      <w:tblPr/>
      <w:tcPr>
        <w:tcBorders>
          <w:insideH w:val="nil"/>
          <w:insideV w:val="nil"/>
        </w:tcBorders>
      </w:tcPr>
    </w:tblStylePr>
  </w:style>
  <w:style w:type="table" w:styleId="MediumShading2">
    <w:name w:val="Medium Shading 2"/>
    <w:basedOn w:val="TableNormal"/>
    <w:uiPriority w:val="64"/>
    <w:rsid w:val="003901DF"/>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shd w:val="clear" w:color="auto" w:fill="BBB5B1"/>
      </w:tcPr>
    </w:tblStylePr>
    <w:tblStylePr w:type="band1Horz">
      <w:tblPr/>
      <w:tcPr>
        <w:shd w:val="clear" w:color="auto" w:fill="BBB5B1"/>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901DF"/>
    <w:pPr>
      <w:spacing w:line="240" w:lineRule="auto"/>
    </w:pPr>
    <w:tblPr>
      <w:tblStyleRowBandSize w:val="1"/>
      <w:tblStyleColBandSize w:val="1"/>
      <w:tblBorders>
        <w:top w:val="single" w:sz="8" w:space="0" w:color="000000" w:themeColor="text1"/>
        <w:bottom w:val="single" w:sz="8" w:space="0" w:color="000000" w:themeColor="text1"/>
      </w:tblBorders>
    </w:tblPr>
    <w:tcPr>
      <w:shd w:val="clear" w:color="auto" w:fill="auto"/>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BBB5B1"/>
      </w:tcPr>
    </w:tblStylePr>
    <w:tblStylePr w:type="band1Horz">
      <w:tblPr/>
      <w:tcPr>
        <w:shd w:val="clear" w:color="auto" w:fill="BBB5B1"/>
      </w:tcPr>
    </w:tblStylePr>
  </w:style>
  <w:style w:type="table" w:styleId="MediumList2">
    <w:name w:val="Medium List 2"/>
    <w:basedOn w:val="TableNormal"/>
    <w:uiPriority w:val="66"/>
    <w:rsid w:val="003901DF"/>
    <w:pPr>
      <w:spacing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shd w:val="clear" w:color="auto" w:fill="BBB5B1"/>
      </w:tcPr>
    </w:tblStylePr>
    <w:tblStylePr w:type="band1Horz">
      <w:tblPr/>
      <w:tcPr>
        <w:shd w:val="clear" w:color="auto" w:fill="BBB5B1"/>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3901DF"/>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E4E1E0"/>
    </w:tcPr>
    <w:tblStylePr w:type="firstRow">
      <w:rPr>
        <w:b/>
        <w:bCs/>
      </w:rPr>
      <w:tblPr/>
      <w:tcPr>
        <w:shd w:val="clear" w:color="auto" w:fill="E4E1E0"/>
      </w:tcPr>
    </w:tblStylePr>
    <w:tblStylePr w:type="lastRow">
      <w:rPr>
        <w:b/>
        <w:bCs/>
      </w:rPr>
      <w:tblPr/>
      <w:tcPr>
        <w:shd w:val="clear" w:color="auto" w:fill="E4E1E0"/>
      </w:tcPr>
    </w:tblStylePr>
    <w:tblStylePr w:type="firstCol">
      <w:rPr>
        <w:b/>
        <w:bCs/>
      </w:rPr>
    </w:tblStylePr>
    <w:tblStylePr w:type="lastCol">
      <w:rPr>
        <w:b/>
        <w:bCs/>
      </w:rPr>
    </w:tblStylePr>
    <w:tblStylePr w:type="band1Vert">
      <w:tblPr/>
      <w:tcPr>
        <w:shd w:val="clear" w:color="auto" w:fill="BBB5B1"/>
      </w:tcPr>
    </w:tblStylePr>
    <w:tblStylePr w:type="band2Vert">
      <w:tblPr/>
      <w:tcPr>
        <w:shd w:val="clear" w:color="auto" w:fill="BBB5B1"/>
      </w:tcPr>
    </w:tblStylePr>
    <w:tblStylePr w:type="band1Horz">
      <w:tblPr/>
      <w:tcPr>
        <w:shd w:val="clear" w:color="auto" w:fill="BBB5B1"/>
      </w:tcPr>
    </w:tblStylePr>
  </w:style>
  <w:style w:type="table" w:styleId="MediumList2-Accent6">
    <w:name w:val="Medium List 2 Accent 6"/>
    <w:basedOn w:val="TableNormal"/>
    <w:uiPriority w:val="66"/>
    <w:rsid w:val="003901DF"/>
    <w:pPr>
      <w:spacing w:line="240" w:lineRule="auto"/>
    </w:pPr>
    <w:rPr>
      <w:rFonts w:asciiTheme="majorHAnsi" w:eastAsiaTheme="majorEastAsia" w:hAnsiTheme="majorHAnsi" w:cstheme="majorBidi"/>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semiHidden/>
    <w:unhideWhenUsed/>
    <w:rsid w:val="003901DF"/>
    <w:rPr>
      <w:sz w:val="16"/>
      <w:szCs w:val="16"/>
    </w:rPr>
  </w:style>
  <w:style w:type="table" w:styleId="LightShading-Accent1">
    <w:name w:val="Light Shading Accent 1"/>
    <w:basedOn w:val="TableNormal"/>
    <w:uiPriority w:val="60"/>
    <w:rsid w:val="003901DF"/>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CMSTableHRlight1">
    <w:name w:val="CMS Table HR light 1"/>
    <w:basedOn w:val="TableNormal"/>
    <w:uiPriority w:val="99"/>
    <w:rsid w:val="003901DF"/>
    <w:pPr>
      <w:spacing w:line="240" w:lineRule="auto"/>
      <w:jc w:val="left"/>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val="0"/>
        <w:color w:val="auto"/>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13294A"/>
      </w:tcPr>
    </w:tblStylePr>
    <w:tblStylePr w:type="band1Horz">
      <w:tblPr/>
      <w:tcPr>
        <w:tcBorders>
          <w:top w:val="single" w:sz="4" w:space="0" w:color="13294A"/>
          <w:left w:val="single" w:sz="4" w:space="0" w:color="13294A"/>
          <w:bottom w:val="single" w:sz="4" w:space="0" w:color="13294A"/>
          <w:right w:val="single" w:sz="4" w:space="0" w:color="13294A"/>
          <w:insideH w:val="single" w:sz="4" w:space="0" w:color="13294A"/>
          <w:insideV w:val="single" w:sz="4" w:space="0" w:color="13294A"/>
          <w:tl2br w:val="nil"/>
          <w:tr2bl w:val="nil"/>
        </w:tcBorders>
        <w:shd w:val="clear" w:color="auto" w:fill="auto"/>
      </w:tcPr>
    </w:tblStylePr>
    <w:tblStylePr w:type="band2Horz">
      <w:rPr>
        <w:color w:val="auto"/>
      </w:rPr>
      <w:tblPr/>
      <w:tcPr>
        <w:tcBorders>
          <w:top w:val="single" w:sz="4" w:space="0" w:color="13294A"/>
          <w:left w:val="single" w:sz="4" w:space="0" w:color="13294A"/>
          <w:bottom w:val="single" w:sz="4" w:space="0" w:color="13294A"/>
          <w:right w:val="single" w:sz="4" w:space="0" w:color="13294A"/>
          <w:insideH w:val="single" w:sz="4" w:space="0" w:color="13294A"/>
          <w:insideV w:val="single" w:sz="4" w:space="0" w:color="13294A"/>
        </w:tcBorders>
        <w:shd w:val="clear" w:color="auto" w:fill="auto"/>
      </w:tcPr>
    </w:tblStylePr>
  </w:style>
  <w:style w:type="table" w:customStyle="1" w:styleId="CMSTableFClight1">
    <w:name w:val="CMS Table FC light 1"/>
    <w:basedOn w:val="TableNormal"/>
    <w:uiPriority w:val="99"/>
    <w:rsid w:val="003901DF"/>
    <w:pPr>
      <w:spacing w:line="240" w:lineRule="auto"/>
      <w:jc w:val="left"/>
    </w:p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rPr>
        <w:color w:val="auto"/>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13294A"/>
      </w:tcPr>
    </w:tblStylePr>
    <w:tblStylePr w:type="band1Vert">
      <w:tblPr/>
      <w:tcPr>
        <w:tcBorders>
          <w:top w:val="single" w:sz="8" w:space="0" w:color="13294A"/>
          <w:left w:val="single" w:sz="8" w:space="0" w:color="13294A"/>
          <w:bottom w:val="single" w:sz="8" w:space="0" w:color="13294A"/>
          <w:right w:val="single" w:sz="8" w:space="0" w:color="13294A"/>
          <w:insideH w:val="single" w:sz="8" w:space="0" w:color="13294A"/>
          <w:insideV w:val="single" w:sz="8" w:space="0" w:color="13294A"/>
        </w:tcBorders>
      </w:tcPr>
    </w:tblStylePr>
    <w:tblStylePr w:type="band2Vert">
      <w:tblPr/>
      <w:tcPr>
        <w:tcBorders>
          <w:top w:val="single" w:sz="8" w:space="0" w:color="13294A"/>
          <w:left w:val="single" w:sz="8" w:space="0" w:color="13294A"/>
          <w:bottom w:val="single" w:sz="8" w:space="0" w:color="13294A"/>
          <w:right w:val="single" w:sz="8" w:space="0" w:color="13294A"/>
          <w:insideH w:val="single" w:sz="8" w:space="0" w:color="13294A"/>
          <w:insideV w:val="single" w:sz="8" w:space="0" w:color="13294A"/>
        </w:tcBorders>
      </w:tcPr>
    </w:tblStylePr>
  </w:style>
  <w:style w:type="table" w:customStyle="1" w:styleId="CMSTableFClight2">
    <w:name w:val="CMS Table FC light 2"/>
    <w:basedOn w:val="TableNormal"/>
    <w:uiPriority w:val="99"/>
    <w:rsid w:val="003901DF"/>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Col">
      <w:rPr>
        <w:color w:val="auto"/>
      </w:rPr>
      <w:tblPr/>
      <w:tcPr>
        <w:shd w:val="clear" w:color="auto" w:fill="A09791"/>
      </w:tcPr>
    </w:tblStylePr>
  </w:style>
  <w:style w:type="table" w:styleId="LightGrid-Accent2">
    <w:name w:val="Light Grid Accent 2"/>
    <w:basedOn w:val="TableNormal"/>
    <w:uiPriority w:val="62"/>
    <w:rsid w:val="003901DF"/>
    <w:pPr>
      <w:spacing w:line="240" w:lineRule="auto"/>
    </w:pPr>
    <w:rPr>
      <w:rFonts w:eastAsia="Times New Roman" w:cs="Times New Roman"/>
      <w:szCs w:val="20"/>
      <w:lang w:val="en-US"/>
    </w:rPr>
    <w:tblPr>
      <w:tblStyleRowBandSize w:val="1"/>
      <w:tblStyleColBandSize w:val="1"/>
      <w:tblBorders>
        <w:top w:val="single" w:sz="4" w:space="0" w:color="DC222D"/>
        <w:left w:val="single" w:sz="4" w:space="0" w:color="DC222D"/>
        <w:bottom w:val="single" w:sz="4" w:space="0" w:color="DC222D"/>
        <w:right w:val="single" w:sz="4" w:space="0" w:color="DC222D"/>
        <w:insideH w:val="single" w:sz="4" w:space="0" w:color="DC222D"/>
        <w:insideV w:val="single" w:sz="4" w:space="0" w:color="DC222D"/>
      </w:tblBorders>
    </w:tblPr>
    <w:tblStylePr w:type="firstRow">
      <w:pPr>
        <w:spacing w:before="0" w:after="0" w:line="240" w:lineRule="auto"/>
      </w:pPr>
      <w:rPr>
        <w:rFonts w:ascii="Times New Roman" w:eastAsiaTheme="majorEastAsia" w:hAnsi="Times New Roman" w:cstheme="majorBidi"/>
        <w:b/>
        <w:bCs/>
        <w:sz w:val="22"/>
      </w:rPr>
      <w:tblPr/>
      <w:tcPr>
        <w:tcBorders>
          <w:top w:val="single" w:sz="2" w:space="0" w:color="DC222D"/>
          <w:left w:val="single" w:sz="2" w:space="0" w:color="DC222D"/>
          <w:bottom w:val="single" w:sz="2" w:space="0" w:color="DC222D"/>
          <w:right w:val="single" w:sz="2" w:space="0" w:color="DC222D"/>
          <w:insideH w:val="single" w:sz="2" w:space="0" w:color="DC222D"/>
          <w:insideV w:val="single" w:sz="2" w:space="0" w:color="DC222D"/>
          <w:tl2br w:val="nil"/>
          <w:tr2bl w:val="nil"/>
        </w:tcBorders>
      </w:tcPr>
    </w:tblStylePr>
    <w:tblStylePr w:type="lastRow">
      <w:pPr>
        <w:spacing w:before="0" w:after="0" w:line="240" w:lineRule="auto"/>
      </w:pPr>
      <w:rPr>
        <w:rFonts w:ascii="Times New Roman" w:eastAsiaTheme="majorEastAsia" w:hAnsi="Times New Roman" w:cstheme="majorBidi"/>
        <w:b/>
        <w:bCs/>
        <w:sz w:val="22"/>
      </w:rPr>
      <w:tblPr/>
      <w:tcPr>
        <w:tcBorders>
          <w:top w:val="single" w:sz="2" w:space="0" w:color="DC222D"/>
          <w:left w:val="single" w:sz="2" w:space="0" w:color="DC222D"/>
          <w:bottom w:val="single" w:sz="2" w:space="0" w:color="DC222D"/>
          <w:right w:val="single" w:sz="2" w:space="0" w:color="DC222D"/>
          <w:insideH w:val="single" w:sz="2" w:space="0" w:color="DC222D"/>
          <w:insideV w:val="single" w:sz="2" w:space="0" w:color="DC222D"/>
        </w:tcBorders>
      </w:tcPr>
    </w:tblStylePr>
    <w:tblStylePr w:type="firstCol">
      <w:rPr>
        <w:rFonts w:ascii="Times New Roman" w:eastAsiaTheme="majorEastAsia" w:hAnsi="Times New Roman" w:cstheme="majorBidi"/>
        <w:b/>
        <w:bCs/>
        <w:sz w:val="22"/>
      </w:rPr>
    </w:tblStylePr>
    <w:tblStylePr w:type="lastCol">
      <w:rPr>
        <w:rFonts w:ascii="Times New Roman" w:eastAsiaTheme="majorEastAsia" w:hAnsi="Times New Roman"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rPr>
        <w:rFonts w:ascii="Times New Roman" w:hAnsi="Times New Roman"/>
        <w:sz w:val="22"/>
      </w:rPr>
      <w:tblPr/>
      <w:tcPr>
        <w:shd w:val="clear" w:color="auto" w:fill="F8D3D5"/>
      </w:tcPr>
    </w:tblStylePr>
    <w:tblStylePr w:type="band2Vert">
      <w:rPr>
        <w:rFonts w:ascii="Times New Roman" w:hAnsi="Times New Roman"/>
        <w:sz w:val="22"/>
      </w:rPr>
    </w:tblStylePr>
    <w:tblStylePr w:type="band1Horz">
      <w:rPr>
        <w:rFonts w:ascii="Times New Roman" w:hAnsi="Times New Roman"/>
        <w:sz w:val="22"/>
      </w:rPr>
      <w:tblPr/>
      <w:tcPr>
        <w:shd w:val="clear" w:color="auto" w:fill="F8D3D5"/>
      </w:tcPr>
    </w:tblStylePr>
    <w:tblStylePr w:type="band2Horz">
      <w:rPr>
        <w:rFonts w:ascii="Times New Roman" w:hAnsi="Times New Roman"/>
        <w:sz w:val="22"/>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List-Accent1">
    <w:name w:val="Light List Accent 1"/>
    <w:basedOn w:val="TableNormal"/>
    <w:uiPriority w:val="61"/>
    <w:rsid w:val="003901DF"/>
    <w:pPr>
      <w:spacing w:line="240" w:lineRule="auto"/>
    </w:pPr>
    <w:rPr>
      <w:rFonts w:eastAsia="Times New Roman" w:cs="Times New Roman"/>
      <w:sz w:val="20"/>
      <w:szCs w:val="20"/>
      <w:lang w:val="en-US"/>
    </w:rPr>
    <w:tblPr>
      <w:tblStyleRowBandSize w:val="1"/>
      <w:tblStyleColBandSize w:val="1"/>
      <w:tblBorders>
        <w:top w:val="single" w:sz="4" w:space="0" w:color="3095B4"/>
        <w:left w:val="single" w:sz="4" w:space="0" w:color="3095B4"/>
        <w:bottom w:val="single" w:sz="4" w:space="0" w:color="3095B4"/>
        <w:right w:val="single" w:sz="4" w:space="0" w:color="3095B4"/>
        <w:insideH w:val="single" w:sz="4" w:space="0" w:color="3095B4"/>
        <w:insideV w:val="single" w:sz="4" w:space="0" w:color="3095B4"/>
      </w:tblBorders>
    </w:tblPr>
    <w:tblStylePr w:type="firstRow">
      <w:pPr>
        <w:spacing w:before="0" w:after="0" w:line="240" w:lineRule="auto"/>
      </w:pPr>
      <w:rPr>
        <w:b/>
        <w:bCs/>
        <w:color w:val="FFFFFF" w:themeColor="background1"/>
      </w:rPr>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shd w:val="clear" w:color="auto" w:fill="3095B4"/>
      </w:tcPr>
    </w:tblStylePr>
    <w:tblStylePr w:type="lastRow">
      <w:pPr>
        <w:spacing w:before="0" w:after="0" w:line="240" w:lineRule="auto"/>
      </w:pPr>
      <w:rPr>
        <w:b/>
        <w:bCs/>
      </w:rPr>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tblStylePr w:type="band2Horz">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style>
  <w:style w:type="table" w:styleId="LightList-Accent2">
    <w:name w:val="Light List Accent 2"/>
    <w:basedOn w:val="TableNormal"/>
    <w:uiPriority w:val="61"/>
    <w:rsid w:val="003901DF"/>
    <w:pPr>
      <w:spacing w:line="240" w:lineRule="auto"/>
    </w:pPr>
    <w:rPr>
      <w:rFonts w:eastAsia="Times New Roman" w:cs="Times New Roman"/>
      <w:sz w:val="20"/>
      <w:szCs w:val="20"/>
      <w:lang w:val="en-US"/>
    </w:rPr>
    <w:tblPr>
      <w:tblStyleRowBandSize w:val="1"/>
      <w:tblStyleColBandSize w:val="1"/>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blStylePr w:type="firstRow">
      <w:pPr>
        <w:spacing w:before="0" w:after="0" w:line="240" w:lineRule="auto"/>
      </w:pPr>
      <w:rPr>
        <w:b/>
        <w:bCs/>
        <w:color w:val="FFFFFF" w:themeColor="background1"/>
      </w:rPr>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shd w:val="clear" w:color="auto" w:fill="DC222D"/>
      </w:tcPr>
    </w:tblStylePr>
    <w:tblStylePr w:type="lastRow">
      <w:pPr>
        <w:spacing w:before="0" w:after="0" w:line="240" w:lineRule="auto"/>
      </w:pPr>
      <w:rPr>
        <w:b/>
        <w:bCs/>
      </w:rPr>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l2br w:val="nil"/>
          <w:tr2bl w:val="nil"/>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tcPr>
    </w:tblStylePr>
    <w:tblStylePr w:type="band2Horz">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tcPr>
    </w:tblStylePr>
  </w:style>
  <w:style w:type="table" w:styleId="LightShading-Accent2">
    <w:name w:val="Light Shading Accent 2"/>
    <w:basedOn w:val="TableNormal"/>
    <w:uiPriority w:val="60"/>
    <w:rsid w:val="003901DF"/>
    <w:pPr>
      <w:spacing w:line="240" w:lineRule="auto"/>
    </w:pPr>
    <w:rPr>
      <w:rFonts w:eastAsia="Times New Roman" w:cs="Times New Roman"/>
      <w:color w:val="DC222D"/>
      <w:sz w:val="20"/>
      <w:szCs w:val="20"/>
      <w:lang w:val="en-US"/>
    </w:rPr>
    <w:tblPr>
      <w:tblStyleRowBandSize w:val="1"/>
      <w:tblStyleColBandSize w:val="1"/>
      <w:tblBorders>
        <w:top w:val="single" w:sz="4" w:space="0" w:color="DC222D"/>
        <w:bottom w:val="single" w:sz="4" w:space="0" w:color="DC222D"/>
      </w:tblBorders>
    </w:tblPr>
    <w:tcPr>
      <w:shd w:val="clear" w:color="auto" w:fill="auto"/>
    </w:tcPr>
    <w:tblStylePr w:type="firstRow">
      <w:pPr>
        <w:spacing w:before="0" w:after="0" w:line="240" w:lineRule="auto"/>
      </w:pPr>
      <w:rPr>
        <w:b/>
        <w:bCs/>
      </w:rPr>
      <w:tblPr/>
      <w:tcPr>
        <w:tcBorders>
          <w:top w:val="single" w:sz="4" w:space="0" w:color="DC222D"/>
          <w:left w:val="nil"/>
          <w:bottom w:val="single" w:sz="4" w:space="0" w:color="DC222D"/>
          <w:right w:val="nil"/>
          <w:insideH w:val="nil"/>
          <w:insideV w:val="nil"/>
        </w:tcBorders>
        <w:shd w:val="clear" w:color="auto" w:fill="auto"/>
      </w:tcPr>
    </w:tblStylePr>
    <w:tblStylePr w:type="lastRow">
      <w:pPr>
        <w:spacing w:before="0" w:after="0" w:line="240" w:lineRule="auto"/>
      </w:pPr>
      <w:rPr>
        <w:b/>
        <w:bCs/>
      </w:rPr>
      <w:tblPr/>
      <w:tcPr>
        <w:tcBorders>
          <w:top w:val="single" w:sz="4" w:space="0" w:color="DC222D"/>
          <w:left w:val="nil"/>
          <w:bottom w:val="single" w:sz="4" w:space="0" w:color="DC222D"/>
          <w:right w:val="nil"/>
          <w:insideH w:val="nil"/>
          <w:insideV w:val="nil"/>
        </w:tcBorders>
        <w:shd w:val="clear" w:color="auto" w:fill="auto"/>
      </w:tcPr>
    </w:tblStylePr>
    <w:tblStylePr w:type="firstCol">
      <w:rPr>
        <w:b/>
        <w:bCs/>
      </w:rPr>
    </w:tblStylePr>
    <w:tblStylePr w:type="lastCol">
      <w:rPr>
        <w:b/>
        <w:bCs/>
      </w:rPr>
    </w:tblStylePr>
    <w:tblStylePr w:type="band1Vert">
      <w:tblPr/>
      <w:tcPr>
        <w:shd w:val="clear" w:color="auto" w:fill="F8D3D5"/>
      </w:tcPr>
    </w:tblStylePr>
    <w:tblStylePr w:type="band1Horz">
      <w:tblPr/>
      <w:tcPr>
        <w:shd w:val="clear" w:color="auto" w:fill="F8D3D5"/>
      </w:tcPr>
    </w:tblStylePr>
  </w:style>
  <w:style w:type="table" w:styleId="LightShading-Accent3">
    <w:name w:val="Light Shading Accent 3"/>
    <w:basedOn w:val="TableNormal"/>
    <w:uiPriority w:val="60"/>
    <w:rsid w:val="003901DF"/>
    <w:pPr>
      <w:spacing w:line="240" w:lineRule="auto"/>
    </w:pPr>
    <w:rPr>
      <w:rFonts w:eastAsia="Times New Roman" w:cs="Times New Roman"/>
      <w:color w:val="79722E"/>
      <w:sz w:val="20"/>
      <w:szCs w:val="20"/>
      <w:lang w:val="en-US"/>
    </w:rPr>
    <w:tblPr>
      <w:tblStyleRowBandSize w:val="1"/>
      <w:tblStyleColBandSize w:val="1"/>
      <w:tblBorders>
        <w:top w:val="single" w:sz="4" w:space="0" w:color="79722E"/>
        <w:bottom w:val="single" w:sz="4" w:space="0" w:color="79722E"/>
      </w:tblBorders>
    </w:tblPr>
    <w:tblStylePr w:type="firstRow">
      <w:pPr>
        <w:spacing w:before="0" w:after="0" w:line="240" w:lineRule="auto"/>
      </w:pPr>
      <w:rPr>
        <w:b/>
        <w:bCs/>
      </w:rPr>
      <w:tblPr/>
      <w:tcPr>
        <w:tcBorders>
          <w:top w:val="single" w:sz="4" w:space="0" w:color="79722E"/>
          <w:left w:val="nil"/>
          <w:bottom w:val="single" w:sz="4" w:space="0" w:color="79722E"/>
          <w:right w:val="nil"/>
          <w:insideH w:val="nil"/>
          <w:insideV w:val="nil"/>
        </w:tcBorders>
      </w:tcPr>
    </w:tblStylePr>
    <w:tblStylePr w:type="lastRow">
      <w:pPr>
        <w:spacing w:before="0" w:after="0" w:line="240" w:lineRule="auto"/>
      </w:pPr>
      <w:rPr>
        <w:b/>
        <w:bCs/>
      </w:rPr>
      <w:tblPr/>
      <w:tcPr>
        <w:tcBorders>
          <w:top w:val="single" w:sz="4" w:space="0" w:color="79722E"/>
          <w:left w:val="nil"/>
          <w:bottom w:val="single" w:sz="4" w:space="0" w:color="79722E"/>
          <w:right w:val="nil"/>
          <w:insideH w:val="nil"/>
          <w:insideV w:val="nil"/>
        </w:tcBorders>
      </w:tcPr>
    </w:tblStylePr>
    <w:tblStylePr w:type="firstCol">
      <w:rPr>
        <w:b/>
        <w:bCs/>
      </w:rPr>
    </w:tblStylePr>
    <w:tblStylePr w:type="lastCol">
      <w:rPr>
        <w:b/>
        <w:bCs/>
      </w:rPr>
    </w:tblStylePr>
    <w:tblStylePr w:type="band1Vert">
      <w:tblPr/>
      <w:tcPr>
        <w:shd w:val="clear" w:color="auto" w:fill="E4E3D5"/>
      </w:tcPr>
    </w:tblStylePr>
    <w:tblStylePr w:type="band1Horz">
      <w:tblPr/>
      <w:tcPr>
        <w:shd w:val="clear" w:color="auto" w:fill="E4E3D5"/>
      </w:tcPr>
    </w:tblStylePr>
  </w:style>
  <w:style w:type="table" w:styleId="LightShading-Accent4">
    <w:name w:val="Light Shading Accent 4"/>
    <w:basedOn w:val="TableNormal"/>
    <w:uiPriority w:val="60"/>
    <w:rsid w:val="003901DF"/>
    <w:pPr>
      <w:spacing w:line="240" w:lineRule="auto"/>
    </w:pPr>
    <w:rPr>
      <w:rFonts w:eastAsia="Times New Roman" w:cs="Times New Roman"/>
      <w:color w:val="6B487A"/>
      <w:sz w:val="20"/>
      <w:szCs w:val="20"/>
      <w:lang w:val="en-US"/>
    </w:rPr>
    <w:tblPr>
      <w:tblStyleRowBandSize w:val="1"/>
      <w:tblStyleColBandSize w:val="1"/>
      <w:tblBorders>
        <w:top w:val="single" w:sz="4" w:space="0" w:color="6B487A"/>
        <w:bottom w:val="single" w:sz="4" w:space="0" w:color="6B487A"/>
      </w:tblBorders>
    </w:tblPr>
    <w:tblStylePr w:type="firstRow">
      <w:pPr>
        <w:spacing w:before="0" w:after="0" w:line="240" w:lineRule="auto"/>
      </w:pPr>
      <w:rPr>
        <w:b/>
        <w:bCs/>
      </w:rPr>
      <w:tblPr/>
      <w:tcPr>
        <w:tcBorders>
          <w:top w:val="single" w:sz="4" w:space="0" w:color="6B487A"/>
          <w:left w:val="nil"/>
          <w:bottom w:val="single" w:sz="4" w:space="0" w:color="6B487A"/>
          <w:right w:val="nil"/>
          <w:insideH w:val="nil"/>
          <w:insideV w:val="nil"/>
        </w:tcBorders>
      </w:tcPr>
    </w:tblStylePr>
    <w:tblStylePr w:type="lastRow">
      <w:pPr>
        <w:spacing w:before="0" w:after="0" w:line="240" w:lineRule="auto"/>
      </w:pPr>
      <w:rPr>
        <w:b/>
        <w:bCs/>
      </w:rPr>
      <w:tblPr/>
      <w:tcPr>
        <w:tcBorders>
          <w:top w:val="single" w:sz="4" w:space="0" w:color="6B487A"/>
        </w:tcBorders>
      </w:tcPr>
    </w:tblStylePr>
    <w:tblStylePr w:type="firstCol">
      <w:rPr>
        <w:b/>
        <w:bCs/>
      </w:rPr>
    </w:tblStylePr>
    <w:tblStylePr w:type="lastCol">
      <w:rPr>
        <w:b/>
        <w:bCs/>
      </w:rPr>
    </w:tblStylePr>
    <w:tblStylePr w:type="band1Vert">
      <w:tblPr/>
      <w:tcPr>
        <w:shd w:val="clear" w:color="auto" w:fill="E2DBE5"/>
      </w:tcPr>
    </w:tblStylePr>
    <w:tblStylePr w:type="band1Horz">
      <w:tblPr/>
      <w:tcPr>
        <w:shd w:val="clear" w:color="auto" w:fill="E2DBE5"/>
      </w:tcPr>
    </w:tblStylePr>
  </w:style>
  <w:style w:type="table" w:styleId="LightShading-Accent5">
    <w:name w:val="Light Shading Accent 5"/>
    <w:basedOn w:val="TableNormal"/>
    <w:uiPriority w:val="60"/>
    <w:rsid w:val="003901DF"/>
    <w:pPr>
      <w:spacing w:line="240" w:lineRule="auto"/>
    </w:pPr>
    <w:rPr>
      <w:rFonts w:eastAsia="Times New Roman" w:cs="Times New Roman"/>
      <w:color w:val="00AFD8"/>
      <w:sz w:val="20"/>
      <w:szCs w:val="20"/>
      <w:lang w:val="en-US"/>
    </w:rPr>
    <w:tblPr>
      <w:tblStyleRowBandSize w:val="1"/>
      <w:tblStyleColBandSize w:val="1"/>
      <w:tblBorders>
        <w:top w:val="single" w:sz="4" w:space="0" w:color="00AFD8"/>
        <w:bottom w:val="single" w:sz="4" w:space="0" w:color="00AFD8"/>
      </w:tblBorders>
    </w:tblPr>
    <w:tblStylePr w:type="firstRow">
      <w:pPr>
        <w:spacing w:before="0" w:after="0" w:line="240" w:lineRule="auto"/>
      </w:pPr>
      <w:rPr>
        <w:b/>
        <w:bCs/>
      </w:rPr>
      <w:tblPr/>
      <w:tcPr>
        <w:tcBorders>
          <w:top w:val="single" w:sz="4" w:space="0" w:color="00AFD8"/>
          <w:left w:val="nil"/>
          <w:bottom w:val="single" w:sz="4" w:space="0" w:color="00AFD8"/>
          <w:right w:val="nil"/>
          <w:insideH w:val="nil"/>
          <w:insideV w:val="nil"/>
        </w:tcBorders>
      </w:tcPr>
    </w:tblStylePr>
    <w:tblStylePr w:type="lastRow">
      <w:pPr>
        <w:spacing w:before="0" w:after="0" w:line="240" w:lineRule="auto"/>
      </w:pPr>
      <w:rPr>
        <w:b/>
        <w:bCs/>
      </w:rPr>
      <w:tblPr/>
      <w:tcPr>
        <w:tcBorders>
          <w:top w:val="single" w:sz="4" w:space="0" w:color="00AFD8"/>
          <w:left w:val="nil"/>
          <w:bottom w:val="single" w:sz="4" w:space="0" w:color="00AFD8"/>
          <w:right w:val="nil"/>
          <w:insideH w:val="nil"/>
          <w:insideV w:val="nil"/>
        </w:tcBorders>
      </w:tcPr>
    </w:tblStylePr>
    <w:tblStylePr w:type="firstCol">
      <w:rPr>
        <w:b/>
        <w:bCs/>
      </w:rPr>
    </w:tblStylePr>
    <w:tblStylePr w:type="lastCol">
      <w:rPr>
        <w:b/>
        <w:bCs/>
      </w:rPr>
    </w:tblStylePr>
    <w:tblStylePr w:type="band1Vert">
      <w:tblPr/>
      <w:tcPr>
        <w:shd w:val="clear" w:color="auto" w:fill="CCEFF7"/>
      </w:tcPr>
    </w:tblStylePr>
    <w:tblStylePr w:type="band1Horz">
      <w:tblPr/>
      <w:tcPr>
        <w:shd w:val="clear" w:color="auto" w:fill="CCEFF7"/>
      </w:tcPr>
    </w:tblStylePr>
  </w:style>
  <w:style w:type="table" w:styleId="LightShading-Accent6">
    <w:name w:val="Light Shading Accent 6"/>
    <w:basedOn w:val="TableNormal"/>
    <w:uiPriority w:val="60"/>
    <w:rsid w:val="003901DF"/>
    <w:pPr>
      <w:spacing w:line="240" w:lineRule="auto"/>
    </w:pPr>
    <w:rPr>
      <w:rFonts w:eastAsia="Times New Roman" w:cs="Times New Roman"/>
      <w:color w:val="E98300"/>
      <w:sz w:val="20"/>
      <w:szCs w:val="20"/>
      <w:lang w:val="en-US"/>
    </w:rPr>
    <w:tblPr>
      <w:tblStyleRowBandSize w:val="1"/>
      <w:tblStyleColBandSize w:val="1"/>
      <w:tblBorders>
        <w:top w:val="single" w:sz="4" w:space="0" w:color="E98300"/>
        <w:bottom w:val="single" w:sz="4" w:space="0" w:color="E98300"/>
      </w:tblBorders>
    </w:tblPr>
    <w:tblStylePr w:type="firstRow">
      <w:pPr>
        <w:spacing w:before="0" w:after="0" w:line="240" w:lineRule="auto"/>
      </w:pPr>
      <w:rPr>
        <w:b/>
        <w:bCs/>
      </w:rPr>
      <w:tblPr/>
      <w:tcPr>
        <w:tcBorders>
          <w:top w:val="single" w:sz="4" w:space="0" w:color="E98300"/>
          <w:left w:val="nil"/>
          <w:bottom w:val="single" w:sz="4" w:space="0" w:color="E98300"/>
          <w:right w:val="nil"/>
          <w:insideH w:val="nil"/>
          <w:insideV w:val="nil"/>
        </w:tcBorders>
      </w:tcPr>
    </w:tblStylePr>
    <w:tblStylePr w:type="lastRow">
      <w:pPr>
        <w:spacing w:before="0" w:after="0" w:line="240" w:lineRule="auto"/>
      </w:pPr>
      <w:rPr>
        <w:b/>
        <w:bCs/>
      </w:rPr>
      <w:tblPr/>
      <w:tcPr>
        <w:tcBorders>
          <w:top w:val="single" w:sz="4" w:space="0" w:color="E98300"/>
          <w:left w:val="nil"/>
          <w:bottom w:val="single" w:sz="4" w:space="0" w:color="E98300"/>
          <w:right w:val="nil"/>
          <w:insideH w:val="nil"/>
          <w:insideV w:val="nil"/>
        </w:tcBorders>
      </w:tcPr>
    </w:tblStylePr>
    <w:tblStylePr w:type="firstCol">
      <w:rPr>
        <w:b/>
        <w:bCs/>
      </w:rPr>
    </w:tblStylePr>
    <w:tblStylePr w:type="lastCol">
      <w:rPr>
        <w:b/>
        <w:bCs/>
      </w:rPr>
    </w:tblStylePr>
    <w:tblStylePr w:type="band1Vert">
      <w:tblPr/>
      <w:tcPr>
        <w:shd w:val="clear" w:color="auto" w:fill="FBE6CC"/>
      </w:tcPr>
    </w:tblStylePr>
    <w:tblStylePr w:type="band1Horz">
      <w:tblPr/>
      <w:tcPr>
        <w:shd w:val="clear" w:color="auto" w:fill="FBE6CC"/>
      </w:tcPr>
    </w:tblStylePr>
  </w:style>
  <w:style w:type="table" w:styleId="MediumShading1-Accent2">
    <w:name w:val="Medium Shading 1 Accent 2"/>
    <w:basedOn w:val="TableNormal"/>
    <w:uiPriority w:val="63"/>
    <w:rsid w:val="003901DF"/>
    <w:pPr>
      <w:spacing w:line="240" w:lineRule="auto"/>
    </w:pPr>
    <w:rPr>
      <w:rFonts w:eastAsia="Times New Roman" w:cs="Times New Roman"/>
      <w:sz w:val="20"/>
      <w:szCs w:val="20"/>
      <w:lang w:val="en-US"/>
    </w:rPr>
    <w:tblPr>
      <w:tblStyleRowBandSize w:val="1"/>
      <w:tblStyleColBandSize w:val="1"/>
      <w:tblBorders>
        <w:top w:val="single" w:sz="2" w:space="0" w:color="DC222D"/>
        <w:left w:val="single" w:sz="2" w:space="0" w:color="DC222D"/>
        <w:bottom w:val="single" w:sz="2" w:space="0" w:color="DC222D"/>
        <w:right w:val="single" w:sz="2" w:space="0" w:color="DC222D"/>
        <w:insideH w:val="single" w:sz="2" w:space="0" w:color="DC222D"/>
      </w:tblBorders>
    </w:tblPr>
    <w:tblStylePr w:type="firstRow">
      <w:pPr>
        <w:spacing w:before="0" w:after="0" w:line="240" w:lineRule="auto"/>
      </w:pPr>
      <w:rPr>
        <w:b/>
        <w:bCs/>
        <w:color w:val="FFFFFF" w:themeColor="background1"/>
      </w:rPr>
      <w:tblPr/>
      <w:tcPr>
        <w:tcBorders>
          <w:top w:val="single" w:sz="2" w:space="0" w:color="DC222D"/>
          <w:left w:val="single" w:sz="2" w:space="0" w:color="DC222D"/>
          <w:bottom w:val="single" w:sz="2" w:space="0" w:color="DC222D"/>
          <w:right w:val="single" w:sz="2" w:space="0" w:color="DC222D"/>
        </w:tcBorders>
        <w:shd w:val="clear" w:color="auto" w:fill="DC222D"/>
      </w:tcPr>
    </w:tblStylePr>
    <w:tblStylePr w:type="lastRow">
      <w:pPr>
        <w:spacing w:before="0" w:after="0" w:line="240" w:lineRule="auto"/>
      </w:pPr>
      <w:rPr>
        <w:b/>
        <w:bCs/>
      </w:rPr>
      <w:tblPr/>
      <w:tcPr>
        <w:tcBorders>
          <w:top w:val="single" w:sz="2" w:space="0" w:color="DC222D"/>
          <w:left w:val="single" w:sz="2" w:space="0" w:color="DC222D"/>
          <w:bottom w:val="single" w:sz="2" w:space="0" w:color="DC222D"/>
          <w:right w:val="single" w:sz="2" w:space="0" w:color="DC222D"/>
          <w:insideH w:val="nil"/>
          <w:insideV w:val="nil"/>
        </w:tcBorders>
      </w:tcPr>
    </w:tblStylePr>
    <w:tblStylePr w:type="firstCol">
      <w:rPr>
        <w:b/>
        <w:bCs/>
      </w:rPr>
    </w:tblStylePr>
    <w:tblStylePr w:type="lastCol">
      <w:rPr>
        <w:b/>
        <w:bCs/>
      </w:rPr>
    </w:tblStylePr>
    <w:tblStylePr w:type="band1Vert">
      <w:tblPr/>
      <w:tcPr>
        <w:shd w:val="clear" w:color="auto" w:fill="F8D3D5"/>
      </w:tcPr>
    </w:tblStylePr>
    <w:tblStylePr w:type="band1Horz">
      <w:tblPr/>
      <w:tcPr>
        <w:shd w:val="clear" w:color="auto" w:fill="F8D3D5"/>
      </w:tcPr>
    </w:tblStylePr>
    <w:tblStylePr w:type="band2Horz">
      <w:tblPr/>
      <w:tcPr>
        <w:tcBorders>
          <w:insideH w:val="nil"/>
          <w:insideV w:val="nil"/>
        </w:tcBorders>
      </w:tcPr>
    </w:tblStylePr>
  </w:style>
  <w:style w:type="table" w:styleId="MediumShading2-Accent2">
    <w:name w:val="Medium Shading 2 Accent 2"/>
    <w:basedOn w:val="TableNormal"/>
    <w:uiPriority w:val="64"/>
    <w:rsid w:val="003901DF"/>
    <w:pPr>
      <w:spacing w:line="240" w:lineRule="auto"/>
    </w:pPr>
    <w:rPr>
      <w:rFonts w:eastAsia="Times New Roman" w:cs="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MSTablebanded1">
    <w:name w:val="CMS Table banded 1"/>
    <w:basedOn w:val="TableNormal"/>
    <w:uiPriority w:val="99"/>
    <w:rsid w:val="003901DF"/>
    <w:pPr>
      <w:spacing w:line="240" w:lineRule="auto"/>
      <w:jc w:val="left"/>
    </w:pPr>
    <w:tblPr>
      <w:tblStyleRowBandSize w:val="1"/>
      <w:tblBorders>
        <w:top w:val="single" w:sz="12" w:space="0" w:color="FFFFFF" w:themeColor="background1"/>
        <w:bottom w:val="single" w:sz="12" w:space="0" w:color="FFFFFF" w:themeColor="background1"/>
        <w:insideH w:val="single" w:sz="12" w:space="0" w:color="FFFFFF" w:themeColor="background1"/>
      </w:tblBorders>
    </w:tblPr>
    <w:tblStylePr w:type="firstRow">
      <w:rPr>
        <w:color w:val="auto"/>
      </w:rPr>
      <w:tblPr/>
      <w:tcPr>
        <w:tcBorders>
          <w:top w:val="single" w:sz="12" w:space="0" w:color="13294A"/>
          <w:bottom w:val="nil"/>
        </w:tcBorders>
        <w:shd w:val="clear" w:color="auto" w:fill="13294A"/>
      </w:tcPr>
    </w:tblStylePr>
    <w:tblStylePr w:type="band1Horz">
      <w:tblPr/>
      <w:tcPr>
        <w:shd w:val="clear" w:color="auto" w:fill="E4E1E0"/>
      </w:tcPr>
    </w:tblStylePr>
    <w:tblStylePr w:type="band2Horz">
      <w:tblPr/>
      <w:tcPr>
        <w:shd w:val="clear" w:color="auto" w:fill="ADA6A1"/>
      </w:tcPr>
    </w:tblStylePr>
  </w:style>
  <w:style w:type="paragraph" w:customStyle="1" w:styleId="CMSANCoverMoreParties">
    <w:name w:val="CMS AN Cover More Parties"/>
    <w:uiPriority w:val="99"/>
    <w:rsid w:val="003901DF"/>
    <w:pPr>
      <w:spacing w:line="180" w:lineRule="exact"/>
      <w:jc w:val="center"/>
    </w:pPr>
    <w:rPr>
      <w:rFonts w:cs="Segoe Script"/>
      <w:b/>
      <w:caps/>
    </w:rPr>
  </w:style>
  <w:style w:type="paragraph" w:customStyle="1" w:styleId="CMSANCoverMorePartyType">
    <w:name w:val="CMS AN Cover More Party Type"/>
    <w:uiPriority w:val="99"/>
    <w:rsid w:val="003901DF"/>
    <w:pPr>
      <w:spacing w:line="180" w:lineRule="exact"/>
      <w:jc w:val="center"/>
    </w:pPr>
    <w:rPr>
      <w:rFonts w:cs="Segoe Script"/>
    </w:rPr>
  </w:style>
  <w:style w:type="paragraph" w:customStyle="1" w:styleId="CMSANMinimalSpacer">
    <w:name w:val="CMS AN Minimal Spacer"/>
    <w:uiPriority w:val="99"/>
    <w:rsid w:val="003901DF"/>
    <w:pPr>
      <w:spacing w:line="240" w:lineRule="auto"/>
    </w:pPr>
    <w:rPr>
      <w:rFonts w:cs="Segoe Script"/>
      <w:sz w:val="2"/>
    </w:rPr>
  </w:style>
  <w:style w:type="paragraph" w:customStyle="1" w:styleId="CMSANCoverMoreCentred">
    <w:name w:val="CMS AN Cover More Centred"/>
    <w:uiPriority w:val="99"/>
    <w:rsid w:val="003901DF"/>
    <w:pPr>
      <w:spacing w:after="120" w:line="180" w:lineRule="exact"/>
      <w:jc w:val="center"/>
    </w:pPr>
    <w:rPr>
      <w:rFonts w:eastAsia="Times New Roman" w:cs="Segoe Script"/>
      <w:szCs w:val="20"/>
    </w:rPr>
  </w:style>
  <w:style w:type="paragraph" w:customStyle="1" w:styleId="CMSANLetterHeader">
    <w:name w:val="CMS AN Letter Header"/>
    <w:uiPriority w:val="99"/>
    <w:rsid w:val="003901DF"/>
    <w:pPr>
      <w:spacing w:after="960" w:line="240" w:lineRule="atLeast"/>
      <w:jc w:val="left"/>
    </w:pPr>
    <w:rPr>
      <w:rFonts w:cs="Segoe Script"/>
      <w:b/>
      <w:i/>
    </w:rPr>
  </w:style>
  <w:style w:type="paragraph" w:customStyle="1" w:styleId="CMSANSalutation">
    <w:name w:val="CMS AN Salutation"/>
    <w:next w:val="CMSANMinimalSpacer"/>
    <w:uiPriority w:val="99"/>
    <w:rsid w:val="003901DF"/>
    <w:pPr>
      <w:spacing w:before="120" w:after="120"/>
    </w:pPr>
    <w:rPr>
      <w:rFonts w:eastAsia="SimSun" w:cs="Times New Roman"/>
      <w:noProof/>
      <w:szCs w:val="24"/>
      <w:lang w:eastAsia="zh-CN"/>
    </w:rPr>
  </w:style>
  <w:style w:type="paragraph" w:customStyle="1" w:styleId="CMSANSchedule">
    <w:name w:val="CMS AN Schedule"/>
    <w:next w:val="CMSANBodyText"/>
    <w:uiPriority w:val="32"/>
    <w:rsid w:val="00B043E3"/>
    <w:pPr>
      <w:keepNext/>
      <w:numPr>
        <w:numId w:val="20"/>
      </w:numPr>
      <w:spacing w:after="240"/>
      <w:jc w:val="center"/>
      <w:outlineLvl w:val="0"/>
    </w:pPr>
    <w:rPr>
      <w:rFonts w:cs="Segoe Script"/>
      <w:b/>
      <w:caps/>
    </w:rPr>
  </w:style>
  <w:style w:type="paragraph" w:customStyle="1" w:styleId="CMSANPart">
    <w:name w:val="CMS AN Part"/>
    <w:next w:val="CMSANBodyText"/>
    <w:uiPriority w:val="34"/>
    <w:rsid w:val="00B043E3"/>
    <w:pPr>
      <w:keepNext/>
      <w:numPr>
        <w:ilvl w:val="2"/>
        <w:numId w:val="20"/>
      </w:numPr>
      <w:spacing w:before="240" w:after="120"/>
      <w:jc w:val="center"/>
      <w:outlineLvl w:val="2"/>
    </w:pPr>
    <w:rPr>
      <w:rFonts w:cs="Segoe Script"/>
      <w:b/>
      <w:caps/>
    </w:rPr>
  </w:style>
  <w:style w:type="paragraph" w:customStyle="1" w:styleId="CMSANSch1">
    <w:name w:val="CMS AN Sch 1"/>
    <w:uiPriority w:val="34"/>
    <w:rsid w:val="00B043E3"/>
    <w:pPr>
      <w:numPr>
        <w:ilvl w:val="3"/>
        <w:numId w:val="20"/>
      </w:numPr>
      <w:spacing w:before="120" w:after="120"/>
      <w:outlineLvl w:val="3"/>
    </w:pPr>
    <w:rPr>
      <w:rFonts w:cs="Segoe Script"/>
    </w:rPr>
  </w:style>
  <w:style w:type="paragraph" w:customStyle="1" w:styleId="CMSANSch2">
    <w:name w:val="CMS AN Sch 2"/>
    <w:uiPriority w:val="34"/>
    <w:rsid w:val="00B043E3"/>
    <w:pPr>
      <w:numPr>
        <w:ilvl w:val="4"/>
        <w:numId w:val="20"/>
      </w:numPr>
      <w:spacing w:before="120" w:after="120"/>
      <w:outlineLvl w:val="4"/>
    </w:pPr>
    <w:rPr>
      <w:rFonts w:cs="Segoe Script"/>
    </w:rPr>
  </w:style>
  <w:style w:type="paragraph" w:customStyle="1" w:styleId="CMSANSch3">
    <w:name w:val="CMS AN Sch 3"/>
    <w:uiPriority w:val="34"/>
    <w:rsid w:val="00B043E3"/>
    <w:pPr>
      <w:numPr>
        <w:ilvl w:val="5"/>
        <w:numId w:val="20"/>
      </w:numPr>
      <w:spacing w:before="120" w:after="120"/>
      <w:outlineLvl w:val="5"/>
    </w:pPr>
    <w:rPr>
      <w:rFonts w:cs="Segoe Script"/>
    </w:rPr>
  </w:style>
  <w:style w:type="paragraph" w:customStyle="1" w:styleId="CMSANSch4">
    <w:name w:val="CMS AN Sch 4"/>
    <w:uiPriority w:val="34"/>
    <w:rsid w:val="00B043E3"/>
    <w:pPr>
      <w:numPr>
        <w:ilvl w:val="6"/>
        <w:numId w:val="20"/>
      </w:numPr>
      <w:spacing w:before="120" w:after="120"/>
      <w:outlineLvl w:val="6"/>
    </w:pPr>
    <w:rPr>
      <w:rFonts w:cs="Segoe Script"/>
    </w:rPr>
  </w:style>
  <w:style w:type="paragraph" w:customStyle="1" w:styleId="CMSANSch5">
    <w:name w:val="CMS AN Sch 5"/>
    <w:uiPriority w:val="34"/>
    <w:rsid w:val="00B043E3"/>
    <w:pPr>
      <w:numPr>
        <w:ilvl w:val="7"/>
        <w:numId w:val="20"/>
      </w:numPr>
      <w:spacing w:before="120" w:after="120"/>
      <w:outlineLvl w:val="7"/>
    </w:pPr>
    <w:rPr>
      <w:rFonts w:cs="Segoe Script"/>
    </w:rPr>
  </w:style>
  <w:style w:type="paragraph" w:customStyle="1" w:styleId="CMSANSub-Schedule">
    <w:name w:val="CMS AN Sub-Schedule"/>
    <w:next w:val="CMSANBodyText"/>
    <w:uiPriority w:val="33"/>
    <w:rsid w:val="00B043E3"/>
    <w:pPr>
      <w:keepNext/>
      <w:numPr>
        <w:ilvl w:val="1"/>
        <w:numId w:val="20"/>
      </w:numPr>
      <w:spacing w:before="240" w:after="120"/>
      <w:jc w:val="center"/>
      <w:outlineLvl w:val="1"/>
    </w:pPr>
    <w:rPr>
      <w:rFonts w:cs="Segoe Script"/>
      <w:b/>
      <w:caps/>
    </w:rPr>
  </w:style>
  <w:style w:type="paragraph" w:customStyle="1" w:styleId="CMSANSch6">
    <w:name w:val="CMS AN Sch 6"/>
    <w:uiPriority w:val="34"/>
    <w:rsid w:val="00B043E3"/>
    <w:pPr>
      <w:numPr>
        <w:ilvl w:val="8"/>
        <w:numId w:val="20"/>
      </w:numPr>
      <w:spacing w:before="120" w:after="120"/>
      <w:outlineLvl w:val="8"/>
    </w:pPr>
    <w:rPr>
      <w:rFonts w:cs="Segoe Script"/>
    </w:rPr>
  </w:style>
  <w:style w:type="numbering" w:customStyle="1" w:styleId="CMS-ANSch">
    <w:name w:val="CMS-AN Sch"/>
    <w:basedOn w:val="NoList"/>
    <w:uiPriority w:val="99"/>
    <w:rsid w:val="00B043E3"/>
    <w:pPr>
      <w:numPr>
        <w:numId w:val="19"/>
      </w:numPr>
    </w:pPr>
  </w:style>
  <w:style w:type="numbering" w:customStyle="1" w:styleId="CMSANAppendix">
    <w:name w:val="CMS AN Appendix"/>
    <w:basedOn w:val="NoList"/>
    <w:uiPriority w:val="99"/>
    <w:rsid w:val="00323729"/>
    <w:pPr>
      <w:numPr>
        <w:numId w:val="27"/>
      </w:numPr>
    </w:pPr>
  </w:style>
  <w:style w:type="numbering" w:customStyle="1" w:styleId="CMS-ANTableListNumber1">
    <w:name w:val="CMS-AN Table List Number 1"/>
    <w:basedOn w:val="NoList"/>
    <w:uiPriority w:val="99"/>
    <w:rsid w:val="00F947FB"/>
    <w:pPr>
      <w:numPr>
        <w:numId w:val="23"/>
      </w:numPr>
    </w:pPr>
  </w:style>
  <w:style w:type="paragraph" w:customStyle="1" w:styleId="CMSANTableHeaderCentred">
    <w:name w:val="CMS AN Table Header Centred"/>
    <w:uiPriority w:val="16"/>
    <w:rsid w:val="00F947FB"/>
    <w:pPr>
      <w:numPr>
        <w:ilvl w:val="1"/>
        <w:numId w:val="36"/>
      </w:numPr>
      <w:spacing w:before="120" w:after="120"/>
      <w:jc w:val="center"/>
    </w:pPr>
    <w:rPr>
      <w:rFonts w:eastAsia="Times New Roman" w:cs="Times New Roman"/>
      <w:b/>
    </w:rPr>
  </w:style>
  <w:style w:type="paragraph" w:customStyle="1" w:styleId="CMSANTableCentred">
    <w:name w:val="CMS AN Table Centred"/>
    <w:uiPriority w:val="22"/>
    <w:rsid w:val="00FD0A96"/>
    <w:pPr>
      <w:spacing w:before="120" w:after="120"/>
      <w:jc w:val="center"/>
    </w:pPr>
    <w:rPr>
      <w:rFonts w:cs="Segoe Script"/>
    </w:rPr>
  </w:style>
  <w:style w:type="paragraph" w:customStyle="1" w:styleId="CMSANSch1XRef">
    <w:name w:val="CMS AN Sch 1 XRef"/>
    <w:next w:val="CMSANSch2XRef"/>
    <w:uiPriority w:val="24"/>
    <w:rsid w:val="00323729"/>
    <w:pPr>
      <w:keepNext/>
      <w:pageBreakBefore/>
      <w:numPr>
        <w:numId w:val="31"/>
      </w:numPr>
      <w:spacing w:after="240"/>
      <w:jc w:val="center"/>
      <w:outlineLvl w:val="0"/>
    </w:pPr>
    <w:rPr>
      <w:rFonts w:cs="Segoe Script"/>
      <w:b/>
      <w:caps/>
    </w:rPr>
  </w:style>
  <w:style w:type="paragraph" w:customStyle="1" w:styleId="CMSANSch2XRef">
    <w:name w:val="CMS AN Sch 2 XRef"/>
    <w:next w:val="CMSANSch4XRef"/>
    <w:uiPriority w:val="24"/>
    <w:rsid w:val="00323729"/>
    <w:pPr>
      <w:keepNext/>
      <w:numPr>
        <w:ilvl w:val="1"/>
        <w:numId w:val="31"/>
      </w:numPr>
      <w:spacing w:before="240" w:after="120"/>
      <w:jc w:val="center"/>
      <w:outlineLvl w:val="1"/>
    </w:pPr>
    <w:rPr>
      <w:rFonts w:cs="Segoe Script"/>
      <w:b/>
    </w:rPr>
  </w:style>
  <w:style w:type="paragraph" w:customStyle="1" w:styleId="CMSANSch3XRef">
    <w:name w:val="CMS AN Sch 3 XRef"/>
    <w:next w:val="CMSANSch4XRef"/>
    <w:uiPriority w:val="24"/>
    <w:rsid w:val="00323729"/>
    <w:pPr>
      <w:keepNext/>
      <w:keepLines/>
      <w:numPr>
        <w:ilvl w:val="2"/>
        <w:numId w:val="31"/>
      </w:numPr>
      <w:spacing w:before="240" w:after="120"/>
      <w:jc w:val="center"/>
      <w:outlineLvl w:val="2"/>
    </w:pPr>
    <w:rPr>
      <w:rFonts w:cs="Segoe Script"/>
      <w:b/>
    </w:rPr>
  </w:style>
  <w:style w:type="paragraph" w:customStyle="1" w:styleId="CMSANSch4XRef">
    <w:name w:val="CMS AN Sch 4 XRef"/>
    <w:next w:val="CMSANSch5XRef"/>
    <w:uiPriority w:val="24"/>
    <w:rsid w:val="00323729"/>
    <w:pPr>
      <w:keepNext/>
      <w:keepLines/>
      <w:numPr>
        <w:ilvl w:val="3"/>
        <w:numId w:val="31"/>
      </w:numPr>
      <w:spacing w:before="240" w:after="120"/>
      <w:outlineLvl w:val="3"/>
    </w:pPr>
    <w:rPr>
      <w:rFonts w:cs="Segoe Script"/>
      <w:b/>
      <w:caps/>
    </w:rPr>
  </w:style>
  <w:style w:type="paragraph" w:customStyle="1" w:styleId="CMSANSch5XRef">
    <w:name w:val="CMS AN Sch 5 XRef"/>
    <w:uiPriority w:val="24"/>
    <w:rsid w:val="00323729"/>
    <w:pPr>
      <w:numPr>
        <w:ilvl w:val="4"/>
        <w:numId w:val="31"/>
      </w:numPr>
      <w:spacing w:before="120" w:after="120"/>
      <w:outlineLvl w:val="4"/>
    </w:pPr>
    <w:rPr>
      <w:rFonts w:cs="Segoe Script"/>
    </w:rPr>
  </w:style>
  <w:style w:type="paragraph" w:customStyle="1" w:styleId="CMSANSch6XRef">
    <w:name w:val="CMS AN Sch 6 XRef"/>
    <w:uiPriority w:val="24"/>
    <w:rsid w:val="00323729"/>
    <w:pPr>
      <w:numPr>
        <w:ilvl w:val="5"/>
        <w:numId w:val="31"/>
      </w:numPr>
      <w:spacing w:before="120" w:after="120"/>
      <w:outlineLvl w:val="5"/>
    </w:pPr>
    <w:rPr>
      <w:rFonts w:cs="Segoe Script"/>
    </w:rPr>
  </w:style>
  <w:style w:type="paragraph" w:customStyle="1" w:styleId="CMSANSch7XRef">
    <w:name w:val="CMS AN Sch 7 XRef"/>
    <w:uiPriority w:val="24"/>
    <w:rsid w:val="00323729"/>
    <w:pPr>
      <w:numPr>
        <w:ilvl w:val="6"/>
        <w:numId w:val="31"/>
      </w:numPr>
      <w:spacing w:before="120" w:after="120"/>
      <w:outlineLvl w:val="6"/>
    </w:pPr>
    <w:rPr>
      <w:rFonts w:cs="Segoe Script"/>
    </w:rPr>
  </w:style>
  <w:style w:type="paragraph" w:customStyle="1" w:styleId="CMSANSch8XRef">
    <w:name w:val="CMS AN Sch 8 XRef"/>
    <w:uiPriority w:val="24"/>
    <w:rsid w:val="00323729"/>
    <w:pPr>
      <w:numPr>
        <w:ilvl w:val="7"/>
        <w:numId w:val="31"/>
      </w:numPr>
      <w:spacing w:before="120" w:after="120"/>
      <w:outlineLvl w:val="7"/>
    </w:pPr>
    <w:rPr>
      <w:rFonts w:cs="Segoe Script"/>
    </w:rPr>
  </w:style>
  <w:style w:type="paragraph" w:customStyle="1" w:styleId="CMSANSch9XRef">
    <w:name w:val="CMS AN Sch 9 XRef"/>
    <w:uiPriority w:val="24"/>
    <w:rsid w:val="00323729"/>
    <w:pPr>
      <w:numPr>
        <w:ilvl w:val="8"/>
        <w:numId w:val="31"/>
      </w:numPr>
      <w:spacing w:before="120" w:after="120"/>
      <w:outlineLvl w:val="8"/>
    </w:pPr>
    <w:rPr>
      <w:rFonts w:cs="Segoe Script"/>
    </w:rPr>
  </w:style>
  <w:style w:type="paragraph" w:customStyle="1" w:styleId="CMSALTSch1XRef">
    <w:name w:val="CMS ALT Sch 1 XRef"/>
    <w:next w:val="CMSALTSch2XRef"/>
    <w:uiPriority w:val="25"/>
    <w:rsid w:val="00323729"/>
    <w:pPr>
      <w:keepNext/>
      <w:pageBreakBefore/>
      <w:numPr>
        <w:numId w:val="34"/>
      </w:numPr>
      <w:spacing w:after="240"/>
      <w:jc w:val="center"/>
      <w:outlineLvl w:val="0"/>
    </w:pPr>
    <w:rPr>
      <w:rFonts w:cs="Segoe Script"/>
      <w:b/>
      <w:caps/>
    </w:rPr>
  </w:style>
  <w:style w:type="paragraph" w:customStyle="1" w:styleId="CMSALTSch2XRef">
    <w:name w:val="CMS ALT Sch 2 XRef"/>
    <w:next w:val="CMSALTSch4XRef"/>
    <w:uiPriority w:val="25"/>
    <w:rsid w:val="00323729"/>
    <w:pPr>
      <w:keepNext/>
      <w:keepLines/>
      <w:numPr>
        <w:ilvl w:val="1"/>
        <w:numId w:val="34"/>
      </w:numPr>
      <w:spacing w:before="240" w:after="120"/>
      <w:jc w:val="center"/>
      <w:outlineLvl w:val="1"/>
    </w:pPr>
    <w:rPr>
      <w:rFonts w:cs="Segoe Script"/>
      <w:b/>
    </w:rPr>
  </w:style>
  <w:style w:type="paragraph" w:customStyle="1" w:styleId="CMSALTSch3XRef">
    <w:name w:val="CMS ALT Sch 3 XRef"/>
    <w:next w:val="CMSALTSch4XRef"/>
    <w:uiPriority w:val="25"/>
    <w:rsid w:val="00323729"/>
    <w:pPr>
      <w:keepNext/>
      <w:keepLines/>
      <w:numPr>
        <w:ilvl w:val="2"/>
        <w:numId w:val="34"/>
      </w:numPr>
      <w:spacing w:before="240" w:after="120"/>
      <w:jc w:val="center"/>
      <w:outlineLvl w:val="2"/>
    </w:pPr>
    <w:rPr>
      <w:rFonts w:cs="Segoe Script"/>
      <w:b/>
    </w:rPr>
  </w:style>
  <w:style w:type="paragraph" w:customStyle="1" w:styleId="CMSALTSch4XRef">
    <w:name w:val="CMS ALT Sch 4 XRef"/>
    <w:uiPriority w:val="25"/>
    <w:rsid w:val="00323729"/>
    <w:pPr>
      <w:numPr>
        <w:ilvl w:val="3"/>
        <w:numId w:val="34"/>
      </w:numPr>
      <w:spacing w:before="120" w:after="120"/>
      <w:outlineLvl w:val="3"/>
    </w:pPr>
    <w:rPr>
      <w:rFonts w:cs="Segoe Script"/>
    </w:rPr>
  </w:style>
  <w:style w:type="paragraph" w:customStyle="1" w:styleId="CMSALTSch5XRef">
    <w:name w:val="CMS ALT Sch 5 XRef"/>
    <w:uiPriority w:val="25"/>
    <w:rsid w:val="00323729"/>
    <w:pPr>
      <w:numPr>
        <w:ilvl w:val="4"/>
        <w:numId w:val="34"/>
      </w:numPr>
      <w:spacing w:before="120" w:after="120"/>
      <w:outlineLvl w:val="4"/>
    </w:pPr>
    <w:rPr>
      <w:rFonts w:cs="Segoe Script"/>
    </w:rPr>
  </w:style>
  <w:style w:type="paragraph" w:customStyle="1" w:styleId="CMSALTSch6XRef">
    <w:name w:val="CMS ALT Sch 6 XRef"/>
    <w:uiPriority w:val="25"/>
    <w:rsid w:val="00323729"/>
    <w:pPr>
      <w:numPr>
        <w:ilvl w:val="5"/>
        <w:numId w:val="34"/>
      </w:numPr>
      <w:spacing w:before="120" w:after="120"/>
      <w:outlineLvl w:val="5"/>
    </w:pPr>
    <w:rPr>
      <w:rFonts w:cs="Segoe Script"/>
    </w:rPr>
  </w:style>
  <w:style w:type="paragraph" w:customStyle="1" w:styleId="CMSALTSch7XRef">
    <w:name w:val="CMS ALT Sch 7 XRef"/>
    <w:uiPriority w:val="25"/>
    <w:rsid w:val="00323729"/>
    <w:pPr>
      <w:numPr>
        <w:ilvl w:val="6"/>
        <w:numId w:val="34"/>
      </w:numPr>
      <w:spacing w:before="120" w:after="120"/>
      <w:outlineLvl w:val="6"/>
    </w:pPr>
    <w:rPr>
      <w:rFonts w:cs="Segoe Script"/>
    </w:rPr>
  </w:style>
  <w:style w:type="paragraph" w:customStyle="1" w:styleId="CMSALTSch8XRef">
    <w:name w:val="CMS ALT Sch 8 XRef"/>
    <w:uiPriority w:val="25"/>
    <w:rsid w:val="00323729"/>
    <w:pPr>
      <w:numPr>
        <w:ilvl w:val="7"/>
        <w:numId w:val="34"/>
      </w:numPr>
      <w:spacing w:before="120" w:after="120"/>
      <w:outlineLvl w:val="7"/>
    </w:pPr>
    <w:rPr>
      <w:rFonts w:cs="Segoe Script"/>
    </w:rPr>
  </w:style>
  <w:style w:type="paragraph" w:customStyle="1" w:styleId="CMSALTSch9XRef">
    <w:name w:val="CMS ALT Sch 9 XRef"/>
    <w:uiPriority w:val="25"/>
    <w:rsid w:val="00323729"/>
    <w:pPr>
      <w:numPr>
        <w:ilvl w:val="8"/>
        <w:numId w:val="34"/>
      </w:numPr>
      <w:spacing w:before="120" w:after="120"/>
      <w:outlineLvl w:val="8"/>
    </w:pPr>
    <w:rPr>
      <w:rFonts w:cs="Segoe Script"/>
    </w:rPr>
  </w:style>
  <w:style w:type="numbering" w:customStyle="1" w:styleId="CMS-ANALTSchXRef">
    <w:name w:val="CMS-AN ALT Sch XRef"/>
    <w:basedOn w:val="NoList"/>
    <w:uiPriority w:val="99"/>
    <w:rsid w:val="00323729"/>
    <w:pPr>
      <w:numPr>
        <w:numId w:val="26"/>
      </w:numPr>
    </w:pPr>
  </w:style>
  <w:style w:type="numbering" w:customStyle="1" w:styleId="CMS-ANLevel">
    <w:name w:val="CMS-AN Level"/>
    <w:basedOn w:val="NoList"/>
    <w:uiPriority w:val="99"/>
    <w:rsid w:val="00506289"/>
    <w:pPr>
      <w:numPr>
        <w:numId w:val="24"/>
      </w:numPr>
    </w:pPr>
  </w:style>
  <w:style w:type="paragraph" w:customStyle="1" w:styleId="CMSANExhibit8">
    <w:name w:val="CMS AN Exhibit 8"/>
    <w:uiPriority w:val="25"/>
    <w:rsid w:val="00BA323B"/>
    <w:pPr>
      <w:numPr>
        <w:ilvl w:val="7"/>
        <w:numId w:val="28"/>
      </w:numPr>
      <w:spacing w:before="120" w:after="120"/>
    </w:pPr>
  </w:style>
  <w:style w:type="paragraph" w:customStyle="1" w:styleId="CMSANExhibit9">
    <w:name w:val="CMS AN Exhibit 9"/>
    <w:uiPriority w:val="25"/>
    <w:rsid w:val="00BA323B"/>
    <w:pPr>
      <w:numPr>
        <w:ilvl w:val="8"/>
        <w:numId w:val="28"/>
      </w:numPr>
      <w:spacing w:before="120" w:after="120"/>
    </w:pPr>
  </w:style>
  <w:style w:type="numbering" w:customStyle="1" w:styleId="CMS-ANSchXRef">
    <w:name w:val="CMS-AN Sch XRef"/>
    <w:basedOn w:val="NoList"/>
    <w:uiPriority w:val="99"/>
    <w:rsid w:val="00323729"/>
    <w:pPr>
      <w:numPr>
        <w:numId w:val="25"/>
      </w:numPr>
    </w:pPr>
  </w:style>
  <w:style w:type="paragraph" w:customStyle="1" w:styleId="CMSANAppendix1">
    <w:name w:val="CMS AN Appendix 1"/>
    <w:next w:val="CMSANAppendix2"/>
    <w:uiPriority w:val="37"/>
    <w:rsid w:val="00323729"/>
    <w:pPr>
      <w:keepLines/>
      <w:pageBreakBefore/>
      <w:numPr>
        <w:numId w:val="35"/>
      </w:numPr>
      <w:spacing w:after="240"/>
      <w:jc w:val="center"/>
      <w:outlineLvl w:val="0"/>
    </w:pPr>
    <w:rPr>
      <w:rFonts w:cs="Segoe Script"/>
      <w:b/>
      <w:caps/>
    </w:rPr>
  </w:style>
  <w:style w:type="paragraph" w:customStyle="1" w:styleId="CMSANAppendix2">
    <w:name w:val="CMS AN Appendix 2"/>
    <w:next w:val="CMSANAppendix3"/>
    <w:uiPriority w:val="37"/>
    <w:rsid w:val="00323729"/>
    <w:pPr>
      <w:numPr>
        <w:ilvl w:val="1"/>
        <w:numId w:val="35"/>
      </w:numPr>
      <w:spacing w:before="120" w:after="120"/>
      <w:jc w:val="center"/>
      <w:outlineLvl w:val="1"/>
    </w:pPr>
    <w:rPr>
      <w:rFonts w:cs="Segoe Script"/>
      <w:b/>
    </w:rPr>
  </w:style>
  <w:style w:type="paragraph" w:customStyle="1" w:styleId="CMSANAppendix3">
    <w:name w:val="CMS AN Appendix 3"/>
    <w:uiPriority w:val="37"/>
    <w:rsid w:val="00323729"/>
    <w:pPr>
      <w:numPr>
        <w:ilvl w:val="2"/>
        <w:numId w:val="35"/>
      </w:numPr>
      <w:spacing w:before="120" w:after="120"/>
      <w:jc w:val="center"/>
      <w:outlineLvl w:val="2"/>
    </w:pPr>
    <w:rPr>
      <w:rFonts w:cs="Segoe Script"/>
      <w:b/>
    </w:rPr>
  </w:style>
  <w:style w:type="paragraph" w:customStyle="1" w:styleId="CMSANAppendix4">
    <w:name w:val="CMS AN Appendix 4"/>
    <w:uiPriority w:val="37"/>
    <w:rsid w:val="00323729"/>
    <w:pPr>
      <w:numPr>
        <w:ilvl w:val="3"/>
        <w:numId w:val="35"/>
      </w:numPr>
      <w:spacing w:before="120" w:after="120"/>
      <w:outlineLvl w:val="3"/>
    </w:pPr>
    <w:rPr>
      <w:rFonts w:cs="Segoe Script"/>
    </w:rPr>
  </w:style>
  <w:style w:type="paragraph" w:customStyle="1" w:styleId="CMSANAppendix5">
    <w:name w:val="CMS AN Appendix 5"/>
    <w:uiPriority w:val="37"/>
    <w:rsid w:val="00323729"/>
    <w:pPr>
      <w:numPr>
        <w:ilvl w:val="4"/>
        <w:numId w:val="35"/>
      </w:numPr>
      <w:spacing w:before="120" w:after="120"/>
      <w:outlineLvl w:val="4"/>
    </w:pPr>
    <w:rPr>
      <w:rFonts w:cs="Segoe Script"/>
    </w:rPr>
  </w:style>
  <w:style w:type="paragraph" w:customStyle="1" w:styleId="CMSANAppendix6">
    <w:name w:val="CMS AN Appendix 6"/>
    <w:uiPriority w:val="37"/>
    <w:rsid w:val="00323729"/>
    <w:pPr>
      <w:numPr>
        <w:ilvl w:val="5"/>
        <w:numId w:val="35"/>
      </w:numPr>
      <w:spacing w:before="120" w:after="120"/>
      <w:outlineLvl w:val="5"/>
    </w:pPr>
    <w:rPr>
      <w:rFonts w:cs="Segoe Script"/>
    </w:rPr>
  </w:style>
  <w:style w:type="paragraph" w:customStyle="1" w:styleId="CMSANAppendix7">
    <w:name w:val="CMS AN Appendix 7"/>
    <w:uiPriority w:val="37"/>
    <w:rsid w:val="00323729"/>
    <w:pPr>
      <w:numPr>
        <w:ilvl w:val="6"/>
        <w:numId w:val="35"/>
      </w:numPr>
      <w:spacing w:before="120" w:after="120"/>
      <w:outlineLvl w:val="6"/>
    </w:pPr>
    <w:rPr>
      <w:rFonts w:cs="Segoe Script"/>
    </w:rPr>
  </w:style>
  <w:style w:type="paragraph" w:customStyle="1" w:styleId="Style8">
    <w:name w:val="Style8"/>
    <w:uiPriority w:val="99"/>
    <w:rsid w:val="005876E4"/>
    <w:rPr>
      <w:rFonts w:cs="Segoe Script"/>
    </w:rPr>
  </w:style>
  <w:style w:type="paragraph" w:customStyle="1" w:styleId="CMSANAppendix8">
    <w:name w:val="CMS AN Appendix 8"/>
    <w:uiPriority w:val="37"/>
    <w:rsid w:val="00323729"/>
    <w:pPr>
      <w:numPr>
        <w:ilvl w:val="7"/>
        <w:numId w:val="35"/>
      </w:numPr>
    </w:pPr>
    <w:rPr>
      <w:rFonts w:cs="Segoe Script"/>
    </w:rPr>
  </w:style>
  <w:style w:type="paragraph" w:customStyle="1" w:styleId="CMSANAppendix9">
    <w:name w:val="CMS AN Appendix 9"/>
    <w:uiPriority w:val="37"/>
    <w:rsid w:val="00323729"/>
    <w:pPr>
      <w:numPr>
        <w:ilvl w:val="8"/>
        <w:numId w:val="35"/>
      </w:numPr>
    </w:pPr>
    <w:rPr>
      <w:rFonts w:cs="Segoe Script"/>
    </w:rPr>
  </w:style>
  <w:style w:type="paragraph" w:customStyle="1" w:styleId="CMSANDefinitions4">
    <w:name w:val="CMS AN Definitions 4"/>
    <w:uiPriority w:val="2"/>
    <w:rsid w:val="00323729"/>
    <w:pPr>
      <w:numPr>
        <w:ilvl w:val="3"/>
        <w:numId w:val="29"/>
      </w:numPr>
    </w:pPr>
    <w:rPr>
      <w:rFonts w:cs="Segoe Script"/>
    </w:rPr>
  </w:style>
  <w:style w:type="paragraph" w:customStyle="1" w:styleId="CMSANDefinitions5">
    <w:name w:val="CMS AN Definitions 5"/>
    <w:uiPriority w:val="2"/>
    <w:rsid w:val="00323729"/>
    <w:pPr>
      <w:numPr>
        <w:ilvl w:val="4"/>
        <w:numId w:val="29"/>
      </w:numPr>
    </w:pPr>
    <w:rPr>
      <w:rFonts w:cs="Segoe Script"/>
    </w:rPr>
  </w:style>
  <w:style w:type="paragraph" w:customStyle="1" w:styleId="CMSANTableListNumber2">
    <w:name w:val="CMS AN Table List Number 2"/>
    <w:uiPriority w:val="19"/>
    <w:rsid w:val="00271390"/>
    <w:pPr>
      <w:numPr>
        <w:ilvl w:val="3"/>
        <w:numId w:val="36"/>
      </w:numPr>
      <w:spacing w:before="120" w:after="120"/>
      <w:jc w:val="left"/>
    </w:pPr>
    <w:rPr>
      <w:rFonts w:eastAsia="Times New Roman" w:cs="Times New Roman"/>
      <w:szCs w:val="24"/>
    </w:rPr>
  </w:style>
  <w:style w:type="paragraph" w:customStyle="1" w:styleId="ListALPHACAPS1">
    <w:name w:val="List ALPHA CAPS 1"/>
    <w:basedOn w:val="Normal"/>
    <w:next w:val="BodyText"/>
    <w:rsid w:val="00CE24CC"/>
    <w:pPr>
      <w:numPr>
        <w:numId w:val="38"/>
      </w:numPr>
      <w:tabs>
        <w:tab w:val="left" w:pos="22"/>
      </w:tabs>
      <w:spacing w:after="200" w:line="288" w:lineRule="auto"/>
    </w:pPr>
    <w:rPr>
      <w:rFonts w:ascii="CG Times" w:eastAsia="Times New Roman" w:hAnsi="CG Times" w:cs="Times New Roman"/>
      <w:color w:val="auto"/>
      <w:szCs w:val="20"/>
      <w:lang w:eastAsia="cs-CZ"/>
    </w:rPr>
  </w:style>
  <w:style w:type="paragraph" w:customStyle="1" w:styleId="LISTALPHACAPS2">
    <w:name w:val="LIST ALPHA CAPS 2"/>
    <w:basedOn w:val="Normal"/>
    <w:next w:val="BodyText2"/>
    <w:rsid w:val="00CE24CC"/>
    <w:pPr>
      <w:numPr>
        <w:ilvl w:val="1"/>
        <w:numId w:val="38"/>
      </w:numPr>
      <w:tabs>
        <w:tab w:val="left" w:pos="50"/>
      </w:tabs>
      <w:spacing w:after="200" w:line="288" w:lineRule="auto"/>
    </w:pPr>
    <w:rPr>
      <w:rFonts w:ascii="CG Times" w:eastAsia="Times New Roman" w:hAnsi="CG Times" w:cs="Times New Roman"/>
      <w:color w:val="auto"/>
      <w:szCs w:val="20"/>
      <w:lang w:eastAsia="cs-CZ"/>
    </w:rPr>
  </w:style>
  <w:style w:type="paragraph" w:customStyle="1" w:styleId="LISTALPHACAPS3">
    <w:name w:val="LIST ALPHA CAPS 3"/>
    <w:basedOn w:val="Normal"/>
    <w:next w:val="BodyText3"/>
    <w:rsid w:val="00CE24CC"/>
    <w:pPr>
      <w:numPr>
        <w:ilvl w:val="2"/>
        <w:numId w:val="38"/>
      </w:numPr>
      <w:tabs>
        <w:tab w:val="left" w:pos="68"/>
      </w:tabs>
      <w:spacing w:after="200" w:line="288" w:lineRule="auto"/>
    </w:pPr>
    <w:rPr>
      <w:rFonts w:ascii="CG Times" w:eastAsia="Times New Roman" w:hAnsi="CG Times" w:cs="Times New Roman"/>
      <w:color w:val="auto"/>
      <w:szCs w:val="20"/>
      <w:lang w:eastAsia="cs-CZ"/>
    </w:rPr>
  </w:style>
  <w:style w:type="paragraph" w:customStyle="1" w:styleId="ListArabic4">
    <w:name w:val="List Arabic 4"/>
    <w:basedOn w:val="Normal"/>
    <w:next w:val="Normal"/>
    <w:rsid w:val="009B4C11"/>
    <w:pPr>
      <w:numPr>
        <w:ilvl w:val="3"/>
        <w:numId w:val="39"/>
      </w:numPr>
      <w:tabs>
        <w:tab w:val="left" w:pos="86"/>
      </w:tabs>
      <w:spacing w:after="200" w:line="288" w:lineRule="auto"/>
    </w:pPr>
    <w:rPr>
      <w:rFonts w:ascii="CG Times" w:eastAsia="Times New Roman" w:hAnsi="CG Times" w:cs="Times New Roman"/>
      <w:color w:val="auto"/>
      <w:szCs w:val="20"/>
      <w:lang w:eastAsia="cs-CZ"/>
    </w:rPr>
  </w:style>
  <w:style w:type="paragraph" w:customStyle="1" w:styleId="ListLegal2">
    <w:name w:val="List Legal 2"/>
    <w:basedOn w:val="Normal"/>
    <w:next w:val="BodyText"/>
    <w:rsid w:val="009B4C11"/>
    <w:pPr>
      <w:numPr>
        <w:ilvl w:val="1"/>
        <w:numId w:val="39"/>
      </w:numPr>
      <w:tabs>
        <w:tab w:val="left" w:pos="22"/>
      </w:tabs>
      <w:spacing w:after="200" w:line="288" w:lineRule="auto"/>
    </w:pPr>
    <w:rPr>
      <w:rFonts w:ascii="CG Times" w:eastAsia="Times New Roman" w:hAnsi="CG Times" w:cs="Times New Roman"/>
      <w:color w:val="auto"/>
      <w:szCs w:val="20"/>
      <w:lang w:eastAsia="cs-CZ"/>
    </w:rPr>
  </w:style>
  <w:style w:type="paragraph" w:customStyle="1" w:styleId="ListLegal3">
    <w:name w:val="List Legal 3"/>
    <w:basedOn w:val="Normal"/>
    <w:next w:val="BodyText2"/>
    <w:rsid w:val="009B4C11"/>
    <w:pPr>
      <w:numPr>
        <w:ilvl w:val="2"/>
        <w:numId w:val="39"/>
      </w:numPr>
      <w:tabs>
        <w:tab w:val="left" w:pos="50"/>
      </w:tabs>
      <w:spacing w:after="200" w:line="288" w:lineRule="auto"/>
    </w:pPr>
    <w:rPr>
      <w:rFonts w:ascii="CG Times" w:eastAsia="Times New Roman" w:hAnsi="CG Times" w:cs="Times New Roman"/>
      <w:color w:val="auto"/>
      <w:szCs w:val="20"/>
      <w:lang w:eastAsia="cs-CZ"/>
    </w:rPr>
  </w:style>
  <w:style w:type="paragraph" w:customStyle="1" w:styleId="PartHeadings">
    <w:name w:val="Part Headings"/>
    <w:basedOn w:val="Normal"/>
    <w:next w:val="Normal"/>
    <w:rsid w:val="009B4C11"/>
    <w:pPr>
      <w:numPr>
        <w:numId w:val="39"/>
      </w:numPr>
      <w:suppressAutoHyphens/>
      <w:spacing w:after="300" w:line="312" w:lineRule="auto"/>
      <w:jc w:val="center"/>
      <w:outlineLvl w:val="2"/>
    </w:pPr>
    <w:rPr>
      <w:rFonts w:ascii="CG Times" w:eastAsia="Times New Roman" w:hAnsi="CG Times" w:cs="Times New Roman"/>
      <w:b/>
      <w:color w:val="auto"/>
      <w:sz w:val="21"/>
      <w:szCs w:val="20"/>
      <w:lang w:eastAsia="cs-CZ"/>
    </w:rPr>
  </w:style>
  <w:style w:type="paragraph" w:customStyle="1" w:styleId="CMSDefinition1">
    <w:name w:val="CMS Definition 1"/>
    <w:basedOn w:val="Normal"/>
    <w:qFormat/>
    <w:rsid w:val="00EA4A42"/>
    <w:pPr>
      <w:numPr>
        <w:numId w:val="40"/>
      </w:numPr>
      <w:suppressAutoHyphens/>
      <w:adjustRightInd w:val="0"/>
      <w:snapToGrid w:val="0"/>
      <w:spacing w:before="120" w:after="120"/>
      <w:outlineLvl w:val="0"/>
    </w:pPr>
    <w:rPr>
      <w:rFonts w:asciiTheme="minorHAnsi" w:eastAsia="Times New Roman" w:hAnsiTheme="minorHAnsi" w:cs="Times New Roman"/>
      <w:color w:val="auto"/>
      <w:szCs w:val="24"/>
      <w:lang w:eastAsia="de-DE"/>
    </w:rPr>
  </w:style>
  <w:style w:type="paragraph" w:customStyle="1" w:styleId="CMSDefinition2">
    <w:name w:val="CMS Definition 2"/>
    <w:basedOn w:val="Normal"/>
    <w:qFormat/>
    <w:rsid w:val="00EA4A42"/>
    <w:pPr>
      <w:numPr>
        <w:ilvl w:val="1"/>
        <w:numId w:val="40"/>
      </w:numPr>
      <w:suppressAutoHyphens/>
      <w:adjustRightInd w:val="0"/>
      <w:snapToGrid w:val="0"/>
      <w:spacing w:before="120" w:after="120"/>
      <w:outlineLvl w:val="1"/>
    </w:pPr>
    <w:rPr>
      <w:rFonts w:asciiTheme="minorHAnsi" w:eastAsia="Times New Roman" w:hAnsiTheme="minorHAnsi" w:cs="Times New Roman"/>
      <w:color w:val="auto"/>
      <w:szCs w:val="24"/>
      <w:lang w:eastAsia="de-DE"/>
    </w:rPr>
  </w:style>
  <w:style w:type="paragraph" w:customStyle="1" w:styleId="CMSDefinition3">
    <w:name w:val="CMS Definition 3"/>
    <w:basedOn w:val="Normal"/>
    <w:qFormat/>
    <w:rsid w:val="00EA4A42"/>
    <w:pPr>
      <w:numPr>
        <w:ilvl w:val="2"/>
        <w:numId w:val="40"/>
      </w:numPr>
      <w:suppressAutoHyphens/>
      <w:adjustRightInd w:val="0"/>
      <w:snapToGrid w:val="0"/>
      <w:spacing w:before="120" w:after="120"/>
      <w:outlineLvl w:val="2"/>
    </w:pPr>
    <w:rPr>
      <w:rFonts w:asciiTheme="minorHAnsi" w:eastAsia="Times New Roman" w:hAnsiTheme="minorHAnsi" w:cs="Times New Roman"/>
      <w:color w:val="auto"/>
      <w:szCs w:val="24"/>
      <w:lang w:eastAsia="de-DE"/>
    </w:rPr>
  </w:style>
  <w:style w:type="numbering" w:customStyle="1" w:styleId="CMS-Definitions">
    <w:name w:val="CMS-Definitions"/>
    <w:rsid w:val="00EA4A42"/>
    <w:pPr>
      <w:numPr>
        <w:numId w:val="45"/>
      </w:numPr>
    </w:pPr>
  </w:style>
  <w:style w:type="paragraph" w:customStyle="1" w:styleId="CMSDefinition4">
    <w:name w:val="CMS Definition 4"/>
    <w:basedOn w:val="Normal"/>
    <w:qFormat/>
    <w:rsid w:val="00EA4A42"/>
    <w:pPr>
      <w:numPr>
        <w:ilvl w:val="3"/>
        <w:numId w:val="40"/>
      </w:numPr>
      <w:suppressAutoHyphens/>
      <w:adjustRightInd w:val="0"/>
      <w:snapToGrid w:val="0"/>
      <w:spacing w:before="120" w:after="120"/>
      <w:outlineLvl w:val="3"/>
    </w:pPr>
    <w:rPr>
      <w:rFonts w:asciiTheme="minorHAnsi" w:eastAsia="Times New Roman" w:hAnsiTheme="minorHAnsi" w:cs="Times New Roman"/>
      <w:color w:val="auto"/>
      <w:szCs w:val="24"/>
      <w:lang w:eastAsia="de-DE"/>
    </w:rPr>
  </w:style>
  <w:style w:type="paragraph" w:customStyle="1" w:styleId="CMSDefinition5">
    <w:name w:val="CMS Definition 5"/>
    <w:basedOn w:val="Normal"/>
    <w:qFormat/>
    <w:rsid w:val="00EA4A42"/>
    <w:pPr>
      <w:numPr>
        <w:ilvl w:val="4"/>
        <w:numId w:val="40"/>
      </w:numPr>
      <w:suppressAutoHyphens/>
      <w:adjustRightInd w:val="0"/>
      <w:snapToGrid w:val="0"/>
      <w:spacing w:before="120" w:after="120"/>
      <w:outlineLvl w:val="4"/>
    </w:pPr>
    <w:rPr>
      <w:rFonts w:asciiTheme="minorHAnsi" w:eastAsia="Times New Roman" w:hAnsiTheme="minorHAnsi" w:cs="Times New Roman"/>
      <w:color w:val="auto"/>
      <w:szCs w:val="24"/>
      <w:lang w:eastAsia="de-DE"/>
    </w:rPr>
  </w:style>
  <w:style w:type="paragraph" w:customStyle="1" w:styleId="CMSENExhibit4">
    <w:name w:val="CMS EN Exhibit 4"/>
    <w:basedOn w:val="Normal"/>
    <w:next w:val="Normal"/>
    <w:semiHidden/>
    <w:rsid w:val="00EA4A42"/>
    <w:pPr>
      <w:numPr>
        <w:ilvl w:val="3"/>
        <w:numId w:val="42"/>
      </w:numPr>
      <w:suppressAutoHyphens/>
      <w:adjustRightInd w:val="0"/>
      <w:snapToGrid w:val="0"/>
      <w:spacing w:before="120" w:after="120"/>
    </w:pPr>
    <w:rPr>
      <w:rFonts w:asciiTheme="minorHAnsi" w:eastAsia="Times New Roman" w:hAnsiTheme="minorHAnsi" w:cs="Times New Roman"/>
      <w:color w:val="auto"/>
      <w:szCs w:val="24"/>
      <w:lang w:eastAsia="de-DE"/>
    </w:rPr>
  </w:style>
  <w:style w:type="paragraph" w:customStyle="1" w:styleId="CMSENExhibit9">
    <w:name w:val="CMS EN Exhibit 9"/>
    <w:basedOn w:val="Normal"/>
    <w:semiHidden/>
    <w:rsid w:val="00EA4A42"/>
    <w:pPr>
      <w:numPr>
        <w:ilvl w:val="8"/>
        <w:numId w:val="42"/>
      </w:numPr>
      <w:suppressAutoHyphens/>
      <w:adjustRightInd w:val="0"/>
      <w:snapToGrid w:val="0"/>
      <w:spacing w:before="120" w:after="120"/>
    </w:pPr>
    <w:rPr>
      <w:rFonts w:asciiTheme="minorHAnsi" w:eastAsia="Times New Roman" w:hAnsiTheme="minorHAnsi" w:cs="Times New Roman"/>
      <w:color w:val="auto"/>
      <w:szCs w:val="24"/>
      <w:lang w:eastAsia="de-DE"/>
    </w:rPr>
  </w:style>
  <w:style w:type="numbering" w:customStyle="1" w:styleId="CMS-EN-Exhibit">
    <w:name w:val="CMS-EN-Exhibit"/>
    <w:rsid w:val="00EA4A42"/>
    <w:pPr>
      <w:numPr>
        <w:numId w:val="42"/>
      </w:numPr>
    </w:pPr>
  </w:style>
  <w:style w:type="numbering" w:customStyle="1" w:styleId="CMS-EN-Dash">
    <w:name w:val="CMS-EN-Dash"/>
    <w:semiHidden/>
    <w:rsid w:val="00EA4A42"/>
    <w:pPr>
      <w:numPr>
        <w:numId w:val="41"/>
      </w:numPr>
    </w:pPr>
  </w:style>
  <w:style w:type="paragraph" w:customStyle="1" w:styleId="CMSHeading1">
    <w:name w:val="CMS Heading 1"/>
    <w:basedOn w:val="Normal"/>
    <w:next w:val="Normal"/>
    <w:qFormat/>
    <w:rsid w:val="00B919E8"/>
    <w:pPr>
      <w:keepNext/>
      <w:numPr>
        <w:numId w:val="43"/>
      </w:numPr>
      <w:suppressAutoHyphens/>
      <w:adjustRightInd w:val="0"/>
      <w:snapToGrid w:val="0"/>
      <w:spacing w:before="480" w:after="120"/>
      <w:jc w:val="left"/>
      <w:outlineLvl w:val="0"/>
    </w:pPr>
    <w:rPr>
      <w:rFonts w:asciiTheme="majorHAnsi" w:eastAsia="Times New Roman" w:hAnsiTheme="majorHAnsi" w:cs="Times New Roman"/>
      <w:b/>
      <w:caps/>
      <w:color w:val="auto"/>
      <w:szCs w:val="24"/>
      <w:lang w:eastAsia="de-DE"/>
    </w:rPr>
  </w:style>
  <w:style w:type="paragraph" w:customStyle="1" w:styleId="CMSHeading2">
    <w:name w:val="CMS Heading 2"/>
    <w:basedOn w:val="Normal"/>
    <w:qFormat/>
    <w:rsid w:val="00B919E8"/>
    <w:pPr>
      <w:numPr>
        <w:ilvl w:val="1"/>
        <w:numId w:val="43"/>
      </w:numPr>
      <w:suppressAutoHyphens/>
      <w:adjustRightInd w:val="0"/>
      <w:snapToGrid w:val="0"/>
      <w:spacing w:before="120" w:after="120"/>
      <w:outlineLvl w:val="1"/>
    </w:pPr>
    <w:rPr>
      <w:rFonts w:asciiTheme="majorHAnsi" w:eastAsia="Times New Roman" w:hAnsiTheme="majorHAnsi" w:cs="Times New Roman"/>
      <w:color w:val="auto"/>
      <w:szCs w:val="24"/>
      <w:lang w:eastAsia="de-DE"/>
    </w:rPr>
  </w:style>
  <w:style w:type="paragraph" w:customStyle="1" w:styleId="CMSHeading3">
    <w:name w:val="CMS Heading 3"/>
    <w:basedOn w:val="Normal"/>
    <w:link w:val="CMSHeading3Zchn"/>
    <w:qFormat/>
    <w:rsid w:val="00B919E8"/>
    <w:pPr>
      <w:numPr>
        <w:ilvl w:val="2"/>
        <w:numId w:val="43"/>
      </w:numPr>
      <w:suppressAutoHyphens/>
      <w:adjustRightInd w:val="0"/>
      <w:snapToGrid w:val="0"/>
      <w:spacing w:before="120" w:after="120"/>
      <w:outlineLvl w:val="2"/>
    </w:pPr>
    <w:rPr>
      <w:rFonts w:asciiTheme="majorHAnsi" w:eastAsia="Times New Roman" w:hAnsiTheme="majorHAnsi" w:cs="Times New Roman"/>
      <w:color w:val="auto"/>
      <w:szCs w:val="24"/>
      <w:lang w:eastAsia="de-DE"/>
    </w:rPr>
  </w:style>
  <w:style w:type="paragraph" w:customStyle="1" w:styleId="CMSHeading4">
    <w:name w:val="CMS Heading 4"/>
    <w:basedOn w:val="Normal"/>
    <w:qFormat/>
    <w:rsid w:val="00B919E8"/>
    <w:pPr>
      <w:numPr>
        <w:ilvl w:val="3"/>
        <w:numId w:val="43"/>
      </w:numPr>
      <w:suppressAutoHyphens/>
      <w:adjustRightInd w:val="0"/>
      <w:snapToGrid w:val="0"/>
      <w:spacing w:before="120" w:after="120"/>
      <w:outlineLvl w:val="3"/>
    </w:pPr>
    <w:rPr>
      <w:rFonts w:asciiTheme="majorHAnsi" w:eastAsia="Times New Roman" w:hAnsiTheme="majorHAnsi" w:cs="Times New Roman"/>
      <w:color w:val="auto"/>
      <w:szCs w:val="24"/>
      <w:lang w:eastAsia="de-DE"/>
    </w:rPr>
  </w:style>
  <w:style w:type="paragraph" w:customStyle="1" w:styleId="CMSHeading5">
    <w:name w:val="CMS Heading 5"/>
    <w:basedOn w:val="Normal"/>
    <w:qFormat/>
    <w:rsid w:val="00B919E8"/>
    <w:pPr>
      <w:numPr>
        <w:ilvl w:val="4"/>
        <w:numId w:val="43"/>
      </w:numPr>
      <w:suppressAutoHyphens/>
      <w:adjustRightInd w:val="0"/>
      <w:snapToGrid w:val="0"/>
      <w:spacing w:before="120" w:after="120"/>
      <w:outlineLvl w:val="4"/>
    </w:pPr>
    <w:rPr>
      <w:rFonts w:asciiTheme="majorHAnsi" w:eastAsia="Times New Roman" w:hAnsiTheme="majorHAnsi" w:cs="Times New Roman"/>
      <w:color w:val="auto"/>
      <w:szCs w:val="24"/>
      <w:lang w:eastAsia="de-DE"/>
    </w:rPr>
  </w:style>
  <w:style w:type="paragraph" w:customStyle="1" w:styleId="CMSHeading6">
    <w:name w:val="CMS Heading 6"/>
    <w:basedOn w:val="Normal"/>
    <w:qFormat/>
    <w:rsid w:val="00B919E8"/>
    <w:pPr>
      <w:numPr>
        <w:ilvl w:val="5"/>
        <w:numId w:val="43"/>
      </w:numPr>
      <w:suppressAutoHyphens/>
      <w:adjustRightInd w:val="0"/>
      <w:snapToGrid w:val="0"/>
      <w:spacing w:before="120" w:after="120"/>
      <w:outlineLvl w:val="5"/>
    </w:pPr>
    <w:rPr>
      <w:rFonts w:asciiTheme="majorHAnsi" w:eastAsia="Times New Roman" w:hAnsiTheme="majorHAnsi" w:cs="Times New Roman"/>
      <w:color w:val="auto"/>
      <w:szCs w:val="24"/>
      <w:lang w:eastAsia="de-DE"/>
    </w:rPr>
  </w:style>
  <w:style w:type="paragraph" w:customStyle="1" w:styleId="CMSHeading7">
    <w:name w:val="CMS Heading 7"/>
    <w:basedOn w:val="Normal"/>
    <w:qFormat/>
    <w:rsid w:val="00B919E8"/>
    <w:pPr>
      <w:numPr>
        <w:ilvl w:val="6"/>
        <w:numId w:val="43"/>
      </w:numPr>
      <w:suppressAutoHyphens/>
      <w:adjustRightInd w:val="0"/>
      <w:snapToGrid w:val="0"/>
      <w:spacing w:before="120" w:after="120"/>
      <w:outlineLvl w:val="6"/>
    </w:pPr>
    <w:rPr>
      <w:rFonts w:asciiTheme="majorHAnsi" w:eastAsia="Times New Roman" w:hAnsiTheme="majorHAnsi" w:cs="Times New Roman"/>
      <w:color w:val="auto"/>
      <w:szCs w:val="24"/>
      <w:lang w:eastAsia="de-DE"/>
    </w:rPr>
  </w:style>
  <w:style w:type="paragraph" w:customStyle="1" w:styleId="CMSHeading8">
    <w:name w:val="CMS Heading 8"/>
    <w:basedOn w:val="Normal"/>
    <w:next w:val="Normal"/>
    <w:semiHidden/>
    <w:rsid w:val="00B919E8"/>
    <w:pPr>
      <w:keepNext/>
      <w:keepLines/>
      <w:numPr>
        <w:ilvl w:val="7"/>
        <w:numId w:val="43"/>
      </w:numPr>
      <w:suppressAutoHyphens/>
      <w:adjustRightInd w:val="0"/>
      <w:snapToGrid w:val="0"/>
      <w:spacing w:before="240" w:after="200"/>
      <w:outlineLvl w:val="7"/>
    </w:pPr>
    <w:rPr>
      <w:rFonts w:asciiTheme="minorHAnsi" w:eastAsia="Times New Roman" w:hAnsiTheme="minorHAnsi" w:cs="Times New Roman"/>
      <w:color w:val="auto"/>
      <w:szCs w:val="24"/>
      <w:lang w:eastAsia="de-DE"/>
    </w:rPr>
  </w:style>
  <w:style w:type="paragraph" w:customStyle="1" w:styleId="CMSHeading9">
    <w:name w:val="CMS Heading 9"/>
    <w:basedOn w:val="Normal"/>
    <w:next w:val="Normal"/>
    <w:semiHidden/>
    <w:rsid w:val="00B919E8"/>
    <w:pPr>
      <w:keepNext/>
      <w:keepLines/>
      <w:numPr>
        <w:ilvl w:val="8"/>
        <w:numId w:val="43"/>
      </w:numPr>
      <w:suppressAutoHyphens/>
      <w:adjustRightInd w:val="0"/>
      <w:snapToGrid w:val="0"/>
      <w:spacing w:before="240" w:after="200"/>
      <w:outlineLvl w:val="8"/>
    </w:pPr>
    <w:rPr>
      <w:rFonts w:asciiTheme="minorHAnsi" w:eastAsia="Times New Roman" w:hAnsiTheme="minorHAnsi" w:cs="Times New Roman"/>
      <w:color w:val="auto"/>
      <w:szCs w:val="24"/>
      <w:lang w:eastAsia="de-DE"/>
    </w:rPr>
  </w:style>
  <w:style w:type="numbering" w:customStyle="1" w:styleId="CMS-Heading">
    <w:name w:val="CMS-Heading"/>
    <w:rsid w:val="00B919E8"/>
    <w:pPr>
      <w:numPr>
        <w:numId w:val="44"/>
      </w:numPr>
    </w:pPr>
  </w:style>
  <w:style w:type="character" w:customStyle="1" w:styleId="CMSHeading3Zchn">
    <w:name w:val="CMS Heading 3 Zchn"/>
    <w:link w:val="CMSHeading3"/>
    <w:locked/>
    <w:rsid w:val="00B919E8"/>
    <w:rPr>
      <w:rFonts w:asciiTheme="majorHAnsi" w:eastAsia="Times New Roman" w:hAnsiTheme="majorHAnsi" w:cs="Times New Roman"/>
      <w:color w:val="auto"/>
      <w:szCs w:val="24"/>
      <w:lang w:eastAsia="de-DE"/>
    </w:rPr>
  </w:style>
  <w:style w:type="paragraph" w:customStyle="1" w:styleId="NotesAlpha">
    <w:name w:val="Notes Alpha"/>
    <w:basedOn w:val="Normal"/>
    <w:rsid w:val="004C2E33"/>
    <w:pPr>
      <w:numPr>
        <w:numId w:val="46"/>
      </w:numPr>
      <w:spacing w:after="100" w:line="288" w:lineRule="auto"/>
    </w:pPr>
    <w:rPr>
      <w:rFonts w:ascii="CG Times" w:eastAsia="Times New Roman" w:hAnsi="CG Times" w:cs="Times New Roman"/>
      <w:color w:val="auto"/>
      <w:szCs w:val="20"/>
    </w:rPr>
  </w:style>
  <w:style w:type="paragraph" w:customStyle="1" w:styleId="NotesArabic">
    <w:name w:val="Notes Arabic"/>
    <w:basedOn w:val="Normal"/>
    <w:rsid w:val="004C2E33"/>
    <w:pPr>
      <w:numPr>
        <w:ilvl w:val="1"/>
        <w:numId w:val="46"/>
      </w:numPr>
      <w:spacing w:after="100" w:line="288" w:lineRule="auto"/>
    </w:pPr>
    <w:rPr>
      <w:rFonts w:ascii="CG Times" w:eastAsia="Times New Roman" w:hAnsi="CG Times" w:cs="Times New Roman"/>
      <w:color w:val="auto"/>
      <w:szCs w:val="20"/>
    </w:rPr>
  </w:style>
  <w:style w:type="paragraph" w:customStyle="1" w:styleId="NotesRoman">
    <w:name w:val="Notes Roman"/>
    <w:basedOn w:val="Normal"/>
    <w:rsid w:val="004C2E33"/>
    <w:pPr>
      <w:numPr>
        <w:ilvl w:val="2"/>
        <w:numId w:val="46"/>
      </w:numPr>
      <w:tabs>
        <w:tab w:val="clear" w:pos="720"/>
        <w:tab w:val="left" w:pos="624"/>
      </w:tabs>
      <w:spacing w:after="100" w:line="288" w:lineRule="auto"/>
    </w:pPr>
    <w:rPr>
      <w:rFonts w:ascii="CG Times" w:eastAsia="Times New Roman" w:hAnsi="CG Times" w:cs="Times New Roman"/>
      <w:color w:val="auto"/>
      <w:szCs w:val="20"/>
    </w:rPr>
  </w:style>
  <w:style w:type="paragraph" w:customStyle="1" w:styleId="BodyText1">
    <w:name w:val="Body Text 1"/>
    <w:basedOn w:val="Normal"/>
    <w:qFormat/>
    <w:rsid w:val="00837DEE"/>
    <w:pPr>
      <w:spacing w:after="240" w:line="240" w:lineRule="auto"/>
      <w:ind w:left="720"/>
    </w:pPr>
    <w:rPr>
      <w:rFonts w:eastAsia="SimSun" w:cs="Times New Roman"/>
      <w:color w:val="auto"/>
      <w:sz w:val="24"/>
      <w:szCs w:val="24"/>
      <w:lang w:eastAsia="en-GB" w:bidi="ar-AE"/>
    </w:rPr>
  </w:style>
  <w:style w:type="paragraph" w:customStyle="1" w:styleId="General2L9">
    <w:name w:val="General 2 L9"/>
    <w:basedOn w:val="Normal"/>
    <w:rsid w:val="00837DEE"/>
    <w:pPr>
      <w:numPr>
        <w:ilvl w:val="8"/>
        <w:numId w:val="47"/>
      </w:numPr>
      <w:spacing w:after="240" w:line="240" w:lineRule="auto"/>
    </w:pPr>
    <w:rPr>
      <w:rFonts w:eastAsia="SimSun" w:cs="Times New Roman"/>
      <w:color w:val="auto"/>
      <w:sz w:val="24"/>
      <w:szCs w:val="16"/>
      <w:lang w:eastAsia="zh-CN" w:bidi="he-IL"/>
    </w:rPr>
  </w:style>
  <w:style w:type="paragraph" w:customStyle="1" w:styleId="General2L8">
    <w:name w:val="General 2 L8"/>
    <w:basedOn w:val="Normal"/>
    <w:rsid w:val="00837DEE"/>
    <w:pPr>
      <w:numPr>
        <w:ilvl w:val="7"/>
        <w:numId w:val="47"/>
      </w:numPr>
      <w:spacing w:after="240" w:line="240" w:lineRule="auto"/>
    </w:pPr>
    <w:rPr>
      <w:rFonts w:eastAsia="SimSun" w:cs="Times New Roman"/>
      <w:color w:val="auto"/>
      <w:sz w:val="24"/>
      <w:szCs w:val="16"/>
      <w:lang w:eastAsia="zh-CN" w:bidi="he-IL"/>
    </w:rPr>
  </w:style>
  <w:style w:type="paragraph" w:customStyle="1" w:styleId="General2L7">
    <w:name w:val="General 2 L7"/>
    <w:basedOn w:val="Normal"/>
    <w:rsid w:val="00837DEE"/>
    <w:pPr>
      <w:numPr>
        <w:ilvl w:val="6"/>
        <w:numId w:val="47"/>
      </w:numPr>
      <w:spacing w:after="240" w:line="240" w:lineRule="auto"/>
    </w:pPr>
    <w:rPr>
      <w:rFonts w:eastAsia="SimSun" w:cs="Times New Roman"/>
      <w:color w:val="auto"/>
      <w:sz w:val="24"/>
      <w:szCs w:val="16"/>
      <w:lang w:eastAsia="zh-CN" w:bidi="he-IL"/>
    </w:rPr>
  </w:style>
  <w:style w:type="paragraph" w:customStyle="1" w:styleId="General2L6">
    <w:name w:val="General 2 L6"/>
    <w:basedOn w:val="Normal"/>
    <w:rsid w:val="00837DEE"/>
    <w:pPr>
      <w:numPr>
        <w:ilvl w:val="5"/>
        <w:numId w:val="47"/>
      </w:numPr>
      <w:spacing w:after="240" w:line="240" w:lineRule="auto"/>
      <w:outlineLvl w:val="5"/>
    </w:pPr>
    <w:rPr>
      <w:rFonts w:eastAsia="SimSun" w:cs="Times New Roman"/>
      <w:color w:val="auto"/>
      <w:sz w:val="24"/>
      <w:szCs w:val="16"/>
      <w:lang w:eastAsia="zh-CN" w:bidi="he-IL"/>
    </w:rPr>
  </w:style>
  <w:style w:type="paragraph" w:customStyle="1" w:styleId="General2L5">
    <w:name w:val="General 2 L5"/>
    <w:basedOn w:val="Normal"/>
    <w:next w:val="Normal"/>
    <w:rsid w:val="00837DEE"/>
    <w:pPr>
      <w:numPr>
        <w:ilvl w:val="4"/>
        <w:numId w:val="47"/>
      </w:numPr>
      <w:spacing w:after="240" w:line="240" w:lineRule="auto"/>
      <w:outlineLvl w:val="4"/>
    </w:pPr>
    <w:rPr>
      <w:rFonts w:eastAsia="SimSun" w:cs="Times New Roman"/>
      <w:color w:val="auto"/>
      <w:sz w:val="24"/>
      <w:szCs w:val="16"/>
      <w:lang w:eastAsia="zh-CN" w:bidi="he-IL"/>
    </w:rPr>
  </w:style>
  <w:style w:type="paragraph" w:customStyle="1" w:styleId="General2L4">
    <w:name w:val="General 2 L4"/>
    <w:basedOn w:val="Normal"/>
    <w:next w:val="BodyText3"/>
    <w:rsid w:val="00837DEE"/>
    <w:pPr>
      <w:numPr>
        <w:ilvl w:val="3"/>
        <w:numId w:val="47"/>
      </w:numPr>
      <w:spacing w:after="240" w:line="240" w:lineRule="auto"/>
      <w:outlineLvl w:val="3"/>
    </w:pPr>
    <w:rPr>
      <w:rFonts w:eastAsia="SimSun" w:cs="Times New Roman"/>
      <w:color w:val="auto"/>
      <w:sz w:val="24"/>
      <w:szCs w:val="16"/>
      <w:lang w:eastAsia="zh-CN" w:bidi="he-IL"/>
    </w:rPr>
  </w:style>
  <w:style w:type="paragraph" w:customStyle="1" w:styleId="General2L3">
    <w:name w:val="General 2 L3"/>
    <w:basedOn w:val="Normal"/>
    <w:next w:val="BodyText2"/>
    <w:rsid w:val="00837DEE"/>
    <w:pPr>
      <w:numPr>
        <w:ilvl w:val="2"/>
        <w:numId w:val="47"/>
      </w:numPr>
      <w:spacing w:after="240" w:line="240" w:lineRule="auto"/>
      <w:outlineLvl w:val="2"/>
    </w:pPr>
    <w:rPr>
      <w:rFonts w:eastAsia="SimSun" w:cs="Times New Roman"/>
      <w:color w:val="auto"/>
      <w:sz w:val="24"/>
      <w:szCs w:val="16"/>
      <w:lang w:eastAsia="zh-CN" w:bidi="he-IL"/>
    </w:rPr>
  </w:style>
  <w:style w:type="paragraph" w:customStyle="1" w:styleId="General2L2">
    <w:name w:val="General 2 L2"/>
    <w:basedOn w:val="Normal"/>
    <w:next w:val="BodyText1"/>
    <w:rsid w:val="00837DEE"/>
    <w:pPr>
      <w:keepNext/>
      <w:numPr>
        <w:ilvl w:val="1"/>
        <w:numId w:val="47"/>
      </w:numPr>
      <w:suppressAutoHyphens/>
      <w:spacing w:after="240" w:line="240" w:lineRule="auto"/>
      <w:jc w:val="left"/>
      <w:outlineLvl w:val="1"/>
    </w:pPr>
    <w:rPr>
      <w:rFonts w:eastAsia="SimSun" w:cs="Times New Roman"/>
      <w:b/>
      <w:color w:val="auto"/>
      <w:sz w:val="24"/>
      <w:szCs w:val="16"/>
      <w:lang w:eastAsia="zh-CN" w:bidi="he-IL"/>
    </w:rPr>
  </w:style>
  <w:style w:type="paragraph" w:customStyle="1" w:styleId="General2L1">
    <w:name w:val="General 2 L1"/>
    <w:basedOn w:val="Normal"/>
    <w:next w:val="BodyText1"/>
    <w:rsid w:val="00837DEE"/>
    <w:pPr>
      <w:keepNext/>
      <w:numPr>
        <w:numId w:val="47"/>
      </w:numPr>
      <w:suppressAutoHyphens/>
      <w:spacing w:after="240" w:line="240" w:lineRule="auto"/>
      <w:jc w:val="left"/>
      <w:outlineLvl w:val="0"/>
    </w:pPr>
    <w:rPr>
      <w:rFonts w:eastAsia="SimSun" w:cs="Times New Roman"/>
      <w:b/>
      <w:caps/>
      <w:color w:val="auto"/>
      <w:sz w:val="24"/>
      <w:szCs w:val="16"/>
      <w:lang w:eastAsia="zh-CN" w:bidi="he-IL"/>
    </w:rPr>
  </w:style>
  <w:style w:type="paragraph" w:customStyle="1" w:styleId="SectionIXHeader">
    <w:name w:val="Section IX Header"/>
    <w:basedOn w:val="Normal"/>
    <w:rsid w:val="00772F2A"/>
    <w:pPr>
      <w:spacing w:line="240" w:lineRule="auto"/>
      <w:jc w:val="center"/>
    </w:pPr>
    <w:rPr>
      <w:rFonts w:ascii="Arial" w:eastAsia="SimSun" w:hAnsi="Arial" w:cs="Times New Roman"/>
      <w:b/>
      <w:color w:val="auto"/>
      <w:sz w:val="36"/>
      <w:szCs w:val="20"/>
      <w:lang w:eastAsia="en-GB" w:bidi="en-GB"/>
    </w:rPr>
  </w:style>
  <w:style w:type="character" w:customStyle="1" w:styleId="UnresolvedMention">
    <w:name w:val="Unresolved Mention"/>
    <w:basedOn w:val="DefaultParagraphFont"/>
    <w:uiPriority w:val="99"/>
    <w:semiHidden/>
    <w:unhideWhenUsed/>
    <w:rsid w:val="009F42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125700">
      <w:bodyDiv w:val="1"/>
      <w:marLeft w:val="0"/>
      <w:marRight w:val="0"/>
      <w:marTop w:val="0"/>
      <w:marBottom w:val="0"/>
      <w:divBdr>
        <w:top w:val="none" w:sz="0" w:space="0" w:color="auto"/>
        <w:left w:val="none" w:sz="0" w:space="0" w:color="auto"/>
        <w:bottom w:val="none" w:sz="0" w:space="0" w:color="auto"/>
        <w:right w:val="none" w:sz="0" w:space="0" w:color="auto"/>
      </w:divBdr>
    </w:div>
    <w:div w:id="430861660">
      <w:bodyDiv w:val="1"/>
      <w:marLeft w:val="0"/>
      <w:marRight w:val="0"/>
      <w:marTop w:val="0"/>
      <w:marBottom w:val="0"/>
      <w:divBdr>
        <w:top w:val="none" w:sz="0" w:space="0" w:color="auto"/>
        <w:left w:val="none" w:sz="0" w:space="0" w:color="auto"/>
        <w:bottom w:val="none" w:sz="0" w:space="0" w:color="auto"/>
        <w:right w:val="none" w:sz="0" w:space="0" w:color="auto"/>
      </w:divBdr>
    </w:div>
    <w:div w:id="479810614">
      <w:bodyDiv w:val="1"/>
      <w:marLeft w:val="0"/>
      <w:marRight w:val="0"/>
      <w:marTop w:val="0"/>
      <w:marBottom w:val="0"/>
      <w:divBdr>
        <w:top w:val="none" w:sz="0" w:space="0" w:color="auto"/>
        <w:left w:val="none" w:sz="0" w:space="0" w:color="auto"/>
        <w:bottom w:val="none" w:sz="0" w:space="0" w:color="auto"/>
        <w:right w:val="none" w:sz="0" w:space="0" w:color="auto"/>
      </w:divBdr>
    </w:div>
    <w:div w:id="535892166">
      <w:bodyDiv w:val="1"/>
      <w:marLeft w:val="0"/>
      <w:marRight w:val="0"/>
      <w:marTop w:val="0"/>
      <w:marBottom w:val="0"/>
      <w:divBdr>
        <w:top w:val="none" w:sz="0" w:space="0" w:color="auto"/>
        <w:left w:val="none" w:sz="0" w:space="0" w:color="auto"/>
        <w:bottom w:val="none" w:sz="0" w:space="0" w:color="auto"/>
        <w:right w:val="none" w:sz="0" w:space="0" w:color="auto"/>
      </w:divBdr>
    </w:div>
    <w:div w:id="1218784910">
      <w:bodyDiv w:val="1"/>
      <w:marLeft w:val="0"/>
      <w:marRight w:val="0"/>
      <w:marTop w:val="0"/>
      <w:marBottom w:val="0"/>
      <w:divBdr>
        <w:top w:val="none" w:sz="0" w:space="0" w:color="auto"/>
        <w:left w:val="none" w:sz="0" w:space="0" w:color="auto"/>
        <w:bottom w:val="none" w:sz="0" w:space="0" w:color="auto"/>
        <w:right w:val="none" w:sz="0" w:space="0" w:color="auto"/>
      </w:divBdr>
    </w:div>
    <w:div w:id="1294095710">
      <w:bodyDiv w:val="1"/>
      <w:marLeft w:val="0"/>
      <w:marRight w:val="0"/>
      <w:marTop w:val="0"/>
      <w:marBottom w:val="0"/>
      <w:divBdr>
        <w:top w:val="none" w:sz="0" w:space="0" w:color="auto"/>
        <w:left w:val="none" w:sz="0" w:space="0" w:color="auto"/>
        <w:bottom w:val="none" w:sz="0" w:space="0" w:color="auto"/>
        <w:right w:val="none" w:sz="0" w:space="0" w:color="auto"/>
      </w:divBdr>
    </w:div>
    <w:div w:id="1314599192">
      <w:bodyDiv w:val="1"/>
      <w:marLeft w:val="0"/>
      <w:marRight w:val="0"/>
      <w:marTop w:val="0"/>
      <w:marBottom w:val="0"/>
      <w:divBdr>
        <w:top w:val="none" w:sz="0" w:space="0" w:color="auto"/>
        <w:left w:val="none" w:sz="0" w:space="0" w:color="auto"/>
        <w:bottom w:val="none" w:sz="0" w:space="0" w:color="auto"/>
        <w:right w:val="none" w:sz="0" w:space="0" w:color="auto"/>
      </w:divBdr>
    </w:div>
    <w:div w:id="1444030813">
      <w:bodyDiv w:val="1"/>
      <w:marLeft w:val="0"/>
      <w:marRight w:val="0"/>
      <w:marTop w:val="0"/>
      <w:marBottom w:val="0"/>
      <w:divBdr>
        <w:top w:val="none" w:sz="0" w:space="0" w:color="auto"/>
        <w:left w:val="none" w:sz="0" w:space="0" w:color="auto"/>
        <w:bottom w:val="none" w:sz="0" w:space="0" w:color="auto"/>
        <w:right w:val="none" w:sz="0" w:space="0" w:color="auto"/>
      </w:divBdr>
    </w:div>
    <w:div w:id="1561794576">
      <w:bodyDiv w:val="1"/>
      <w:marLeft w:val="0"/>
      <w:marRight w:val="0"/>
      <w:marTop w:val="0"/>
      <w:marBottom w:val="0"/>
      <w:divBdr>
        <w:top w:val="none" w:sz="0" w:space="0" w:color="auto"/>
        <w:left w:val="none" w:sz="0" w:space="0" w:color="auto"/>
        <w:bottom w:val="none" w:sz="0" w:space="0" w:color="auto"/>
        <w:right w:val="none" w:sz="0" w:space="0" w:color="auto"/>
      </w:divBdr>
    </w:div>
    <w:div w:id="1564295369">
      <w:bodyDiv w:val="1"/>
      <w:marLeft w:val="0"/>
      <w:marRight w:val="0"/>
      <w:marTop w:val="0"/>
      <w:marBottom w:val="0"/>
      <w:divBdr>
        <w:top w:val="none" w:sz="0" w:space="0" w:color="auto"/>
        <w:left w:val="none" w:sz="0" w:space="0" w:color="auto"/>
        <w:bottom w:val="none" w:sz="0" w:space="0" w:color="auto"/>
        <w:right w:val="none" w:sz="0" w:space="0" w:color="auto"/>
      </w:divBdr>
    </w:div>
    <w:div w:id="165598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ugundes@ziraatbank.com.t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kabinet@mfin.gov.rs"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Draft%20Legal%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5D4C5D4372B4F8999346C2361E4082D"/>
        <w:category>
          <w:name w:val="General"/>
          <w:gallery w:val="placeholder"/>
        </w:category>
        <w:types>
          <w:type w:val="bbPlcHdr"/>
        </w:types>
        <w:behaviors>
          <w:behavior w:val="content"/>
        </w:behaviors>
        <w:guid w:val="{6B651147-8238-4C24-856A-8A7EDBDB124C}"/>
      </w:docPartPr>
      <w:docPartBody>
        <w:p w:rsidR="00BA49DA" w:rsidRDefault="00BA49DA"/>
      </w:docPartBody>
    </w:docPart>
    <w:docPart>
      <w:docPartPr>
        <w:name w:val="9C322BA22AEF4A50AA981920C39FFAFC"/>
        <w:category>
          <w:name w:val="General"/>
          <w:gallery w:val="placeholder"/>
        </w:category>
        <w:types>
          <w:type w:val="bbPlcHdr"/>
        </w:types>
        <w:behaviors>
          <w:behavior w:val="content"/>
        </w:behaviors>
        <w:guid w:val="{51AD6551-FC2A-4606-B356-765E147C9855}"/>
      </w:docPartPr>
      <w:docPartBody>
        <w:p w:rsidR="00BA49DA" w:rsidRDefault="00BA49DA"/>
      </w:docPartBody>
    </w:docPart>
    <w:docPart>
      <w:docPartPr>
        <w:name w:val="4D50712B4D854CCABCA6215E33AF81CA"/>
        <w:category>
          <w:name w:val="General"/>
          <w:gallery w:val="placeholder"/>
        </w:category>
        <w:types>
          <w:type w:val="bbPlcHdr"/>
        </w:types>
        <w:behaviors>
          <w:behavior w:val="content"/>
        </w:behaviors>
        <w:guid w:val="{67DB9E12-2FDA-408D-9B00-10FE908BE0A8}"/>
      </w:docPartPr>
      <w:docPartBody>
        <w:p w:rsidR="00BA49DA" w:rsidRDefault="00BA49DA"/>
      </w:docPartBody>
    </w:docPart>
    <w:docPart>
      <w:docPartPr>
        <w:name w:val="5C6C0949BEC643FC86E825927FF01C36"/>
        <w:category>
          <w:name w:val="General"/>
          <w:gallery w:val="placeholder"/>
        </w:category>
        <w:types>
          <w:type w:val="bbPlcHdr"/>
        </w:types>
        <w:behaviors>
          <w:behavior w:val="content"/>
        </w:behaviors>
        <w:guid w:val="{BE6A8EFE-0363-4F39-9446-91FF712360A0}"/>
      </w:docPartPr>
      <w:docPartBody>
        <w:p w:rsidR="00BA49DA" w:rsidRDefault="00BA49DA"/>
      </w:docPartBody>
    </w:docPart>
    <w:docPart>
      <w:docPartPr>
        <w:name w:val="A0CC4F0D51B54B5581586CA497BC44FA"/>
        <w:category>
          <w:name w:val="General"/>
          <w:gallery w:val="placeholder"/>
        </w:category>
        <w:types>
          <w:type w:val="bbPlcHdr"/>
        </w:types>
        <w:behaviors>
          <w:behavior w:val="content"/>
        </w:behaviors>
        <w:guid w:val="{78A1EC37-3B88-4F23-9A7C-2656766A1353}"/>
      </w:docPartPr>
      <w:docPartBody>
        <w:p w:rsidR="00BA49DA" w:rsidRDefault="00BA49DA"/>
      </w:docPartBody>
    </w:docPart>
    <w:docPart>
      <w:docPartPr>
        <w:name w:val="30365205E2704E929FC5C6930F4981EA"/>
        <w:category>
          <w:name w:val="General"/>
          <w:gallery w:val="placeholder"/>
        </w:category>
        <w:types>
          <w:type w:val="bbPlcHdr"/>
        </w:types>
        <w:behaviors>
          <w:behavior w:val="content"/>
        </w:behaviors>
        <w:guid w:val="{1E62BB1F-1435-4667-9FCD-27DF099583CD}"/>
      </w:docPartPr>
      <w:docPartBody>
        <w:p w:rsidR="00BA49DA" w:rsidRDefault="00BA49DA"/>
      </w:docPartBody>
    </w:docPart>
    <w:docPart>
      <w:docPartPr>
        <w:name w:val="A11C097DB6DC4F3ABA86AC5692B5BD1F"/>
        <w:category>
          <w:name w:val="General"/>
          <w:gallery w:val="placeholder"/>
        </w:category>
        <w:types>
          <w:type w:val="bbPlcHdr"/>
        </w:types>
        <w:behaviors>
          <w:behavior w:val="content"/>
        </w:behaviors>
        <w:guid w:val="{9E9FB511-55D8-4FFC-B858-69A3FE50E47D}"/>
      </w:docPartPr>
      <w:docPartBody>
        <w:p w:rsidR="00BA49DA" w:rsidRDefault="00BA49DA"/>
      </w:docPartBody>
    </w:docPart>
    <w:docPart>
      <w:docPartPr>
        <w:name w:val="34D8119E9D054AEA93B689B9F6FA214A"/>
        <w:category>
          <w:name w:val="General"/>
          <w:gallery w:val="placeholder"/>
        </w:category>
        <w:types>
          <w:type w:val="bbPlcHdr"/>
        </w:types>
        <w:behaviors>
          <w:behavior w:val="content"/>
        </w:behaviors>
        <w:guid w:val="{3E89EA7C-7DBB-4391-9576-7A0BCE3F1051}"/>
      </w:docPartPr>
      <w:docPartBody>
        <w:p w:rsidR="00BA49DA" w:rsidRDefault="00BA49DA"/>
      </w:docPartBody>
    </w:docPart>
    <w:docPart>
      <w:docPartPr>
        <w:name w:val="CB1E85C8234D40DDA061601EBB11CB02"/>
        <w:category>
          <w:name w:val="General"/>
          <w:gallery w:val="placeholder"/>
        </w:category>
        <w:types>
          <w:type w:val="bbPlcHdr"/>
        </w:types>
        <w:behaviors>
          <w:behavior w:val="content"/>
        </w:behaviors>
        <w:guid w:val="{13D62A38-0AD7-4325-A05C-C57D301552AE}"/>
      </w:docPartPr>
      <w:docPartBody>
        <w:p w:rsidR="00BA49DA" w:rsidRDefault="00BA49DA"/>
      </w:docPartBody>
    </w:docPart>
    <w:docPart>
      <w:docPartPr>
        <w:name w:val="DA4214BB80B2481F9E9D3AEDEC1921D4"/>
        <w:category>
          <w:name w:val="General"/>
          <w:gallery w:val="placeholder"/>
        </w:category>
        <w:types>
          <w:type w:val="bbPlcHdr"/>
        </w:types>
        <w:behaviors>
          <w:behavior w:val="content"/>
        </w:behaviors>
        <w:guid w:val="{85E7E6F9-EA64-408B-B1B1-D7DBF0AA9476}"/>
      </w:docPartPr>
      <w:docPartBody>
        <w:p w:rsidR="00BA49DA" w:rsidRDefault="00BA49DA"/>
      </w:docPartBody>
    </w:docPart>
    <w:docPart>
      <w:docPartPr>
        <w:name w:val="D87843BE37184B1EBADEB63873D1EFD8"/>
        <w:category>
          <w:name w:val="General"/>
          <w:gallery w:val="placeholder"/>
        </w:category>
        <w:types>
          <w:type w:val="bbPlcHdr"/>
        </w:types>
        <w:behaviors>
          <w:behavior w:val="content"/>
        </w:behaviors>
        <w:guid w:val="{0C563515-D090-4E9F-B04E-C37C99715270}"/>
      </w:docPartPr>
      <w:docPartBody>
        <w:p w:rsidR="00BA49DA" w:rsidRDefault="00BA49DA"/>
      </w:docPartBody>
    </w:docPart>
    <w:docPart>
      <w:docPartPr>
        <w:name w:val="AAC12DB22BF447B5A4F851557B914C38"/>
        <w:category>
          <w:name w:val="General"/>
          <w:gallery w:val="placeholder"/>
        </w:category>
        <w:types>
          <w:type w:val="bbPlcHdr"/>
        </w:types>
        <w:behaviors>
          <w:behavior w:val="content"/>
        </w:behaviors>
        <w:guid w:val="{E3780827-7F14-4DE1-B68B-B0A515BC57C9}"/>
      </w:docPartPr>
      <w:docPartBody>
        <w:p w:rsidR="00BA49DA" w:rsidRDefault="00BA49DA"/>
      </w:docPartBody>
    </w:docPart>
    <w:docPart>
      <w:docPartPr>
        <w:name w:val="6770D42255E24ABEA39B7ADC231B8232"/>
        <w:category>
          <w:name w:val="General"/>
          <w:gallery w:val="placeholder"/>
        </w:category>
        <w:types>
          <w:type w:val="bbPlcHdr"/>
        </w:types>
        <w:behaviors>
          <w:behavior w:val="content"/>
        </w:behaviors>
        <w:guid w:val="{E72BF247-75E7-4B17-858C-BDB95F47F2FB}"/>
      </w:docPartPr>
      <w:docPartBody>
        <w:p w:rsidR="00BA49DA" w:rsidRDefault="00BA49DA"/>
      </w:docPartBody>
    </w:docPart>
    <w:docPart>
      <w:docPartPr>
        <w:name w:val="99ACF4CB8B804928AA68B01CA448E3FF"/>
        <w:category>
          <w:name w:val="General"/>
          <w:gallery w:val="placeholder"/>
        </w:category>
        <w:types>
          <w:type w:val="bbPlcHdr"/>
        </w:types>
        <w:behaviors>
          <w:behavior w:val="content"/>
        </w:behaviors>
        <w:guid w:val="{F97D0060-4767-4F18-9005-25442BA7CD74}"/>
      </w:docPartPr>
      <w:docPartBody>
        <w:p w:rsidR="00BA49DA" w:rsidRDefault="00BA49DA"/>
      </w:docPartBody>
    </w:docPart>
    <w:docPart>
      <w:docPartPr>
        <w:name w:val="D9B3299F663045309D113ED4C708985F"/>
        <w:category>
          <w:name w:val="General"/>
          <w:gallery w:val="placeholder"/>
        </w:category>
        <w:types>
          <w:type w:val="bbPlcHdr"/>
        </w:types>
        <w:behaviors>
          <w:behavior w:val="content"/>
        </w:behaviors>
        <w:guid w:val="{F759981C-42AC-4468-811C-ADB5E991F69D}"/>
      </w:docPartPr>
      <w:docPartBody>
        <w:p w:rsidR="00BA49DA" w:rsidRDefault="00BA49DA"/>
      </w:docPartBody>
    </w:docPart>
    <w:docPart>
      <w:docPartPr>
        <w:name w:val="03CED423D03F4A7A92E1C2D443A3ED73"/>
        <w:category>
          <w:name w:val="General"/>
          <w:gallery w:val="placeholder"/>
        </w:category>
        <w:types>
          <w:type w:val="bbPlcHdr"/>
        </w:types>
        <w:behaviors>
          <w:behavior w:val="content"/>
        </w:behaviors>
        <w:guid w:val="{997FCD77-1987-4982-A36F-22F29B9BD577}"/>
      </w:docPartPr>
      <w:docPartBody>
        <w:p w:rsidR="00BA49DA" w:rsidRDefault="00BA49DA"/>
      </w:docPartBody>
    </w:docPart>
    <w:docPart>
      <w:docPartPr>
        <w:name w:val="E5C3B23E2ECF4C7B8E31041C6EF03444"/>
        <w:category>
          <w:name w:val="General"/>
          <w:gallery w:val="placeholder"/>
        </w:category>
        <w:types>
          <w:type w:val="bbPlcHdr"/>
        </w:types>
        <w:behaviors>
          <w:behavior w:val="content"/>
        </w:behaviors>
        <w:guid w:val="{1FDAA7B3-AEBF-4973-9826-432754949FCC}"/>
      </w:docPartPr>
      <w:docPartBody>
        <w:p w:rsidR="00BA49DA" w:rsidRDefault="00BA49DA"/>
      </w:docPartBody>
    </w:docPart>
    <w:docPart>
      <w:docPartPr>
        <w:name w:val="C819D4E0CFA946608BAE00EE37842C4B"/>
        <w:category>
          <w:name w:val="General"/>
          <w:gallery w:val="placeholder"/>
        </w:category>
        <w:types>
          <w:type w:val="bbPlcHdr"/>
        </w:types>
        <w:behaviors>
          <w:behavior w:val="content"/>
        </w:behaviors>
        <w:guid w:val="{404177C9-449B-456E-8015-2B98A55F3911}"/>
      </w:docPartPr>
      <w:docPartBody>
        <w:p w:rsidR="00D84EBF" w:rsidRDefault="00D84EBF"/>
      </w:docPartBody>
    </w:docPart>
    <w:docPart>
      <w:docPartPr>
        <w:name w:val="F0FEE2E8608046489BE7C359431B4009"/>
        <w:category>
          <w:name w:val="General"/>
          <w:gallery w:val="placeholder"/>
        </w:category>
        <w:types>
          <w:type w:val="bbPlcHdr"/>
        </w:types>
        <w:behaviors>
          <w:behavior w:val="content"/>
        </w:behaviors>
        <w:guid w:val="{6A802AA4-3350-4610-8457-5F0E73498109}"/>
      </w:docPartPr>
      <w:docPartBody>
        <w:p w:rsidR="00D84EBF" w:rsidRDefault="00D84EBF"/>
      </w:docPartBody>
    </w:docPart>
    <w:docPart>
      <w:docPartPr>
        <w:name w:val="0B0762855B814F16A90238C77058AEE2"/>
        <w:category>
          <w:name w:val="General"/>
          <w:gallery w:val="placeholder"/>
        </w:category>
        <w:types>
          <w:type w:val="bbPlcHdr"/>
        </w:types>
        <w:behaviors>
          <w:behavior w:val="content"/>
        </w:behaviors>
        <w:guid w:val="{ABA883BC-B7D7-46F6-A618-ED0C0A885553}"/>
      </w:docPartPr>
      <w:docPartBody>
        <w:p w:rsidR="00E80AEB" w:rsidRDefault="00E80AEB"/>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unga">
    <w:panose1 w:val="00000400000000000000"/>
    <w:charset w:val="01"/>
    <w:family w:val="roman"/>
    <w:notTrueType/>
    <w:pitch w:val="variable"/>
  </w:font>
  <w:font w:name="@SimSun-ExtB">
    <w:panose1 w:val="02010609060101010101"/>
    <w:charset w:val="86"/>
    <w:family w:val="modern"/>
    <w:pitch w:val="fixed"/>
    <w:sig w:usb0="00000003" w:usb1="0A0E0000" w:usb2="00000010" w:usb3="00000000" w:csb0="00040001" w:csb1="00000000"/>
  </w:font>
  <w:font w:name="Segoe Script">
    <w:panose1 w:val="030B0504020000000003"/>
    <w:charset w:val="CC"/>
    <w:family w:val="script"/>
    <w:pitch w:val="variable"/>
    <w:sig w:usb0="0000028F"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DA"/>
    <w:rsid w:val="00010C0B"/>
    <w:rsid w:val="00051BBB"/>
    <w:rsid w:val="00064C7B"/>
    <w:rsid w:val="00081B4A"/>
    <w:rsid w:val="0012582D"/>
    <w:rsid w:val="00130FC9"/>
    <w:rsid w:val="001A1900"/>
    <w:rsid w:val="0020088A"/>
    <w:rsid w:val="002663FF"/>
    <w:rsid w:val="00315584"/>
    <w:rsid w:val="00376322"/>
    <w:rsid w:val="00394202"/>
    <w:rsid w:val="0041115E"/>
    <w:rsid w:val="004174AA"/>
    <w:rsid w:val="00440192"/>
    <w:rsid w:val="00451381"/>
    <w:rsid w:val="004D0D74"/>
    <w:rsid w:val="004E06C8"/>
    <w:rsid w:val="00530FD3"/>
    <w:rsid w:val="005557B1"/>
    <w:rsid w:val="005C337A"/>
    <w:rsid w:val="005D2EEA"/>
    <w:rsid w:val="006C6FC9"/>
    <w:rsid w:val="00794B37"/>
    <w:rsid w:val="007D05B3"/>
    <w:rsid w:val="008230E0"/>
    <w:rsid w:val="00851F71"/>
    <w:rsid w:val="0086116A"/>
    <w:rsid w:val="008729D7"/>
    <w:rsid w:val="00872D34"/>
    <w:rsid w:val="008D48A5"/>
    <w:rsid w:val="008F10D6"/>
    <w:rsid w:val="00914618"/>
    <w:rsid w:val="009419B9"/>
    <w:rsid w:val="00973CB1"/>
    <w:rsid w:val="009A55A8"/>
    <w:rsid w:val="009A761B"/>
    <w:rsid w:val="009C66D0"/>
    <w:rsid w:val="009F2E0F"/>
    <w:rsid w:val="00A51DE0"/>
    <w:rsid w:val="00AF23D9"/>
    <w:rsid w:val="00AF409E"/>
    <w:rsid w:val="00B1131E"/>
    <w:rsid w:val="00B265ED"/>
    <w:rsid w:val="00B2686B"/>
    <w:rsid w:val="00B451F8"/>
    <w:rsid w:val="00B802BD"/>
    <w:rsid w:val="00B86228"/>
    <w:rsid w:val="00BA49DA"/>
    <w:rsid w:val="00BB3FE6"/>
    <w:rsid w:val="00BB5527"/>
    <w:rsid w:val="00BE14F9"/>
    <w:rsid w:val="00C43D32"/>
    <w:rsid w:val="00C86678"/>
    <w:rsid w:val="00C923CA"/>
    <w:rsid w:val="00CC17CB"/>
    <w:rsid w:val="00CF7945"/>
    <w:rsid w:val="00D208E7"/>
    <w:rsid w:val="00D84EBF"/>
    <w:rsid w:val="00E03CF3"/>
    <w:rsid w:val="00E24629"/>
    <w:rsid w:val="00E4032A"/>
    <w:rsid w:val="00E5510A"/>
    <w:rsid w:val="00E80AEB"/>
    <w:rsid w:val="00F40934"/>
    <w:rsid w:val="00F43D4E"/>
    <w:rsid w:val="00F576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t e m p l a t e   x m l n s : x s d = " h t t p : / / w w w . w 3 . o r g / 2 0 0 1 / X M L S c h e m a "   x m l n s : x s i = " h t t p : / / w w w . w 3 . o r g / 2 0 0 1 / X M L S c h e m a - i n s t a n c e "   i d = " 0 c e e 5 3 e 5 - 9 5 c 3 - 4 7 a 4 - a 2 3 2 - 5 6 4 8 a c 8 4 b c 0 f "   n a m e = " & l t ; ? x m l   v e r s i o n = & q u o t ; 1 . 0 & q u o t ;   e n c o d i n g = & q u o t ; u t f - 1 6 & q u o t ; ? & g t ; & # x A ; & l t ; u i L o c a l i z e d S t r i n g   x m l n s : x s d = & q u o t ; h t t p : / / w w w . w 3 . o r g / 2 0 0 1 / X M L S c h e m a & q u o t ;   x m l n s : x s i = & q u o t ; h t t p : / / w w w . w 3 . o r g / 2 0 0 1 / X M L S c h e m a - i n s t a n c e & q u o t ; & g t ; & # x A ;     & l t ; t y p e & g t ; f i x e d & l t ; / t y p e & g t ; & # x A ;     & l t ; t e x t & g t ; D r a f t   L e g a l   D o c u m e n t & l t ; / t e x t & g t ; & # x A ; & l t ; / u i L o c a l i z e d S t r i n g & g t ; "   t e m p l a t e F u l l N a m e = " \ D r a f t   L e g a l   D o c u m e n t . d o t x "   v e r s i o n = " 0 "   s c h e m a V e r s i o n = " 1 "   w o r d V e r s i o n = " 1 5 . 0 "   l a n g u a g e I s o = " e n - G B "   o f f i c e I d = " e 9 b 3 c b 6 6 - 0 f 4 a - 4 7 a 8 - b 0 4 0 - e 3 2 8 a 1 b d 0 4 1 d "   h e l p U r l = " & l t ; ? x m l   v e r s i o n = & q u o t ; 1 . 0 & q u o t ;   e n c o d i n g = & q u o t ; u t f - 1 6 & q u o t ; ? & g t ; & # x A ; & l t ; u i L o c a l i z e d S t r i n g   x m l n s : x s d = & q u o t ; h t t p : / / w w w . w 3 . o r g / 2 0 0 1 / X M L S c h e m a & q u o t ;   x m l n s : x s i = & q u o t ; h t t p : / / w w w . w 3 . o r g / 2 0 0 1 / X M L S c h e m a - i n s t a n c e & q u o t ; & g t ; & # x A ;     & l t ; t y p e & g t ; f i x e d & l t ; / t y p e & g t ; & # x A ;     & l t ; t e x t   / & g t ; & # x A ; & l t ; / u i L o c a l i z e d S t r i n g & g t ; "   i m p o r t D a t a = " f a l s e "   w i z a r d H e i g h t = " 2 0 0 0 "   w i z a r d W i d t h = " 0 "   h i d e W i z a r d I f V a l i d = " f a l s e "   w i z a r d T a b P o s i t i o n = " n o n e "   x m l n s = " h t t p : / / i p h e l i o n . c o m / w o r d / o u t l i n e / " >  
     < a u t h o r >  
         < l o c a l i z e d P r o f i l e s / >  
         < f r o m S e a r c h C o n t a c t > t r u e < / f r o m S e a r c h C o n t a c t >  
         < i d > a 4 f 2 b 5 a e - 1 5 c 6 - 4 e 1 5 - 8 5 c 0 - e c c 9 8 f b 3 6 5 8 e < / i d >  
         < n a m e > A n a   R a d n e v < / n a m e >  
         < i n i t i a l s / >  
         < p r i m a r y O f f i c e > P r a g u e < / p r i m a r y O f f i c e >  
         < p r i m a r y O f f i c e I d > e 9 b 3 c b 6 6 - 0 f 4 a - 4 7 a 8 - b 0 4 0 - e 3 2 8 a 1 b d 0 4 1 d < / p r i m a r y O f f i c e I d >  
         < p r i m a r y L a n g u a g e I s o > e n - G B < / p r i m a r y L a n g u a g e I s o >  
         < p h o n e N u m b e r F o r m a t > + X X X   X X X   X X X   X X X < / p h o n e N u m b e r F o r m a t >  
         < f a x N u m b e r F o r m a t / >  
         < m o b i l e N u m b e r F o r m a t / >  
         < j o b D e s c r i p t i o n > P a r t n e r < / j o b D e s c r i p t i o n >  
         < d e p a r t m e n t > B A N K I N G   G E N E R A L   ( f o r   C E E ) < / d e p a r t m e n t >  
         < e m a i l > a n a . r a d n e v @ c m s - c m n o . c o m < / e m a i l >  
         < r a w D i r e c t L i n e > 4 2 0 2 9 6 7 9 8 8 6 2 < / r a w D i r e c t L i n e >  
         < r a w D i r e c t F a x > 4 2 0 2 9 6 7 9 8 0 0 0 < / r a w D i r e c t F a x >  
         < m o b i l e > 4 2 0 6 0 2 7 9 3 7 1 8 < / m o b i l e >  
         < l o g i n > a z r < / l o g i n >  
         < e m p l y e e I d / >  
     < / a u t h o r >  
     < c o n t e n t C o n t r o l s >  
         < c o n t e n t C o n t r o l   i d = " c 7 9 5 d 7 9 4 - 1 7 e b - 4 d 0 0 - 9 3 1 2 - 1 1 8 7 b 7 0 7 6 0 9 f "   n a m e = " D r a f t L i n e "   a s s e m b l y = " I p h e l i o n . O u t l i n e . W o r d . d l l "   t y p e = " I p h e l i o n . O u t l i n e . W o r d . R e n d e r e r s . T e x t R e n d e r e r "   o r d e r = " 3 "   a c t i v e = " t r u e "   e n t i t y I d = " e 0 4 8 1 d 8 4 - b 4 a c - 4 6 3 f - a c 2 8 - c 6 0 e 8 3 b c b 2 7 8 "   f i e l d I d = " 8 2 d d e e 8 e - e 8 3 e - 4 f 9 b - b e 1 b - 0 e 8 b 0 4 3 1 d b 6 3 "   p a r e n t I d = " 0 0 0 0 0 0 0 0 - 0 0 0 0 - 0 0 0 0 - 0 0 0 0 - 0 0 0 0 0 0 0 0 0 0 0 0 "   l e v e l O r d e r = " 1 0 0 "   c o n t r o l T y p e = " p l a i n T e x t "   c o n t r o l E d i t T y p e = " i n l i n e "   e n c l o s i n g B o o k m a r k = " f a l s e "   f o r m a t = " { L a b e l s . D r a f t }   & a m p ;   I F N O T E M P T Y ( { L a b e l s . D r a f t } , & q u o t ;   & q u o t ; , & q u o t ; & q u o t ; )   & a m p ;   { D r a f t L i n e . D r a f t   N u m b e r }   & a m p ;   I F ( O R ( { L a b e l s . L a n g u a g e } = & q u o t ; R o m a n i a n & q u o t ; , { L a b e l s . L a n g u a g e } = & q u o t ; H u n g a r i a n & q u o t ; ) , & q u o t ; & q u o t ; , & q u o t ;   & q u o t ; )   & a m p ;   { L a b e l s . D r a f t O f }   & a m p ;   I F N O T E M P T Y ( { L a b e l s . D r a f t O f } , & q u o t ;   & q u o t ; , & q u o t ; & q u o t ; )   & a m p ;   F O R M A T D A T E T I M E ( { S y s t e m   F i e l d s . C u r r e n t   D a t e   a n d   T i m e } , { L a b e l s . D a t e F o r m a t } ) & # x A ; "   f o r m a t E v a l u a t o r T y p e = " e x p r e s s i o n "   t e x t C a s e = " i g n o r e C a s e "   r e m o v e C o n t r o l = " f a l s e "   i g n o r e F o r m a t I f E m p t y = " t r u e " >  
             < p a r a m e t e r s >  
                 < p a r a m e t e r   i d = " 5 d a 5 8 4 a 2 - a b b c - 4 9 4 5 - 9 0 f d - 1 d 9 0 5 1 4 f 2 2 c 2 "   n a m e = " D e l e t e   l i n e   i f   e m p t y "   t y p e = " S y s t e m . B o o l e a n ,   m s c o r l i b ,   V e r s i o n = 4 . 0 . 0 . 0 ,   C u l t u r e = n e u t r a l ,   P u b l i c K e y T o k e n = b 7 7 a 5 c 5 6 1 9 3 4 e 0 8 9 "   o r d e r = " 9 9 9 "   k e y = " d e l e t e L i n e I f E m p t y "   v a l u e = " F a l s e "   g r o u p O r d e r = " - 1 " / >  
                 < p a r a m e t e r   i d = " d 1 9 a 5 8 b b - e f 9 a - 4 5 b 3 - 8 2 2 c - 0 3 d 4 7 2 e 1 4 b 8 0 "   n a m e = " F i e l d   i n d e x "   t y p e = " S y s t e m . I n t 3 2 ,   m s c o r l i b ,   V e r s i o n = 4 . 0 . 0 . 0 ,   C u l t u r e = n e u t r a l ,   P u b l i c K e y T o k e n = b 7 7 a 5 c 5 6 1 9 3 4 e 0 8 9 "   o r d e r = " 9 9 9 "   k e y = " i n d e x "   v a l u e = " "   g r o u p O r d e r = " - 1 " / >  
                 < p a r a m e t e r   i d = " 1 8 c d 0 6 0 7 - 5 5 d 6 - 4 4 0 1 - 9 a a 3 - 5 c 4 8 1 4 b 0 f 5 0 5 " 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
                 < p a r a m e t e r   i d = " d 4 1 f e 7 2 a - 6 e e 3 - 4 f 6 b - 8 7 d e - 8 a c 7 0 6 d 8 8 6 8 0 "   n a m e = " R o w s   t o   r e m o v e   i f   e m p t y "   t y p e = " S y s t e m . I n t 3 2 ,   m s c o r l i b ,   V e r s i o n = 4 . 0 . 0 . 0 ,   C u l t u r e = n e u t r a l ,   P u b l i c K e y T o k e n = b 7 7 a 5 c 5 6 1 9 3 4 e 0 8 9 "   o r d e r = " 9 9 9 "   k e y = " d e l e t e R o w C o u n t "   v a l u e = " 0 "   g r o u p O r d e r = " - 1 " / >  
                 < p a r a m e t e r   i d = " 2 8 5 9 e 2 7 a - 3 9 f f - 4 8 3 3 - 9 7 a 5 - 4 5 5 9 0 a 7 f b b 3 b "   n a m e = " U p d a t e   f i e l d   f r o m   d o c u m e n t "   t y p e = " S y s t e m . B o o l e a n ,   m s c o r l i b ,   V e r s i o n = 4 . 0 . 0 . 0 ,   C u l t u r e = n e u t r a l ,   P u b l i c K e y T o k e n = b 7 7 a 5 c 5 6 1 9 3 4 e 0 8 9 "   o r d e r = " 9 9 9 "   k e y = " u p d a t e F i e l d "   v a l u e = " F a l s e "   g r o u p O r d e r = " - 1 " / >  
             < / p a r a m e t e r s >  
         < / c o n t e n t C o n t r o l >  
         < c o n t e n t C o n t r o l   i d = " d e e 4 7 6 7 6 - 8 c a 7 - 4 0 c 0 - a 1 f e - 3 7 b a 9 e 3 f 3 e e 9 "   n a m e = " L o g o R e g i o n F P "   a s s e m b l y = " I p h e l i o n . O u t l i n e . W o r d . d l l "   t y p e = " I p h e l i o n . O u t l i n e . W o r d . R e n d e r e r s . B u i l d i n g B l o c k R e n d e r e r "   o r d e r = " 1 "   a c t i v e = " t r u e "   e n t i t y I d = " 0 9 4 a 3 b 3 a - 5 2 e f - 4 8 4 8 - 9 6 f 7 - b 0 c e 0 4 b d e 2 e 8 "   f i e l d I d = " 6 0 1 2 4 0 4 c - d 3 6 8 - 4 5 b 8 - a 6 6 e - 7 a d 6 8 8 0 d 9 e 4 6 "   p a r e n t I d = " 0 0 0 0 0 0 0 0 - 0 0 0 0 - 0 0 0 0 - 0 0 0 0 - 0 0 0 0 0 0 0 0 0 0 0 0 "   l e v e l O r d e r = " 1 0 0 "   c o n t r o l T y p e = " b u i l d i n g B l o c k "   c o n t r o l E d i t T y p e = " n o n e "   e n c l o s i n g B o o k m a r k = " f a l s e "   f o r m a t E v a l u a t o r T y p e = " f o r m a t S t r i n g "   t e x t C a s e = " i g n o r e C a s e "   r e m o v e C o n t r o l = " f a l s e "   i g n o r e F o r m a t I f E m p t y = " f a l s e " >  
             < p a r a m e t e r s >  
                 < p a r a m e t e r   i d = " b c 5 7 5 9 2 6 - d a a f - 4 a 9 4 - a 8 b 3 - b d 9 4 a 6 9 9 7 d c f "   n a m e = " B u i l d i n g   b l o c k   n a m e   ( d e f a u l t ) "   t y p e = " S y s t e m . S t r i n g ,   m s c o r l i b ,   V e r s i o n = 4 . 0 . 0 . 0 ,   C u l t u r e = n e u t r a l ,   P u b l i c K e y T o k e n = b 7 7 a 5 c 5 6 1 9 3 4 e 0 8 9 "   o r d e r = " 9 9 9 "   k e y = " d e f a u l t B u i l d i n g B l o c k "   v a l u e = " & l t ; ? x m l   v e r s i o n = & q u o t ; 1 . 0 & q u o t ;   e n c o d i n g = & q u o t ; u t f - 1 6 & q u o t ; ? & g t ; & # x A ; & l t ; l o c a l i z e d S t r i n g   x m l n s : x s d = & q u o t ; h t t p : / / w w w . w 3 . o r g / 2 0 0 1 / X M L S c h e m a & q u o t ;   x m l n s : x s i = & q u o t ; h t t p : / / w w w . w 3 . o r g / 2 0 0 1 / X M L S c h e m a - i n s t a n c e & q u o t ; & g t ; & # x A ;     & l t ; t y p e & g t ; e x p r e s s i o n & l t ; / t y p e & g t ; & # x A ;     & l t ; t e x t & g t ; I F (   & # x A ;             { O f f i c e . R e f e r e n c e } = & q u o t ; S N G S & q u o t ; ,   & # x A ;             & q u o t ; C M S L o g o S i n g a p o r e & q u o t ; ,   & # x A ;           I F (   & # x A ;                 { O f f i c e . R e f e r e n c e } = & q u o t ; H K 4 & q u o t ; ,   & # x A ;                 & q u o t ; C M S L o g o H o n g K o n g & q u o t ; ,   & # x A ;                 & q u o t ; C M S L o g o & q u o t ; )   & # x A ; ) & l t ; / t e x t & g t ; & # x A ; & l t ; / l o c a l i z e d S t r i n g & g t ; "   a r g u m e n t = " E x p r e s s i o n L o c a l i z e d S t r i n g "   g r o u p O r d e r = " - 1 " / >  
                 < p a r a m e t e r   i d = " a e 6 1 1 f f a - d 2 6 8 - 4 8 c 0 - 8 3 9 b - 8 a a c 6 2 b 1 5 a c 5 "   n a m e = " B u i l d i n g   b l o c k   t e m p l a t e "   t y p e = " S y s t e m . S t r i n g ,   m s c o r l i b ,   V e r s i o n = 4 . 0 . 0 . 0 ,   C u l t u r e = n e u t r a l ,   P u b l i c K e y T o k e n = b 7 7 a 5 c 5 6 1 9 3 4 e 0 8 9 "   o r d e r = " 9 9 9 "   k e y = " t e m p l a t e N a m e "   v a l u e = " C M S S h a r e d . d o t m "   g r o u p O r d e r = " - 1 " / >  
                 < p a r a m e t e r   i d = " b 4 6 c 1 0 b e - c 6 9 1 - 4 2 0 1 - 8 f a 7 - 2 3 e a a 8 4 5 3 8 a 7 "   n a m e = " F i e l d   i n d e x "   t y p e = " S y s t e m . I n t 3 2 ,   m s c o r l i b ,   V e r s i o n = 4 . 0 . 0 . 0 ,   C u l t u r e = n e u t r a l ,   P u b l i c K e y T o k e n = b 7 7 a 5 c 5 6 1 9 3 4 e 0 8 9 "   o r d e r = " 9 9 9 "   k e y = " i n d e x "   v a l u e = " "   g r o u p O r d e r = " - 1 " / >  
                 < p a r a m e t e r   i d = " 5 6 0 2 3 b a b - 8 c 5 2 - 4 0 9 c - 8 d b c - a 9 4 6 6 f 6 c 6 d f c "   n a m e = " F i e l d   m a p p i n g s "   t y p e = " I p h e l i o n . O u t l i n e . M o d e l . E n t i t i e s . I n l i n e P a r a m e t e r E n t i t y C o l l e c t i o n ` 1 [ [ I p h e l i o n . O u t l i n e . M o d e l . E n t i t i e s . K e y V a l u e P a r a m e t e r E n t i t y ,   I p h e l i o n . O u t l i n e . M o d e l ,   V e r s i o n = 1 . 6 . 7 . 1 0 ,   C u l t u r e = n e u t r a l ,   P u b l i c K e y T o k e n = n u l l ] ] ,   I p h e l i o n . O u t l i n e . M o d e l ,   V e r s i o n = 1 . 6 . 7 . 1 0 ,   C u l t u r e = n e u t r a l ,   P u b l i c K e y T o k e n = n u l l "   o r d e r = " 9 9 9 "   k e y = " f i e l d M a p p i n g s "   v a l u e = " "   g r o u p O r d e r = " - 1 " / >  
                 < p a r a m e t e r   i d = " 5 8 0 6 6 8 3 8 - 5 9 6 c - 4 2 e 5 - b a 5 0 - 8 0 2 d 2 7 a 3 2 1 4 c "   n a m e = " I n s e r t   a s   h i d d e n   t e x t "   t y p e = " S y s t e m . B o o l e a n ,   m s c o r l i b ,   V e r s i o n = 4 . 0 . 0 . 0 ,   C u l t u r e = n e u t r a l ,   P u b l i c K e y T o k e n = b 7 7 a 5 c 5 6 1 9 3 4 e 0 8 9 "   o r d e r = " 9 9 9 "   k e y = " i n s e r t A s H i d d e n "   v a l u e = " F a l s e "   g r o u p O r d e r = " - 1 " / >  
             < / p a r a m e t e r s >  
         < / c o n t e n t C o n t r o l >  
         < c o n t e n t C o n t r o l   i d = " f 4 a 4 d 3 1 f - 8 c 2 e - 4 6 a a - a 6 4 5 - 6 9 1 7 3 a 3 7 2 9 d 4 "   n a m e = " D M S . D o c I d F o r m a t "   a s s e m b l y = " I p h e l i o n . O u t l i n e . W o r d . d l l "   t y p e = " I p h e l i o n . O u t l i n e . W o r d . R e n d e r e r s . T e x t R e n d e r e r "   o r d e r = " 3 "   a c t i v e = " t r u e "   e n t i t y I d = " 7 b 6 1 9 7 8 0 - 5 b 3 e - 4 6 8 0 - 8 3 b e - 7 4 d 5 d 7 3 f 3 0 a 3 "   f i e l d I d = " 7 2 9 0 4 a 4 7 - 5 7 8 0 - 4 5 9 c - b e 7 a - 4 4 8 f 9 a d 8 d 6 b 4 "   p a r e n t I d = " 0 0 0 0 0 0 0 0 - 0 0 0 0 - 0 0 0 0 - 0 0 0 0 - 0 0 0 0 0 0 0 0 0 0 0 0 "   l e v e l O r d e r = " 1 0 0 "   c o n t r o l T y p e = " p l a i n T e x t "   c o n t r o l E d i t T y p e = " i n l i n e "   e n c l o s i n g B o o k m a r k = " f a l s e "   f o r m a t E v a l u a t o r T y p e = " e x p r e s s i o n "   t e x t C a s e = " i g n o r e C a s e "   r e m o v e C o n t r o l = " f a l s e "   i g n o r e F o r m a t I f E m p t y = " f a l s e " >  
             < p a r a m e t e r s >  
                 < p a r a m e t e r   i d = " 2 2 9 5 3 0 f a - 3 7 6 6 - 4 b e 8 - b 9 b e - e 0 a f 5 d 9 b 8 f d b "   n a m e = " D e l e t e   l i n e   i f   e m p t y "   t y p e = " S y s t e m . B o o l e a n ,   m s c o r l i b ,   V e r s i o n = 4 . 0 . 0 . 0 ,   C u l t u r e = n e u t r a l ,   P u b l i c K e y T o k e n = b 7 7 a 5 c 5 6 1 9 3 4 e 0 8 9 "   o r d e r = " 9 9 9 "   k e y = " d e l e t e L i n e I f E m p t y "   v a l u e = " F a l s e "   g r o u p O r d e r = " - 1 " / >  
                 < p a r a m e t e r   i d = " b 1 2 d 1 8 1 c - b 9 7 f - 4 d 5 2 - 9 a a 0 - 9 0 9 f 4 d 2 0 5 d c d "   n a m e = " F i e l d   i n d e x "   t y p e = " S y s t e m . I n t 3 2 ,   m s c o r l i b ,   V e r s i o n = 4 . 0 . 0 . 0 ,   C u l t u r e = n e u t r a l ,   P u b l i c K e y T o k e n = b 7 7 a 5 c 5 6 1 9 3 4 e 0 8 9 "   o r d e r = " 9 9 9 "   k e y = " i n d e x "   v a l u e = " "   g r o u p O r d e r = " - 1 " / >  
                 < p a r a m e t e r   i d = " 5 8 3 3 1 7 9 c - f 4 7 0 - 4 e 9 b - 9 6 7 9 - 6 e a 3 a 9 1 0 9 d 2 2 " 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
                 < p a r a m e t e r   i d = " 6 4 5 f a 1 e 7 - 2 f 5 f - 4 2 2 e - a f 3 f - 7 a 6 e b a 4 9 2 e 8 e "   n a m e = " R o w s   t o   r e m o v e   i f   e m p t y "   t y p e = " S y s t e m . I n t 3 2 ,   m s c o r l i b ,   V e r s i o n = 4 . 0 . 0 . 0 ,   C u l t u r e = n e u t r a l ,   P u b l i c K e y T o k e n = b 7 7 a 5 c 5 6 1 9 3 4 e 0 8 9 "   o r d e r = " 9 9 9 "   k e y = " d e l e t e R o w C o u n t "   v a l u e = " 0 "   g r o u p O r d e r = " - 1 " / >  
                 < p a r a m e t e r   i d = " d 0 9 0 5 1 d 1 - b 5 6 9 - 4 f 1 d - a 2 7 4 - 5 d e f 7 5 1 5 0 e 1 2 "   n a m e = " U p d a t e   f i e l d   f r o m   d o c u m e n t "   t y p e = " S y s t e m . B o o l e a n ,   m s c o r l i b ,   V e r s i o n = 4 . 0 . 0 . 0 ,   C u l t u r e = n e u t r a l ,   P u b l i c K e y T o k e n = b 7 7 a 5 c 5 6 1 9 3 4 e 0 8 9 "   o r d e r = " 9 9 9 "   k e y = " u p d a t e F i e l d "   v a l u e = " F a l s e "   g r o u p O r d e r = " - 1 " / >  
             < / p a r a m e t e r s >  
         < / c o n t e n t C o n t r o l >  
         < c o n t e n t C o n t r o l   i d = " d 6 d 3 9 2 3 8 - 4 6 c 8 - 4 4 b 7 - a 6 2 8 - 3 6 1 3 d d b c 0 4 c 0 "   n a m e = " O f f i c e . A d d r e s s "   a s s e m b l y = " I p h e l i o n . O u t l i n e . W o r d . d l l "   t y p e = " I p h e l i o n . O u t l i n e . W o r d . R e n d e r e r s . T e x t R e n d e r e r "   o r d e r = " 2 "   a c t i v e = " t r u e "   e n t i t y I d = " 0 9 4 a 3 b 3 a - 5 2 e f - 4 8 4 8 - 9 6 f 7 - b 0 c e 0 4 b d e 2 e 8 "   f i e l d I d = " 0 b 7 a 1 9 5 3 - 6 6 b c - 4 2 a f - 9 a 3 d - e 8 f f 0 b 0 2 f 4 b 5 "   p a r e n t I d = " 0 0 0 0 0 0 0 0 - 0 0 0 0 - 0 0 0 0 - 0 0 0 0 - 0 0 0 0 0 0 0 0 0 0 0 0 "   l e v e l O r d e r = " 1 0 0 "   c o n t r o l T y p e = " p l a i n T e x t "   c o n t r o l E d i t T y p e = " i n l i n e "   e n c l o s i n g B o o k m a r k = " f a l s e "   f o r m a t E v a l u a t o r T y p e = " e x p r e s s i o n "   t e x t C a s e = " i g n o r e C a s e "   r e m o v e C o n t r o l = " f a l s e "   i g n o r e F o r m a t I f E m p t y = " f a l s e " >  
             < p a r a m e t e r s >  
                 < p a r a m e t e r   i d = " 1 b 6 3 5 d c 5 - 1 0 1 f - 4 4 4 5 - 8 6 e 4 - a 4 7 1 7 5 0 6 7 d e f "   n a m e = " D e l e t e   l i n e   i f   e m p t y "   t y p e = " S y s t e m . B o o l e a n ,   m s c o r l i b ,   V e r s i o n = 4 . 0 . 0 . 0 ,   C u l t u r e = n e u t r a l ,   P u b l i c K e y T o k e n = b 7 7 a 5 c 5 6 1 9 3 4 e 0 8 9 "   o r d e r = " 9 9 9 "   k e y = " d e l e t e L i n e I f E m p t y "   v a l u e = " F a l s e "   g r o u p O r d e r = " - 1 " / >  
                 < p a r a m e t e r   i d = " 4 3 e 3 d 6 f 0 - 3 2 7 2 - 4 f 7 c - 8 d 8 f - 7 1 c d 7 0 6 8 6 f 2 6 "   n a m e = " F i e l d   i n d e x "   t y p e = " S y s t e m . I n t 3 2 ,   m s c o r l i b ,   V e r s i o n = 4 . 0 . 0 . 0 ,   C u l t u r e = n e u t r a l ,   P u b l i c K e y T o k e n = b 7 7 a 5 c 5 6 1 9 3 4 e 0 8 9 "   o r d e r = " 9 9 9 "   k e y = " i n d e x "   v a l u e = " "   g r o u p O r d e r = " - 1 " / >  
                 < p a r a m e t e r   i d = " a 6 5 d 3 c 6 4 - d e 9 2 - 4 a b f - b a 4 8 - 3 2 9 c 4 c f 9 2 7 2 8 " 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
                 < p a r a m e t e r   i d = " 0 0 2 4 6 2 d 7 - 2 b 5 4 - 4 a a 7 - a 5 4 7 - 1 1 c 4 c 3 4 0 b c 2 7 "   n a m e = " R o w s   t o   r e m o v e   i f   e m p t y "   t y p e = " S y s t e m . I n t 3 2 ,   m s c o r l i b ,   V e r s i o n = 4 . 0 . 0 . 0 ,   C u l t u r e = n e u t r a l ,   P u b l i c K e y T o k e n = b 7 7 a 5 c 5 6 1 9 3 4 e 0 8 9 "   o r d e r = " 9 9 9 "   k e y = " d e l e t e R o w C o u n t "   v a l u e = " 0 "   g r o u p O r d e r = " - 1 " / >  
                 < p a r a m e t e r   i d = " 2 0 0 7 e 6 b 0 - d 8 f 1 - 4 b 1 6 - 8 8 c 0 - 9 d 1 d 4 3 3 1 f 6 a f "   n a m e = " U p d a t e   f i e l d   f r o m   d o c u m e n t "   t y p e = " S y s t e m . B o o l e a n ,   m s c o r l i b ,   V e r s i o n = 4 . 0 . 0 . 0 ,   C u l t u r e = n e u t r a l ,   P u b l i c K e y T o k e n = b 7 7 a 5 c 5 6 1 9 3 4 e 0 8 9 "   o r d e r = " 9 9 9 "   k e y = " u p d a t e F i e l d "   v a l u e = " F a l s e "   g r o u p O r d e r = " - 1 " / >  
             < / p a r a m e t e r s >  
         < / c o n t e n t C o n t r o l >  
         < c o n t e n t C o n t r o l   i d = " 0 2 e 7 b f 5 7 - 1 7 5 5 - 4 e 9 7 - 8 4 c 1 - 9 f f 4 2 5 3 f 5 c e c "   n a m e = " L T e l "   a s s e m b l y = " I p h e l i o n . O u t l i n e . W o r d . d l l "   t y p e = " I p h e l i o n . O u t l i n e . W o r d . R e n d e r e r s . T e x t R e n d e r e r "   o r d e r = " 2 "   a c t i v e = " t r u e "   e n t i t y I d = " f 9 5 d c 5 f a - 6 e 9 d - 4 b e 9 - 9 d 2 3 - e 0 a d a 2 0 d 8 4 3 8 "   f i e l d I d = " d e 8 e a 2 5 6 - 0 4 8 b - 4 f a 2 - 9 1 6 4 - a 2 f 5 d 1 e b e 9 e 8 "   p a r e n t I d = " 0 0 0 0 0 0 0 0 - 0 0 0 0 - 0 0 0 0 - 0 0 0 0 - 0 0 0 0 0 0 0 0 0 0 0 0 "   l e v e l O r d e r = " 1 0 0 "   c o n t r o l T y p e = " p l a i n T e x t "   c o n t r o l E d i t T y p e = " i n l i n e "   e n c l o s i n g B o o k m a r k = " f a l s e "   f o r m a t E v a l u a t o r T y p e = " e x p r e s s i o n "   t e x t C a s e = " i g n o r e C a s e "   r e m o v e C o n t r o l = " f a l s e "   i g n o r e F o r m a t I f E m p t y = " f a l s e " >  
             < p a r a m e t e r s >  
                 < p a r a m e t e r   i d = " c e 5 6 5 0 8 e - c 0 4 3 - 4 b 9 5 - 9 c b a - 3 e 7 a 6 d 2 2 a 2 9 b "   n a m e = " D e l e t e   l i n e   i f   e m p t y "   t y p e = " S y s t e m . B o o l e a n ,   m s c o r l i b ,   V e r s i o n = 4 . 0 . 0 . 0 ,   C u l t u r e = n e u t r a l ,   P u b l i c K e y T o k e n = b 7 7 a 5 c 5 6 1 9 3 4 e 0 8 9 "   o r d e r = " 9 9 9 "   k e y = " d e l e t e L i n e I f E m p t y "   v a l u e = " F a l s e "   g r o u p O r d e r = " - 1 " / >  
                 < p a r a m e t e r   i d = " 9 d 2 3 8 0 1 7 - 3 c c 1 - 4 7 9 a - 9 0 c 5 - 7 d 8 2 9 2 9 4 9 8 0 c "   n a m e = " F i e l d   i n d e x "   t y p e = " S y s t e m . I n t 3 2 ,   m s c o r l i b ,   V e r s i o n = 4 . 0 . 0 . 0 ,   C u l t u r e = n e u t r a l ,   P u b l i c K e y T o k e n = b 7 7 a 5 c 5 6 1 9 3 4 e 0 8 9 "   o r d e r = " 9 9 9 "   k e y = " i n d e x "   v a l u e = " "   g r o u p O r d e r = " - 1 " / >  
                 < p a r a m e t e r   i d = " 1 b 5 4 0 a e 5 - b 8 0 5 - 4 9 4 6 - b 5 3 c - c 6 e d 5 5 6 0 7 f f 4 "   n a m e = " P l a c e h o l d e r   t e x t "   t y p e = " S y s t e m . S t r i n g ,   m s c o r l i b ,   V e r s i o n = 4 . 0 . 0 . 0 ,   C u l t u r e = n e u t r a l ,   P u b l i c K e y T o k e n = b 7 7 a 5 c 5 6 1 9 3 4 e 0 8 9 "   o r d e r = " 9 9 9 "   k e y = " p l a c e h o l d e r "   v a l u e = " "   a r g u m e n t = " E x p r e s s i o n L o c a l i z e d S t r i n g "   g r o u p O r d e r = " - 1 " / >  
                 < p a r a m e t e r   i d = " 7 d f b a f c f - 4 c 5 2 - 4 a 7 2 - 9 0 a 2 - 0 f 5 1 2 3 4 7 5 6 7 5 "   n a m e = " R o w s   t o   r e m o v e   i f   e m p t y "   t y p e = " S y s t e m . I n t 3 2 ,   m s c o r l i b ,   V e r s i o n = 4 . 0 . 0 . 0 ,   C u l t u r e = n e u t r a l ,   P u b l i c K e y T o k e n = b 7 7 a 5 c 5 6 1 9 3 4 e 0 8 9 "   o r d e r = " 9 9 9 "   k e y = " d e l e t e R o w C o u n t "   v a l u e = " 0 "   g r o u p O r d e r = " - 1 " / >  
                 < p a r a m e t e r   i d = " a 8 c 3 1 5 b 0 - 2 d 3 7 - 4 5 9 2 - a 0 7 2 - 6 5 5 9 1 5 1 b 0 8 4 a "   n a m e = " U p d a t e   f i e l d   f r o m   d o c u m e n t "   t y p e = " S y s t e m . B o o l e a n ,   m s c o r l i b ,   V e r s i o n = 4 . 0 . 0 . 0 ,   C u l t u r e = n e u t r a l ,   P u b l i c K e y T o k e n = b 7 7 a 5 c 5 6 1 9 3 4 e 0 8 9 "   o r d e r = " 9 9 9 "   k e y = " u p d a t e F i e l d "   v a l u e = " F a l s e "   g r o u p O r d e r = " - 1 " / >  
             < / p a r a m e t e r s >  
         < / c o n t e n t C o n t r o l >  
         < c o n t e n t C o n t r o l   i d = " 0 4 9 a 7 d b e - 4 b d 2 - 4 b 8 1 - 9 1 4 6 - b 7 3 f e b 0 2 4 0 6 6 "   n a m e = " L F a x "   a s s e m b l y = " I p h e l i o n . O u t l i n e . W o r d . d l l "   t y p e = " I p h e l i o n . O u t l i n e . W o r d . R e n d e r e r s . T e x t R e n d e r e r "   o r d e r = " 2 "   a c t i v e = " t r u e "   e n t i t y I d = " f 9 5 d c 5 f a - 6 e 9 d - 4 b e 9 - 9 d 2 3 - e 0 a d a 2 0 d 8 4 3 8 "   f i e l d I d = " 5 8 4 4 e 5 b 6 - e 9 0 1 - 4 5 3 b - 9 b c a - f e 3 b 9 5 1 7 0 3 d b "   p a r e n t I d = " 0 0 0 0 0 0 0 0 - 0 0 0 0 - 0 0 0 0 - 0 0 0 0 - 0 0 0 0 0 0 0 0 0 0 0 0 "   l e v e l O r d e r = " 1 0 0 "   c o n t r o l T y p e = " p l a i n T e x t "   c o n t r o l E d i t T y p e = " i n l i n e "   e n c l o s i n g B o o k m a r k = " f a l s e "   f o r m a t E v a l u a t o r T y p e = " e x p r e s s i o n "   t e x t C a s e = " i g n o r e C a s e "   r e m o v e C o n t r o l = " f a l s e "   i g n o r e F o r m a t I f E m p t y = " f a l s e " >  
             < p a r a m e t e r s >  
                 < p a r a m e t e r   i d = " 4 6 c 8 4 4 4 0 - 3 1 5 c - 4 5 8 a - 8 a 9 6 - 7 9 2 0 8 9 4 3 3 f 1 7 "   n a m e = " D e l e t e   l i n e   i f   e m p t y "   t y p e = " S y s t e m . B o o l e a n ,   m s c o r l i b ,   V e r s i o n = 4 . 0 . 0 . 0 ,   C u l t u r e = n e u t r a l ,   P u b l i c K e y T o k e n = b 7 7 a 5 c 5 6 1 9 3 4 e 0 8 9 "   o r d e r = " 9 9 9 "   k e y = " d e l e t e L i n e I f E m p t y "   v a l u e = " F a l s e "   g r o u p O r d e r = " - 1 " / >  
                 < p a r a m e t e r   i d = " c b b 8 0 8 8 0 - 0 3 c b - 4 1 d 8 - 9 0 7 a - 8 7 7 5 a e 0 9 0 4 8 7 "   n a m e = " F i e l d   i n d e x "   t y p e = " S y s t e m . I n t 3 2 ,   m s c o r l i b ,   V e r s i o n = 4 . 0 . 0 . 0 ,   C u l t u r e = n e u t r a l ,   P u b l i c K e y T o k e n = b 7 7 a 5 c 5 6 1 9 3 4 e 0 8 9 "   o r d e r = " 9 9 9 "   k e y = " i n d e x "   v a l u e = " "   g r o u p O r d e r = " - 1 " / >  
                 < p a r a m e t e r   i d = " 3 5 e c 2 1 7 4 - d 7 f 4 - 4 b a 6 - 9 0 e d - e a 1 0 0 1 4 7 7 8 9 1 "   n a m e = " P l a c e h o l d e r   t e x t "   t y p e = " S y s t e m . S t r i n g ,   m s c o r l i b ,   V e r s i o n = 4 . 0 . 0 . 0 ,   C u l t u r e = n e u t r a l ,   P u b l i c K e y T o k e n = b 7 7 a 5 c 5 6 1 9 3 4 e 0 8 9 "   o r d e r = " 9 9 9 "   k e y = " p l a c e h o l d e r "   v a l u e = " "   a r g u m e n t = " E x p r e s s i o n L o c a l i z e d S t r i n g "   g r o u p O r d e r = " - 1 " / >  
                 < p a r a m e t e r   i d = " d 7 5 4 7 a c 6 - 0 4 0 4 - 4 5 8 d - b f 3 9 - 2 6 2 8 5 c a 4 3 c e f "   n a m e = " R o w s   t o   r e m o v e   i f   e m p t y "   t y p e = " S y s t e m . I n t 3 2 ,   m s c o r l i b ,   V e r s i o n = 4 . 0 . 0 . 0 ,   C u l t u r e = n e u t r a l ,   P u b l i c K e y T o k e n = b 7 7 a 5 c 5 6 1 9 3 4 e 0 8 9 "   o r d e r = " 9 9 9 "   k e y = " d e l e t e R o w C o u n t "   v a l u e = " 0 "   g r o u p O r d e r = " - 1 " / >  
                 < p a r a m e t e r   i d = " 0 d d 4 f b b 9 - 4 7 4 1 - 4 8 4 9 - b 5 6 2 - 2 0 5 b a a b e 4 8 1 4 "   n a m e = " U p d a t e   f i e l d   f r o m   d o c u m e n t "   t y p e = " S y s t e m . B o o l e a n ,   m s c o r l i b ,   V e r s i o n = 4 . 0 . 0 . 0 ,   C u l t u r e = n e u t r a l ,   P u b l i c K e y T o k e n = b 7 7 a 5 c 5 6 1 9 3 4 e 0 8 9 "   o r d e r = " 9 9 9 "   k e y = " u p d a t e F i e l d "   v a l u e = " F a l s e "   g r o u p O r d e r = " - 1 " / >  
             < / p a r a m e t e r s >  
         < / c o n t e n t C o n t r o l >  
         < c o n t e n t C o n t r o l   i d = " 9 3 7 8 c c f 5 - 8 5 8 0 - 4 7 d b - 9 e d c - 8 d 9 d e 2 3 3 5 7 b 2 "   n a m e = " O f f i c e . F a x   N u m b e r "   a s s e m b l y = " I p h e l i o n . O u t l i n e . W o r d . d l l "   t y p e = " I p h e l i o n . O u t l i n e . W o r d . R e n d e r e r s . T e x t R e n d e r e r "   o r d e r = " 2 "   a c t i v e = " t r u e "   e n t i t y I d = " 0 9 4 a 3 b 3 a - 5 2 e f - 4 8 4 8 - 9 6 f 7 - b 0 c e 0 4 b d e 2 e 8 "   f i e l d I d = " d 3 3 b 9 1 d a - b 4 f 8 - 4 e 7 2 - a 5 e 5 - 9 3 9 6 5 0 d 0 9 8 8 6 "   p a r e n t I d = " 0 0 0 0 0 0 0 0 - 0 0 0 0 - 0 0 0 0 - 0 0 0 0 - 0 0 0 0 0 0 0 0 0 0 0 0 "   l e v e l O r d e r = " 1 0 0 "   c o n t r o l T y p e = " p l a i n T e x t "   c o n t r o l E d i t T y p e = " i n l i n e "   e n c l o s i n g B o o k m a r k = " f a l s e "   f o r m a t E v a l u a t o r T y p e = " e x p r e s s i o n "   t e x t C a s e = " i g n o r e C a s e "   r e m o v e C o n t r o l = " f a l s e "   i g n o r e F o r m a t I f E m p t y = " f a l s e " >  
             < p a r a m e t e r s >  
                 < p a r a m e t e r   i d = " 7 4 4 9 f b 4 b - 2 6 d e - 4 2 4 e - b 8 a f - 3 4 1 d e 1 0 8 9 4 5 0 "   n a m e = " D e l e t e   l i n e   i f   e m p t y "   t y p e = " S y s t e m . B o o l e a n ,   m s c o r l i b ,   V e r s i o n = 4 . 0 . 0 . 0 ,   C u l t u r e = n e u t r a l ,   P u b l i c K e y T o k e n = b 7 7 a 5 c 5 6 1 9 3 4 e 0 8 9 "   o r d e r = " 9 9 9 "   k e y = " d e l e t e L i n e I f E m p t y "   v a l u e = " F a l s e "   g r o u p O r d e r = " - 1 " / >  
                 < p a r a m e t e r   i d = " 3 b b b 5 d 8 e - 3 d 9 4 - 4 e 5 7 - 8 e 5 e - 7 9 0 e 5 6 9 3 1 5 c 4 "   n a m e = " F i e l d   i n d e x "   t y p e = " S y s t e m . I n t 3 2 ,   m s c o r l i b ,   V e r s i o n = 4 . 0 . 0 . 0 ,   C u l t u r e = n e u t r a l ,   P u b l i c K e y T o k e n = b 7 7 a 5 c 5 6 1 9 3 4 e 0 8 9 "   o r d e r = " 9 9 9 "   k e y = " i n d e x "   v a l u e = " "   g r o u p O r d e r = " - 1 " / >  
                 < p a r a m e t e r   i d = " f 3 e 8 d 7 0 9 - 5 f b 6 - 4 3 7 4 - 9 4 1 6 - 7 2 2 b 3 3 a 7 3 7 1 d "   n a m e = " P l a c e h o l d e r   t e x t "   t y p e = " S y s t e m . S t r i n g ,   m s c o r l i b ,   V e r s i o n = 4 . 0 . 0 . 0 ,   C u l t u r e = n e u t r a l ,   P u b l i c K e y T o k e n = b 7 7 a 5 c 5 6 1 9 3 4 e 0 8 9 "   o r d e r = " 9 9 9 "   k e y = " p l a c e h o l d e r "   v a l u e = " "   a r g u m e n t = " E x p r e s s i o n L o c a l i z e d S t r i n g "   g r o u p O r d e r = " - 1 " / >  
                 < p a r a m e t e r   i d = " 3 3 2 0 0 a a 0 - 5 4 9 5 - 4 9 7 e - 8 3 e 3 - 7 3 1 5 e 9 f b 2 4 4 0 "   n a m e = " R o w s   t o   r e m o v e   i f   e m p t y "   t y p e = " S y s t e m . I n t 3 2 ,   m s c o r l i b ,   V e r s i o n = 4 . 0 . 0 . 0 ,   C u l t u r e = n e u t r a l ,   P u b l i c K e y T o k e n = b 7 7 a 5 c 5 6 1 9 3 4 e 0 8 9 "   o r d e r = " 9 9 9 "   k e y = " d e l e t e R o w C o u n t "   v a l u e = " 0 "   g r o u p O r d e r = " - 1 " / >  
                 < p a r a m e t e r   i d = " b 7 b 8 a 3 e b - e 3 b b - 4 4 5 d - a 4 a d - 1 3 0 e 1 7 7 5 0 b 0 5 "   n a m e = " U p d a t e   f i e l d   f r o m   d o c u m e n t "   t y p e = " S y s t e m . B o o l e a n ,   m s c o r l i b ,   V e r s i o n = 4 . 0 . 0 . 0 ,   C u l t u r e = n e u t r a l ,   P u b l i c K e y T o k e n = b 7 7 a 5 c 5 6 1 9 3 4 e 0 8 9 "   o r d e r = " 9 9 9 "   k e y = " u p d a t e F i e l d "   v a l u e = " F a l s e "   g r o u p O r d e r = " - 1 " / >  
             < / p a r a m e t e r s >  
         < / c o n t e n t C o n t r o l >  
         < c o n t e n t C o n t r o l   i d = " 1 9 d 5 c d f 8 - b c 2 4 - 4 d 8 8 - b e 5 e - f f 1 a 6 a 5 2 1 d 9 7 "   n a m e = " O f f i c e . S w i t c h b o a r d   N u m b e r "   a s s e m b l y = " I p h e l i o n . O u t l i n e . W o r d . d l l "   t y p e = " I p h e l i o n . O u t l i n e . W o r d . R e n d e r e r s . T e x t R e n d e r e r "   o r d e r = " 2 "   a c t i v e = " t r u e "   e n t i t y I d = " 0 9 4 a 3 b 3 a - 5 2 e f - 4 8 4 8 - 9 6 f 7 - b 0 c e 0 4 b d e 2 e 8 "   f i e l d I d = " 1 c 4 8 9 2 e 1 - e c 5 8 - 4 8 9 4 - 8 9 e 8 - e 3 3 1 d 4 0 a b 6 e e "   p a r e n t I d = " 0 0 0 0 0 0 0 0 - 0 0 0 0 - 0 0 0 0 - 0 0 0 0 - 0 0 0 0 0 0 0 0 0 0 0 0 "   l e v e l O r d e r = " 1 0 0 "   c o n t r o l T y p e = " p l a i n T e x t "   c o n t r o l E d i t T y p e = " i n l i n e "   e n c l o s i n g B o o k m a r k = " f a l s e "   f o r m a t E v a l u a t o r T y p e = " e x p r e s s i o n "   t e x t C a s e = " i g n o r e C a s e "   r e m o v e C o n t r o l = " f a l s e "   i g n o r e F o r m a t I f E m p t y = " f a l s e " >  
             < p a r a m e t e r s >  
                 < p a r a m e t e r   i d = " b 1 8 9 3 e d 7 - d 8 b 4 - 4 f a 4 - 8 1 d f - 1 9 5 a 7 5 b d 5 f e 1 "   n a m e = " D e l e t e   l i n e   i f   e m p t y "   t y p e = " S y s t e m . B o o l e a n ,   m s c o r l i b ,   V e r s i o n = 4 . 0 . 0 . 0 ,   C u l t u r e = n e u t r a l ,   P u b l i c K e y T o k e n = b 7 7 a 5 c 5 6 1 9 3 4 e 0 8 9 "   o r d e r = " 9 9 9 "   k e y = " d e l e t e L i n e I f E m p t y "   v a l u e = " F a l s e "   g r o u p O r d e r = " - 1 " / >  
                 < p a r a m e t e r   i d = " 3 9 b d 9 6 f c - 3 5 d 2 - 4 7 3 3 - 8 b e b - 5 8 1 6 1 1 6 3 4 c 7 8 "   n a m e = " F i e l d   i n d e x "   t y p e = " S y s t e m . I n t 3 2 ,   m s c o r l i b ,   V e r s i o n = 4 . 0 . 0 . 0 ,   C u l t u r e = n e u t r a l ,   P u b l i c K e y T o k e n = b 7 7 a 5 c 5 6 1 9 3 4 e 0 8 9 "   o r d e r = " 9 9 9 "   k e y = " i n d e x "   v a l u e = " "   g r o u p O r d e r = " - 1 " / >  
                 < p a r a m e t e r   i d = " 8 4 e 9 6 7 0 e - 6 8 1 c - 4 f 4 6 - a 9 7 2 - 7 8 e 3 7 f 7 3 5 e 0 a " 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
                 < p a r a m e t e r   i d = " 5 6 1 b 5 2 4 0 - 9 e 0 5 - 4 3 0 6 - 9 f 1 e - 6 0 d f 7 c d 6 2 c b 5 "   n a m e = " R o w s   t o   r e m o v e   i f   e m p t y "   t y p e = " S y s t e m . I n t 3 2 ,   m s c o r l i b ,   V e r s i o n = 4 . 0 . 0 . 0 ,   C u l t u r e = n e u t r a l ,   P u b l i c K e y T o k e n = b 7 7 a 5 c 5 6 1 9 3 4 e 0 8 9 "   o r d e r = " 9 9 9 "   k e y = " d e l e t e R o w C o u n t "   v a l u e = " 0 "   g r o u p O r d e r = " - 1 " / >  
                 < p a r a m e t e r   i d = " c f c 8 e 2 a 7 - 7 3 8 b - 4 e 3 2 - 9 0 2 5 - 9 c f 0 1 a 7 f 7 b c e "   n a m e = " U p d a t e   f i e l d   f r o m   d o c u m e n t "   t y p e = " S y s t e m . B o o l e a n ,   m s c o r l i b ,   V e r s i o n = 4 . 0 . 0 . 0 ,   C u l t u r e = n e u t r a l ,   P u b l i c K e y T o k e n = b 7 7 a 5 c 5 6 1 9 3 4 e 0 8 9 "   o r d e r = " 9 9 9 "   k e y = " u p d a t e F i e l d "   v a l u e = " F a l s e "   g r o u p O r d e r = " - 1 " / >  
             < / p a r a m e t e r s >  
         < / c o n t e n t C o n t r o l >  
         < c o n t e n t C o n t r o l   i d = " 9 e d e d 2 1 d - 1 c 3 b - 4 6 b f - b 5 3 8 - c 4 4 d e d 2 e 0 a e f "   n a m e = " T i t l e . T e x t "   a s s e m b l y = " I p h e l i o n . O u t l i n e . W o r d . d l l "   t y p e = " I p h e l i o n . O u t l i n e . W o r d . R e n d e r e r s . T e x t R e n d e r e r "   o r d e r = " 3 "   a c t i v e = " t r u e "   e n t i t y I d = " e 7 3 f e 5 a a - 5 c 1 7 - 4 7 1 7 - 9 8 c 5 - f d 2 8 d 4 9 0 5 c b e " 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8 d 5 4 2 8 b 5 - e 0 7 2 - 4 7 2 0 - b 2 b e - 5 2 c 7 1 2 0 7 b 2 f 7 "   n a m e = " D e l e t e   l i n e   i f   e m p t y "   t y p e = " S y s t e m . B o o l e a n ,   m s c o r l i b ,   V e r s i o n = 4 . 0 . 0 . 0 ,   C u l t u r e = n e u t r a l ,   P u b l i c K e y T o k e n = b 7 7 a 5 c 5 6 1 9 3 4 e 0 8 9 "   o r d e r = " 9 9 9 "   k e y = " d e l e t e L i n e I f E m p t y "   v a l u e = " F a l s e "   g r o u p O r d e r = " - 1 " / >  
                 < p a r a m e t e r   i d = " 9 4 2 3 0 c 3 a - 0 7 d b - 4 a 5 5 - 8 0 6 c - 1 2 f f 1 8 3 0 6 b 8 8 "   n a m e = " F i e l d   i n d e x "   t y p e = " S y s t e m . I n t 3 2 ,   m s c o r l i b ,   V e r s i o n = 4 . 0 . 0 . 0 ,   C u l t u r e = n e u t r a l ,   P u b l i c K e y T o k e n = b 7 7 a 5 c 5 6 1 9 3 4 e 0 8 9 "   o r d e r = " 9 9 9 "   k e y = " i n d e x "   v a l u e = " "   g r o u p O r d e r = " - 1 " / >  
                 < p a r a m e t e r   i d = " a 4 1 b 6 b 1 1 - d c 9 4 - 4 7 6 7 - 8 c b d - c 8 b 8 6 8 d c 3 0 a 6 "   n a m e = " P l a c e h o l d e r   t e x t "   t y p e = " S y s t e m . S t r i n g ,   m s c o r l i b ,   V e r s i o n = 4 . 0 . 0 . 0 ,   C u l t u r e = n e u t r a l ,   P u b l i c K e y T o k e n = b 7 7 a 5 c 5 6 1 9 3 4 e 0 8 9 "   o r d e r = " 9 9 9 "   k e y = " p l a c e h o l d e r "   v a l u e = " "   a r g u m e n t = " E x p r e s s i o n L o c a l i z e d S t r i n g "   g r o u p O r d e r = " - 1 " / >  
                 < p a r a m e t e r   i d = " 4 3 0 6 4 4 2 8 - 9 7 7 1 - 4 0 7 b - 9 f c f - e 9 6 6 3 5 a 5 5 2 4 c "   n a m e = " R o w s   t o   r e m o v e   i f   e m p t y "   t y p e = " S y s t e m . I n t 3 2 ,   m s c o r l i b ,   V e r s i o n = 4 . 0 . 0 . 0 ,   C u l t u r e = n e u t r a l ,   P u b l i c K e y T o k e n = b 7 7 a 5 c 5 6 1 9 3 4 e 0 8 9 "   o r d e r = " 9 9 9 "   k e y = " d e l e t e R o w C o u n t "   v a l u e = " 0 "   g r o u p O r d e r = " - 1 " / >  
                 < p a r a m e t e r   i d = " 0 4 b 1 8 d c 0 - 5 1 d 3 - 4 0 0 b - b b 6 e - 9 b 3 3 e 8 1 6 c 6 4 8 "   n a m e = " U p d a t e   f i e l d   f r o m   d o c u m e n t "   t y p e = " S y s t e m . B o o l e a n ,   m s c o r l i b ,   V e r s i o n = 4 . 0 . 0 . 0 ,   C u l t u r e = n e u t r a l ,   P u b l i c K e y T o k e n = b 7 7 a 5 c 5 6 1 9 3 4 e 0 8 9 "   o r d e r = " 9 9 9 "   k e y = " u p d a t e F i e l d "   v a l u e = " F a l s e "   g r o u p O r d e r = " - 1 " / >  
             < / p a r a m e t e r s >  
         < / c o n t e n t C o n t r o l >  
         < c o n t e n t C o n t r o l   i d = " a 7 a d 1 d b 6 - 3 1 1 8 - 4 b b d - 9 a 2 d - 2 d f 0 e c 4 6 9 0 0 9 "   n a m e = " L b e t w e e n "   a s s e m b l y = " I p h e l i o n . O u t l i n e . W o r d . d l l "   t y p e = " I p h e l i o n . O u t l i n e . W o r d . R e n d e r e r s . T e x t R e n d e r e r "   o r d e r = " 2 "   a c t i v e = " t r u e "   e n t i t y I d = " f 9 5 d c 5 f a - 6 e 9 d - 4 b e 9 - 9 d 2 3 - e 0 a d a 2 0 d 8 4 3 8 "   f i e l d I d = " 5 d 1 0 9 1 1 9 - e 1 a 5 - 4 1 3 9 - 8 0 6 c - 7 a 8 5 c 2 2 5 e e a 9 "   p a r e n t I d = " 0 0 0 0 0 0 0 0 - 0 0 0 0 - 0 0 0 0 - 0 0 0 0 - 0 0 0 0 0 0 0 0 0 0 0 0 "   l e v e l O r d e r = " 1 0 0 "   c o n t r o l T y p e = " p l a i n T e x t "   c o n t r o l E d i t T y p e = " i n l i n e "   e n c l o s i n g B o o k m a r k = " f a l s e "   f o r m a t = " I F E Q U A L ( { L a b e l s . L a n g u a g e } , & q u o t ; C h i n e s e & q u o t ; , & q u o t ; & l t ; & l t ; L b e t w e e n & g t ; & g t ; & q u o t ; , { L a b e l s . B e t w e e n } , f a l s e ) "   f o r m a t E v a l u a t o r T y p e = " e x p r e s s i o n "   t e x t C a s e = " i g n o r e C a s e "   r e m o v e C o n t r o l = " t r u e "   i g n o r e F o r m a t I f E m p t y = " f a l s e " >  
             < p a r a m e t e r s >  
                 < p a r a m e t e r   i d = " 1 a 9 6 6 9 2 1 - 7 4 9 2 - 4 f 2 2 - 8 d c e - 7 c 6 9 3 0 c 5 f a 1 d "   n a m e = " D e l e t e   l i n e   i f   e m p t y "   t y p e = " S y s t e m . B o o l e a n ,   m s c o r l i b ,   V e r s i o n = 4 . 0 . 0 . 0 ,   C u l t u r e = n e u t r a l ,   P u b l i c K e y T o k e n = b 7 7 a 5 c 5 6 1 9 3 4 e 0 8 9 "   o r d e r = " 9 9 9 "   k e y = " d e l e t e L i n e I f E m p t y "   v a l u e = " T r u e "   g r o u p O r d e r = " - 1 " / >  
                 < p a r a m e t e r   i d = " 5 f e c b 9 6 d - 5 e 6 9 - 4 d 3 9 - b 8 1 6 - 4 5 8 8 0 4 b f 8 a 9 5 "   n a m e = " F i e l d   i n d e x "   t y p e = " S y s t e m . I n t 3 2 ,   m s c o r l i b ,   V e r s i o n = 4 . 0 . 0 . 0 ,   C u l t u r e = n e u t r a l ,   P u b l i c K e y T o k e n = b 7 7 a 5 c 5 6 1 9 3 4 e 0 8 9 "   o r d e r = " 9 9 9 "   k e y = " i n d e x "   v a l u e = " "   g r o u p O r d e r = " - 1 " / >  
                 < p a r a m e t e r   i d = " 3 d e 6 b 7 f 7 - 9 6 1 8 - 4 f f 6 - 8 9 1 a - 2 4 a 5 1 d e 5 a 9 f d "   n a m e = " P l a c e h o l d e r   t e x t "   t y p e = " S y s t e m . S t r i n g ,   m s c o r l i b ,   V e r s i o n = 4 . 0 . 0 . 0 ,   C u l t u r e = n e u t r a l ,   P u b l i c K e y T o k e n = b 7 7 a 5 c 5 6 1 9 3 4 e 0 8 9 "   o r d e r = " 9 9 9 "   k e y = " p l a c e h o l d e r "   v a l u e = " "   a r g u m e n t = " E x p r e s s i o n L o c a l i z e d S t r i n g "   g r o u p O r d e r = " - 1 " / >  
                 < p a r a m e t e r   i d = " 7 d 2 d d a 6 0 - a a 2 b - 4 0 9 c - 9 5 2 1 - 0 d 6 8 a a f 1 1 1 d 1 "   n a m e = " R o w s   t o   r e m o v e   i f   e m p t y "   t y p e = " S y s t e m . I n t 3 2 ,   m s c o r l i b ,   V e r s i o n = 4 . 0 . 0 . 0 ,   C u l t u r e = n e u t r a l ,   P u b l i c K e y T o k e n = b 7 7 a 5 c 5 6 1 9 3 4 e 0 8 9 "   o r d e r = " 9 9 9 "   k e y = " d e l e t e R o w C o u n t "   v a l u e = " 0 "   g r o u p O r d e r = " - 1 " / >  
                 < p a r a m e t e r   i d = " 8 9 f 6 0 e 2 f - 0 f 1 7 - 4 2 b 3 - a 9 9 9 - 0 d 2 3 8 4 7 f b a 3 c "   n a m e = " U p d a t e   f i e l d   f r o m   d o c u m e n t "   t y p e = " S y s t e m . B o o l e a n ,   m s c o r l i b ,   V e r s i o n = 4 . 0 . 0 . 0 ,   C u l t u r e = n e u t r a l ,   P u b l i c K e y T o k e n = b 7 7 a 5 c 5 6 1 9 3 4 e 0 8 9 "   o r d e r = " 9 9 9 "   k e y = " u p d a t e F i e l d "   v a l u e = " F a l s e "   g r o u p O r d e r = " - 1 " / >  
             < / p a r a m e t e r s >  
         < / c o n t e n t C o n t r o l >  
         < c o n t e n t C o n t r o l   i d = " 6 1 5 e c 3 d 1 - 4 4 d 3 - 4 f 7 1 - 8 e 2 e - c f e 2 a a 0 e f 1 9 9 "   n a m e = " L T a b l e   o f   c o n t e n t s "   a s s e m b l y = " I p h e l i o n . O u t l i n e . W o r d . d l l "   t y p e = " I p h e l i o n . O u t l i n e . W o r d . R e n d e r e r s . T e x t R e n d e r e r "   o r d e r = " 2 "   a c t i v e = " t r u e "   e n t i t y I d = " f 9 5 d c 5 f a - 6 e 9 d - 4 b e 9 - 9 d 2 3 - e 0 a d a 2 0 d 8 4 3 8 "   f i e l d I d = " d 7 9 a 3 3 b 3 - b 7 f 9 - 4 0 7 4 - b e 4 3 - d f 4 d b 9 6 4 f 1 f e "   p a r e n t I d = " 0 0 0 0 0 0 0 0 - 0 0 0 0 - 0 0 0 0 - 0 0 0 0 - 0 0 0 0 0 0 0 0 0 0 0 0 "   l e v e l O r d e r = " 1 0 0 "   c o n t r o l T y p e = " p l a i n T e x t "   c o n t r o l E d i t T y p e = " i n l i n e "   e n c l o s i n g B o o k m a r k = " f a l s e "   f o r m a t E v a l u a t o r T y p e = " e x p r e s s i o n "   t e x t C a s e = " i g n o r e C a s e "   r e m o v e C o n t r o l = " f a l s e "   i g n o r e F o r m a t I f E m p t y = " f a l s e " >  
             < p a r a m e t e r s >  
                 < p a r a m e t e r   i d = " 4 0 1 2 2 2 4 2 - 3 a 5 1 - 4 e 6 c - a 2 a 9 - 5 5 0 8 f b d a 3 9 3 5 "   n a m e = " D e l e t e   l i n e   i f   e m p t y "   t y p e = " S y s t e m . B o o l e a n ,   m s c o r l i b ,   V e r s i o n = 4 . 0 . 0 . 0 ,   C u l t u r e = n e u t r a l ,   P u b l i c K e y T o k e n = b 7 7 a 5 c 5 6 1 9 3 4 e 0 8 9 "   o r d e r = " 9 9 9 "   k e y = " d e l e t e L i n e I f E m p t y "   v a l u e = " F a l s e "   g r o u p O r d e r = " - 1 " / >  
                 < p a r a m e t e r   i d = " b b 0 2 2 0 9 d - 3 a c 0 - 4 e 8 8 - a e b 1 - 1 7 b 9 a 2 d 4 3 b 7 3 "   n a m e = " F i e l d   i n d e x "   t y p e = " S y s t e m . I n t 3 2 ,   m s c o r l i b ,   V e r s i o n = 4 . 0 . 0 . 0 ,   C u l t u r e = n e u t r a l ,   P u b l i c K e y T o k e n = b 7 7 a 5 c 5 6 1 9 3 4 e 0 8 9 "   o r d e r = " 9 9 9 "   k e y = " i n d e x "   v a l u e = " "   g r o u p O r d e r = " - 1 " / >  
                 < p a r a m e t e r   i d = " b c 7 8 d d 9 3 - b b b 8 - 4 a 9 1 - a d b 2 - b d 4 d e 1 2 b 1 7 e 5 " 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
                 < p a r a m e t e r   i d = " 0 c 0 3 8 f 0 6 - 2 f 2 b - 4 e e 7 - a 2 a b - 3 b 7 d 6 c f b 7 b d 3 "   n a m e = " R o w s   t o   r e m o v e   i f   e m p t y "   t y p e = " S y s t e m . I n t 3 2 ,   m s c o r l i b ,   V e r s i o n = 4 . 0 . 0 . 0 ,   C u l t u r e = n e u t r a l ,   P u b l i c K e y T o k e n = b 7 7 a 5 c 5 6 1 9 3 4 e 0 8 9 "   o r d e r = " 9 9 9 "   k e y = " d e l e t e R o w C o u n t "   v a l u e = " 0 "   g r o u p O r d e r = " - 1 " / >  
                 < p a r a m e t e r   i d = " f 0 6 0 2 3 d 8 - e b 9 e - 4 f 2 3 - 8 4 e a - b d a 7 8 7 2 8 9 3 b 9 "   n a m e = " U p d a t e   f i e l d   f r o m   d o c u m e n t "   t y p e = " S y s t e m . B o o l e a n ,   m s c o r l i b ,   V e r s i o n = 4 . 0 . 0 . 0 ,   C u l t u r e = n e u t r a l ,   P u b l i c K e y T o k e n = b 7 7 a 5 c 5 6 1 9 3 4 e 0 8 9 "   o r d e r = " 9 9 9 "   k e y = " u p d a t e F i e l d "   v a l u e = " F a l s e "   g r o u p O r d e r = " - 1 " / >  
             < / p a r a m e t e r s >  
         < / c o n t e n t C o n t r o l >  
         < c o n t e n t C o n t r o l   i d = " b e 4 3 4 7 f 9 - 7 4 4 3 - 4 4 8 d - b 7 a b - f 0 e a d 2 9 a 7 1 5 b "   n a m e = " P a r t y 1 . N a m e "   a s s e m b l y = " I p h e l i o n . O u t l i n e . W o r d . d l l "   t y p e = " I p h e l i o n . O u t l i n e . W o r d . R e n d e r e r s . D e l i m i t e d L i s t R e n d e r e r "   o r d e r = " 3 "   a c t i v e = " t r u e "   e n t i t y I d = " 1 6 a 3 6 6 b c - 2 3 c d - 4 b 6 f - a 6 e 4 - 1 c a b 4 9 c 8 8 c 6 e "   f i e l d I d = " f 0 0 e 1 b 4 c - c e b 5 - 4 d f 9 - 8 5 e d - 1 d b 3 2 3 6 8 1 7 2 0 "   p a r e n t I d = " 0 0 0 0 0 0 0 0 - 0 0 0 0 - 0 0 0 0 - 0 0 0 0 - 0 0 0 0 0 0 0 0 0 0 0 0 "   l e v e l O r d e r = " 1 0 0 "   c o n t r o l T y p e = " p l a i n T e x t "   c o n t r o l E d i t T y p e = " i n l i n e "   e n c l o s i n g B o o k m a r k = " f a l s e "   f o r m a t = " I F N O T E M P T Y ( { P a r t y 1 . N a m e } , { P a r t y 1 . N a m e } , & q u o t ; [ �%] & q u o t ; ) "   f o r m a t E v a l u a t o r T y p e = " e x p r e s s i o n "   t e x t C a s e = " i g n o r e C a s e "   r e m o v e C o n t r o l = " f a l s e "   i g n o r e F o r m a t I f E m p t y = " f a l s e " >  
             < p a r a m e t e r s >  
                 < p a r a m e t e r   i d = " 4 0 8 b f 7 a f - f f 4 2 - 4 7 f 0 - b 1 5 e - 6 6 d 6 c c 8 b 9 8 1 8 "   n a m e = " P r e f i x   t e x t "   t y p e = " S y s t e m . S t r i n g ,   m s c o r l i b ,   V e r s i o n = 4 . 0 . 0 . 0 ,   C u l t u r e = n e u t r a l ,   P u b l i c K e y T o k e n = b 7 7 a 5 c 5 6 1 9 3 4 e 0 8 9 "   o r d e r = " 0 "   k e y = " p r e f i x "   v a l u e = " "   a r g u m e n t = " E x p r e s s i o n L o c a l i z e d S t r i n g "   g r o u p = " L i s t   O p t i o n s "   g r o u p O r d e r = " - 1 " / >  
                 < p a r a m e t e r   i d = " 9 3 7 3 8 c 2 1 - b a e f - 4 b 9 b - a b d c - c 7 4 8 f 1 f 8 5 e f 6 "   n a m e = " D e l i m i t e r "   t y p e = " S y s t e m . S t r i n g ,   m s c o r l i b ,   V e r s i o n = 4 . 0 . 0 . 0 ,   C u l t u r e = n e u t r a l ,   P u b l i c K e y T o k e n = b 7 7 a 5 c 5 6 1 9 3 4 e 0 8 9 "   o r d e r = " 1 "   k e y = " d e l i m i t e r "   v a l u e = " & l t ; ? x m l   v e r s i o n = & q u o t ; 1 . 0 & q u o t ;   e n c o d i n g = & q u o t ; u t f - 1 6 & q u o t ; ? & g t ; & # x A ; & l t ; l o c a l i z e d S t r i n g   x m l n s : x s i = & q u o t ; h t t p : / / w w w . w 3 . o r g / 2 0 0 1 / X M L S c h e m a - i n s t a n c e & q u o t ;   x m l n s : x s d = & q u o t ; h t t p : / / w w w . w 3 . o r g / 2 0 0 1 / X M L S c h e m a & q u o t ; & g t ; & # x A ;     & l t ; t y p e & g t ; f i x e d & l t ; / t y p e & g t ; & # x A ;     & l t ; t e x t & g t ; & # x A ; & l t ; / t e x t & g t ; & # x A ; & l t ; / l o c a l i z e d S t r i n g & g t ; "   a r g u m e n t = " E x p r e s s i o n L o c a l i z e d S t r i n g "   g r o u p = " L i s t   O p t i o n s "   g r o u p O r d e r = " - 1 " / >  
                 < p a r a m e t e r   i d = " 9 b 3 3 2 c 3 5 - 0 f 6 e - 4 a b 2 - 8 4 0 1 - 4 f 3 2 f 2 8 a 9 9 6 c "   n a m e = " L a s t   d e l i m i t e r   ( o p t i o n a l ) "   t y p e = " S y s t e m . S t r i n g ,   m s c o r l i b ,   V e r s i o n = 4 . 0 . 0 . 0 ,   C u l t u r e = n e u t r a l ,   P u b l i c K e y T o k e n = b 7 7 a 5 c 5 6 1 9 3 4 e 0 8 9 "   o r d e r = " 2 "   k e y = " l a s t D e l i m i t e r "   v a l u e = " "   a r g u m e n t = " E x p r e s s i o n L o c a l i z e d S t r i n g "   g r o u p = " L i s t   O p t i o n s "   g r o u p O r d e r = " - 1 " / >  
                 < p a r a m e t e r   i d = " 3 a 3 a 5 1 6 c - 9 a a f - 4 e c 2 - a e 1 6 - 0 8 4 9 3 0 c 9 2 9 7 2 "   n a m e = " S t a r t   i n d e x "   t y p e = " S y s t e m . S t r i n g ,   m s c o r l i b ,   V e r s i o n = 4 . 0 . 0 . 0 ,   C u l t u r e = n e u t r a l ,   P u b l i c K e y T o k e n = b 7 7 a 5 c 5 6 1 9 3 4 e 0 8 9 "   o r d e r = " 3 "   k e y = " s t a r t I n d e x "   v a l u e = " "   a r g u m e n t = " F o r m a t S t r i n g "   g r o u p = " L i s t   O p t i o n s "   g r o u p O r d e r = " - 1 " / >  
                 < p a r a m e t e r   i d = " 5 7 6 a 3 8 6 4 - 4 4 9 9 - 4 8 d 2 - 8 b c 3 - c 8 b f 9 6 0 6 5 c d a "   n a m e = " E n d   I n d e x "   t y p e = " S y s t e m . S t r i n g ,   m s c o r l i b ,   V e r s i o n = 4 . 0 . 0 . 0 ,   C u l t u r e = n e u t r a l ,   P u b l i c K e y T o k e n = b 7 7 a 5 c 5 6 1 9 3 4 e 0 8 9 "   o r d e r = " 4 "   k e y = " e n d I n d e x "   v a l u e = " "   a r g u m e n t = " F o r m a t S t r i n g "   g r o u p = " L i s t   O p t i o n s "   g r o u p O r d e r = " - 1 " / >  
                 < p a r a m e t e r   i d = " b 1 d a 0 e 2 b - 8 7 5 1 - 4 e d 5 - b 8 7 a - 3 0 f 6 c 6 7 c 9 0 d 2 "   n a m e = " D e l e t e   l i n e   i f   e m p t y "   t y p e = " S y s t e m . B o o l e a n ,   m s c o r l i b ,   V e r s i o n = 4 . 0 . 0 . 0 ,   C u l t u r e = n e u t r a l ,   P u b l i c K e y T o k e n = b 7 7 a 5 c 5 6 1 9 3 4 e 0 8 9 "   o r d e r = " 9 9 9 "   k e y = " d e l e t e L i n e I f E m p t y "   v a l u e = " F a l s e "   g r o u p O r d e r = " - 1 " / >  
                 < p a r a m e t e r   i d = " 8 5 0 3 a 6 8 c - 6 3 a d - 4 3 f 1 - a 0 8 1 - 8 6 8 e 9 a 3 6 e 6 d 5 "   n a m e = " P l a c e h o l d e r   t e x t "   t y p e = " S y s t e m . S t r i n g ,   m s c o r l i b ,   V e r s i o n = 4 . 0 . 0 . 0 ,   C u l t u r e = n e u t r a l ,   P u b l i c K e y T o k e n = b 7 7 a 5 c 5 6 1 9 3 4 e 0 8 9 "   o r d e r = " 9 9 9 "   k e y = " p l a c e h o l d e r "   v a l u e = " "   a r g u m e n t = " E x p r e s s i o n L o c a l i z e d S t r i n g "   g r o u p O r d e r = " - 1 " / >  
                 < p a r a m e t e r   i d = " b 3 7 e d 7 0 a - d b 4 c - 4 d 7 3 - 9 e 6 c - 0 6 0 c 7 3 c b 6 b 2 6 "   n a m e = " R o w s   t o   r e m o v e   i f   e m p t y "   t y p e = " S y s t e m . I n t 3 2 ,   m s c o r l i b ,   V e r s i o n = 4 . 0 . 0 . 0 ,   C u l t u r e = n e u t r a l ,   P u b l i c K e y T o k e n = b 7 7 a 5 c 5 6 1 9 3 4 e 0 8 9 "   o r d e r = " 9 9 9 "   k e y = " d e l e t e R o w C o u n t "   v a l u e = " 0 "   g r o u p O r d e r = " - 1 " / >  
             < / p a r a m e t e r s >  
         < / c o n t e n t C o n t r o l >  
         < c o n t e n t C o n t r o l   i d = " 7 d 3 7 a 9 7 e - a 7 d 9 - 4 e 4 a - 9 1 d 0 - a c 3 2 c a 8 d 9 f 5 7 "   n a m e = " P a r t y 2 . N a m e "   a s s e m b l y = " I p h e l i o n . O u t l i n e . W o r d . d l l "   t y p e = " I p h e l i o n . O u t l i n e . W o r d . R e n d e r e r s . D e l i m i t e d L i s t R e n d e r e r "   o r d e r = " 3 "   a c t i v e = " t r u e "   e n t i t y I d = " a f f c 4 9 7 f - 5 7 0 7 - 4 f 6 f - b 7 c 4 - 0 3 c d f 0 7 3 8 8 f 9 "   f i e l d I d = " f 0 0 e 1 b 4 c - c e b 5 - 4 d f 9 - 8 5 e d - 1 d b 3 2 3 6 8 1 7 2 0 "   p a r e n t I d = " 0 0 0 0 0 0 0 0 - 0 0 0 0 - 0 0 0 0 - 0 0 0 0 - 0 0 0 0 0 0 0 0 0 0 0 0 "   l e v e l O r d e r = " 1 0 0 "   c o n t r o l T y p e = " p l a i n T e x t "   c o n t r o l E d i t T y p e = " i n l i n e "   e n c l o s i n g B o o k m a r k = " f a l s e "   f o r m a t = " I F N O T E M P T Y ( { P a r t y 2 . N a m e } , { P a r t y 2 . N a m e } , & q u o t ; [ �%] & q u o t ; ) "   f o r m a t E v a l u a t o r T y p e = " e x p r e s s i o n "   t e x t C a s e = " i g n o r e C a s e "   r e m o v e C o n t r o l = " f a l s e "   i g n o r e F o r m a t I f E m p t y = " f a l s e " >  
             < p a r a m e t e r s >  
                 < p a r a m e t e r   i d = " 9 6 b 2 0 5 7 d - f b e 0 - 4 f b a - b 9 6 4 - e 6 f d 4 8 e 9 0 f 9 8 "   n a m e = " P r e f i x   t e x t "   t y p e = " S y s t e m . S t r i n g ,   m s c o r l i b ,   V e r s i o n = 4 . 0 . 0 . 0 ,   C u l t u r e = n e u t r a l ,   P u b l i c K e y T o k e n = b 7 7 a 5 c 5 6 1 9 3 4 e 0 8 9 "   o r d e r = " 0 "   k e y = " p r e f i x "   v a l u e = " "   a r g u m e n t = " E x p r e s s i o n L o c a l i z e d S t r i n g "   g r o u p = " L i s t   O p t i o n s "   g r o u p O r d e r = " - 1 " / >  
                 < p a r a m e t e r   i d = " 6 5 6 5 0 c 5 9 - f f 4 3 - 4 c f d - b 4 c 9 - b 2 7 7 f e 1 3 6 4 7 9 "   n a m e = " D e l i m i t e r "   t y p e = " S y s t e m . S t r i n g ,   m s c o r l i b ,   V e r s i o n = 4 . 0 . 0 . 0 ,   C u l t u r e = n e u t r a l ,   P u b l i c K e y T o k e n = b 7 7 a 5 c 5 6 1 9 3 4 e 0 8 9 "   o r d e r = " 1 "   k e y = " d e l i m i t e r "   v a l u e = " & l t ; ? x m l   v e r s i o n = & q u o t ; 1 . 0 & q u o t ;   e n c o d i n g = & q u o t ; u t f - 1 6 & q u o t ; ? & g t ; & # x A ; & l t ; l o c a l i z e d S t r i n g   x m l n s : x s i = & q u o t ; h t t p : / / w w w . w 3 . o r g / 2 0 0 1 / X M L S c h e m a - i n s t a n c e & q u o t ;   x m l n s : x s d = & q u o t ; h t t p : / / w w w . w 3 . o r g / 2 0 0 1 / X M L S c h e m a & q u o t ; & g t ; & # x A ;     & l t ; t y p e & g t ; f i x e d & l t ; / t y p e & g t ; & # x A ;     & l t ; t e x t & g t ; & # x A ; & l t ; / t e x t & g t ; & # x A ; & l t ; / l o c a l i z e d S t r i n g & g t ; "   a r g u m e n t = " E x p r e s s i o n L o c a l i z e d S t r i n g "   g r o u p = " L i s t   O p t i o n s "   g r o u p O r d e r = " - 1 " / >  
                 < p a r a m e t e r   i d = " 6 2 d 8 6 8 b 0 - d e 4 7 - 4 d 0 4 - b 6 7 e - 9 7 0 0 c d 9 5 d c a 6 "   n a m e = " L a s t   d e l i m i t e r   ( o p t i o n a l ) "   t y p e = " S y s t e m . S t r i n g ,   m s c o r l i b ,   V e r s i o n = 4 . 0 . 0 . 0 ,   C u l t u r e = n e u t r a l ,   P u b l i c K e y T o k e n = b 7 7 a 5 c 5 6 1 9 3 4 e 0 8 9 "   o r d e r = " 2 "   k e y = " l a s t D e l i m i t e r "   v a l u e = " "   a r g u m e n t = " E x p r e s s i o n L o c a l i z e d S t r i n g "   g r o u p = " L i s t   O p t i o n s "   g r o u p O r d e r = " - 1 " / >  
                 < p a r a m e t e r   i d = " 0 1 2 b 8 7 4 4 - 1 8 e 6 - 4 9 5 5 - a 9 5 5 - 0 b 6 4 7 6 4 d a d c 1 "   n a m e = " S t a r t   i n d e x "   t y p e = " S y s t e m . S t r i n g ,   m s c o r l i b ,   V e r s i o n = 4 . 0 . 0 . 0 ,   C u l t u r e = n e u t r a l ,   P u b l i c K e y T o k e n = b 7 7 a 5 c 5 6 1 9 3 4 e 0 8 9 "   o r d e r = " 3 "   k e y = " s t a r t I n d e x "   v a l u e = " "   a r g u m e n t = " F o r m a t S t r i n g "   g r o u p = " L i s t   O p t i o n s "   g r o u p O r d e r = " - 1 " / >  
                 < p a r a m e t e r   i d = " 0 3 5 7 1 c 9 5 - a 0 e b - 4 3 8 b - b 4 2 8 - 9 c e 5 f c e 1 f 6 a 1 "   n a m e = " E n d   I n d e x "   t y p e = " S y s t e m . S t r i n g ,   m s c o r l i b ,   V e r s i o n = 4 . 0 . 0 . 0 ,   C u l t u r e = n e u t r a l ,   P u b l i c K e y T o k e n = b 7 7 a 5 c 5 6 1 9 3 4 e 0 8 9 "   o r d e r = " 4 "   k e y = " e n d I n d e x "   v a l u e = " "   a r g u m e n t = " F o r m a t S t r i n g "   g r o u p = " L i s t   O p t i o n s "   g r o u p O r d e r = " - 1 " / >  
                 < p a r a m e t e r   i d = " 3 c 6 c 7 f 8 d - a 6 1 7 - 4 6 7 d - 9 5 c 6 - 2 0 c 9 c 8 a 2 f 7 7 1 "   n a m e = " D e l e t e   l i n e   i f   e m p t y "   t y p e = " S y s t e m . B o o l e a n ,   m s c o r l i b ,   V e r s i o n = 4 . 0 . 0 . 0 ,   C u l t u r e = n e u t r a l ,   P u b l i c K e y T o k e n = b 7 7 a 5 c 5 6 1 9 3 4 e 0 8 9 "   o r d e r = " 9 9 9 "   k e y = " d e l e t e L i n e I f E m p t y "   v a l u e = " T r u e "   g r o u p O r d e r = " - 1 " / >  
                 < p a r a m e t e r   i d = " 4 c 1 1 6 0 7 a - d b 4 b - 4 e 4 c - 9 9 9 5 - 3 9 5 4 1 9 f b e 7 5 6 "   n a m e = " P l a c e h o l d e r   t e x t "   t y p e = " S y s t e m . S t r i n g ,   m s c o r l i b ,   V e r s i o n = 4 . 0 . 0 . 0 ,   C u l t u r e = n e u t r a l ,   P u b l i c K e y T o k e n = b 7 7 a 5 c 5 6 1 9 3 4 e 0 8 9 "   o r d e r = " 9 9 9 "   k e y = " p l a c e h o l d e r "   v a l u e = " "   a r g u m e n t = " E x p r e s s i o n L o c a l i z e d S t r i n g "   g r o u p O r d e r = " - 1 " / >  
                 < p a r a m e t e r   i d = " 0 8 f f 2 1 0 d - b 5 9 f - 4 b 9 3 - 9 4 8 2 - c d d d 3 b c 4 0 d f 1 "   n a m e = " R o w s   t o   r e m o v e   i f   e m p t y "   t y p e = " S y s t e m . I n t 3 2 ,   m s c o r l i b ,   V e r s i o n = 4 . 0 . 0 . 0 ,   C u l t u r e = n e u t r a l ,   P u b l i c K e y T o k e n = b 7 7 a 5 c 5 6 1 9 3 4 e 0 8 9 "   o r d e r = " 9 9 9 "   k e y = " d e l e t e R o w C o u n t "   v a l u e = " 0 "   g r o u p O r d e r = " - 1 " / >  
             < / p a r a m e t e r s >  
         < / c o n t e n t C o n t r o l >  
         < c o n t e n t C o n t r o l   i d = " e f 9 d 8 5 c 5 - 9 d 4 5 - 4 8 5 2 - a f f 1 - 6 6 c 5 1 7 5 9 9 8 c f "   n a m e = " P a r t y 3 . N a m e "   a s s e m b l y = " I p h e l i o n . O u t l i n e . W o r d . d l l "   t y p e = " I p h e l i o n . O u t l i n e . W o r d . R e n d e r e r s . D e l i m i t e d L i s t R e n d e r e r "   o r d e r = " 3 "   a c t i v e = " t r u e "   e n t i t y I d = " d 1 c 1 b 0 b a - 1 a d 7 - 4 e 2 6 - a f 7 6 - 9 b 4 b 9 e c 6 8 c 7 6 "   f i e l d I d = " f 0 0 e 1 b 4 c - c e b 5 - 4 d f 9 - 8 5 e d - 1 d b 3 2 3 6 8 1 7 2 0 "   p a r e n t I d = " 0 0 0 0 0 0 0 0 - 0 0 0 0 - 0 0 0 0 - 0 0 0 0 - 0 0 0 0 0 0 0 0 0 0 0 0 "   l e v e l O r d e r = " 1 0 0 "   c o n t r o l T y p e = " p l a i n T e x t "   c o n t r o l E d i t T y p e = " i n l i n e "   e n c l o s i n g B o o k m a r k = " f a l s e "   f o r m a t = " I F N O T E M P T Y ( { P a r t y 3 . N a m e } , { P a r t y 3 . N a m e } , & q u o t ; [ �%] & q u o t ; ) "   f o r m a t E v a l u a t o r T y p e = " e x p r e s s i o n "   t e x t C a s e = " i g n o r e C a s e "   r e m o v e C o n t r o l = " f a l s e "   i g n o r e F o r m a t I f E m p t y = " f a l s e " >  
             < p a r a m e t e r s >  
                 < p a r a m e t e r   i d = " a b f 4 3 4 a 9 - 4 f c f - 4 1 e 1 - 8 4 0 2 - 4 e 4 7 d 6 e b 9 7 5 b "   n a m e = " P r e f i x   t e x t "   t y p e = " S y s t e m . S t r i n g ,   m s c o r l i b ,   V e r s i o n = 4 . 0 . 0 . 0 ,   C u l t u r e = n e u t r a l ,   P u b l i c K e y T o k e n = b 7 7 a 5 c 5 6 1 9 3 4 e 0 8 9 "   o r d e r = " 0 "   k e y = " p r e f i x "   v a l u e = " "   a r g u m e n t = " E x p r e s s i o n L o c a l i z e d S t r i n g "   g r o u p = " L i s t   O p t i o n s "   g r o u p O r d e r = " - 1 " / >  
                 < p a r a m e t e r   i d = " 1 b 0 8 8 6 f e - 2 9 2 e - 4 b 7 d - 8 4 1 f - 2 0 9 f d 2 2 e 1 8 f 3 "   n a m e = " D e l i m i t e r "   t y p e = " S y s t e m . S t r i n g ,   m s c o r l i b ,   V e r s i o n = 4 . 0 . 0 . 0 ,   C u l t u r e = n e u t r a l ,   P u b l i c K e y T o k e n = b 7 7 a 5 c 5 6 1 9 3 4 e 0 8 9 "   o r d e r = " 1 "   k e y = " d e l i m i t e r "   v a l u e = " & l t ; ? x m l   v e r s i o n = & q u o t ; 1 . 0 & q u o t ;   e n c o d i n g = & q u o t ; u t f - 1 6 & q u o t ; ? & g t ; & # x A ; & l t ; l o c a l i z e d S t r i n g   x m l n s : x s i = & q u o t ; h t t p : / / w w w . w 3 . o r g / 2 0 0 1 / X M L S c h e m a - i n s t a n c e & q u o t ;   x m l n s : x s d = & q u o t ; h t t p : / / w w w . w 3 . o r g / 2 0 0 1 / X M L S c h e m a & q u o t ; & g t ; & # x A ;     & l t ; t y p e & g t ; f i x e d & l t ; / t y p e & g t ; & # x A ;     & l t ; t e x t & g t ; & # x A ; & l t ; / t e x t & g t ; & # x A ; & l t ; / l o c a l i z e d S t r i n g & g t ; "   a r g u m e n t = " E x p r e s s i o n L o c a l i z e d S t r i n g "   g r o u p = " L i s t   O p t i o n s "   g r o u p O r d e r = " - 1 " / >  
                 < p a r a m e t e r   i d = " 1 1 c f 9 d 2 1 - 4 c 5 7 - 4 6 6 e - 8 b 3 3 - 0 4 0 9 c 7 9 4 f 4 f d "   n a m e = " L a s t   d e l i m i t e r   ( o p t i o n a l ) "   t y p e = " S y s t e m . S t r i n g ,   m s c o r l i b ,   V e r s i o n = 4 . 0 . 0 . 0 ,   C u l t u r e = n e u t r a l ,   P u b l i c K e y T o k e n = b 7 7 a 5 c 5 6 1 9 3 4 e 0 8 9 "   o r d e r = " 2 "   k e y = " l a s t D e l i m i t e r "   v a l u e = " "   a r g u m e n t = " E x p r e s s i o n L o c a l i z e d S t r i n g "   g r o u p = " L i s t   O p t i o n s "   g r o u p O r d e r = " - 1 " / >  
                 < p a r a m e t e r   i d = " b 1 c 9 2 4 e 4 - c 9 e 1 - 4 9 8 8 - a 0 e e - f 4 5 a 8 5 a d 6 4 b 2 "   n a m e = " S t a r t   i n d e x "   t y p e = " S y s t e m . S t r i n g ,   m s c o r l i b ,   V e r s i o n = 4 . 0 . 0 . 0 ,   C u l t u r e = n e u t r a l ,   P u b l i c K e y T o k e n = b 7 7 a 5 c 5 6 1 9 3 4 e 0 8 9 "   o r d e r = " 3 "   k e y = " s t a r t I n d e x "   v a l u e = " "   a r g u m e n t = " F o r m a t S t r i n g "   g r o u p = " L i s t   O p t i o n s "   g r o u p O r d e r = " - 1 " / >  
                 < p a r a m e t e r   i d = " f b 2 f 3 0 4 2 - 0 e 8 2 - 4 f d 9 - b 3 6 b - 5 f 0 a 8 e 1 5 8 7 3 f "   n a m e = " E n d   I n d e x "   t y p e = " S y s t e m . S t r i n g ,   m s c o r l i b ,   V e r s i o n = 4 . 0 . 0 . 0 ,   C u l t u r e = n e u t r a l ,   P u b l i c K e y T o k e n = b 7 7 a 5 c 5 6 1 9 3 4 e 0 8 9 "   o r d e r = " 4 "   k e y = " e n d I n d e x "   v a l u e = " "   a r g u m e n t = " F o r m a t S t r i n g "   g r o u p = " L i s t   O p t i o n s "   g r o u p O r d e r = " - 1 " / >  
                 < p a r a m e t e r   i d = " b e 2 9 8 9 8 4 - a 7 d 0 - 4 4 c 5 - 8 f 8 e - c e f 4 2 9 c 1 f f 9 d "   n a m e = " D e l e t e   l i n e   i f   e m p t y "   t y p e = " S y s t e m . B o o l e a n ,   m s c o r l i b ,   V e r s i o n = 4 . 0 . 0 . 0 ,   C u l t u r e = n e u t r a l ,   P u b l i c K e y T o k e n = b 7 7 a 5 c 5 6 1 9 3 4 e 0 8 9 "   o r d e r = " 9 9 9 "   k e y = " d e l e t e L i n e I f E m p t y "   v a l u e = " T r u e "   g r o u p O r d e r = " - 1 " / >  
                 < p a r a m e t e r   i d = " 5 7 2 3 d 1 e 9 - 9 a b 3 - 4 b 2 4 - 9 7 7 2 - d 8 8 7 8 9 a 9 9 5 a 7 "   n a m e = " P l a c e h o l d e r   t e x t "   t y p e = " S y s t e m . S t r i n g ,   m s c o r l i b ,   V e r s i o n = 4 . 0 . 0 . 0 ,   C u l t u r e = n e u t r a l ,   P u b l i c K e y T o k e n = b 7 7 a 5 c 5 6 1 9 3 4 e 0 8 9 "   o r d e r = " 9 9 9 "   k e y = " p l a c e h o l d e r "   v a l u e = " "   a r g u m e n t = " E x p r e s s i o n L o c a l i z e d S t r i n g "   g r o u p O r d e r = " - 1 " / >  
                 < p a r a m e t e r   i d = " d 7 a 2 1 8 a 7 - 0 c f 9 - 4 4 4 a - 8 7 9 9 - 5 b 3 4 c 1 f 3 0 f 9 9 "   n a m e = " R o w s   t o   r e m o v e   i f   e m p t y "   t y p e = " S y s t e m . I n t 3 2 ,   m s c o r l i b ,   V e r s i o n = 4 . 0 . 0 . 0 ,   C u l t u r e = n e u t r a l ,   P u b l i c K e y T o k e n = b 7 7 a 5 c 5 6 1 9 3 4 e 0 8 9 "   o r d e r = " 9 9 9 "   k e y = " d e l e t e R o w C o u n t "   v a l u e = " 0 "   g r o u p O r d e r = " - 1 " / >  
             < / p a r a m e t e r s >  
         < / c o n t e n t C o n t r o l >  
         < c o n t e n t C o n t r o l   i d = " c d 0 1 a b d c - 0 b 6 c - 4 2 e b - 8 0 0 f - c 7 4 6 1 2 1 b 2 5 1 c "   n a m e = " P a r t y 4 . N a m e "   a s s e m b l y = " I p h e l i o n . O u t l i n e . W o r d . d l l "   t y p e = " I p h e l i o n . O u t l i n e . W o r d . R e n d e r e r s . D e l i m i t e d L i s t R e n d e r e r "   o r d e r = " 3 "   a c t i v e = " t r u e "   e n t i t y I d = " b 1 6 d 3 3 b 2 - b 2 d 1 - 4 b 3 a - b f 5 f - 1 8 2 6 5 e 6 a 0 b 1 e "   f i e l d I d = " f 0 0 e 1 b 4 c - c e b 5 - 4 d f 9 - 8 5 e d - 1 d b 3 2 3 6 8 1 7 2 0 "   p a r e n t I d = " 0 0 0 0 0 0 0 0 - 0 0 0 0 - 0 0 0 0 - 0 0 0 0 - 0 0 0 0 0 0 0 0 0 0 0 0 "   l e v e l O r d e r = " 1 0 0 "   c o n t r o l T y p e = " p l a i n T e x t "   c o n t r o l E d i t T y p e = " i n l i n e "   e n c l o s i n g B o o k m a r k = " f a l s e "   f o r m a t = " I F N O T E M P T Y ( { P a r t y 4 . N a m e } , { P a r t y 4 . N a m e } , & q u o t ; [ �%] & q u o t ; ) "   f o r m a t E v a l u a t o r T y p e = " e x p r e s s i o n "   t e x t C a s e = " i g n o r e C a s e "   r e m o v e C o n t r o l = " f a l s e "   i g n o r e F o r m a t I f E m p t y = " f a l s e " >  
             < p a r a m e t e r s >  
                 < p a r a m e t e r   i d = " 0 2 e f 8 c c 1 - 7 9 b d - 4 c e 0 - b c 3 4 - 3 f 7 e a 0 9 c 7 6 3 d "   n a m e = " P r e f i x   t e x t "   t y p e = " S y s t e m . S t r i n g ,   m s c o r l i b ,   V e r s i o n = 4 . 0 . 0 . 0 ,   C u l t u r e = n e u t r a l ,   P u b l i c K e y T o k e n = b 7 7 a 5 c 5 6 1 9 3 4 e 0 8 9 "   o r d e r = " 0 "   k e y = " p r e f i x "   v a l u e = " "   a r g u m e n t = " E x p r e s s i o n L o c a l i z e d S t r i n g "   g r o u p = " L i s t   O p t i o n s "   g r o u p O r d e r = " - 1 " / >  
                 < p a r a m e t e r   i d = " c 0 9 5 4 c e f - c b 5 1 - 4 9 4 f - 8 d c f - 0 2 7 a 1 f d 8 2 f d 3 "   n a m e = " D e l i m i t e r "   t y p e = " S y s t e m . S t r i n g ,   m s c o r l i b ,   V e r s i o n = 4 . 0 . 0 . 0 ,   C u l t u r e = n e u t r a l ,   P u b l i c K e y T o k e n = b 7 7 a 5 c 5 6 1 9 3 4 e 0 8 9 "   o r d e r = " 1 "   k e y = " d e l i m i t e r "   v a l u e = " & l t ; ? x m l   v e r s i o n = & q u o t ; 1 . 0 & q u o t ;   e n c o d i n g = & q u o t ; u t f - 1 6 & q u o t ; ? & g t ; & # x A ; & l t ; l o c a l i z e d S t r i n g   x m l n s : x s i = & q u o t ; h t t p : / / w w w . w 3 . o r g / 2 0 0 1 / X M L S c h e m a - i n s t a n c e & q u o t ;   x m l n s : x s d = & q u o t ; h t t p : / / w w w . w 3 . o r g / 2 0 0 1 / X M L S c h e m a & q u o t ; & g t ; & # x A ;     & l t ; t y p e & g t ; f i x e d & l t ; / t y p e & g t ; & # x A ;     & l t ; t e x t & g t ; & # x A ; & l t ; / t e x t & g t ; & # x A ; & l t ; / l o c a l i z e d S t r i n g & g t ; "   a r g u m e n t = " E x p r e s s i o n L o c a l i z e d S t r i n g "   g r o u p = " L i s t   O p t i o n s "   g r o u p O r d e r = " - 1 " / >  
                 < p a r a m e t e r   i d = " 8 d f 8 8 e c 4 - e e b c - 4 5 d c - 9 0 2 3 - a 3 2 6 e f 3 e 9 b a d "   n a m e = " L a s t   d e l i m i t e r   ( o p t i o n a l ) "   t y p e = " S y s t e m . S t r i n g ,   m s c o r l i b ,   V e r s i o n = 4 . 0 . 0 . 0 ,   C u l t u r e = n e u t r a l ,   P u b l i c K e y T o k e n = b 7 7 a 5 c 5 6 1 9 3 4 e 0 8 9 "   o r d e r = " 2 "   k e y = " l a s t D e l i m i t e r "   v a l u e = " "   a r g u m e n t = " E x p r e s s i o n L o c a l i z e d S t r i n g "   g r o u p = " L i s t   O p t i o n s "   g r o u p O r d e r = " - 1 " / >  
                 < p a r a m e t e r   i d = " 1 7 9 e f 9 1 e - d 3 7 0 - 4 4 5 0 - 8 c e 6 - 1 3 9 c e d 3 8 a 1 c 3 "   n a m e = " S t a r t   i n d e x "   t y p e = " S y s t e m . S t r i n g ,   m s c o r l i b ,   V e r s i o n = 4 . 0 . 0 . 0 ,   C u l t u r e = n e u t r a l ,   P u b l i c K e y T o k e n = b 7 7 a 5 c 5 6 1 9 3 4 e 0 8 9 "   o r d e r = " 3 "   k e y = " s t a r t I n d e x "   v a l u e = " "   a r g u m e n t = " F o r m a t S t r i n g "   g r o u p = " L i s t   O p t i o n s "   g r o u p O r d e r = " - 1 " / >  
                 < p a r a m e t e r   i d = " 1 c 6 e c f 3 1 - f b 2 4 - 4 e 3 5 - a 9 e 9 - 3 6 8 c 4 0 2 f b 8 1 5 "   n a m e = " E n d   I n d e x "   t y p e = " S y s t e m . S t r i n g ,   m s c o r l i b ,   V e r s i o n = 4 . 0 . 0 . 0 ,   C u l t u r e = n e u t r a l ,   P u b l i c K e y T o k e n = b 7 7 a 5 c 5 6 1 9 3 4 e 0 8 9 "   o r d e r = " 4 "   k e y = " e n d I n d e x "   v a l u e = " "   a r g u m e n t = " F o r m a t S t r i n g "   g r o u p = " L i s t   O p t i o n s "   g r o u p O r d e r = " - 1 " / >  
                 < p a r a m e t e r   i d = " 1 3 7 6 0 1 c c - 3 6 9 6 - 4 f 9 2 - b 8 2 2 - 4 c 0 3 3 f 5 f 3 a 4 8 "   n a m e = " D e l e t e   l i n e   i f   e m p t y "   t y p e = " S y s t e m . B o o l e a n ,   m s c o r l i b ,   V e r s i o n = 4 . 0 . 0 . 0 ,   C u l t u r e = n e u t r a l ,   P u b l i c K e y T o k e n = b 7 7 a 5 c 5 6 1 9 3 4 e 0 8 9 "   o r d e r = " 9 9 9 "   k e y = " d e l e t e L i n e I f E m p t y "   v a l u e = " T r u e "   g r o u p O r d e r = " - 1 " / >  
                 < p a r a m e t e r   i d = " 2 3 8 6 e f b c - b b 5 a - 4 7 f d - a 8 7 1 - 7 a 0 c 9 c 3 f c 7 8 f "   n a m e = " P l a c e h o l d e r   t e x t "   t y p e = " S y s t e m . S t r i n g ,   m s c o r l i b ,   V e r s i o n = 4 . 0 . 0 . 0 ,   C u l t u r e = n e u t r a l ,   P u b l i c K e y T o k e n = b 7 7 a 5 c 5 6 1 9 3 4 e 0 8 9 "   o r d e r = " 9 9 9 "   k e y = " p l a c e h o l d e r "   v a l u e = " "   a r g u m e n t = " E x p r e s s i o n L o c a l i z e d S t r i n g "   g r o u p O r d e r = " - 1 " / >  
                 < p a r a m e t e r   i d = " f 7 f 2 c 5 2 6 - a d 2 5 - 4 0 3 2 - a c 0 c - c 0 5 b 8 1 1 5 6 4 a e "   n a m e = " R o w s   t o   r e m o v e   i f   e m p t y "   t y p e = " S y s t e m . I n t 3 2 ,   m s c o r l i b ,   V e r s i o n = 4 . 0 . 0 . 0 ,   C u l t u r e = n e u t r a l ,   P u b l i c K e y T o k e n = b 7 7 a 5 c 5 6 1 9 3 4 e 0 8 9 "   o r d e r = " 9 9 9 "   k e y = " d e l e t e R o w C o u n t "   v a l u e = " 0 "   g r o u p O r d e r = " - 1 " / >  
             < / p a r a m e t e r s >  
         < / c o n t e n t C o n t r o l >  
         < c o n t e n t C o n t r o l   i d = " 1 6 e 4 8 9 9 e - 0 3 7 8 - 4 3 6 5 - b 4 e c - d d 4 c 1 c c f 3 9 5 e "   n a m e = " P a r t y 5 . N a m e "   a s s e m b l y = " I p h e l i o n . O u t l i n e . W o r d . d l l "   t y p e = " I p h e l i o n . O u t l i n e . W o r d . R e n d e r e r s . D e l i m i t e d L i s t R e n d e r e r "   o r d e r = " 3 "   a c t i v e = " t r u e "   e n t i t y I d = " 0 6 8 8 3 d 0 5 - b a 5 d - 4 4 0 4 - a 7 2 1 - 9 2 0 1 0 3 8 1 f 3 9 5 "   f i e l d I d = " f 0 0 e 1 b 4 c - c e b 5 - 4 d f 9 - 8 5 e d - 1 d b 3 2 3 6 8 1 7 2 0 "   p a r e n t I d = " 0 0 0 0 0 0 0 0 - 0 0 0 0 - 0 0 0 0 - 0 0 0 0 - 0 0 0 0 0 0 0 0 0 0 0 0 "   l e v e l O r d e r = " 1 0 0 "   c o n t r o l T y p e = " p l a i n T e x t "   c o n t r o l E d i t T y p e = " i n l i n e "   e n c l o s i n g B o o k m a r k = " f a l s e "   f o r m a t = " I F N O T E M P T Y ( { P a r t y 5 . N a m e } , { P a r t y 5 . N a m e } , & q u o t ; [ �%] & q u o t ; ) "   f o r m a t E v a l u a t o r T y p e = " e x p r e s s i o n "   t e x t C a s e = " i g n o r e C a s e "   r e m o v e C o n t r o l = " f a l s e "   i g n o r e F o r m a t I f E m p t y = " f a l s e " >  
             < p a r a m e t e r s >  
                 < p a r a m e t e r   i d = " e f e 7 e 2 0 3 - 5 8 a a - 4 9 9 8 - b d c 1 - 4 b e e 2 a 1 d 6 6 9 a "   n a m e = " P r e f i x   t e x t "   t y p e = " S y s t e m . S t r i n g ,   m s c o r l i b ,   V e r s i o n = 4 . 0 . 0 . 0 ,   C u l t u r e = n e u t r a l ,   P u b l i c K e y T o k e n = b 7 7 a 5 c 5 6 1 9 3 4 e 0 8 9 "   o r d e r = " 0 "   k e y = " p r e f i x "   v a l u e = " "   a r g u m e n t = " E x p r e s s i o n L o c a l i z e d S t r i n g "   g r o u p = " L i s t   O p t i o n s "   g r o u p O r d e r = " - 1 " / >  
                 < p a r a m e t e r   i d = " 7 4 7 d 6 6 d 4 - 4 2 8 1 - 4 b 6 0 - 9 e a 5 - 9 4 4 6 2 c 6 8 d b 7 5 "   n a m e = " D e l i m i t e r "   t y p e = " S y s t e m . S t r i n g ,   m s c o r l i b ,   V e r s i o n = 4 . 0 . 0 . 0 ,   C u l t u r e = n e u t r a l ,   P u b l i c K e y T o k e n = b 7 7 a 5 c 5 6 1 9 3 4 e 0 8 9 "   o r d e r = " 1 "   k e y = " d e l i m i t e r "   v a l u e = " & l t ; ? x m l   v e r s i o n = & q u o t ; 1 . 0 & q u o t ;   e n c o d i n g = & q u o t ; u t f - 1 6 & q u o t ; ? & g t ; & # x A ; & l t ; l o c a l i z e d S t r i n g   x m l n s : x s i = & q u o t ; h t t p : / / w w w . w 3 . o r g / 2 0 0 1 / X M L S c h e m a - i n s t a n c e & q u o t ;   x m l n s : x s d = & q u o t ; h t t p : / / w w w . w 3 . o r g / 2 0 0 1 / X M L S c h e m a & q u o t ; & g t ; & # x A ;     & l t ; t y p e & g t ; f i x e d & l t ; / t y p e & g t ; & # x A ;     & l t ; t e x t & g t ; & # x A ; & l t ; / t e x t & g t ; & # x A ; & l t ; / l o c a l i z e d S t r i n g & g t ; "   a r g u m e n t = " E x p r e s s i o n L o c a l i z e d S t r i n g "   g r o u p = " L i s t   O p t i o n s "   g r o u p O r d e r = " - 1 " / >  
                 < p a r a m e t e r   i d = " 0 3 9 b 8 e 9 3 - 2 d a b - 4 5 b c - b b e b - 3 4 8 4 2 7 9 5 d 3 e c "   n a m e = " L a s t   d e l i m i t e r   ( o p t i o n a l ) "   t y p e = " S y s t e m . S t r i n g ,   m s c o r l i b ,   V e r s i o n = 4 . 0 . 0 . 0 ,   C u l t u r e = n e u t r a l ,   P u b l i c K e y T o k e n = b 7 7 a 5 c 5 6 1 9 3 4 e 0 8 9 "   o r d e r = " 2 "   k e y = " l a s t D e l i m i t e r "   v a l u e = " "   a r g u m e n t = " E x p r e s s i o n L o c a l i z e d S t r i n g "   g r o u p = " L i s t   O p t i o n s "   g r o u p O r d e r = " - 1 " / >  
                 < p a r a m e t e r   i d = " 8 7 3 d e 6 3 e - 4 6 4 4 - 4 e d 0 - b 2 2 f - a f d 4 d c 2 8 7 e 3 9 "   n a m e = " S t a r t   i n d e x "   t y p e = " S y s t e m . S t r i n g ,   m s c o r l i b ,   V e r s i o n = 4 . 0 . 0 . 0 ,   C u l t u r e = n e u t r a l ,   P u b l i c K e y T o k e n = b 7 7 a 5 c 5 6 1 9 3 4 e 0 8 9 "   o r d e r = " 3 "   k e y = " s t a r t I n d e x "   v a l u e = " "   a r g u m e n t = " F o r m a t S t r i n g "   g r o u p = " L i s t   O p t i o n s "   g r o u p O r d e r = " - 1 " / >  
                 < p a r a m e t e r   i d = " 5 9 3 5 a a b e - f 4 2 c - 4 f 6 c - 9 6 4 c - 2 0 9 7 5 f 6 0 0 a a e "   n a m e = " E n d   I n d e x "   t y p e = " S y s t e m . S t r i n g ,   m s c o r l i b ,   V e r s i o n = 4 . 0 . 0 . 0 ,   C u l t u r e = n e u t r a l ,   P u b l i c K e y T o k e n = b 7 7 a 5 c 5 6 1 9 3 4 e 0 8 9 "   o r d e r = " 4 "   k e y = " e n d I n d e x "   v a l u e = " "   a r g u m e n t = " F o r m a t S t r i n g "   g r o u p = " L i s t   O p t i o n s "   g r o u p O r d e r = " - 1 " / >  
                 < p a r a m e t e r   i d = " a c 1 5 4 d d 1 - 8 a 8 6 - 4 5 8 8 - 8 4 c d - 6 3 6 d 5 b 1 6 7 3 b 3 "   n a m e = " D e l e t e   l i n e   i f   e m p t y "   t y p e = " S y s t e m . B o o l e a n ,   m s c o r l i b ,   V e r s i o n = 4 . 0 . 0 . 0 ,   C u l t u r e = n e u t r a l ,   P u b l i c K e y T o k e n = b 7 7 a 5 c 5 6 1 9 3 4 e 0 8 9 "   o r d e r = " 9 9 9 "   k e y = " d e l e t e L i n e I f E m p t y "   v a l u e = " T r u e "   g r o u p O r d e r = " - 1 " / >  
                 < p a r a m e t e r   i d = " 4 5 e 5 6 9 7 7 - 1 a 1 e - 4 5 6 e - 8 1 4 1 - e 0 9 d e b 9 6 1 c d 3 "   n a m e = " P l a c e h o l d e r   t e x t "   t y p e = " S y s t e m . S t r i n g ,   m s c o r l i b ,   V e r s i o n = 4 . 0 . 0 . 0 ,   C u l t u r e = n e u t r a l ,   P u b l i c K e y T o k e n = b 7 7 a 5 c 5 6 1 9 3 4 e 0 8 9 "   o r d e r = " 9 9 9 "   k e y = " p l a c e h o l d e r "   v a l u e = " "   a r g u m e n t = " E x p r e s s i o n L o c a l i z e d S t r i n g "   g r o u p O r d e r = " - 1 " / >  
                 < p a r a m e t e r   i d = " 8 1 3 8 9 8 9 b - 7 9 9 6 - 4 a 4 4 - b c 2 1 - f f 8 8 c f 4 d c c 3 b "   n a m e = " R o w s   t o   r e m o v e   i f   e m p t y "   t y p e = " S y s t e m . I n t 3 2 ,   m s c o r l i b ,   V e r s i o n = 4 . 0 . 0 . 0 ,   C u l t u r e = n e u t r a l ,   P u b l i c K e y T o k e n = b 7 7 a 5 c 5 6 1 9 3 4 e 0 8 9 "   o r d e r = " 9 9 9 "   k e y = " d e l e t e R o w C o u n t "   v a l u e = " 0 "   g r o u p O r d e r = " - 1 " / >  
             < / p a r a m e t e r s >  
         < / c o n t e n t C o n t r o l >  
         < c o n t e n t C o n t r o l   i d = " e 5 7 c 5 e 0 a - 3 7 0 0 - 4 1 1 7 - b 9 5 5 - 1 c e 0 1 4 8 3 4 2 6 7 "   n a m e = " P a r t y 6 . N a m e "   a s s e m b l y = " I p h e l i o n . O u t l i n e . W o r d . d l l "   t y p e = " I p h e l i o n . O u t l i n e . W o r d . R e n d e r e r s . D e l i m i t e d L i s t R e n d e r e r "   o r d e r = " 3 "   a c t i v e = " t r u e "   e n t i t y I d = " 7 0 1 c 3 6 9 0 - e e 8 6 - 4 b 4 f - 9 b c d - 6 6 f 1 3 a 7 4 f 3 3 c "   f i e l d I d = " f 0 0 e 1 b 4 c - c e b 5 - 4 d f 9 - 8 5 e d - 1 d b 3 2 3 6 8 1 7 2 0 "   p a r e n t I d = " 0 0 0 0 0 0 0 0 - 0 0 0 0 - 0 0 0 0 - 0 0 0 0 - 0 0 0 0 0 0 0 0 0 0 0 0 "   l e v e l O r d e r = " 1 0 0 "   c o n t r o l T y p e = " p l a i n T e x t "   c o n t r o l E d i t T y p e = " i n l i n e "   e n c l o s i n g B o o k m a r k = " f a l s e "   f o r m a t = " I F N O T E M P T Y ( { P a r t y 6 . N a m e } , { P a r t y 6 . N a m e } , & q u o t ; [ �%] & q u o t ; ) "   f o r m a t E v a l u a t o r T y p e = " e x p r e s s i o n "   t e x t C a s e = " i g n o r e C a s e "   r e m o v e C o n t r o l = " f a l s e "   i g n o r e F o r m a t I f E m p t y = " f a l s e " >  
             < p a r a m e t e r s >  
                 < p a r a m e t e r   i d = " 9 f 9 b b 7 1 9 - 2 4 0 6 - 4 7 2 6 - 8 3 5 2 - 6 8 4 a d b 8 b 0 9 8 f "   n a m e = " P r e f i x   t e x t "   t y p e = " S y s t e m . S t r i n g ,   m s c o r l i b ,   V e r s i o n = 4 . 0 . 0 . 0 ,   C u l t u r e = n e u t r a l ,   P u b l i c K e y T o k e n = b 7 7 a 5 c 5 6 1 9 3 4 e 0 8 9 "   o r d e r = " 0 "   k e y = " p r e f i x "   v a l u e = " "   a r g u m e n t = " E x p r e s s i o n L o c a l i z e d S t r i n g "   g r o u p = " L i s t   O p t i o n s "   g r o u p O r d e r = " - 1 " / >  
                 < p a r a m e t e r   i d = " 3 3 0 8 d 9 f a - e d 7 6 - 4 e 5 2 - 8 2 5 4 - 2 5 0 a 2 e a d b 0 f 2 "   n a m e = " D e l i m i t e r "   t y p e = " S y s t e m . S t r i n g ,   m s c o r l i b ,   V e r s i o n = 4 . 0 . 0 . 0 ,   C u l t u r e = n e u t r a l ,   P u b l i c K e y T o k e n = b 7 7 a 5 c 5 6 1 9 3 4 e 0 8 9 "   o r d e r = " 1 "   k e y = " d e l i m i t e r "   v a l u e = " & l t ; ? x m l   v e r s i o n = & q u o t ; 1 . 0 & q u o t ;   e n c o d i n g = & q u o t ; u t f - 1 6 & q u o t ; ? & g t ; & # x A ; & l t ; l o c a l i z e d S t r i n g   x m l n s : x s i = & q u o t ; h t t p : / / w w w . w 3 . o r g / 2 0 0 1 / X M L S c h e m a - i n s t a n c e & q u o t ;   x m l n s : x s d = & q u o t ; h t t p : / / w w w . w 3 . o r g / 2 0 0 1 / X M L S c h e m a & q u o t ; & g t ; & # x A ;     & l t ; t y p e & g t ; f i x e d & l t ; / t y p e & g t ; & # x A ;     & l t ; t e x t & g t ; & # x A ; & l t ; / t e x t & g t ; & # x A ; & l t ; / l o c a l i z e d S t r i n g & g t ; "   a r g u m e n t = " E x p r e s s i o n L o c a l i z e d S t r i n g "   g r o u p = " L i s t   O p t i o n s "   g r o u p O r d e r = " - 1 " / >  
                 < p a r a m e t e r   i d = " 5 e f 6 7 1 a c - a 8 e 5 - 4 7 7 b - 9 0 1 7 - e f 9 7 3 5 b d b 2 7 6 "   n a m e = " L a s t   d e l i m i t e r   ( o p t i o n a l ) "   t y p e = " S y s t e m . S t r i n g ,   m s c o r l i b ,   V e r s i o n = 4 . 0 . 0 . 0 ,   C u l t u r e = n e u t r a l ,   P u b l i c K e y T o k e n = b 7 7 a 5 c 5 6 1 9 3 4 e 0 8 9 "   o r d e r = " 2 "   k e y = " l a s t D e l i m i t e r "   v a l u e = " "   a r g u m e n t = " E x p r e s s i o n L o c a l i z e d S t r i n g "   g r o u p = " L i s t   O p t i o n s "   g r o u p O r d e r = " - 1 " / >  
                 < p a r a m e t e r   i d = " 9 a 9 a 6 a 6 a - 5 8 c 2 - 4 5 8 b - b 1 3 1 - 8 7 f c a 4 0 b f c d 0 "   n a m e = " S t a r t   i n d e x "   t y p e = " S y s t e m . S t r i n g ,   m s c o r l i b ,   V e r s i o n = 4 . 0 . 0 . 0 ,   C u l t u r e = n e u t r a l ,   P u b l i c K e y T o k e n = b 7 7 a 5 c 5 6 1 9 3 4 e 0 8 9 "   o r d e r = " 3 "   k e y = " s t a r t I n d e x "   v a l u e = " "   a r g u m e n t = " F o r m a t S t r i n g "   g r o u p = " L i s t   O p t i o n s "   g r o u p O r d e r = " - 1 " / >  
                 < p a r a m e t e r   i d = " 9 6 3 3 a 9 0 b - 3 a 6 a - 4 6 d d - b d 3 d - 4 e 2 d e a 8 c b c 9 a "   n a m e = " E n d   I n d e x "   t y p e = " S y s t e m . S t r i n g ,   m s c o r l i b ,   V e r s i o n = 4 . 0 . 0 . 0 ,   C u l t u r e = n e u t r a l ,   P u b l i c K e y T o k e n = b 7 7 a 5 c 5 6 1 9 3 4 e 0 8 9 "   o r d e r = " 4 "   k e y = " e n d I n d e x "   v a l u e = " "   a r g u m e n t = " F o r m a t S t r i n g "   g r o u p = " L i s t   O p t i o n s "   g r o u p O r d e r = " - 1 " / >  
                 < p a r a m e t e r   i d = " d 8 a e a 2 6 e - b 9 8 9 - 4 b c 8 - 8 c 6 c - e 6 6 9 4 6 c c 4 6 e c "   n a m e = " D e l e t e   l i n e   i f   e m p t y "   t y p e = " S y s t e m . B o o l e a n ,   m s c o r l i b ,   V e r s i o n = 4 . 0 . 0 . 0 ,   C u l t u r e = n e u t r a l ,   P u b l i c K e y T o k e n = b 7 7 a 5 c 5 6 1 9 3 4 e 0 8 9 "   o r d e r = " 9 9 9 "   k e y = " d e l e t e L i n e I f E m p t y "   v a l u e = " T r u e "   g r o u p O r d e r = " - 1 " / >  
                 < p a r a m e t e r   i d = " 3 f 2 e f f 4 d - 5 5 9 8 - 4 3 1 a - 8 0 b 1 - 8 6 a e 5 8 c 0 2 6 4 c "   n a m e = " P l a c e h o l d e r   t e x t "   t y p e = " S y s t e m . S t r i n g ,   m s c o r l i b ,   V e r s i o n = 4 . 0 . 0 . 0 ,   C u l t u r e = n e u t r a l ,   P u b l i c K e y T o k e n = b 7 7 a 5 c 5 6 1 9 3 4 e 0 8 9 "   o r d e r = " 9 9 9 "   k e y = " p l a c e h o l d e r "   v a l u e = " "   a r g u m e n t = " E x p r e s s i o n L o c a l i z e d S t r i n g "   g r o u p O r d e r = " - 1 " / >  
                 < p a r a m e t e r   i d = " d a c 5 b 2 1 3 - 5 b a 0 - 4 c 5 c - a 5 1 3 - b 8 5 4 e c f 2 6 a b 3 "   n a m e = " R o w s   t o   r e m o v e   i f   e m p t y "   t y p e = " S y s t e m . I n t 3 2 ,   m s c o r l i b ,   V e r s i o n = 4 . 0 . 0 . 0 ,   C u l t u r e = n e u t r a l ,   P u b l i c K e y T o k e n = b 7 7 a 5 c 5 6 1 9 3 4 e 0 8 9 "   o r d e r = " 9 9 9 "   k e y = " d e l e t e R o w C o u n t "   v a l u e = " 0 "   g r o u p O r d e r = " - 1 " / >  
             < / p a r a m e t e r s >  
         < / c o n t e n t C o n t r o l >  
         < c o n t e n t C o n t r o l   i d = " f 4 1 5 f 1 d 2 - 3 a 3 9 - 4 4 0 1 - a c 7 6 - 9 7 a 4 b 1 b 2 4 2 8 6 "   n a m e = " L a b e l s . a n d "   a s s e m b l y = " I p h e l i o n . O u t l i n e . W o r d . d l l "   t y p e = " I p h e l i o n . O u t l i n e . W o r d . R e n d e r e r s . T e x t R e n d e r e r "   o r d e r = " 2 "   a c t i v e = " t r u e "   e n t i t y I d = " f 9 5 d c 5 f a - 6 e 9 d - 4 b e 9 - 9 d 2 3 - e 0 a d a 2 0 d 8 4 3 8 "   f i e l d I d = " 3 a 3 8 3 e 3 9 - c c a a - 4 9 2 a - 9 f b 5 - 1 8 4 2 8 0 1 7 9 3 c 3 "   p a r e n t I d = " 0 0 0 0 0 0 0 0 - 0 0 0 0 - 0 0 0 0 - 0 0 0 0 - 0 0 0 0 0 0 0 0 0 0 0 0 "   l e v e l O r d e r = " 1 0 0 "   c o n t r o l T y p e = " p l a i n T e x t "   c o n t r o l E d i t T y p e = " i n l i n e "   e n c l o s i n g B o o k m a r k = " f a l s e "   f o r m a t E v a l u a t o r T y p e = " e x p r e s s i o n "   t e x t C a s e = " i g n o r e C a s e "   r e m o v e C o n t r o l = " f a l s e "   i g n o r e F o r m a t I f E m p t y = " f a l s e " >  
             < p a r a m e t e r s >  
                 < p a r a m e t e r   i d = " 7 f a d 0 8 e 5 - 5 8 b 6 - 4 1 2 8 - 8 e 8 6 - a 5 b 4 c c 8 4 7 c e 9 "   n a m e = " D e l e t e   l i n e   i f   e m p t y "   t y p e = " S y s t e m . B o o l e a n ,   m s c o r l i b ,   V e r s i o n = 4 . 0 . 0 . 0 ,   C u l t u r e = n e u t r a l ,   P u b l i c K e y T o k e n = b 7 7 a 5 c 5 6 1 9 3 4 e 0 8 9 "   o r d e r = " 9 9 9 "   k e y = " d e l e t e L i n e I f E m p t y "   v a l u e = " F a l s e "   g r o u p O r d e r = " - 1 " / >  
                 < p a r a m e t e r   i d = " 5 a 0 5 1 d e a - 2 6 b a - 4 0 f 6 - 9 0 0 b - 7 2 3 0 8 3 c e e 5 5 0 "   n a m e = " F i e l d   i n d e x "   t y p e = " S y s t e m . I n t 3 2 ,   m s c o r l i b ,   V e r s i o n = 4 . 0 . 0 . 0 ,   C u l t u r e = n e u t r a l ,   P u b l i c K e y T o k e n = b 7 7 a 5 c 5 6 1 9 3 4 e 0 8 9 "   o r d e r = " 9 9 9 "   k e y = " i n d e x "   v a l u e = " "   g r o u p O r d e r = " - 1 " / >  
                 < p a r a m e t e r   i d = " 1 8 5 8 b 4 1 2 - f 5 7 1 - 4 3 5 d - 9 0 5 f - d 8 9 5 5 f f b 1 e 3 b "   n a m e = " P l a c e h o l d e r   t e x t "   t y p e = " S y s t e m . S t r i n g ,   m s c o r l i b ,   V e r s i o n = 4 . 0 . 0 . 0 ,   C u l t u r e = n e u t r a l ,   P u b l i c K e y T o k e n = b 7 7 a 5 c 5 6 1 9 3 4 e 0 8 9 "   o r d e r = " 9 9 9 "   k e y = " p l a c e h o l d e r "   v a l u e = " "   a r g u m e n t = " E x p r e s s i o n L o c a l i z e d S t r i n g "   g r o u p O r d e r = " - 1 " / >  
                 < p a r a m e t e r   i d = " 7 a d a a b 5 1 - e b 0 a - 4 b 1 8 - b 8 5 f - b 3 c f 2 8 6 1 4 f 3 0 "   n a m e = " R o w s   t o   r e m o v e   i f   e m p t y "   t y p e = " S y s t e m . I n t 3 2 ,   m s c o r l i b ,   V e r s i o n = 4 . 0 . 0 . 0 ,   C u l t u r e = n e u t r a l ,   P u b l i c K e y T o k e n = b 7 7 a 5 c 5 6 1 9 3 4 e 0 8 9 "   o r d e r = " 9 9 9 "   k e y = " d e l e t e R o w C o u n t "   v a l u e = " 0 "   g r o u p O r d e r = " - 1 " / >  
                 < p a r a m e t e r   i d = " 2 1 8 a b 6 9 4 - 4 d d 4 - 4 c 8 3 - b 5 6 e - 8 a 2 1 a 3 3 5 5 2 7 7 "   n a m e = " U p d a t e   f i e l d   f r o m   d o c u m e n t "   t y p e = " S y s t e m . B o o l e a n ,   m s c o r l i b ,   V e r s i o n = 4 . 0 . 0 . 0 ,   C u l t u r e = n e u t r a l ,   P u b l i c K e y T o k e n = b 7 7 a 5 c 5 6 1 9 3 4 e 0 8 9 "   o r d e r = " 9 9 9 "   k e y = " u p d a t e F i e l d "   v a l u e = " F a l s e "   g r o u p O r d e r = " - 1 " / >  
             < / p a r a m e t e r s >  
         < / c o n t e n t C o n t r o l >  
         < c o n t e n t C o n t r o l   i d = " 2 9 e 4 3 d 5 4 - b f 3 2 - 4 9 6 e - a 7 5 9 - 7 3 1 d 0 a 1 5 4 3 e b "   n a m e = " C o v e r P a r t i e s R e g i o n "   a s s e m b l y = " I p h e l i o n . O u t l i n e . W o r d . d l l "   t y p e = " I p h e l i o n . O u t l i n e . W o r d . R e n d e r e r s . B u i l d i n g B l o c k R e n d e r e r "   o r d e r = " 1 "   a c t i v e = " t r u e "   e n t i t y I d = " f f 7 a f a b 4 - 7 d 2 7 - 4 4 0 c - a e f b - c 3 e 5 3 0 8 6 c 2 e 5 "   f i e l d I d = " 8 1 e 9 2 d 9 c - b 5 8 3 - 4 e 1 1 - a c a 5 - 6 4 2 d 8 c a e 8 1 5 7 "   p a r e n t I d = " 0 0 0 0 0 0 0 0 - 0 0 0 0 - 0 0 0 0 - 0 0 0 0 - 0 0 0 0 0 0 0 0 0 0 0 0 "   l e v e l O r d e r = " 1 0 0 "   c o n t r o l T y p e = " b u i l d i n g B l o c k "   c o n t r o l E d i t T y p e = " n o n e "   e n c l o s i n g B o o k m a r k = " f a l s e "   f o r m a t E v a l u a t o r T y p e = " f o r m a t S t r i n g "   t e x t C a s e = " i g n o r e C a s e "   r e m o v e C o n t r o l = " f a l s e "   i g n o r e F o r m a t I f E m p t y = " f a l s e " >  
             < p a r a m e t e r s >  
                 < p a r a m e t e r   i d = " 5 3 5 f d d 3 a - 0 2 2 4 - 4 7 0 6 - a 9 9 e - 9 2 d 3 1 5 6 2 d 3 7 6 "   n a m e = " B u i l d i n g   b l o c k   n a m e   ( d e f a u l t ) "   t y p e = " S y s t e m . S t r i n g ,   m s c o r l i b ,   V e r s i o n = 4 . 0 . 0 . 0 ,   C u l t u r e = n e u t r a l ,   P u b l i c K e y T o k e n = b 7 7 a 5 c 5 6 1 9 3 4 e 0 8 9 "   o r d e r = " 9 9 9 "   k e y = " d e f a u l t B u i l d i n g B l o c k "   v a l u e = " & l t ; ? x m l   v e r s i o n = & q u o t ; 1 . 0 & q u o t ;   e n c o d i n g = & q u o t ; u t f - 1 6 & q u o t ; ? & g t ; & # x A ; & l t ; l o c a l i z e d S t r i n g   x m l n s : x s d = & q u o t ; h t t p : / / w w w . w 3 . o r g / 2 0 0 1 / X M L S c h e m a & q u o t ;   x m l n s : x s i = & q u o t ; h t t p : / / w w w . w 3 . o r g / 2 0 0 1 / X M L S c h e m a - i n s t a n c e & q u o t ; & g t ; & # x A ;     & l t ; t y p e & g t ; f i x e d & l t ; / t y p e & g t ; & # x A ;     & l t ; t e x t & g t ; A g r e e P a r t i e s 2 & l t ; / t e x t & g t ; & # x A ; & l t ; / l o c a l i z e d S t r i n g & g t ; "   a r g u m e n t = " E x p r e s s i o n L o c a l i z e d S t r i n g "   g r o u p O r d e r = " - 1 " / >  
                 < p a r a m e t e r   i d = " c 8 0 b 1 9 0 e - b d 3 9 - 4 f 5 f - 9 a 6 8 - f 3 8 2 0 0 0 7 c 5 3 e "   n a m e = " B u i l d i n g   b l o c k   t e m p l a t e "   t y p e = " S y s t e m . S t r i n g ,   m s c o r l i b ,   V e r s i o n = 4 . 0 . 0 . 0 ,   C u l t u r e = n e u t r a l ,   P u b l i c K e y T o k e n = b 7 7 a 5 c 5 6 1 9 3 4 e 0 8 9 "   o r d e r = " 9 9 9 "   k e y = " t e m p l a t e N a m e "   v a l u e = " "   g r o u p O r d e r = " - 1 " / >  
                 < p a r a m e t e r   i d = " f b 5 4 a 1 a 8 - a b 0 e - 4 5 0 2 - 9 9 7 7 - 0 8 5 d 6 a 0 b c 9 d e "   n a m e = " F i e l d   i n d e x "   t y p e = " S y s t e m . I n t 3 2 ,   m s c o r l i b ,   V e r s i o n = 4 . 0 . 0 . 0 ,   C u l t u r e = n e u t r a l ,   P u b l i c K e y T o k e n = b 7 7 a 5 c 5 6 1 9 3 4 e 0 8 9 "   o r d e r = " 9 9 9 "   k e y = " i n d e x "   v a l u e = " "   g r o u p O r d e r = " - 1 " / >  
                 < p a r a m e t e r   i d = " e 0 1 f b d 9 3 - 8 4 5 f - 4 c c 3 - 9 c f e - 3 d f d 8 5 3 9 7 f 8 c "   n a m e = " F i e l d   m a p p i n g s "   t y p e = " I p h e l i o n . O u t l i n e . M o d e l . E n t i t i e s . I n l i n e P a r a m e t e r E n t i t y C o l l e c t i o n ` 1 [ [ I p h e l i o n . O u t l i n e . M o d e l . E n t i t i e s . K e y V a l u e P a r a m e t e r E n t i t y ,   I p h e l i o n . O u t l i n e . M o d e l ,   V e r s i o n = 1 . 6 . 7 . 1 0 ,   C u l t u r e = n e u t r a l ,   P u b l i c K e y T o k e n = n u l l ] ] ,   I p h e l i o n . O u t l i n e . M o d e l ,   V e r s i o n = 1 . 6 . 7 . 1 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2 & q u o t ;   v a l u e = & q u o t ; A g r e e P a r t i e s 2 & q u o t ;   / & g t ; & # x A ;         & l t ; p a r a m e t e r E n t i t y   x s i : t y p e = & q u o t ; K e y V a l u e P a r a m e t e r E n t i t y & q u o t ;   k e y = & q u o t ; 3 & q u o t ;   v a l u e = & q u o t ; A g r e e P a r t i e s 3 & q u o t ;   / & g t ; & # x A ;         & l t ; p a r a m e t e r E n t i t y   x s i : t y p e = & q u o t ; K e y V a l u e P a r a m e t e r E n t i t y & q u o t ;   k e y = & q u o t ; 4 & q u o t ;   v a l u e = & q u o t ; A g r e e P a r t i e s 4 & q u o t ;   / & g t ; & # x A ;         & l t ; p a r a m e t e r E n t i t y   x s i : t y p e = & q u o t ; K e y V a l u e P a r a m e t e r E n t i t y & q u o t ;   k e y = & q u o t ; 5 & q u o t ;   v a l u e = & q u o t ; A g r e e P a r t i e s 5 & q u o t ;   / & g t ; & # x A ;         & l t ; p a r a m e t e r E n t i t y   x s i : t y p e = & q u o t ; K e y V a l u e P a r a m e t e r E n t i t y & q u o t ;   k e y = & q u o t ; 6 & q u o t ;   v a l u e = & q u o t ; A g r e e P a r t i e s 6 & q u o t ;   / & g t ; & # x A ;         & l t ; p a r a m e t e r E n t i t y   x s i : t y p e = & q u o t ; K e y V a l u e P a r a m e t e r E n t i t y & q u o t ;   k e y = & q u o t ; 7 & q u o t ;   v a l u e = & q u o t ; A g r e e P a r t i e s 7 & q u o t ;   / & g t ; & # x A ;         & l t ; p a r a m e t e r E n t i t y   x s i : t y p e = & q u o t ; K e y V a l u e P a r a m e t e r E n t i t y & q u o t ;   k e y = & q u o t ; 8 & q u o t ;   v a l u e = & q u o t ; A g r e e P a r t i e s 8 & q u o t ;   / & g t ; & # x A ;         & l t ; p a r a m e t e r E n t i t y   x s i : t y p e = & q u o t ; K e y V a l u e P a r a m e t e r E n t i t y & q u o t ;   k e y = & q u o t ; 9 & q u o t ;   v a l u e = & q u o t ; A g r e e P a r t i e s 9 & q u o t ;   / & g t ; & # x A ;         & l t ; p a r a m e t e r E n t i t y   x s i : t y p e = & q u o t ; K e y V a l u e P a r a m e t e r E n t i t y & q u o t ;   k e y = & q u o t ; 1 0 & q u o t ;   v a l u e = & q u o t ; A g r e e P a r t i e s 1 0 & q u o t ;   / & g t ; & # x A ;     & l t ; / p a r a m e t e r E n t i t i e s & g t ; & # x A ; & l t ; / X m l P a r a m e t e r & g t ; "   g r o u p O r d e r = " - 1 " / >  
                 < p a r a m e t e r   i d = " 9 7 3 4 c 8 8 0 - f 1 8 3 - 4 f d f - a f a c - 3 4 6 3 5 8 7 1 b d 7 f "   n a m e = " I n s e r t   a s   h i d d e n   t e x t "   t y p e = " S y s t e m . B o o l e a n ,   m s c o r l i b ,   V e r s i o n = 4 . 0 . 0 . 0 ,   C u l t u r e = n e u t r a l ,   P u b l i c K e y T o k e n = b 7 7 a 5 c 5 6 1 9 3 4 e 0 8 9 "   o r d e r = " 9 9 9 "   k e y = " i n s e r t A s H i d d e n "   v a l u e = " F a l s e "   g r o u p O r d e r = " - 1 " / >  
             < / p a r a m e t e r s >  
         < / c o n t e n t C o n t r o l >  
         < c o n t e n t C o n t r o l   i d = " 0 9 2 1 d 5 a 3 - 6 f c 6 - 4 a 1 f - a 4 3 5 - 3 a 5 0 d 1 3 a f 6 c e "   n a m e = " P a r t y C o u n t . S e l e c t e d V a l u e "   a s s e m b l y = " I p h e l i o n . O u t l i n e . W o r d . d l l "   t y p e = " I p h e l i o n . O u t l i n e . W o r d . R e n d e r e r s . T e x t R e n d e r e r "   o r d e r = " 3 "   a c t i v e = " t r u e "   e n t i t y I d = " f f 7 a f a b 4 - 7 d 2 7 - 4 4 0 c - a e f b - c 3 e 5 3 0 8 6 c 2 e 5 "   f i e l d I d = " 8 1 e 9 2 d 9 c - b 5 8 3 - 4 e 1 1 - a c a 5 - 6 4 2 d 8 c a e 8 1 5 7 "   p a r e n t I d = " 0 0 0 0 0 0 0 0 - 0 0 0 0 - 0 0 0 0 - 0 0 0 0 - 0 0 0 0 0 0 0 0 0 0 0 0 "   l e v e l O r d e r = " 1 0 0 "   c o n t r o l T y p e = " p l a i n T e x t "   c o n t r o l E d i t T y p e = " i n l i n e "   e n c l o s i n g B o o k m a r k = " f a l s e "   f o r m a t E v a l u a t o r T y p e = " e x p r e s s i o n "   t e x t C a s e = " i g n o r e C a s e "   r e m o v e C o n t r o l = " f a l s e "   i g n o r e F o r m a t I f E m p t y = " f a l s e " >  
             < p a r a m e t e r s >  
                 < p a r a m e t e r   i d = " 6 c e 3 9 0 a f - c 8 f 3 - 4 c 8 f - 9 e 1 a - 9 8 6 3 4 e 0 b 3 d 0 7 "   n a m e = " D e l e t e   l i n e   i f   e m p t y "   t y p e = " S y s t e m . B o o l e a n ,   m s c o r l i b ,   V e r s i o n = 4 . 0 . 0 . 0 ,   C u l t u r e = n e u t r a l ,   P u b l i c K e y T o k e n = b 7 7 a 5 c 5 6 1 9 3 4 e 0 8 9 "   o r d e r = " 9 9 9 "   k e y = " d e l e t e L i n e I f E m p t y "   v a l u e = " F a l s e "   g r o u p O r d e r = " - 1 " / >  
                 < p a r a m e t e r   i d = " 8 5 3 5 7 6 b 7 - 0 4 5 c - 4 5 2 1 - a 8 8 7 - 0 3 7 2 9 a 3 6 c 6 b 7 "   n a m e = " F i e l d   i n d e x "   t y p e = " S y s t e m . I n t 3 2 ,   m s c o r l i b ,   V e r s i o n = 4 . 0 . 0 . 0 ,   C u l t u r e = n e u t r a l ,   P u b l i c K e y T o k e n = b 7 7 a 5 c 5 6 1 9 3 4 e 0 8 9 "   o r d e r = " 9 9 9 "   k e y = " i n d e x "   v a l u e = " "   g r o u p O r d e r = " - 1 " / >  
                 < p a r a m e t e r   i d = " 5 a 5 5 4 f 7 3 - 4 4 2 0 - 4 5 a f - b a 5 2 - a 6 d a b 3 4 6 5 1 b 3 "   n a m e = " P l a c e h o l d e r   t e x t "   t y p e = " S y s t e m . S t r i n g ,   m s c o r l i b ,   V e r s i o n = 4 . 0 . 0 . 0 ,   C u l t u r e = n e u t r a l ,   P u b l i c K e y T o k e n = b 7 7 a 5 c 5 6 1 9 3 4 e 0 8 9 "   o r d e r = " 9 9 9 "   k e y = " p l a c e h o l d e r "   v a l u e = " "   a r g u m e n t = " E x p r e s s i o n L o c a l i z e d S t r i n g "   g r o u p O r d e r = " - 1 " / >  
                 < p a r a m e t e r   i d = " e c d 7 9 8 0 4 - 6 f 2 d - 4 6 e c - a 4 7 5 - 5 6 7 0 6 4 a 6 1 c 0 5 "   n a m e = " R o w s   t o   r e m o v e   i f   e m p t y "   t y p e = " S y s t e m . I n t 3 2 ,   m s c o r l i b ,   V e r s i o n = 4 . 0 . 0 . 0 ,   C u l t u r e = n e u t r a l ,   P u b l i c K e y T o k e n = b 7 7 a 5 c 5 6 1 9 3 4 e 0 8 9 "   o r d e r = " 9 9 9 "   k e y = " d e l e t e R o w C o u n t "   v a l u e = " 0 "   g r o u p O r d e r = " - 1 " / >  
                 < p a r a m e t e r   i d = " 0 f 9 5 c d 2 7 - e 8 2 7 - 4 7 4 7 - 9 3 3 5 - 1 9 1 f 1 f e f f 9 6 c "   n a m e = " U p d a t e   f i e l d   f r o m   d o c u m e n t "   t y p e = " S y s t e m . B o o l e a n ,   m s c o r l i b ,   V e r s i o n = 4 . 0 . 0 . 0 ,   C u l t u r e = n e u t r a l ,   P u b l i c K e y T o k e n = b 7 7 a 5 c 5 6 1 9 3 4 e 0 8 9 "   o r d e r = " 9 9 9 "   k e y = " u p d a t e F i e l d "   v a l u e = " F a l s e "   g r o u p O r d e r = " - 1 " / >  
             < / p a r a m e t e r s >  
         < / c o n t e n t C o n t r o l >  
         < c o n t e n t C o n t r o l   i d = " 0 f 3 c e b 8 e - 9 0 1 b - 4 4 2 0 - a 1 6 d - 6 a 5 4 9 5 5 6 e a 8 2 "   n a m e = " P a r t y 1 T y p e . T e x t "   a s s e m b l y = " I p h e l i o n . O u t l i n e . W o r d . d l l "   t y p e = " I p h e l i o n . O u t l i n e . W o r d . R e n d e r e r s . T e x t R e n d e r e r "   o r d e r = " 3 "   a c t i v e = " t r u e "   e n t i t y I d = " 2 e 1 f 0 3 c e - 7 6 3 7 - 4 d 8 5 - 8 2 f f - 2 a 8 d 5 f 1 d 5 3 3 5 "   f i e l d I d = " 9 0 b 0 3 9 7 8 - e 2 1 7 - 4 e 3 2 - a 4 f e - a 3 2 c b a 5 7 d 1 8 6 "   p a r e n t I d = " 0 0 0 0 0 0 0 0 - 0 0 0 0 - 0 0 0 0 - 0 0 0 0 - 0 0 0 0 0 0 0 0 0 0 0 0 "   l e v e l O r d e r = " 1 0 0 "   c o n t r o l T y p e = " p l a i n T e x t "   c o n t r o l E d i t T y p e = " i n l i n e "   e n c l o s i n g B o o k m a r k = " f a l s e "   f o r m a t = " I F N O T E M P T Y ( { P a r t y 1 T y p e . T e x t } ,   & q u o t ; ( & q u o t ;   & a m p ;   I F E Q U A L ( { L a b e l s . L a n g u a g e } , & q u o t ; C h i n e s e & q u o t ; , & q u o t ; & q u o t ; , I F E Q U A L ( { L a b e l s . L a n g u a g e } , & q u o t ; R o m a n i a n & q u o t ; , { R o m a n i a n _ a s . S e l e c t e d   I t e m s } & a m p ; & q u o t ;   & q u o t ; , { L a b e l s . a s } & a m p ; & q u o t ;   & q u o t ; , f a l s e ) , f a l s e )   & a m p ;   { P a r t y 1 T y p e . T e x t }   & a m p ;   & q u o t ; ) & # x A ; & q u o t ; , & q u o t ; & q u o t ; ) "   f o r m a t E v a l u a t o r T y p e = " e x p r e s s i o n "   t e x t C a s e = " i g n o r e C a s e "   r e m o v e C o n t r o l = " f a l s e "   i g n o r e F o r m a t I f E m p t y = " f a l s e " >  
             < p a r a m e t e r s >  
                 < p a r a m e t e r   i d = " f 9 5 8 2 5 c 9 - e c e 0 - 4 5 c 1 - b f 0 8 - a 1 c c f 0 8 7 1 3 9 6 "   n a m e = " D e l e t e   l i n e   i f   e m p t y "   t y p e = " S y s t e m . B o o l e a n ,   m s c o r l i b ,   V e r s i o n = 4 . 0 . 0 . 0 ,   C u l t u r e = n e u t r a l ,   P u b l i c K e y T o k e n = b 7 7 a 5 c 5 6 1 9 3 4 e 0 8 9 "   o r d e r = " 9 9 9 "   k e y = " d e l e t e L i n e I f E m p t y "   v a l u e = " F a l s e "   g r o u p O r d e r = " - 1 " / >  
                 < p a r a m e t e r   i d = " e 0 c b e c 6 9 - 4 2 0 4 - 4 d e f - 9 5 f d - f c 8 2 a b 1 4 1 4 b 7 "   n a m e = " F i e l d   i n d e x "   t y p e = " S y s t e m . I n t 3 2 ,   m s c o r l i b ,   V e r s i o n = 4 . 0 . 0 . 0 ,   C u l t u r e = n e u t r a l ,   P u b l i c K e y T o k e n = b 7 7 a 5 c 5 6 1 9 3 4 e 0 8 9 "   o r d e r = " 9 9 9 "   k e y = " i n d e x "   v a l u e = " "   g r o u p O r d e r = " - 1 " / >  
                 < p a r a m e t e r   i d = " 1 b 6 1 5 a 5 f - f 3 d 5 - 4 1 b 0 - 8 a 3 f - b 2 8 7 3 3 8 8 7 c 4 5 "   n a m e = " P l a c e h o l d e r   t e x t "   t y p e = " S y s t e m . S t r i n g ,   m s c o r l i b ,   V e r s i o n = 4 . 0 . 0 . 0 ,   C u l t u r e = n e u t r a l ,   P u b l i c K e y T o k e n = b 7 7 a 5 c 5 6 1 9 3 4 e 0 8 9 "   o r d e r = " 9 9 9 "   k e y = " p l a c e h o l d e r "   v a l u e = " "   a r g u m e n t = " E x p r e s s i o n L o c a l i z e d S t r i n g "   g r o u p O r d e r = " - 1 " / >  
                 < p a r a m e t e r   i d = " c 0 f 4 5 1 3 8 - 3 1 8 a - 4 d a a - a f 0 f - 2 c 6 f 2 a 9 c 2 f 9 e "   n a m e = " R o w s   t o   r e m o v e   i f   e m p t y "   t y p e = " S y s t e m . I n t 3 2 ,   m s c o r l i b ,   V e r s i o n = 4 . 0 . 0 . 0 ,   C u l t u r e = n e u t r a l ,   P u b l i c K e y T o k e n = b 7 7 a 5 c 5 6 1 9 3 4 e 0 8 9 "   o r d e r = " 9 9 9 "   k e y = " d e l e t e R o w C o u n t "   v a l u e = " 0 "   g r o u p O r d e r = " - 1 " / >  
                 < p a r a m e t e r   i d = " 2 b 5 f 4 9 3 c - 7 b e e - 4 4 7 d - b 4 6 1 - 3 4 e 4 8 e 2 2 c 6 9 d "   n a m e = " U p d a t e   f i e l d   f r o m   d o c u m e n t "   t y p e = " S y s t e m . B o o l e a n ,   m s c o r l i b ,   V e r s i o n = 4 . 0 . 0 . 0 ,   C u l t u r e = n e u t r a l ,   P u b l i c K e y T o k e n = b 7 7 a 5 c 5 6 1 9 3 4 e 0 8 9 "   o r d e r = " 9 9 9 "   k e y = " u p d a t e F i e l d "   v a l u e = " F a l s e "   g r o u p O r d e r = " - 1 " / >  
             < / p a r a m e t e r s >  
         < / c o n t e n t C o n t r o l >  
         < c o n t e n t C o n t r o l   i d = " 0 9 5 a 4 d b 7 - 5 7 9 7 - 4 4 a 5 - 8 8 2 c - 4 e b 3 f f 3 5 4 7 9 a "   n a m e = " P a r t y 2 T y p e . T e x t "   a s s e m b l y = " I p h e l i o n . O u t l i n e . W o r d . d l l "   t y p e = " I p h e l i o n . O u t l i n e . W o r d . R e n d e r e r s . T e x t R e n d e r e r "   o r d e r = " 3 "   a c t i v e = " t r u e "   e n t i t y I d = " 8 9 c 2 9 a e 3 - f 2 0 4 - 4 0 1 a - 8 d c d - 5 d a 0 b 4 6 4 8 3 6 a "   f i e l d I d = " 9 0 b 0 3 9 7 8 - e 2 1 7 - 4 e 3 2 - a 4 f e - a 3 2 c b a 5 7 d 1 8 6 "   p a r e n t I d = " 0 0 0 0 0 0 0 0 - 0 0 0 0 - 0 0 0 0 - 0 0 0 0 - 0 0 0 0 0 0 0 0 0 0 0 0 "   l e v e l O r d e r = " 1 0 0 "   c o n t r o l T y p e = " p l a i n T e x t "   c o n t r o l E d i t T y p e = " i n l i n e "   e n c l o s i n g B o o k m a r k = " f a l s e "   f o r m a t = " I F N O T E M P T Y ( { P a r t y 2 T y p e . T e x t } ,   & q u o t ; ( & q u o t ;   & a m p ;   I F E Q U A L ( { L a b e l s . L a n g u a g e } , & q u o t ; C h i n e s e & q u o t ; , & q u o t ; & q u o t ; , I F E Q U A L ( { L a b e l s . L a n g u a g e } , & q u o t ; R o m a n i a n & q u o t ; , { R o m a n i a n _ a s . S e l e c t e d   I t e m s } & a m p ; & q u o t ;   & q u o t ; , { L a b e l s . a s } & a m p ; & q u o t ;   & q u o t ; , f a l s e ) , f a l s e )   & a m p ;   { P a r t y 2 T y p e . T e x t }   & a m p ;   & q u o t ; ) & # x A ; & q u o t ; , & q u o t ; & q u o t ; ) "   f o r m a t E v a l u a t o r T y p e = " e x p r e s s i o n "   t e x t C a s e = " i g n o r e C a s e "   r e m o v e C o n t r o l = " f a l s e "   i g n o r e F o r m a t I f E m p t y = " f a l s e " >  
             < p a r a m e t e r s >  
                 < p a r a m e t e r   i d = " e 9 a 9 1 e 9 7 - 8 4 e 5 - 4 d 9 8 - a 5 b 2 - 1 9 e 6 f a 3 a d 4 e 5 "   n a m e = " D e l e t e   l i n e   i f   e m p t y "   t y p e = " S y s t e m . B o o l e a n ,   m s c o r l i b ,   V e r s i o n = 4 . 0 . 0 . 0 ,   C u l t u r e = n e u t r a l ,   P u b l i c K e y T o k e n = b 7 7 a 5 c 5 6 1 9 3 4 e 0 8 9 "   o r d e r = " 9 9 9 "   k e y = " d e l e t e L i n e I f E m p t y "   v a l u e = " F a l s e "   g r o u p O r d e r = " - 1 " / >  
                 < p a r a m e t e r   i d = " 4 5 5 b 3 8 3 e - b a 9 a - 4 5 7 3 - 8 6 5 5 - c 0 b e b b 7 0 b 2 8 4 "   n a m e = " F i e l d   i n d e x "   t y p e = " S y s t e m . I n t 3 2 ,   m s c o r l i b ,   V e r s i o n = 4 . 0 . 0 . 0 ,   C u l t u r e = n e u t r a l ,   P u b l i c K e y T o k e n = b 7 7 a 5 c 5 6 1 9 3 4 e 0 8 9 "   o r d e r = " 9 9 9 "   k e y = " i n d e x "   v a l u e = " "   g r o u p O r d e r = " - 1 " / >  
                 < p a r a m e t e r   i d = " 6 c e f 1 c d 8 - a 3 2 d - 4 c 6 6 - 9 e 8 7 - e d 5 a c 2 f 0 2 5 5 f "   n a m e = " P l a c e h o l d e r   t e x t "   t y p e = " S y s t e m . S t r i n g ,   m s c o r l i b ,   V e r s i o n = 4 . 0 . 0 . 0 ,   C u l t u r e = n e u t r a l ,   P u b l i c K e y T o k e n = b 7 7 a 5 c 5 6 1 9 3 4 e 0 8 9 "   o r d e r = " 9 9 9 "   k e y = " p l a c e h o l d e r "   v a l u e = " "   a r g u m e n t = " E x p r e s s i o n L o c a l i z e d S t r i n g "   g r o u p O r d e r = " - 1 " / >  
                 < p a r a m e t e r   i d = " 6 1 e 9 3 0 b 0 - 7 8 c 1 - 4 6 6 5 - 9 4 5 8 - 9 8 c b 8 8 5 b 0 9 9 5 "   n a m e = " R o w s   t o   r e m o v e   i f   e m p t y "   t y p e = " S y s t e m . I n t 3 2 ,   m s c o r l i b ,   V e r s i o n = 4 . 0 . 0 . 0 ,   C u l t u r e = n e u t r a l ,   P u b l i c K e y T o k e n = b 7 7 a 5 c 5 6 1 9 3 4 e 0 8 9 "   o r d e r = " 9 9 9 "   k e y = " d e l e t e R o w C o u n t "   v a l u e = " 0 "   g r o u p O r d e r = " - 1 " / >  
                 < p a r a m e t e r   i d = " 4 7 2 6 6 2 5 3 - 0 c 7 0 - 4 3 5 6 - 9 b 7 6 - 5 f 9 4 f d 1 e 8 e a e "   n a m e = " U p d a t e   f i e l d   f r o m   d o c u m e n t "   t y p e = " S y s t e m . B o o l e a n ,   m s c o r l i b ,   V e r s i o n = 4 . 0 . 0 . 0 ,   C u l t u r e = n e u t r a l ,   P u b l i c K e y T o k e n = b 7 7 a 5 c 5 6 1 9 3 4 e 0 8 9 "   o r d e r = " 9 9 9 "   k e y = " u p d a t e F i e l d "   v a l u e = " F a l s e "   g r o u p O r d e r = " - 1 " / >  
             < / p a r a m e t e r s >  
         < / c o n t e n t C o n t r o l >  
         < c o n t e n t C o n t r o l   i d = " b 2 a 0 e 1 5 4 - d d a 2 - 4 6 0 0 - a 8 2 7 - 1 1 2 3 5 9 c 3 8 9 a d "   n a m e = " P a r t y 3 T y p e . T e x t "   a s s e m b l y = " I p h e l i o n . O u t l i n e . W o r d . d l l "   t y p e = " I p h e l i o n . O u t l i n e . W o r d . R e n d e r e r s . T e x t R e n d e r e r "   o r d e r = " 3 "   a c t i v e = " t r u e "   e n t i t y I d = " 7 1 0 7 4 9 b c - 9 2 9 6 - 4 c 3 4 - 9 3 2 3 - e b 0 1 b 2 3 4 5 5 5 f "   f i e l d I d = " 9 0 b 0 3 9 7 8 - e 2 1 7 - 4 e 3 2 - a 4 f e - a 3 2 c b a 5 7 d 1 8 6 "   p a r e n t I d = " 0 0 0 0 0 0 0 0 - 0 0 0 0 - 0 0 0 0 - 0 0 0 0 - 0 0 0 0 0 0 0 0 0 0 0 0 "   l e v e l O r d e r = " 1 0 0 "   c o n t r o l T y p e = " p l a i n T e x t "   c o n t r o l E d i t T y p e = " i n l i n e "   e n c l o s i n g B o o k m a r k = " f a l s e "   f o r m a t = " I F N O T E M P T Y ( { P a r t y 3 T y p e . T e x t } ,   & q u o t ; ( & q u o t ;   & a m p ;   I F E Q U A L ( { L a b e l s . L a n g u a g e } , & q u o t ; C h i n e s e & q u o t ; , & q u o t ; & q u o t ; , I F E Q U A L ( { L a b e l s . L a n g u a g e } , & q u o t ; R o m a n i a n & q u o t ; , { R o m a n i a n _ a s . S e l e c t e d   I t e m s } & a m p ; & q u o t ;   & q u o t ; , { L a b e l s . a s } & a m p ; & q u o t ;   & q u o t ; , f a l s e ) , f a l s e )   & a m p ;   { P a r t y 3 T y p e . T e x t }   & a m p ;   & q u o t ; ) & # x A ; & q u o t ; ,   & q u o t ; & q u o t ; ) "   f o r m a t E v a l u a t o r T y p e = " e x p r e s s i o n "   t e x t C a s e = " i g n o r e C a s e "   r e m o v e C o n t r o l = " f a l s e "   i g n o r e F o r m a t I f E m p t y = " f a l s e " >  
             < p a r a m e t e r s >  
                 < p a r a m e t e r   i d = " 3 1 f 8 0 b 3 d - c f d c - 4 a 6 e - 8 1 9 f - c b b 1 c c b 6 5 5 b 6 "   n a m e = " D e l e t e   l i n e   i f   e m p t y "   t y p e = " S y s t e m . B o o l e a n ,   m s c o r l i b ,   V e r s i o n = 4 . 0 . 0 . 0 ,   C u l t u r e = n e u t r a l ,   P u b l i c K e y T o k e n = b 7 7 a 5 c 5 6 1 9 3 4 e 0 8 9 "   o r d e r = " 9 9 9 "   k e y = " d e l e t e L i n e I f E m p t y "   v a l u e = " F a l s e "   g r o u p O r d e r = " - 1 " / >  
                 < p a r a m e t e r   i d = " d d 8 a 8 2 6 1 - 7 a f 9 - 4 4 6 1 - a 7 a 4 - d b 3 5 7 0 9 f 0 d 9 5 "   n a m e = " F i e l d   i n d e x "   t y p e = " S y s t e m . I n t 3 2 ,   m s c o r l i b ,   V e r s i o n = 4 . 0 . 0 . 0 ,   C u l t u r e = n e u t r a l ,   P u b l i c K e y T o k e n = b 7 7 a 5 c 5 6 1 9 3 4 e 0 8 9 "   o r d e r = " 9 9 9 "   k e y = " i n d e x "   v a l u e = " "   g r o u p O r d e r = " - 1 " / >  
                 < p a r a m e t e r   i d = " b d 7 b 8 4 7 3 - c c 0 f - 4 b 2 d - b b e a - 7 f c 3 f c 5 0 b 2 f a "   n a m e = " P l a c e h o l d e r   t e x t "   t y p e = " S y s t e m . S t r i n g ,   m s c o r l i b ,   V e r s i o n = 4 . 0 . 0 . 0 ,   C u l t u r e = n e u t r a l ,   P u b l i c K e y T o k e n = b 7 7 a 5 c 5 6 1 9 3 4 e 0 8 9 "   o r d e r = " 9 9 9 "   k e y = " p l a c e h o l d e r "   v a l u e = " "   a r g u m e n t = " E x p r e s s i o n L o c a l i z e d S t r i n g "   g r o u p O r d e r = " - 1 " / >  
                 < p a r a m e t e r   i d = " d e 4 2 4 2 2 1 - c c a f - 4 8 0 f - 8 d c 8 - 9 5 8 2 2 5 4 c 7 1 b a "   n a m e = " R o w s   t o   r e m o v e   i f   e m p t y "   t y p e = " S y s t e m . I n t 3 2 ,   m s c o r l i b ,   V e r s i o n = 4 . 0 . 0 . 0 ,   C u l t u r e = n e u t r a l ,   P u b l i c K e y T o k e n = b 7 7 a 5 c 5 6 1 9 3 4 e 0 8 9 "   o r d e r = " 9 9 9 "   k e y = " d e l e t e R o w C o u n t "   v a l u e = " 0 "   g r o u p O r d e r = " - 1 " / >  
                 < p a r a m e t e r   i d = " d f 6 3 9 7 3 4 - 5 d 0 6 - 4 2 1 8 - a 7 8 3 - 9 4 a 2 e 9 6 b 7 9 1 9 "   n a m e = " U p d a t e   f i e l d   f r o m   d o c u m e n t "   t y p e = " S y s t e m . B o o l e a n ,   m s c o r l i b ,   V e r s i o n = 4 . 0 . 0 . 0 ,   C u l t u r e = n e u t r a l ,   P u b l i c K e y T o k e n = b 7 7 a 5 c 5 6 1 9 3 4 e 0 8 9 "   o r d e r = " 9 9 9 "   k e y = " u p d a t e F i e l d "   v a l u e = " F a l s e "   g r o u p O r d e r = " - 1 " / >  
             < / p a r a m e t e r s >  
         < / c o n t e n t C o n t r o l >  
         < c o n t e n t C o n t r o l   i d = " 8 b e 3 9 7 a 8 - e 9 f f - 4 1 3 c - 9 a 2 5 - 6 b 4 4 7 3 a 1 0 5 8 9 "   n a m e = " P a r t y 4 T y p e . T e x t "   a s s e m b l y = " I p h e l i o n . O u t l i n e . W o r d . d l l "   t y p e = " I p h e l i o n . O u t l i n e . W o r d . R e n d e r e r s . T e x t R e n d e r e r "   o r d e r = " 3 "   a c t i v e = " t r u e "   e n t i t y I d = " f d a 0 8 6 e 1 - b 8 2 c - 4 0 9 c - 8 5 c 9 - b 0 5 c d 5 d 1 0 8 9 3 "   f i e l d I d = " 9 0 b 0 3 9 7 8 - e 2 1 7 - 4 e 3 2 - a 4 f e - a 3 2 c b a 5 7 d 1 8 6 "   p a r e n t I d = " 0 0 0 0 0 0 0 0 - 0 0 0 0 - 0 0 0 0 - 0 0 0 0 - 0 0 0 0 0 0 0 0 0 0 0 0 "   l e v e l O r d e r = " 1 0 0 "   c o n t r o l T y p e = " p l a i n T e x t "   c o n t r o l E d i t T y p e = " i n l i n e "   e n c l o s i n g B o o k m a r k = " f a l s e "   f o r m a t = " I F N O T E M P T Y ( { P a r t y 4 T y p e . T e x t } ,   & q u o t ; ( & q u o t ;   & a m p ;   I F E Q U A L ( { L a b e l s . L a n g u a g e } , & q u o t ; C h i n e s e & q u o t ; , & q u o t ; & q u o t ; , I F E Q U A L ( { L a b e l s . L a n g u a g e } , & q u o t ; R o m a n i a n & q u o t ; , { R o m a n i a n _ a s . S e l e c t e d   I t e m s } & a m p ; & q u o t ;   & q u o t ; , { L a b e l s . a s } & a m p ; & q u o t ;   & q u o t ; , f a l s e ) , f a l s e )   & a m p ;   { P a r t y 4 T y p e . T e x t }   & a m p ;   & q u o t ; ) & # x A ; & q u o t ; ,   & q u o t ; & q u o t ; ) "   f o r m a t E v a l u a t o r T y p e = " e x p r e s s i o n "   t e x t C a s e = " i g n o r e C a s e "   r e m o v e C o n t r o l = " f a l s e "   i g n o r e F o r m a t I f E m p t y = " f a l s e " >  
             < p a r a m e t e r s >  
                 < p a r a m e t e r   i d = " b 7 a 2 e a 6 b - 1 b 7 8 - 4 9 d 0 - a 5 0 9 - 7 b f a 2 4 c 4 e d 5 6 "   n a m e = " D e l e t e   l i n e   i f   e m p t y "   t y p e = " S y s t e m . B o o l e a n ,   m s c o r l i b ,   V e r s i o n = 4 . 0 . 0 . 0 ,   C u l t u r e = n e u t r a l ,   P u b l i c K e y T o k e n = b 7 7 a 5 c 5 6 1 9 3 4 e 0 8 9 "   o r d e r = " 9 9 9 "   k e y = " d e l e t e L i n e I f E m p t y "   v a l u e = " F a l s e "   g r o u p O r d e r = " - 1 " / >  
                 < p a r a m e t e r   i d = " 0 1 6 0 8 b c 1 - 6 8 5 2 - 4 e 0 4 - 9 3 6 2 - 8 0 e 9 2 e a e 0 4 d 9 "   n a m e = " F i e l d   i n d e x "   t y p e = " S y s t e m . I n t 3 2 ,   m s c o r l i b ,   V e r s i o n = 4 . 0 . 0 . 0 ,   C u l t u r e = n e u t r a l ,   P u b l i c K e y T o k e n = b 7 7 a 5 c 5 6 1 9 3 4 e 0 8 9 "   o r d e r = " 9 9 9 "   k e y = " i n d e x "   v a l u e = " "   g r o u p O r d e r = " - 1 " / >  
                 < p a r a m e t e r   i d = " 9 f 1 f a a 4 6 - f 2 b 9 - 4 e 0 d - a 3 9 b - d e b e e 8 d 9 5 1 3 e "   n a m e = " P l a c e h o l d e r   t e x t "   t y p e = " S y s t e m . S t r i n g ,   m s c o r l i b ,   V e r s i o n = 4 . 0 . 0 . 0 ,   C u l t u r e = n e u t r a l ,   P u b l i c K e y T o k e n = b 7 7 a 5 c 5 6 1 9 3 4 e 0 8 9 "   o r d e r = " 9 9 9 "   k e y = " p l a c e h o l d e r "   v a l u e = " "   a r g u m e n t = " E x p r e s s i o n L o c a l i z e d S t r i n g "   g r o u p O r d e r = " - 1 " / >  
                 < p a r a m e t e r   i d = " 5 a f 2 a e 7 8 - 3 1 e 1 - 4 3 5 7 - a 5 8 d - 2 a 5 8 e b 6 b d 1 b 9 "   n a m e = " R o w s   t o   r e m o v e   i f   e m p t y "   t y p e = " S y s t e m . I n t 3 2 ,   m s c o r l i b ,   V e r s i o n = 4 . 0 . 0 . 0 ,   C u l t u r e = n e u t r a l ,   P u b l i c K e y T o k e n = b 7 7 a 5 c 5 6 1 9 3 4 e 0 8 9 "   o r d e r = " 9 9 9 "   k e y = " d e l e t e R o w C o u n t "   v a l u e = " 0 "   g r o u p O r d e r = " - 1 " / >  
                 < p a r a m e t e r   i d = " 7 c d 7 3 5 7 5 - 4 f f 1 - 4 e e 3 - 8 0 8 a - 6 f 1 c f 2 d 3 f 8 c c "   n a m e = " U p d a t e   f i e l d   f r o m   d o c u m e n t "   t y p e = " S y s t e m . B o o l e a n ,   m s c o r l i b ,   V e r s i o n = 4 . 0 . 0 . 0 ,   C u l t u r e = n e u t r a l ,   P u b l i c K e y T o k e n = b 7 7 a 5 c 5 6 1 9 3 4 e 0 8 9 "   o r d e r = " 9 9 9 "   k e y = " u p d a t e F i e l d "   v a l u e = " F a l s e "   g r o u p O r d e r = " - 1 " / >  
             < / p a r a m e t e r s >  
         < / c o n t e n t C o n t r o l >  
         < c o n t e n t C o n t r o l   i d = " b f 4 d d 8 c 4 - d d 6 0 - 4 b 5 2 - b 9 6 4 - d 0 d 3 9 5 b f f 4 2 0 "   n a m e = " P a r t y 5 T y p e . T e x t "   a s s e m b l y = " I p h e l i o n . O u t l i n e . W o r d . d l l "   t y p e = " I p h e l i o n . O u t l i n e . W o r d . R e n d e r e r s . T e x t R e n d e r e r "   o r d e r = " 3 "   a c t i v e = " t r u e "   e n t i t y I d = " 6 1 d 8 5 f 2 e - 1 5 d 6 - 4 e 0 d - 8 1 3 3 - 4 c b f d a f 1 c 2 5 8 "   f i e l d I d = " 9 0 b 0 3 9 7 8 - e 2 1 7 - 4 e 3 2 - a 4 f e - a 3 2 c b a 5 7 d 1 8 6 "   p a r e n t I d = " 0 0 0 0 0 0 0 0 - 0 0 0 0 - 0 0 0 0 - 0 0 0 0 - 0 0 0 0 0 0 0 0 0 0 0 0 "   l e v e l O r d e r = " 1 0 0 "   c o n t r o l T y p e = " p l a i n T e x t "   c o n t r o l E d i t T y p e = " i n l i n e "   e n c l o s i n g B o o k m a r k = " f a l s e "   f o r m a t = " I F N O T E M P T Y ( { P a r t y 5 T y p e . T e x t } ,   & q u o t ; ( & q u o t ;   & a m p ;   I F E Q U A L ( { L a b e l s . L a n g u a g e } , & q u o t ; C h i n e s e & q u o t ; , & q u o t ; & q u o t ; , I F E Q U A L ( { L a b e l s . L a n g u a g e } , & q u o t ; R o m a n i a n & q u o t ; , { R o m a n i a n _ a s . S e l e c t e d   I t e m s } & a m p ; & q u o t ;   & q u o t ; , { L a b e l s . a s } & a m p ; & q u o t ;   & q u o t ; , f a l s e ) , f a l s e )   & a m p ;   { P a r t y 5 T y p e . T e x t }   & a m p ;   & q u o t ; ) & # x A ; & q u o t ; ,   & q u o t ; & q u o t ; ) "   f o r m a t E v a l u a t o r T y p e = " e x p r e s s i o n "   t e x t C a s e = " i g n o r e C a s e "   r e m o v e C o n t r o l = " f a l s e "   i g n o r e F o r m a t I f E m p t y = " f a l s e " >  
             < p a r a m e t e r s >  
                 < p a r a m e t e r   i d = " d 3 2 6 c 0 e e - f 2 c b - 4 b 3 6 - 9 3 a 3 - 3 d e a 7 e 1 8 9 8 e f "   n a m e = " D e l e t e   l i n e   i f   e m p t y "   t y p e = " S y s t e m . B o o l e a n ,   m s c o r l i b ,   V e r s i o n = 4 . 0 . 0 . 0 ,   C u l t u r e = n e u t r a l ,   P u b l i c K e y T o k e n = b 7 7 a 5 c 5 6 1 9 3 4 e 0 8 9 "   o r d e r = " 9 9 9 "   k e y = " d e l e t e L i n e I f E m p t y "   v a l u e = " F a l s e "   g r o u p O r d e r = " - 1 " / >  
                 < p a r a m e t e r   i d = " 4 f f f 4 0 3 7 - 4 7 a 9 - 4 4 c 8 - a f 5 a - 4 f a a 1 0 8 5 8 f 9 3 "   n a m e = " F i e l d   i n d e x "   t y p e = " S y s t e m . I n t 3 2 ,   m s c o r l i b ,   V e r s i o n = 4 . 0 . 0 . 0 ,   C u l t u r e = n e u t r a l ,   P u b l i c K e y T o k e n = b 7 7 a 5 c 5 6 1 9 3 4 e 0 8 9 "   o r d e r = " 9 9 9 "   k e y = " i n d e x "   v a l u e = " "   g r o u p O r d e r = " - 1 " / >  
                 < p a r a m e t e r   i d = " d f b 0 1 2 8 2 - 8 a e 5 - 4 7 b 2 - 9 4 7 5 - 2 8 b 6 a 9 a 3 2 3 c a "   n a m e = " P l a c e h o l d e r   t e x t "   t y p e = " S y s t e m . S t r i n g ,   m s c o r l i b ,   V e r s i o n = 4 . 0 . 0 . 0 ,   C u l t u r e = n e u t r a l ,   P u b l i c K e y T o k e n = b 7 7 a 5 c 5 6 1 9 3 4 e 0 8 9 "   o r d e r = " 9 9 9 "   k e y = " p l a c e h o l d e r "   v a l u e = " "   a r g u m e n t = " E x p r e s s i o n L o c a l i z e d S t r i n g "   g r o u p O r d e r = " - 1 " / >  
                 < p a r a m e t e r   i d = " 2 9 3 5 f c 2 f - 4 a 7 4 - 4 f b 8 - a 8 e c - e e a f 7 8 9 f 5 e 7 e "   n a m e = " R o w s   t o   r e m o v e   i f   e m p t y "   t y p e = " S y s t e m . I n t 3 2 ,   m s c o r l i b ,   V e r s i o n = 4 . 0 . 0 . 0 ,   C u l t u r e = n e u t r a l ,   P u b l i c K e y T o k e n = b 7 7 a 5 c 5 6 1 9 3 4 e 0 8 9 "   o r d e r = " 9 9 9 "   k e y = " d e l e t e R o w C o u n t "   v a l u e = " 0 "   g r o u p O r d e r = " - 1 " / >  
                 < p a r a m e t e r   i d = " b 7 7 5 c d a b - 5 5 d c - 4 8 0 6 - b a 5 a - d 2 b c 0 c 9 d 4 0 8 1 "   n a m e = " U p d a t e   f i e l d   f r o m   d o c u m e n t "   t y p e = " S y s t e m . B o o l e a n ,   m s c o r l i b ,   V e r s i o n = 4 . 0 . 0 . 0 ,   C u l t u r e = n e u t r a l ,   P u b l i c K e y T o k e n = b 7 7 a 5 c 5 6 1 9 3 4 e 0 8 9 "   o r d e r = " 9 9 9 "   k e y = " u p d a t e F i e l d "   v a l u e = " F a l s e "   g r o u p O r d e r = " - 1 " / >  
             < / p a r a m e t e r s >  
         < / c o n t e n t C o n t r o l >  
         < c o n t e n t C o n t r o l   i d = " 5 3 a b 8 0 b a - 2 5 4 a - 4 c 7 5 - 8 a 8 3 - d d 7 b 9 c 2 5 5 2 5 9 "   n a m e = " P a r t y 6 T y p e . T e x t "   a s s e m b l y = " I p h e l i o n . O u t l i n e . W o r d . d l l "   t y p e = " I p h e l i o n . O u t l i n e . W o r d . R e n d e r e r s . T e x t R e n d e r e r "   o r d e r = " 3 "   a c t i v e = " t r u e "   e n t i t y I d = " 8 2 a 7 8 7 9 b - 1 c 5 5 - 4 2 7 3 - b 1 7 3 - 7 3 7 9 1 8 9 2 8 7 9 e "   f i e l d I d = " 9 0 b 0 3 9 7 8 - e 2 1 7 - 4 e 3 2 - a 4 f e - a 3 2 c b a 5 7 d 1 8 6 "   p a r e n t I d = " 0 0 0 0 0 0 0 0 - 0 0 0 0 - 0 0 0 0 - 0 0 0 0 - 0 0 0 0 0 0 0 0 0 0 0 0 "   l e v e l O r d e r = " 1 0 0 "   c o n t r o l T y p e = " p l a i n T e x t "   c o n t r o l E d i t T y p e = " i n l i n e "   e n c l o s i n g B o o k m a r k = " f a l s e "   f o r m a t = " I F N O T E M P T Y ( { P a r t y 6 T y p e . T e x t } ,   & q u o t ; ( & q u o t ;   & a m p ;   I F E Q U A L ( { L a b e l s . L a n g u a g e } , & q u o t ; C h i n e s e & q u o t ; , & q u o t ; & q u o t ; , I F E Q U A L ( { L a b e l s . L a n g u a g e } , & q u o t ; R o m a n i a n & q u o t ; , { R o m a n i a n _ a s . S e l e c t e d   I t e m s } & a m p ; & q u o t ;   & q u o t ; , { L a b e l s . a s } & a m p ; & q u o t ;   & q u o t ; , f a l s e ) , f a l s e )   & a m p ;   { P a r t y 6 T y p e . T e x t }   & a m p ;   & q u o t ; ) & # x A ; & q u o t ; ,   & q u o t ; & q u o t ; ) "   f o r m a t E v a l u a t o r T y p e = " e x p r e s s i o n "   t e x t C a s e = " i g n o r e C a s e "   r e m o v e C o n t r o l = " f a l s e "   i g n o r e F o r m a t I f E m p t y = " f a l s e " >  
             < p a r a m e t e r s >  
                 < p a r a m e t e r   i d = " 2 d a 4 e 0 6 0 - b d d 5 - 4 5 b 0 - b 2 d f - 2 3 6 7 9 8 3 1 d e c a "   n a m e = " D e l e t e   l i n e   i f   e m p t y "   t y p e = " S y s t e m . B o o l e a n ,   m s c o r l i b ,   V e r s i o n = 4 . 0 . 0 . 0 ,   C u l t u r e = n e u t r a l ,   P u b l i c K e y T o k e n = b 7 7 a 5 c 5 6 1 9 3 4 e 0 8 9 "   o r d e r = " 9 9 9 "   k e y = " d e l e t e L i n e I f E m p t y "   v a l u e = " F a l s e "   g r o u p O r d e r = " - 1 " / >  
                 < p a r a m e t e r   i d = " f 4 5 7 b e 3 5 - 3 d 7 2 - 4 f 3 2 - 8 7 3 d - b e f 4 0 e b 2 7 0 f 3 "   n a m e = " F i e l d   i n d e x "   t y p e = " S y s t e m . I n t 3 2 ,   m s c o r l i b ,   V e r s i o n = 4 . 0 . 0 . 0 ,   C u l t u r e = n e u t r a l ,   P u b l i c K e y T o k e n = b 7 7 a 5 c 5 6 1 9 3 4 e 0 8 9 "   o r d e r = " 9 9 9 "   k e y = " i n d e x "   v a l u e = " "   g r o u p O r d e r = " - 1 " / >  
                 < p a r a m e t e r   i d = " 1 e 0 a 4 e 2 d - b 6 b 4 - 4 6 8 f - a d 3 6 - c 0 e c 6 5 4 0 1 9 5 b "   n a m e = " P l a c e h o l d e r   t e x t "   t y p e = " S y s t e m . S t r i n g ,   m s c o r l i b ,   V e r s i o n = 4 . 0 . 0 . 0 ,   C u l t u r e = n e u t r a l ,   P u b l i c K e y T o k e n = b 7 7 a 5 c 5 6 1 9 3 4 e 0 8 9 "   o r d e r = " 9 9 9 "   k e y = " p l a c e h o l d e r "   v a l u e = " "   a r g u m e n t = " E x p r e s s i o n L o c a l i z e d S t r i n g "   g r o u p O r d e r = " - 1 " / >  
                 < p a r a m e t e r   i d = " 6 f 6 a a 2 4 b - c 4 3 7 - 4 6 2 9 - b 7 9 8 - a 4 5 d c e 9 6 a 5 7 7 "   n a m e = " R o w s   t o   r e m o v e   i f   e m p t y "   t y p e = " S y s t e m . I n t 3 2 ,   m s c o r l i b ,   V e r s i o n = 4 . 0 . 0 . 0 ,   C u l t u r e = n e u t r a l ,   P u b l i c K e y T o k e n = b 7 7 a 5 c 5 6 1 9 3 4 e 0 8 9 "   o r d e r = " 9 9 9 "   k e y = " d e l e t e R o w C o u n t "   v a l u e = " 0 "   g r o u p O r d e r = " - 1 " / >  
                 < p a r a m e t e r   i d = " 1 e f 0 9 b 5 a - 8 2 f a - 4 2 0 3 - 9 1 a 6 - 8 a 1 0 4 d c 5 0 3 f 5 "   n a m e = " U p d a t e   f i e l d   f r o m   d o c u m e n t "   t y p e = " S y s t e m . B o o l e a n ,   m s c o r l i b ,   V e r s i o n = 4 . 0 . 0 . 0 ,   C u l t u r e = n e u t r a l ,   P u b l i c K e y T o k e n = b 7 7 a 5 c 5 6 1 9 3 4 e 0 8 9 "   o r d e r = " 9 9 9 "   k e y = " u p d a t e F i e l d "   v a l u e = " F a l s e "   g r o u p O r d e r = " - 1 " / >  
             < / p a r a m e t e r s >  
         < / c o n t e n t C o n t r o l >  
         < c o n t e n t C o n t r o l   i d = " 6 4 d 2 5 f c 5 - b 9 4 7 - 4 8 c 7 - 9 7 8 d - 2 1 5 7 6 9 e 1 e 7 b c "   n a m e = " O f f i c e . E n t i t y . N a m e   1 "   a s s e m b l y = " I p h e l i o n . O u t l i n e . W o r d . d l l "   t y p e = " I p h e l i o n . O u t l i n e . W o r d . R e n d e r e r s . T e x t R e n d e r e r "   o r d e r = " 2 "   a c t i v e = " t r u e "   e n t i t y I d = " 0 9 4 a 3 b 3 a - 5 2 e f - 4 8 4 8 - 9 6 f 7 - b 0 c e 0 4 b d e 2 e 8 "   f i e l d I d = " a f 5 2 d 8 7 e - 9 f a 3 - 4 4 4 e - b 8 9 2 - c 2 b 7 d 4 8 5 2 8 e 5 "   p a r e n t I d = " 0 0 0 0 0 0 0 0 - 0 0 0 0 - 0 0 0 0 - 0 0 0 0 - 0 0 0 0 0 0 0 0 0 0 0 0 "   l e v e l O r d e r = " 1 0 0 "   c o n t r o l T y p e = " p l a i n T e x t "   c o n t r o l E d i t T y p e = " i n l i n e "   e n c l o s i n g B o o k m a r k = " f a l s e "   f o r m a t = " R E P L A C E ( { O f f i c e . E n t i t y . N a m e   1 } ,   C H A R ( 1 3 ) ,   C H A R ( 1 1 ) , f a l s e ) "   f o r m a t E v a l u a t o r T y p e = " e x p r e s s i o n "   t e x t C a s e = " i g n o r e C a s e "   r e m o v e C o n t r o l = " f a l s e "   i g n o r e F o r m a t I f E m p t y = " f a l s e " >  
             < p a r a m e t e r s >  
                 < p a r a m e t e r   i d = " 8 c f f 4 9 6 2 - 8 0 4 4 - 4 3 f 8 - b 9 3 5 - c 1 1 8 0 3 5 0 1 7 1 e "   n a m e = " D e l e t e   l i n e   i f   e m p t y "   t y p e = " S y s t e m . B o o l e a n ,   m s c o r l i b ,   V e r s i o n = 4 . 0 . 0 . 0 ,   C u l t u r e = n e u t r a l ,   P u b l i c K e y T o k e n = b 7 7 a 5 c 5 6 1 9 3 4 e 0 8 9 "   o r d e r = " 9 9 9 "   k e y = " d e l e t e L i n e I f E m p t y "   v a l u e = " F a l s e "   g r o u p O r d e r = " - 1 " / >  
                 < p a r a m e t e r   i d = " 8 c 3 4 0 d f 9 - b f 7 1 - 4 3 a 9 - b 9 3 8 - 6 9 f 6 2 c 8 b 0 f 0 f "   n a m e = " F i e l d   i n d e x "   t y p e = " S y s t e m . I n t 3 2 ,   m s c o r l i b ,   V e r s i o n = 4 . 0 . 0 . 0 ,   C u l t u r e = n e u t r a l ,   P u b l i c K e y T o k e n = b 7 7 a 5 c 5 6 1 9 3 4 e 0 8 9 "   o r d e r = " 9 9 9 "   k e y = " i n d e x "   v a l u e = " "   g r o u p O r d e r = " - 1 " / >  
                 < p a r a m e t e r   i d = " 5 c 5 f 6 5 6 0 - 2 4 c 8 - 4 1 0 2 - b 0 2 0 - 5 5 b 4 b 4 6 2 9 6 b 7 " 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
                 < p a r a m e t e r   i d = " 8 5 4 b f a b d - 1 b 4 6 - 4 a 6 3 - a 6 7 4 - b a 9 7 c 9 1 0 d 0 4 f "   n a m e = " R o w s   t o   r e m o v e   i f   e m p t y "   t y p e = " S y s t e m . I n t 3 2 ,   m s c o r l i b ,   V e r s i o n = 4 . 0 . 0 . 0 ,   C u l t u r e = n e u t r a l ,   P u b l i c K e y T o k e n = b 7 7 a 5 c 5 6 1 9 3 4 e 0 8 9 "   o r d e r = " 9 9 9 "   k e y = " d e l e t e R o w C o u n t "   v a l u e = " 0 "   g r o u p O r d e r = " - 1 " / >  
                 < p a r a m e t e r   i d = " c 3 f e 1 a 6 4 - d b 6 c - 4 1 a 4 - 9 e f b - d 3 6 c 9 7 0 1 3 4 3 8 "   n a m e = " U p d a t e   f i e l d   f r o m   d o c u m e n t "   t y p e = " S y s t e m . B o o l e a n ,   m s c o r l i b ,   V e r s i o n = 4 . 0 . 0 . 0 ,   C u l t u r e = n e u t r a l ,   P u b l i c K e y T o k e n = b 7 7 a 5 c 5 6 1 9 3 4 e 0 8 9 "   o r d e r = " 9 9 9 "   k e y = " u p d a t e F i e l d "   v a l u e = " F a l s e "   g r o u p O r d e r = " - 1 " / >  
             < / p a r a m e t e r s >  
         < / c o n t e n t C o n t r o l >  
         < c o n t e n t C o n t r o l   i d = " a c f 6 5 1 1 d - a f c 4 - 4 4 b 0 - b 8 8 b - d 1 4 5 3 4 6 5 2 5 d 3 "   n a m e = " O f f i c e . O f f i c e   U R L "   a s s e m b l y = " I p h e l i o n . O u t l i n e . W o r d . d l l "   t y p e = " I p h e l i o n . O u t l i n e . W o r d . R e n d e r e r s . T e x t R e n d e r e r "   o r d e r = " 2 "   a c t i v e = " t r u e "   e n t i t y I d = " 0 9 4 a 3 b 3 a - 5 2 e f - 4 8 4 8 - 9 6 f 7 - b 0 c e 0 4 b d e 2 e 8 "   f i e l d I d = " 3 a a b c c 2 b - 1 0 4 b - 4 d 5 2 - 8 c b b - 5 4 e e 0 7 d e b 8 b 7 "   p a r e n t I d = " 0 0 0 0 0 0 0 0 - 0 0 0 0 - 0 0 0 0 - 0 0 0 0 - 0 0 0 0 0 0 0 0 0 0 0 0 "   l e v e l O r d e r = " 1 0 0 "   c o n t r o l T y p e = " p l a i n T e x t "   c o n t r o l E d i t T y p e = " i n l i n e "   e n c l o s i n g B o o k m a r k = " f a l s e "   f o r m a t E v a l u a t o r T y p e = " e x p r e s s i o n "   t e x t C a s e = " i g n o r e C a s e "   r e m o v e C o n t r o l = " f a l s e "   i g n o r e F o r m a t I f E m p t y = " f a l s e " >  
             < p a r a m e t e r s >  
                 < p a r a m e t e r   i d = " f 7 c e f a 1 2 - c b 7 d - 4 9 4 9 - b e e 7 - a 9 0 0 8 e 2 6 7 9 1 f "   n a m e = " D e l e t e   l i n e   i f   e m p t y "   t y p e = " S y s t e m . B o o l e a n ,   m s c o r l i b ,   V e r s i o n = 4 . 0 . 0 . 0 ,   C u l t u r e = n e u t r a l ,   P u b l i c K e y T o k e n = b 7 7 a 5 c 5 6 1 9 3 4 e 0 8 9 "   o r d e r = " 9 9 9 "   k e y = " d e l e t e L i n e I f E m p t y "   v a l u e = " F a l s e "   g r o u p O r d e r = " - 1 " / >  
                 < p a r a m e t e r   i d = " 5 2 4 b c e 6 2 - b d c b - 4 f c d - a b 6 e - 2 a 4 6 e c 1 d e e d d "   n a m e = " F i e l d   i n d e x "   t y p e = " S y s t e m . I n t 3 2 ,   m s c o r l i b ,   V e r s i o n = 4 . 0 . 0 . 0 ,   C u l t u r e = n e u t r a l ,   P u b l i c K e y T o k e n = b 7 7 a 5 c 5 6 1 9 3 4 e 0 8 9 "   o r d e r = " 9 9 9 "   k e y = " i n d e x "   v a l u e = " "   g r o u p O r d e r = " - 1 " / >  
                 < p a r a m e t e r   i d = " b 7 f 4 0 9 2 a - 7 0 b 0 - 4 8 9 6 - a 6 d 4 - 8 e 3 7 0 b 7 f a c 9 c "   n a m e = " P l a c e h o l d e r   t e x t "   t y p e = " S y s t e m . S t r i n g ,   m s c o r l i b ,   V e r s i o n = 4 . 0 . 0 . 0 ,   C u l t u r e = n e u t r a l ,   P u b l i c K e y T o k e n = b 7 7 a 5 c 5 6 1 9 3 4 e 0 8 9 "   o r d e r = " 9 9 9 "   k e y = " p l a c e h o l d e r "   v a l u e = " "   a r g u m e n t = " E x p r e s s i o n L o c a l i z e d S t r i n g "   g r o u p O r d e r = " - 1 " / >  
                 < p a r a m e t e r   i d = " b b 7 e e 5 8 8 - b 8 c 8 - 4 a 4 9 - 8 4 4 c - e 1 a e 9 1 9 2 f f 7 8 "   n a m e = " R o w s   t o   r e m o v e   i f   e m p t y "   t y p e = " S y s t e m . I n t 3 2 ,   m s c o r l i b ,   V e r s i o n = 4 . 0 . 0 . 0 ,   C u l t u r e = n e u t r a l ,   P u b l i c K e y T o k e n = b 7 7 a 5 c 5 6 1 9 3 4 e 0 8 9 "   o r d e r = " 9 9 9 "   k e y = " d e l e t e R o w C o u n t "   v a l u e = " 0 "   g r o u p O r d e r = " - 1 " / >  
                 < p a r a m e t e r   i d = " 9 0 2 b f 3 8 8 - 9 4 6 d - 4 a a a - 9 6 4 0 - a 1 6 f 9 0 a 5 1 3 f 3 "   n a m e = " U p d a t e   f i e l d   f r o m   d o c u m e n t "   t y p e = " S y s t e m . B o o l e a n ,   m s c o r l i b ,   V e r s i o n = 4 . 0 . 0 . 0 ,   C u l t u r e = n e u t r a l ,   P u b l i c K e y T o k e n = b 7 7 a 5 c 5 6 1 9 3 4 e 0 8 9 "   o r d e r = " 9 9 9 "   k e y = " u p d a t e F i e l d "   v a l u e = " F a l s e "   g r o u p O r d e r = " - 1 " / >  
             < / p a r a m e t e r s >  
         < / c o n t e n t C o n t r o l >  
         < c o n t e n t C o n t r o l   i d = " 5 5 e e 9 9 a 9 - 2 8 7 9 - 4 2 3 d - 8 b f 6 - b 5 9 9 c 8 8 5 8 5 3 8 "   n a m e = " L a b e l s . B e t w e e n   a f t e r "   a s s e m b l y = " I p h e l i o n . O u t l i n e . W o r d . d l l "   t y p e = " I p h e l i o n . O u t l i n e . W o r d . R e n d e r e r s . T e x t R e n d e r e r "   o r d e r = " 2 "   a c t i v e = " t r u e "   e n t i t y I d = " f 9 5 d c 5 f a - 6 e 9 d - 4 b e 9 - 9 d 2 3 - e 0 a d a 2 0 d 8 4 3 8 "   f i e l d I d = " d c 0 4 e a 2 a - 7 4 3 9 - 4 0 f 4 - 8 6 c f - 2 d 1 6 d 8 9 7 a 7 0 c "   p a r e n t I d = " 0 0 0 0 0 0 0 0 - 0 0 0 0 - 0 0 0 0 - 0 0 0 0 - 0 0 0 0 0 0 0 0 0 0 0 0 "   l e v e l O r d e r = " 1 0 0 "   c o n t r o l T y p e = " p l a i n T e x t "   c o n t r o l E d i t T y p e = " i n l i n e "   e n c l o s i n g B o o k m a r k = " f a l s e "   f o r m a t E v a l u a t o r T y p e = " e x p r e s s i o n "   t e x t C a s e = " i g n o r e C a s e "   r e m o v e C o n t r o l = " t r u e "   i g n o r e F o r m a t I f E m p t y = " f a l s e " >  
             < p a r a m e t e r s >  
                 < p a r a m e t e r   i d = " c 2 4 9 6 d 6 8 - 7 d f 4 - 4 7 d 3 - 9 a 2 c - d c c 6 4 a 2 6 0 e d 1 "   n a m e = " D e l e t e   l i n e   i f   e m p t y "   t y p e = " S y s t e m . B o o l e a n ,   m s c o r l i b ,   V e r s i o n = 4 . 0 . 0 . 0 ,   C u l t u r e = n e u t r a l ,   P u b l i c K e y T o k e n = b 7 7 a 5 c 5 6 1 9 3 4 e 0 8 9 "   o r d e r = " 9 9 9 "   k e y = " d e l e t e L i n e I f E m p t y "   v a l u e = " T r u e "   g r o u p O r d e r = " - 1 " / >  
                 < p a r a m e t e r   i d = " 6 6 6 3 8 e 7 6 - a d 1 6 - 4 2 b 9 - 8 f 4 3 - 2 a 9 e a e a 3 0 f 8 2 "   n a m e = " F i e l d   i n d e x "   t y p e = " S y s t e m . I n t 3 2 ,   m s c o r l i b ,   V e r s i o n = 4 . 0 . 0 . 0 ,   C u l t u r e = n e u t r a l ,   P u b l i c K e y T o k e n = b 7 7 a 5 c 5 6 1 9 3 4 e 0 8 9 "   o r d e r = " 9 9 9 "   k e y = " i n d e x "   v a l u e = " "   g r o u p O r d e r = " - 1 " / >  
                 < p a r a m e t e r   i d = " 0 2 8 d 9 7 4 8 - 9 b 8 1 - 4 6 0 6 - 9 7 2 2 - 3 7 4 5 b 2 c 5 6 c f d "   n a m e = " P l a c e h o l d e r   t e x t "   t y p e = " S y s t e m . S t r i n g ,   m s c o r l i b ,   V e r s i o n = 4 . 0 . 0 . 0 ,   C u l t u r e = n e u t r a l ,   P u b l i c K e y T o k e n = b 7 7 a 5 c 5 6 1 9 3 4 e 0 8 9 "   o r d e r = " 9 9 9 "   k e y = " p l a c e h o l d e r "   v a l u e = " "   a r g u m e n t = " E x p r e s s i o n L o c a l i z e d S t r i n g "   g r o u p O r d e r = " - 1 " / >  
                 < p a r a m e t e r   i d = " d b 5 9 6 4 f 6 - 3 0 9 0 - 4 9 8 2 - a a 8 4 - e d 7 a 4 2 5 8 0 b 4 f "   n a m e = " R o w s   t o   r e m o v e   i f   e m p t y "   t y p e = " S y s t e m . I n t 3 2 ,   m s c o r l i b ,   V e r s i o n = 4 . 0 . 0 . 0 ,   C u l t u r e = n e u t r a l ,   P u b l i c K e y T o k e n = b 7 7 a 5 c 5 6 1 9 3 4 e 0 8 9 "   o r d e r = " 9 9 9 "   k e y = " d e l e t e R o w C o u n t "   v a l u e = " 0 "   g r o u p O r d e r = " - 1 " / >  
                 < p a r a m e t e r   i d = " 0 b 9 e 5 1 d c - 5 1 1 5 - 4 c d 5 - 9 2 5 b - 0 c 2 a c 5 0 f 9 0 0 6 "   n a m e = " U p d a t e   f i e l d   f r o m   d o c u m e n t "   t y p e = " S y s t e m . B o o l e a n ,   m s c o r l i b ,   V e r s i o n = 4 . 0 . 0 . 0 ,   C u l t u r e = n e u t r a l ,   P u b l i c K e y T o k e n = b 7 7 a 5 c 5 6 1 9 3 4 e 0 8 9 "   o r d e r = " 9 9 9 "   k e y = " u p d a t e F i e l d "   v a l u e = " F a l s e "   g r o u p O r d e r = " - 1 " / >  
             < / p a r a m e t e r s >  
         < / c o n t e n t C o n t r o l >  
         < c o n t e n t C o n t r o l   i d = " 9 3 c a 7 e 5 a - c 0 1 5 - 4 3 c b - 9 8 9 8 - c f 5 1 1 8 6 0 8 1 d c "   n a m e = " T O C R e g i o n "   a s s e m b l y = " I p h e l i o n . O u t l i n e . W o r d . d l l "   t y p e = " I p h e l i o n . O u t l i n e . W o r d . R e n d e r e r s . B u i l d i n g B l o c k R e n d e r e r "   o r d e r = " 1 "   a c t i v e = " f a l s e "   e n t i t y I d = " 0 0 0 0 0 0 0 0 - 0 0 0 0 - 0 0 0 0 - 0 0 0 0 - 0 0 0 0 0 0 0 0 0 0 0 0 "   f i e l d I d = " 0 0 0 0 0 0 0 0 - 0 0 0 0 - 0 0 0 0 - 0 0 0 0 - 0 0 0 0 0 0 0 0 0 0 0 0 "   p a r e n t I d = " 0 0 0 0 0 0 0 0 - 0 0 0 0 - 0 0 0 0 - 0 0 0 0 - 0 0 0 0 0 0 0 0 0 0 0 0 "   l e v e l O r d e r = " 1 0 0 "   c o n t r o l T y p e = " b u i l d i n g B l o c k "   c o n t r o l E d i t T y p e = " n o n e "   e n c l o s i n g B o o k m a r k = " f a l s e "   f o r m a t E v a l u a t o r T y p e = " f o r m a t S t r i n g "   t e x t C a s e = " i g n o r e C a s e "   r e m o v e C o n t r o l = " f a l s e "   i g n o r e F o r m a t I f E m p t y = " f a l s e " >  
             < p a r a m e t e r s >  
                 < p a r a m e t e r   i d = " 7 1 7 9 5 3 4 8 - 0 4 7 2 - 4 d d 7 - 8 c 1 4 - 9 0 5 7 b d 3 5 4 8 c a "   n a m e = " B u i l d i n g   b l o c k   n a m e   ( d e f a u l t ) "   t y p e = " S y s t e m . S t r i n g ,   m s c o r l i b ,   V e r s i o n = 4 . 0 . 0 . 0 ,   C u l t u r e = n e u t r a l ,   P u b l i c K e y T o k e n = b 7 7 a 5 c 5 6 1 9 3 4 e 0 8 9 "   o r d e r = " 9 9 9 "   k e y = " d e f a u l t B u i l d i n g B l o c k "   v a l u e = " & l t ; ? x m l   v e r s i o n = & q u o t ; 1 . 0 & q u o t ;   e n c o d i n g = & q u o t ; u t f - 1 6 & q u o t ; ? & g t ; & # x A ; & l t ; l o c a l i z e d S t r i n g   x m l n s : x s i = & q u o t ; h t t p : / / w w w . w 3 . o r g / 2 0 0 1 / X M L S c h e m a - i n s t a n c e & q u o t ;   x m l n s : x s d = & q u o t ; h t t p : / / w w w . w 3 . o r g / 2 0 0 1 / X M L S c h e m a & q u o t ; & g t ; & # x A ;     & l t ; t y p e & g t ; f i x e d & l t ; / t y p e & g t ; & # x A ;     & l t ; t e x t & g t ; T O C _ U K & l t ; / t e x t & g t ; & # x A ; & l t ; / l o c a l i z e d S t r i n g & g t ; "   a r g u m e n t = " E x p r e s s i o n L o c a l i z e d S t r i n g "   g r o u p O r d e r = " - 1 " / >  
                 < p a r a m e t e r   i d = " 7 b e e 4 2 f 0 - d f 3 1 - 4 9 7 1 - b b d 5 - f d 5 9 e f e d 1 e e 0 "   n a m e = " B u i l d i n g   b l o c k   t e m p l a t e "   t y p e = " S y s t e m . S t r i n g ,   m s c o r l i b ,   V e r s i o n = 4 . 0 . 0 . 0 ,   C u l t u r e = n e u t r a l ,   P u b l i c K e y T o k e n = b 7 7 a 5 c 5 6 1 9 3 4 e 0 8 9 "   o r d e r = " 9 9 9 "   k e y = " t e m p l a t e N a m e "   v a l u e = " "   g r o u p O r d e r = " - 1 " / >  
                 < p a r a m e t e r   i d = " 7 3 f c 0 d 6 a - b b 6 5 - 4 b 6 8 - b f 8 9 - 2 8 8 e c 7 6 1 3 0 1 d "   n a m e = " F i e l d   i n d e x "   t y p e = " S y s t e m . I n t 3 2 ,   m s c o r l i b ,   V e r s i o n = 4 . 0 . 0 . 0 ,   C u l t u r e = n e u t r a l ,   P u b l i c K e y T o k e n = b 7 7 a 5 c 5 6 1 9 3 4 e 0 8 9 "   o r d e r = " 9 9 9 "   k e y = " i n d e x "   v a l u e = " "   g r o u p O r d e r = " - 1 " / >  
                 < p a r a m e t e r   i d = " 7 e e e e 2 5 c - 9 a e 4 - 4 d 4 3 - b 6 7 7 - 5 4 e c 1 d 0 4 e 7 9 e "   n a m e = " F i e l d   m a p p i n g s "   t y p e = " I p h e l i o n . O u t l i n e . M o d e l . E n t i t i e s . I n l i n e P a r a m e t e r E n t i t y C o l l e c t i o n ` 1 [ [ I p h e l i o n . O u t l i n e . M o d e l . E n t i t i e s . K e y V a l u e P a r a m e t e r E n t i t y ,   I p h e l i o n . O u t l i n e . M o d e l ,   V e r s i o n = 1 . 6 . 7 . 1 0 ,   C u l t u r e = n e u t r a l ,   P u b l i c K e y T o k e n = n u l l ] ] ,   I p h e l i o n . O u t l i n e . M o d e l ,   V e r s i o n = 1 . 6 . 7 . 1 0 ,   C u l t u r e = n e u t r a l ,   P u b l i c K e y T o k e n = n u l l "   o r d e r = " 9 9 9 "   k e y = " f i e l d M a p p i n g s "   v a l u e = " "   g r o u p O r d e r = " - 1 " / >  
                 < p a r a m e t e r   i d = " 5 6 b 8 6 4 2 1 - 7 1 7 6 - 4 8 d 7 - a a 2 d - 6 d 3 b d 7 0 4 b 9 3 8 "   n a m e = " I n s e r t   a s   h i d d e n   t e x t "   t y p e = " S y s t e m . B o o l e a n ,   m s c o r l i b ,   V e r s i o n = 4 . 0 . 0 . 0 ,   C u l t u r e = n e u t r a l ,   P u b l i c K e y T o k e n = b 7 7 a 5 c 5 6 1 9 3 4 e 0 8 9 "   o r d e r = " 9 9 9 "   k e y = " i n s e r t A s H i d d e n "   v a l u e = " F a l s e "   g r o u p O r d e r = " - 1 " / >  
             < / p a r a m e t e r s >  
         < / c o n t e n t C o n t r o l >  
         < c o n t e n t C o n t r o l   i d = " 6 1 3 5 b 5 c 4 - a 8 5 6 - 4 4 8 6 - a d e b - c f 4 4 f 1 b 0 3 2 6 b "   n a m e = " C u r s o r   s t a r t   p o s i t i o n "   a s s e m b l y = " I p h e l i o n . O u t l i n e . W o r d . d l l "   t y p e = " I p h e l i o n . O u t l i n e . W o r d . R e n d e r e r s . C u r s o r P o s i t i o n R e n d e r e r "   o r d e r = " 4 "   a c t i v e = " t r u e "   e n t i t y I d = " 0 0 0 0 0 0 0 0 - 0 0 0 0 - 0 0 0 0 - 0 0 0 0 - 0 0 0 0 0 0 0 0 0 0 0 0 "   f i e l d I d = " 0 0 0 0 0 0 0 0 - 0 0 0 0 - 0 0 0 0 - 0 0 0 0 - 0 0 0 0 0 0 0 0 0 0 0 0 "   p a r e n t I d = " 0 0 0 0 0 0 0 0 - 0 0 0 0 - 0 0 0 0 - 0 0 0 0 - 0 0 0 0 0 0 0 0 0 0 0 0 "   l e v e l O r d e r = " 1 0 0 "   c o n t r o l T y p e = " s y s t e m "   c o n t r o l E d i t T y p e = " n o n e "   e n c l o s i n g B o o k m a r k = " f a l s e "   f o r m a t E v a l u a t o r T y p e = " f o r m a t S t r i n g "   t e x t C a s e = " i g n o r e C a s e "   r e m o v e C o n t r o l = " f a l s e "   i g n o r e F o r m a t I f E m p t y = " f a l s e " >  
             < p a r a m e t e r s / >  
         < / c o n t e n t C o n t r o l >  
         < c o n t e n t C o n t r o l   i d = " 7 a a 3 8 c 4 e - 8 c 8 e - 4 4 7 7 - 8 3 6 e - b 0 f 9 d 0 9 e e 8 c 4 "   n a m e = " L a b e l s . F a x "   a s s e m b l y = " I p h e l i o n . O u t l i n e . W o r d . d l l "   t y p e = " I p h e l i o n . O u t l i n e . W o r d . R e n d e r e r s . T e x t R e n d e r e r "   o r d e r = " 2 "   a c t i v e = " t r u e "   e n t i t y I d = " f 9 5 d c 5 f a - 6 e 9 d - 4 b e 9 - 9 d 2 3 - e 0 a d a 2 0 d 8 4 3 8 "   f i e l d I d = " 5 8 4 4 e 5 b 6 - e 9 0 1 - 4 5 3 b - 9 b c a - f e 3 b 9 5 1 7 0 3 d b "   p a r e n t I d = " 0 0 0 0 0 0 0 0 - 0 0 0 0 - 0 0 0 0 - 0 0 0 0 - 0 0 0 0 0 0 0 0 0 0 0 0 "   l e v e l O r d e r = " 1 0 0 "   c o n t r o l T y p e = " p l a i n T e x t "   c o n t r o l E d i t T y p e = " i n l i n e "   e n c l o s i n g B o o k m a r k = " f a l s e "   f o r m a t = " I F E Q U A L ( { O f f i c e . F a x   N u m b e r } , & q u o t ; & q u o t ; , & q u o t ; & q u o t ; , { L a b e l s . F a x } , t r u e ) "   f o r m a t E v a l u a t o r T y p e = " e x p r e s s i o n "   t e x t C a s e = " i g n o r e C a s e "   r e m o v e C o n t r o l = " f a l s e "   i g n o r e F o r m a t I f E m p t y = " f a l s e " >  
             < p a r a m e t e r s >  
                 < p a r a m e t e r   i d = " d e 2 5 8 2 f a - d a a f - 4 5 b 9 - 8 b e f - a e a 7 d 1 7 5 d 1 0 9 "   n a m e = " D e l e t e   l i n e   i f   e m p t y "   t y p e = " S y s t e m . B o o l e a n ,   m s c o r l i b ,   V e r s i o n = 4 . 0 . 0 . 0 ,   C u l t u r e = n e u t r a l ,   P u b l i c K e y T o k e n = b 7 7 a 5 c 5 6 1 9 3 4 e 0 8 9 "   o r d e r = " 9 9 9 "   k e y = " d e l e t e L i n e I f E m p t y "   v a l u e = " T r u e "   g r o u p O r d e r = " - 1 " / >  
                 < p a r a m e t e r   i d = " a 8 5 4 e e 5 8 - 2 a 1 1 - 4 3 a 8 - b 0 4 f - 4 1 4 6 9 b a 7 c 1 2 2 "   n a m e = " F i e l d   i n d e x "   t y p e = " S y s t e m . I n t 3 2 ,   m s c o r l i b ,   V e r s i o n = 4 . 0 . 0 . 0 ,   C u l t u r e = n e u t r a l ,   P u b l i c K e y T o k e n = b 7 7 a 5 c 5 6 1 9 3 4 e 0 8 9 "   o r d e r = " 9 9 9 "   k e y = " i n d e x "   v a l u e = " "   g r o u p O r d e r = " - 1 " / >  
                 < p a r a m e t e r   i d = " 2 a 4 c 1 1 a 4 - d b 3 e - 4 a 6 a - b 7 2 1 - a 7 e c 2 2 a 9 5 5 9 5 "   n a m e = " P l a c e h o l d e r   t e x t "   t y p e = " S y s t e m . S t r i n g ,   m s c o r l i b ,   V e r s i o n = 4 . 0 . 0 . 0 ,   C u l t u r e = n e u t r a l ,   P u b l i c K e y T o k e n = b 7 7 a 5 c 5 6 1 9 3 4 e 0 8 9 "   o r d e r = " 9 9 9 "   k e y = " p l a c e h o l d e r "   v a l u e = " & l t ; ? x m l   v e r s i o n = & q u o t ; 1 . 0 & q u o t ;   e n c o d i n g = & q u o t ; u t f - 1 6 & q u o t ; ? & g t ; & # x A ; & l t ; l o c a l i z e d S t r i n g   x m l n s : x s i = & q u o t ; h t t p : / / w w w . w 3 . o r g / 2 0 0 1 / X M L S c h e m a - i n s t a n c e & q u o t ;   x m l n s : x s d = & q u o t ; h t t p : / / w w w . w 3 . o r g / 2 0 0 1 / X M L S c h e m a & q u o t ; & g t ; & # x A ;     & l t ; t y p e & g t ; f i x e d & l t ; / t y p e & g t ; & # x A ;     & l t ; t e x t   / & g t ; & # x A ; & l t ; / l o c a l i z e d S t r i n g & g t ; "   a r g u m e n t = " E x p r e s s i o n L o c a l i z e d S t r i n g "   g r o u p O r d e r = " - 1 " / >  
                 < p a r a m e t e r   i d = " 9 c f d f 6 5 0 - b f e 3 - 4 2 3 e - b e 7 2 - c d 7 a 5 b 2 b 2 a 2 c "   n a m e = " R o w s   t o   r e m o v e   i f   e m p t y "   t y p e = " S y s t e m . I n t 3 2 ,   m s c o r l i b ,   V e r s i o n = 4 . 0 . 0 . 0 ,   C u l t u r e = n e u t r a l ,   P u b l i c K e y T o k e n = b 7 7 a 5 c 5 6 1 9 3 4 e 0 8 9 "   o r d e r = " 9 9 9 "   k e y = " d e l e t e R o w C o u n t "   v a l u e = " 0 "   g r o u p O r d e r = " - 1 " / >  
                 < p a r a m e t e r   i d = " 8 d d d 3 0 7 6 - f e 2 a - 4 f a f - a d 5 c - d 3 7 8 c d 2 a 7 5 c c "   n a m e = " U p d a t e   f i e l d   f r o m   d o c u m e n t "   t y p e = " S y s t e m . B o o l e a n ,   m s c o r l i b ,   V e r s i o n = 4 . 0 . 0 . 0 ,   C u l t u r e = n e u t r a l ,   P u b l i c K e y T o k e n = b 7 7 a 5 c 5 6 1 9 3 4 e 0 8 9 "   o r d e r = " 9 9 9 "   k e y = " u p d a t e F i e l d "   v a l u e = " F a l s e "   g r o u p O r d e r = " - 1 " / >  
             < / p a r a m e t e r s >  
         < / c o n t e n t C o n t r o l >  
         < c o n t e n t C o n t r o l   i d = " 0 b f c a 5 f b - f 5 5 d - 4 6 a 2 - b 1 3 4 - 9 6 5 5 1 9 2 b b 5 5 d "   n a m e = " L a b e l s . F a x N o "   a s s e m b l y = " I p h e l i o n . O u t l i n e . W o r d . d l l "   t y p e = " I p h e l i o n . O u t l i n e . W o r d . R e n d e r e r s . T e x t R e n d e r e r "   o r d e r = " 2 "   a c t i v e = " t r u e "   e n t i t y I d = " f 9 5 d c 5 f a - 6 e 9 d - 4 b e 9 - 9 d 2 3 - e 0 a d a 2 0 d 8 4 3 8 "   f i e l d I d = " a 2 7 4 9 7 5 8 - 1 0 2 a - 4 8 d 2 - 9 2 1 a - 6 6 5 b 6 a 1 7 9 5 d 5 "   p a r e n t I d = " 0 0 0 0 0 0 0 0 - 0 0 0 0 - 0 0 0 0 - 0 0 0 0 - 0 0 0 0 0 0 0 0 0 0 0 0 "   l e v e l O r d e r = " 1 0 0 "   c o n t r o l T y p e = " p l a i n T e x t "   c o n t r o l E d i t T y p e = " i n l i n e "   e n c l o s i n g B o o k m a r k = " f a l s e "   f o r m a t E v a l u a t o r T y p e = " e x p r e s s i o n "   t e x t C a s e = " i g n o r e C a s e "   r e m o v e C o n t r o l = " f a l s e "   i g n o r e F o r m a t I f E m p t y = " f a l s e " >  
             < p a r a m e t e r s >  
                 < p a r a m e t e r   i d = " 1 e a 8 a 4 2 2 - d 3 9 6 - 4 e 1 b - 8 4 3 1 - c 2 4 e b 8 7 a 4 8 4 3 "   n a m e = " D e l e t e   l i n e   i f   e m p t y "   t y p e = " S y s t e m . B o o l e a n ,   m s c o r l i b ,   V e r s i o n = 4 . 0 . 0 . 0 ,   C u l t u r e = n e u t r a l ,   P u b l i c K e y T o k e n = b 7 7 a 5 c 5 6 1 9 3 4 e 0 8 9 "   o r d e r = " 9 9 9 "   k e y = " d e l e t e L i n e I f E m p t y "   v a l u e = " F a l s e "   g r o u p O r d e r = " - 1 " / >  
                 < p a r a m e t e r   i d = " 6 0 1 b 1 9 b 5 - 3 e 6 9 - 4 a 5 e - a 4 8 c - c e 7 e 5 7 8 e 9 1 b d "   n a m e = " F i e l d   i n d e x "   t y p e = " S y s t e m . I n t 3 2 ,   m s c o r l i b ,   V e r s i o n = 4 . 0 . 0 . 0 ,   C u l t u r e = n e u t r a l ,   P u b l i c K e y T o k e n = b 7 7 a 5 c 5 6 1 9 3 4 e 0 8 9 "   o r d e r = " 9 9 9 "   k e y = " i n d e x "   v a l u e = " "   g r o u p O r d e r = " - 1 " / >  
                 < p a r a m e t e r   i d = " 2 e 2 6 0 3 a 7 - 2 a 3 6 - 4 c 0 3 - b 9 5 3 - 2 8 6 0 e 7 8 2 9 c d 8 "   n a m e = " P l a c e h o l d e r   t e x t "   t y p e = " S y s t e m . S t r i n g ,   m s c o r l i b ,   V e r s i o n = 4 . 0 . 0 . 0 ,   C u l t u r e = n e u t r a l ,   P u b l i c K e y T o k e n = b 7 7 a 5 c 5 6 1 9 3 4 e 0 8 9 "   o r d e r = " 9 9 9 "   k e y = " p l a c e h o l d e r "   v a l u e = " "   a r g u m e n t = " E x p r e s s i o n L o c a l i z e d S t r i n g "   g r o u p O r d e r = " - 1 " / >  
                 < p a r a m e t e r   i d = " 4 a 5 3 7 2 b 5 - a 5 f b - 4 9 6 a - 9 7 b 8 - 7 9 9 2 6 e e 0 a e 1 8 "   n a m e = " R o w s   t o   r e m o v e   i f   e m p t y "   t y p e = " S y s t e m . I n t 3 2 ,   m s c o r l i b ,   V e r s i o n = 4 . 0 . 0 . 0 ,   C u l t u r e = n e u t r a l ,   P u b l i c K e y T o k e n = b 7 7 a 5 c 5 6 1 9 3 4 e 0 8 9 "   o r d e r = " 9 9 9 "   k e y = " d e l e t e R o w C o u n t "   v a l u e = " 0 "   g r o u p O r d e r = " - 1 " / >  
                 < p a r a m e t e r   i d = " 1 0 0 2 e 8 f 8 - 6 d 1 8 - 4 b 8 8 - a 8 b 1 - 0 c 7 c 2 f a e 3 e b 4 "   n a m e = " U p d a t e   f i e l d   f r o m   d o c u m e n t "   t y p e = " S y s t e m . B o o l e a n ,   m s c o r l i b ,   V e r s i o n = 4 . 0 . 0 . 0 ,   C u l t u r e = n e u t r a l ,   P u b l i c K e y T o k e n = b 7 7 a 5 c 5 6 1 9 3 4 e 0 8 9 "   o r d e r = " 9 9 9 "   k e y = " u p d a t e F i e l d "   v a l u e = " F a l s e "   g r o u p O r d e r = " - 1 " / >  
             < / p a r a m e t e r s >  
         < / c o n t e n t C o n t r o l >  
         < c o n t e n t C o n t r o l   i d = " e c c 3 a a d 6 - 0 7 3 5 - 4 4 d f - 8 0 1 f - 4 c 2 5 5 2 9 3 3 1 6 3 "   n a m e = " O f f i c e . F a x   N u m b e r "   a s s e m b l y = " I p h e l i o n . O u t l i n e . W o r d . d l l "   t y p e = " I p h e l i o n . O u t l i n e . W o r d . R e n d e r e r s . T e x t R e n d e r e r "   o r d e r = " 2 "   a c t i v e = " t r u e "   e n t i t y I d = " 0 9 4 a 3 b 3 a - 5 2 e f - 4 8 4 8 - 9 6 f 7 - b 0 c e 0 4 b d e 2 e 8 "   f i e l d I d = " d 3 3 b 9 1 d a - b 4 f 8 - 4 e 7 2 - a 5 e 5 - 9 3 9 6 5 0 d 0 9 8 8 6 "   p a r e n t I d = " 0 0 0 0 0 0 0 0 - 0 0 0 0 - 0 0 0 0 - 0 0 0 0 - 0 0 0 0 0 0 0 0 0 0 0 0 "   l e v e l O r d e r = " 1 0 0 "   c o n t r o l T y p e = " p l a i n T e x t "   c o n t r o l E d i t T y p e = " i n l i n e "   e n c l o s i n g B o o k m a r k = " f a l s e "   f o r m a t = " "   f o r m a t E v a l u a t o r T y p e = " e x p r e s s i o n "   t e x t C a s e = " i g n o r e C a s e "   r e m o v e C o n t r o l = " f a l s e "   i g n o r e F o r m a t I f E m p t y = " f a l s e " >  
             < p a r a m e t e r s >  
                 < p a r a m e t e r   i d = " 4 d 1 7 9 a d c - a e d d - 4 f 5 c - a 6 c 3 - 6 d 3 9 f d b c 9 1 f a "   n a m e = " D e l e t e   l i n e   i f   e m p t y "   t y p e = " S y s t e m . B o o l e a n ,   m s c o r l i b ,   V e r s i o n = 4 . 0 . 0 . 0 ,   C u l t u r e = n e u t r a l ,   P u b l i c K e y T o k e n = b 7 7 a 5 c 5 6 1 9 3 4 e 0 8 9 "   o r d e r = " 9 9 9 "   k e y = " d e l e t e L i n e I f E m p t y "   v a l u e = " T r u e "   g r o u p O r d e r = " - 1 " / >  
                 < p a r a m e t e r   i d = " 5 f 3 b 0 a 6 d - 7 6 a 1 - 4 9 2 6 - 8 4 8 4 - f e 5 d e 3 9 9 8 1 8 3 "   n a m e = " F i e l d   i n d e x "   t y p e = " S y s t e m . I n t 3 2 ,   m s c o r l i b ,   V e r s i o n = 4 . 0 . 0 . 0 ,   C u l t u r e = n e u t r a l ,   P u b l i c K e y T o k e n = b 7 7 a 5 c 5 6 1 9 3 4 e 0 8 9 "   o r d e r = " 9 9 9 "   k e y = " i n d e x "   v a l u e = " "   g r o u p O r d e r = " - 1 " / >  
                 < p a r a m e t e r   i d = " 8 3 2 6 f c 2 9 - c f b b - 4 f 6 c - 9 3 9 6 - 1 1 d 4 b 8 d d 1 e 5 0 "   n a m e = " P l a c e h o l d e r   t e x t "   t y p e = " S y s t e m . S t r i n g ,   m s c o r l i b ,   V e r s i o n = 4 . 0 . 0 . 0 ,   C u l t u r e = n e u t r a l ,   P u b l i c K e y T o k e n = b 7 7 a 5 c 5 6 1 9 3 4 e 0 8 9 "   o r d e r = " 9 9 9 "   k e y = " p l a c e h o l d e r "   v a l u e = " & l t ; ? x m l   v e r s i o n = & q u o t ; 1 . 0 & q u o t ;   e n c o d i n g = & q u o t ; u t f - 1 6 & q u o t ; ? & g t ; & # x A ; & l t ; l o c a l i z e d S t r i n g   x m l n s : x s i = & q u o t ; h t t p : / / w w w . w 3 . o r g / 2 0 0 1 / X M L S c h e m a - i n s t a n c e & q u o t ;   x m l n s : x s d = & q u o t ; h t t p : / / w w w . w 3 . o r g / 2 0 0 1 / X M L S c h e m a & q u o t ; & g t ; & # x A ;     & l t ; t y p e & g t ; f i x e d & l t ; / t y p e & g t ; & # x A ;     & l t ; t e x t   / & g t ; & # x A ; & l t ; / l o c a l i z e d S t r i n g & g t ; "   a r g u m e n t = " E x p r e s s i o n L o c a l i z e d S t r i n g "   g r o u p O r d e r = " - 1 " / >  
                 < p a r a m e t e r   i d = " 9 a f d 0 0 3 0 - 5 1 d 8 - 4 b f 2 - b 2 b 5 - c 3 2 2 5 4 e e 5 d f 9 "   n a m e = " R o w s   t o   r e m o v e   i f   e m p t y "   t y p e = " S y s t e m . I n t 3 2 ,   m s c o r l i b ,   V e r s i o n = 4 . 0 . 0 . 0 ,   C u l t u r e = n e u t r a l ,   P u b l i c K e y T o k e n = b 7 7 a 5 c 5 6 1 9 3 4 e 0 8 9 "   o r d e r = " 9 9 9 "   k e y = " d e l e t e R o w C o u n t "   v a l u e = " 0 "   g r o u p O r d e r = " - 1 " / >  
                 < p a r a m e t e r   i d = " 1 6 c 1 3 c 5 6 - 3 e 4 e - 4 d 8 a - 9 c e f - 9 3 2 6 5 9 e 7 e a c 4 "   n a m e = " U p d a t e   f i e l d   f r o m   d o c u m e n t "   t y p e = " S y s t e m . B o o l e a n ,   m s c o r l i b ,   V e r s i o n = 4 . 0 . 0 . 0 ,   C u l t u r e = n e u t r a l ,   P u b l i c K e y T o k e n = b 7 7 a 5 c 5 6 1 9 3 4 e 0 8 9 "   o r d e r = " 9 9 9 "   k e y = " u p d a t e F i e l d "   v a l u e = " F a l s e "   g r o u p O r d e r = " - 1 " / >  
             < / p a r a m e t e r s >  
         < / c o n t e n t C o n t r o l >  
         < c o n t e n t C o n t r o l   i d = " a 9 a 9 2 e 7 9 - 9 c 5 8 - 4 2 4 a - 8 d f 6 - 9 4 8 6 b 5 4 9 f e a 0 "   n a m e = " L a b e l s . D a t e "   a s s e m b l y = " I p h e l i o n . O u t l i n e . W o r d . d l l "   t y p e = " I p h e l i o n . O u t l i n e . W o r d . R e n d e r e r s . T e x t R e n d e r e r "   o r d e r = " 2 "   a c t i v e = " t r u e "   e n t i t y I d = " f 9 5 d c 5 f a - 6 e 9 d - 4 b e 9 - 9 d 2 3 - e 0 a d a 2 0 d 8 4 3 8 "   f i e l d I d = " 8 1 5 7 7 9 d 5 - 7 d a 7 - 4 6 1 1 - b 9 4 6 - 7 4 6 e d 3 d 3 2 6 b a "   p a r e n t I d = " 0 0 0 0 0 0 0 0 - 0 0 0 0 - 0 0 0 0 - 0 0 0 0 - 0 0 0 0 0 0 0 0 0 0 0 0 "   l e v e l O r d e r = " 1 0 0 "   c o n t r o l T y p e = " p l a i n T e x t "   c o n t r o l E d i t T y p e = " i n l i n e "   e n c l o s i n g B o o k m a r k = " f a l s e "   f o r m a t E v a l u a t o r T y p e = " e x p r e s s i o n "   t e x t C a s e = " i g n o r e C a s e "   r e m o v e C o n t r o l = " f a l s e "   i g n o r e F o r m a t I f E m p t y = " f a l s e " >  
             < p a r a m e t e r s >  
                 < p a r a m e t e r   i d = " 7 b c 4 a 9 a 9 - 6 3 d d - 4 0 9 a - b 7 9 8 - 5 5 8 f 2 2 a 0 9 3 8 a "   n a m e = " D e l e t e   l i n e   i f   e m p t y "   t y p e = " S y s t e m . B o o l e a n ,   m s c o r l i b ,   V e r s i o n = 4 . 0 . 0 . 0 ,   C u l t u r e = n e u t r a l ,   P u b l i c K e y T o k e n = b 7 7 a 5 c 5 6 1 9 3 4 e 0 8 9 "   o r d e r = " 9 9 9 "   k e y = " d e l e t e L i n e I f E m p t y "   v a l u e = " F a l s e "   g r o u p O r d e r = " - 1 " / >  
                 < p a r a m e t e r   i d = " e 0 9 a 2 8 0 8 - 4 b b 9 - 4 7 a d - 9 e 4 e - 0 b 3 d 7 7 b d e 4 4 0 "   n a m e = " F i e l d   i n d e x "   t y p e = " S y s t e m . I n t 3 2 ,   m s c o r l i b ,   V e r s i o n = 4 . 0 . 0 . 0 ,   C u l t u r e = n e u t r a l ,   P u b l i c K e y T o k e n = b 7 7 a 5 c 5 6 1 9 3 4 e 0 8 9 "   o r d e r = " 9 9 9 "   k e y = " i n d e x "   v a l u e = " "   g r o u p O r d e r = " - 1 " / >  
                 < p a r a m e t e r   i d = " 4 b f b 0 d 8 7 - 2 d 7 7 - 4 f 4 2 - a 0 a c - a b 7 4 2 2 c b b f e e "   n a m e = " P l a c e h o l d e r   t e x t "   t y p e = " S y s t e m . S t r i n g ,   m s c o r l i b ,   V e r s i o n = 4 . 0 . 0 . 0 ,   C u l t u r e = n e u t r a l ,   P u b l i c K e y T o k e n = b 7 7 a 5 c 5 6 1 9 3 4 e 0 8 9 "   o r d e r = " 9 9 9 "   k e y = " p l a c e h o l d e r "   v a l u e = " "   a r g u m e n t = " E x p r e s s i o n L o c a l i z e d S t r i n g "   g r o u p O r d e r = " - 1 " / >  
                 < p a r a m e t e r   i d = " e e 1 5 9 5 f 6 - 9 e a a - 4 b 4 6 - a 7 d 8 - 3 d 2 6 c 0 f 1 8 a 4 5 "   n a m e = " R o w s   t o   r e m o v e   i f   e m p t y "   t y p e = " S y s t e m . I n t 3 2 ,   m s c o r l i b ,   V e r s i o n = 4 . 0 . 0 . 0 ,   C u l t u r e = n e u t r a l ,   P u b l i c K e y T o k e n = b 7 7 a 5 c 5 6 1 9 3 4 e 0 8 9 "   o r d e r = " 9 9 9 "   k e y = " d e l e t e R o w C o u n t "   v a l u e = " 0 "   g r o u p O r d e r = " - 1 " / >  
                 < p a r a m e t e r   i d = " 6 4 6 2 e f 5 3 - a 7 c 0 - 4 d 2 e - b 3 d 6 - 9 9 0 a d e 4 3 5 0 2 f "   n a m e = " U p d a t e   f i e l d   f r o m   d o c u m e n t "   t y p e = " S y s t e m . B o o l e a n ,   m s c o r l i b ,   V e r s i o n = 4 . 0 . 0 . 0 ,   C u l t u r e = n e u t r a l ,   P u b l i c K e y T o k e n = b 7 7 a 5 c 5 6 1 9 3 4 e 0 8 9 "   o r d e r = " 9 9 9 "   k e y = " u p d a t e F i e l d "   v a l u e = " F a l s e "   g r o u p O r d e r = " - 1 " / >  
             < / p a r a m e t e r s >  
         < / c o n t e n t C o n t r o l >  
         < c o n t e n t C o n t r o l   i d = " c 6 4 5 4 0 1 d - 5 1 2 e - 4 a 1 4 - 9 6 6 9 - 0 3 e 6 c f 4 9 f c 1 9 "   n a m e = " L a b e l s . D a t e F o r m a t "   a s s e m b l y = " I p h e l i o n . O u t l i n e . W o r d . d l l "   t y p e = " I p h e l i o n . O u t l i n e . W o r d . R e n d e r e r s . T e x t R e n d e r e r "   o r d e r = " 2 "   a c t i v e = " t r u e "   e n t i t y I d = " f 9 5 d c 5 f a - 6 e 9 d - 4 b e 9 - 9 d 2 3 - e 0 a d a 2 0 d 8 4 3 8 "   f i e l d I d = " 8 b 3 d c f d 9 - e 0 9 b - 4 5 5 a - b e b d - b 3 b 5 0 b b 4 2 3 c 7 "   p a r e n t I d = " 0 0 0 0 0 0 0 0 - 0 0 0 0 - 0 0 0 0 - 0 0 0 0 - 0 0 0 0 0 0 0 0 0 0 0 0 "   l e v e l O r d e r = " 1 0 0 "   c o n t r o l T y p e = " p l a i n T e x t "   c o n t r o l E d i t T y p e = " i n l i n e "   e n c l o s i n g B o o k m a r k = " f a l s e "   f o r m a t E v a l u a t o r T y p e = " e x p r e s s i o n "   t e x t C a s e = " i g n o r e C a s e "   r e m o v e C o n t r o l = " f a l s e "   i g n o r e F o r m a t I f E m p t y = " f a l s e " >  
             < p a r a m e t e r s >  
                 < p a r a m e t e r   i d = " 3 0 8 f 1 a d 9 - 3 9 8 8 - 4 4 4 b - a c 5 5 - 8 5 7 b e 0 5 2 8 6 f 3 "   n a m e = " D e l e t e   l i n e   i f   e m p t y "   t y p e = " S y s t e m . B o o l e a n ,   m s c o r l i b ,   V e r s i o n = 4 . 0 . 0 . 0 ,   C u l t u r e = n e u t r a l ,   P u b l i c K e y T o k e n = b 7 7 a 5 c 5 6 1 9 3 4 e 0 8 9 "   o r d e r = " 9 9 9 "   k e y = " d e l e t e L i n e I f E m p t y "   v a l u e = " F a l s e "   g r o u p O r d e r = " - 1 " / >  
                 < p a r a m e t e r   i d = " 5 a 1 9 7 2 3 2 - 7 7 0 2 - 4 f c e - 9 a 9 7 - f e 5 3 f e 8 e 4 4 6 2 "   n a m e = " F i e l d   i n d e x "   t y p e = " S y s t e m . I n t 3 2 ,   m s c o r l i b ,   V e r s i o n = 4 . 0 . 0 . 0 ,   C u l t u r e = n e u t r a l ,   P u b l i c K e y T o k e n = b 7 7 a 5 c 5 6 1 9 3 4 e 0 8 9 "   o r d e r = " 9 9 9 "   k e y = " i n d e x "   v a l u e = " "   g r o u p O r d e r = " - 1 " / >  
                 < p a r a m e t e r   i d = " 1 f 3 1 e d 4 b - 2 5 5 c - 4 7 5 c - 9 d b c - 5 0 d 3 8 6 f 2 1 a 1 2 "   n a m e = " P l a c e h o l d e r   t e x t "   t y p e = " S y s t e m . S t r i n g ,   m s c o r l i b ,   V e r s i o n = 4 . 0 . 0 . 0 ,   C u l t u r e = n e u t r a l ,   P u b l i c K e y T o k e n = b 7 7 a 5 c 5 6 1 9 3 4 e 0 8 9 "   o r d e r = " 9 9 9 "   k e y = " p l a c e h o l d e r "   v a l u e = " "   a r g u m e n t = " E x p r e s s i o n L o c a l i z e d S t r i n g "   g r o u p O r d e r = " - 1 " / >  
                 < p a r a m e t e r   i d = " 9 a e a c 5 0 e - a 0 5 a - 4 6 b b - b 1 0 4 - 5 a 1 8 3 8 2 4 5 b 4 0 "   n a m e = " R o w s   t o   r e m o v e   i f   e m p t y "   t y p e = " S y s t e m . I n t 3 2 ,   m s c o r l i b ,   V e r s i o n = 4 . 0 . 0 . 0 ,   C u l t u r e = n e u t r a l ,   P u b l i c K e y T o k e n = b 7 7 a 5 c 5 6 1 9 3 4 e 0 8 9 "   o r d e r = " 9 9 9 "   k e y = " d e l e t e R o w C o u n t "   v a l u e = " 0 "   g r o u p O r d e r = " - 1 " / >  
                 < p a r a m e t e r   i d = " 3 b e 8 4 e 1 6 - d e 3 2 - 4 8 3 9 - a 0 c d - b b d a 9 9 4 c 2 3 2 b "   n a m e = " U p d a t e   f i e l d   f r o m   d o c u m e n t "   t y p e = " S y s t e m . B o o l e a n ,   m s c o r l i b ,   V e r s i o n = 4 . 0 . 0 . 0 ,   C u l t u r e = n e u t r a l ,   P u b l i c K e y T o k e n = b 7 7 a 5 c 5 6 1 9 3 4 e 0 8 9 "   o r d e r = " 9 9 9 "   k e y = " u p d a t e F i e l d "   v a l u e = " F a l s e "   g r o u p O r d e r = " - 1 " / >  
             < / p a r a m e t e r s >  
         < / c o n t e n t C o n t r o l >  
         < c o n t e n t C o n t r o l   i d = " a 0 b f 4 c 4 1 - d f d b - 4 1 1 2 - b 2 5 b - 1 a c 8 5 8 1 1 b c 0 c "   n a m e = " L a b e l s . Y e a r "   a s s e m b l y = " I p h e l i o n . O u t l i n e . W o r d . d l l "   t y p e = " I p h e l i o n . O u t l i n e . W o r d . R e n d e r e r s . T e x t R e n d e r e r "   o r d e r = " 2 "   a c t i v e = " t r u e "   e n t i t y I d = " f 9 5 d c 5 f a - 6 e 9 d - 4 b e 9 - 9 d 2 3 - e 0 a d a 2 0 d 8 4 3 8 "   f i e l d I d = " b 2 7 4 c 6 3 e - c 8 2 f - 4 e f 7 - 9 7 5 8 - f 6 5 b f e 0 f 5 8 9 4 "   p a r e n t I d = " 0 0 0 0 0 0 0 0 - 0 0 0 0 - 0 0 0 0 - 0 0 0 0 - 0 0 0 0 0 0 0 0 0 0 0 0 "   l e v e l O r d e r = " 1 0 0 "   c o n t r o l T y p e = " p l a i n T e x t "   c o n t r o l E d i t T y p e = " i n l i n e "   e n c l o s i n g B o o k m a r k = " f a l s e "   f o r m a t E v a l u a t o r T y p e = " e x p r e s s i o n "   t e x t C a s e = " i g n o r e C a s e "   r e m o v e C o n t r o l = " f a l s e "   i g n o r e F o r m a t I f E m p t y = " f a l s e " >  
             < p a r a m e t e r s >  
                 < p a r a m e t e r   i d = " f 3 8 f 4 b 0 6 - f 7 5 c - 4 b e 1 - 9 5 4 f - f 3 7 4 c f 1 1 6 b d 9 "   n a m e = " D e l e t e   l i n e   i f   e m p t y "   t y p e = " S y s t e m . B o o l e a n ,   m s c o r l i b ,   V e r s i o n = 4 . 0 . 0 . 0 ,   C u l t u r e = n e u t r a l ,   P u b l i c K e y T o k e n = b 7 7 a 5 c 5 6 1 9 3 4 e 0 8 9 "   o r d e r = " 9 9 9 "   k e y = " d e l e t e L i n e I f E m p t y "   v a l u e = " F a l s e "   g r o u p O r d e r = " - 1 " / >  
                 < p a r a m e t e r   i d = " 4 f 4 8 3 5 0 b - 4 9 c f - 4 2 d 2 - a 7 6 6 - 7 1 3 8 0 b 3 6 1 f d f "   n a m e = " F i e l d   i n d e x "   t y p e = " S y s t e m . I n t 3 2 ,   m s c o r l i b ,   V e r s i o n = 4 . 0 . 0 . 0 ,   C u l t u r e = n e u t r a l ,   P u b l i c K e y T o k e n = b 7 7 a 5 c 5 6 1 9 3 4 e 0 8 9 "   o r d e r = " 9 9 9 "   k e y = " i n d e x "   v a l u e = " "   g r o u p O r d e r = " - 1 " / >  
                 < p a r a m e t e r   i d = " 2 8 3 4 e f f c - d 7 4 4 - 4 3 4 b - 9 f 2 c - 2 3 9 1 e 0 7 a f 4 4 2 "   n a m e = " P l a c e h o l d e r   t e x t "   t y p e = " S y s t e m . S t r i n g ,   m s c o r l i b ,   V e r s i o n = 4 . 0 . 0 . 0 ,   C u l t u r e = n e u t r a l ,   P u b l i c K e y T o k e n = b 7 7 a 5 c 5 6 1 9 3 4 e 0 8 9 "   o r d e r = " 9 9 9 "   k e y = " p l a c e h o l d e r "   v a l u e = " "   a r g u m e n t = " E x p r e s s i o n L o c a l i z e d S t r i n g "   g r o u p O r d e r = " - 1 " / >  
                 < p a r a m e t e r   i d = " b 3 b 9 d 2 3 3 - e 3 8 5 - 4 6 c 4 - a d 1 0 - 3 6 2 3 9 7 0 c 5 1 3 1 "   n a m e = " R o w s   t o   r e m o v e   i f   e m p t y "   t y p e = " S y s t e m . I n t 3 2 ,   m s c o r l i b ,   V e r s i o n = 4 . 0 . 0 . 0 ,   C u l t u r e = n e u t r a l ,   P u b l i c K e y T o k e n = b 7 7 a 5 c 5 6 1 9 3 4 e 0 8 9 "   o r d e r = " 9 9 9 "   k e y = " d e l e t e R o w C o u n t "   v a l u e = " 0 "   g r o u p O r d e r = " - 1 " / >  
                 < p a r a m e t e r   i d = " 0 f 8 b 3 1 7 6 - a 3 8 7 - 4 4 c c - 8 e 7 9 - 2 5 e 1 b 3 e a e 2 1 4 "   n a m e = " U p d a t e   f i e l d   f r o m   d o c u m e n t "   t y p e = " S y s t e m . B o o l e a n ,   m s c o r l i b ,   V e r s i o n = 4 . 0 . 0 . 0 ,   C u l t u r e = n e u t r a l ,   P u b l i c K e y T o k e n = b 7 7 a 5 c 5 6 1 9 3 4 e 0 8 9 "   o r d e r = " 9 9 9 "   k e y = " u p d a t e F i e l d "   v a l u e = " F a l s e "   g r o u p O r d e r = " - 1 " / >  
             < / p a r a m e t e r s >  
         < / c o n t e n t C o n t r o l >  
         < c o n t e n t C o n t r o l   i d = " d d 0 8 d 7 6 8 - c a d c - 4 f 2 6 - b 0 6 1 - 8 5 8 1 0 3 0 2 a 7 7 2 "   n a m e = " L a b e l s . Y e a r "   a s s e m b l y = " I p h e l i o n . O u t l i n e . W o r d . d l l "   t y p e = " I p h e l i o n . O u t l i n e . W o r d . R e n d e r e r s . T e x t R e n d e r e r "   o r d e r = " 2 "   a c t i v e = " t r u e "   e n t i t y I d = " f 9 5 d c 5 f a - 6 e 9 d - 4 b e 9 - 9 d 2 3 - e 0 a d a 2 0 d 8 4 3 8 "   f i e l d I d = " b 2 7 4 c 6 3 e - c 8 2 f - 4 e f 7 - 9 7 5 8 - f 6 5 b f e 0 f 5 8 9 4 "   p a r e n t I d = " 0 0 0 0 0 0 0 0 - 0 0 0 0 - 0 0 0 0 - 0 0 0 0 - 0 0 0 0 0 0 0 0 0 0 0 0 "   l e v e l O r d e r = " 1 0 0 "   c o n t r o l T y p e = " p l a i n T e x t "   c o n t r o l E d i t T y p e = " i n l i n e "   e n c l o s i n g B o o k m a r k = " f a l s e "   f o r m a t E v a l u a t o r T y p e = " e x p r e s s i o n "   t e x t C a s e = " i g n o r e C a s e "   r e m o v e C o n t r o l = " f a l s e "   i g n o r e F o r m a t I f E m p t y = " f a l s e " >  
             < p a r a m e t e r s >  
                 < p a r a m e t e r   i d = " 7 9 6 d 4 4 a 5 - c b 8 9 - 4 a 2 e - b e 4 3 - e e b 5 e 8 4 6 0 6 e f "   n a m e = " D e l e t e   l i n e   i f   e m p t y "   t y p e = " S y s t e m . B o o l e a n ,   m s c o r l i b ,   V e r s i o n = 4 . 0 . 0 . 0 ,   C u l t u r e = n e u t r a l ,   P u b l i c K e y T o k e n = b 7 7 a 5 c 5 6 1 9 3 4 e 0 8 9 "   o r d e r = " 9 9 9 "   k e y = " d e l e t e L i n e I f E m p t y "   v a l u e = " F a l s e "   g r o u p O r d e r = " - 1 " / >  
                 < p a r a m e t e r   i d = " 5 9 6 8 2 f e f - b 9 6 1 - 4 1 e e - 9 b 1 0 - 5 0 5 8 a 7 4 7 9 2 e 2 "   n a m e = " F i e l d   i n d e x "   t y p e = " S y s t e m . I n t 3 2 ,   m s c o r l i b ,   V e r s i o n = 4 . 0 . 0 . 0 ,   C u l t u r e = n e u t r a l ,   P u b l i c K e y T o k e n = b 7 7 a 5 c 5 6 1 9 3 4 e 0 8 9 "   o r d e r = " 9 9 9 "   k e y = " i n d e x "   v a l u e = " "   g r o u p O r d e r = " - 1 " / >  
                 < p a r a m e t e r   i d = " 7 8 8 c 2 c 4 a - f e c 7 - 4 3 3 3 - a 3 0 4 - 9 0 9 6 4 2 9 0 a 2 5 3 "   n a m e = " P l a c e h o l d e r   t e x t "   t y p e = " S y s t e m . S t r i n g ,   m s c o r l i b ,   V e r s i o n = 4 . 0 . 0 . 0 ,   C u l t u r e = n e u t r a l ,   P u b l i c K e y T o k e n = b 7 7 a 5 c 5 6 1 9 3 4 e 0 8 9 "   o r d e r = " 9 9 9 "   k e y = " p l a c e h o l d e r "   v a l u e = " "   a r g u m e n t = " E x p r e s s i o n L o c a l i z e d S t r i n g "   g r o u p O r d e r = " - 1 " / >  
                 < p a r a m e t e r   i d = " 2 a 1 5 5 a e d - 4 e c 1 - 4 3 4 f - 8 9 2 e - 4 0 b 1 0 4 c a 7 c b a "   n a m e = " R o w s   t o   r e m o v e   i f   e m p t y "   t y p e = " S y s t e m . I n t 3 2 ,   m s c o r l i b ,   V e r s i o n = 4 . 0 . 0 . 0 ,   C u l t u r e = n e u t r a l ,   P u b l i c K e y T o k e n = b 7 7 a 5 c 5 6 1 9 3 4 e 0 8 9 "   o r d e r = " 9 9 9 "   k e y = " d e l e t e R o w C o u n t "   v a l u e = " 0 "   g r o u p O r d e r = " - 1 " / >  
                 < p a r a m e t e r   i d = " d 1 5 8 9 a 9 e - e e 5 f - 4 8 c 1 - 8 b 6 b - a 9 7 3 9 2 7 8 6 4 1 8 "   n a m e = " U p d a t e   f i e l d   f r o m   d o c u m e n t "   t y p e = " S y s t e m . B o o l e a n ,   m s c o r l i b ,   V e r s i o n = 4 . 0 . 0 . 0 ,   C u l t u r e = n e u t r a l ,   P u b l i c K e y T o k e n = b 7 7 a 5 c 5 6 1 9 3 4 e 0 8 9 "   o r d e r = " 9 9 9 "   k e y = " u p d a t e F i e l d "   v a l u e = " F a l s e "   g r o u p O r d e r = " - 1 " / >  
             < / p a r a m e t e r s >  
         < / c o n t e n t C o n t r o l >  
         < c o n t e n t C o n t r o l   i d = " 1 0 c 3 d a c e - 6 7 7 b - 4 6 9 a - a 7 a 0 - 2 c 7 9 c 5 3 d 1 d 2 8 "   n a m e = " D a t e . D a t e "   a s s e m b l y = " I p h e l i o n . O u t l i n e . W o r d . d l l "   t y p e = " I p h e l i o n . O u t l i n e . W o r d . R e n d e r e r s . T e x t R e n d e r e r "   o r d e r = " 3 "   a c t i v e = " t r u e "   e n t i t y I d = " 8 3 6 9 f c 0 0 - 1 6 5 3 - 4 8 6 b - 9 6 0 2 - 1 d 9 0 6 8 8 8 2 b a 0 "   f i e l d I d = " b 7 c e f a 4 1 - f 9 d 1 - 4 f 7 3 - a b f 3 - c e 1 4 0 e 7 a 8 4 9 7 "   p a r e n t I d = " 0 0 0 0 0 0 0 0 - 0 0 0 0 - 0 0 0 0 - 0 0 0 0 - 0 0 0 0 0 0 0 0 0 0 0 0 "   l e v e l O r d e r = " 1 0 0 "   c o n t r o l T y p e = " p l a i n T e x t "   c o n t r o l E d i t T y p e = " i n l i n e "   e n c l o s i n g B o o k m a r k = " f a l s e "   f o r m a t = " I F N O T E M P T Y (   { D a t e . D a t e } ,   & # x A ;       U P P E R ( { L a b e l s . D a t e _ A g r e e m e n t }   & a m p ;   & q u o t ; :   & q u o t ;   & a m p ;   F O R M A T D A T E T I M E ( { D a t e . D a t e } ,   { L a b e l s . D a t e F o r m a t } ) ) ,   & # x A ;       U P P E R ( { L a b e l s . D a t e _ A g r e e m e n t }   & a m p ;   & q u o t ; :                                                                                   & q u o t ;   & a m p ;   F O R M A T D A T E T I M E ( { S y s t e m   F i e l d s . C u r r e n t   D a t e   a n d   T i m e } ,   & q u o t ; y y y y & q u o t ;   & a m p ;   { L a b e l s . Y e a r } ) ) & # x A ;       ) "   f o r m a t E v a l u a t o r T y p e = " e x p r e s s i o n "   t e x t C a s e = " i g n o r e C a s e "   r e m o v e C o n t r o l = " f a l s e "   i g n o r e F o r m a t I f E m p t y = " f a l s e " >  
             < p a r a m e t e r s >  
                 < p a r a m e t e r   i d = " e 1 0 6 9 c 2 2 - 0 4 b b - 4 6 8 d - b 0 d 9 - 6 3 f 5 0 5 4 0 d 2 1 5 "   n a m e = " D e l e t e   l i n e   i f   e m p t y "   t y p e = " S y s t e m . B o o l e a n ,   m s c o r l i b ,   V e r s i o n = 4 . 0 . 0 . 0 ,   C u l t u r e = n e u t r a l ,   P u b l i c K e y T o k e n = b 7 7 a 5 c 5 6 1 9 3 4 e 0 8 9 "   o r d e r = " 9 9 9 "   k e y = " d e l e t e L i n e I f E m p t y "   v a l u e = " F a l s e "   g r o u p O r d e r = " - 1 " / >  
                 < p a r a m e t e r   i d = " 3 c 2 6 f f 4 2 - 1 f 4 8 - 4 6 1 9 - b 2 4 9 - 8 8 3 b 9 2 3 a 2 0 f 7 "   n a m e = " F i e l d   i n d e x "   t y p e = " S y s t e m . I n t 3 2 ,   m s c o r l i b ,   V e r s i o n = 4 . 0 . 0 . 0 ,   C u l t u r e = n e u t r a l ,   P u b l i c K e y T o k e n = b 7 7 a 5 c 5 6 1 9 3 4 e 0 8 9 "   o r d e r = " 9 9 9 "   k e y = " i n d e x "   v a l u e = " "   g r o u p O r d e r = " - 1 " / >  
                 < p a r a m e t e r   i d = " 8 d 2 a 1 e 8 d - 9 f 8 a - 4 6 5 b - b 0 1 7 - c 4 c d 5 4 7 7 9 1 1 e " 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
                 < p a r a m e t e r   i d = " 2 7 d b a 2 4 f - f c 9 7 - 4 e 3 f - b 8 4 7 - 5 f d f 5 5 c b 7 e f 8 "   n a m e = " R o w s   t o   r e m o v e   i f   e m p t y "   t y p e = " S y s t e m . I n t 3 2 ,   m s c o r l i b ,   V e r s i o n = 4 . 0 . 0 . 0 ,   C u l t u r e = n e u t r a l ,   P u b l i c K e y T o k e n = b 7 7 a 5 c 5 6 1 9 3 4 e 0 8 9 "   o r d e r = " 9 9 9 "   k e y = " d e l e t e R o w C o u n t "   v a l u e = " 0 "   g r o u p O r d e r = " - 1 " / >  
                 < p a r a m e t e r   i d = " 9 1 5 3 7 d d 5 - 1 d 3 4 - 4 2 8 8 - 8 6 6 7 - 3 5 a 8 1 7 0 8 f 9 2 e "   n a m e = " U p d a t e   f i e l d   f r o m   d o c u m e n t "   t y p e = " S y s t e m . B o o l e a n ,   m s c o r l i b ,   V e r s i o n = 4 . 0 . 0 . 0 ,   C u l t u r e = n e u t r a l ,   P u b l i c K e y T o k e n = b 7 7 a 5 c 5 6 1 9 3 4 e 0 8 9 "   o r d e r = " 9 9 9 "   k e y = " u p d a t e F i e l d "   v a l u e = " F a l s e "   g r o u p O r d e r = " - 1 " / >  
             < / p a r a m e t e r s >  
         < / c o n t e n t C o n t r o l >  
         < c o n t e n t C o n t r o l   i d = " 7 c c a 0 2 7 1 - 4 0 7 f - 4 4 6 d - b a 3 a - 7 0 d 8 c 6 e a d 2 c 0 "   n a m e = " P a r t y 7 T y p e . T e x t "   a s s e m b l y = " I p h e l i o n . O u t l i n e . W o r d . d l l "   t y p e = " I p h e l i o n . O u t l i n e . W o r d . R e n d e r e r s . T e x t R e n d e r e r "   o r d e r = " 3 "   a c t i v e = " t r u e "   e n t i t y I d = " d 5 1 0 0 6 d 7 - 4 6 d 4 - 4 c d b - 9 a 0 2 - e 3 e 0 2 8 7 8 6 e d 4 "   f i e l d I d = " 9 0 b 0 3 9 7 8 - e 2 1 7 - 4 e 3 2 - a 4 f e - a 3 2 c b a 5 7 d 1 8 6 "   p a r e n t I d = " 0 0 0 0 0 0 0 0 - 0 0 0 0 - 0 0 0 0 - 0 0 0 0 - 0 0 0 0 0 0 0 0 0 0 0 0 "   l e v e l O r d e r = " 1 0 0 "   c o n t r o l T y p e = " p l a i n T e x t "   c o n t r o l E d i t T y p e = " i n l i n e "   e n c l o s i n g B o o k m a r k = " f a l s e "   f o r m a t = " I F N O T E M P T Y ( { P a r t y 7 T y p e . T e x t } ,   & q u o t ; ( & q u o t ;   & a m p ;   I F E Q U A L ( { L a b e l s . L a n g u a g e } , & q u o t ; C h i n e s e & q u o t ; , & q u o t ; & q u o t ; , I F E Q U A L ( { L a b e l s . L a n g u a g e } , & q u o t ; R o m a n i a n & q u o t ; , { R o m a n i a n _ a s . S e l e c t e d   I t e m s } & a m p ; & q u o t ;   & q u o t ; , { L a b e l s . a s } & a m p ; & q u o t ;   & q u o t ; , f a l s e ) , f a l s e )   & a m p ;   { P a r t y 7 T y p e . T e x t }   & a m p ;   & q u o t ; ) & # x A ; & q u o t ; ,   & q u o t ; & q u o t ; ) "   f o r m a t E v a l u a t o r T y p e = " e x p r e s s i o n "   t e x t C a s e = " i g n o r e C a s e "   r e m o v e C o n t r o l = " f a l s e "   i g n o r e F o r m a t I f E m p t y = " f a l s e " >  
             < p a r a m e t e r s >  
                 < p a r a m e t e r   i d = " 2 6 e 6 e 6 b f - 6 3 f 6 - 4 c 0 2 - 9 2 1 9 - e 4 f e 1 a d 6 3 4 d 2 "   n a m e = " D e l e t e   l i n e   i f   e m p t y "   t y p e = " S y s t e m . B o o l e a n ,   m s c o r l i b ,   V e r s i o n = 4 . 0 . 0 . 0 ,   C u l t u r e = n e u t r a l ,   P u b l i c K e y T o k e n = b 7 7 a 5 c 5 6 1 9 3 4 e 0 8 9 "   o r d e r = " 9 9 9 "   k e y = " d e l e t e L i n e I f E m p t y "   v a l u e = " F a l s e "   g r o u p O r d e r = " - 1 " / >  
                 < p a r a m e t e r   i d = " f 0 e b d 7 4 2 - 3 9 9 a - 4 1 6 7 - 9 b 2 4 - 1 3 1 3 a c 5 f 1 2 9 f "   n a m e = " F i e l d   i n d e x "   t y p e = " S y s t e m . I n t 3 2 ,   m s c o r l i b ,   V e r s i o n = 4 . 0 . 0 . 0 ,   C u l t u r e = n e u t r a l ,   P u b l i c K e y T o k e n = b 7 7 a 5 c 5 6 1 9 3 4 e 0 8 9 "   o r d e r = " 9 9 9 "   k e y = " i n d e x "   v a l u e = " "   g r o u p O r d e r = " - 1 " / >  
                 < p a r a m e t e r   i d = " c 8 c 3 b b 0 7 - 7 6 7 7 - 4 b c b - a 5 9 3 - 8 0 b 8 c 8 8 f f b 5 5 "   n a m e = " P l a c e h o l d e r   t e x t "   t y p e = " S y s t e m . S t r i n g ,   m s c o r l i b ,   V e r s i o n = 4 . 0 . 0 . 0 ,   C u l t u r e = n e u t r a l ,   P u b l i c K e y T o k e n = b 7 7 a 5 c 5 6 1 9 3 4 e 0 8 9 "   o r d e r = " 9 9 9 "   k e y = " p l a c e h o l d e r "   v a l u e = " "   a r g u m e n t = " E x p r e s s i o n L o c a l i z e d S t r i n g "   g r o u p O r d e r = " - 1 " / >  
                 < p a r a m e t e r   i d = " e 7 3 3 8 c 7 8 - 5 6 5 0 - 4 c 9 f - b 2 0 d - d 5 3 9 0 b 5 2 4 7 2 b "   n a m e = " R o w s   t o   r e m o v e   i f   e m p t y "   t y p e = " S y s t e m . I n t 3 2 ,   m s c o r l i b ,   V e r s i o n = 4 . 0 . 0 . 0 ,   C u l t u r e = n e u t r a l ,   P u b l i c K e y T o k e n = b 7 7 a 5 c 5 6 1 9 3 4 e 0 8 9 "   o r d e r = " 9 9 9 "   k e y = " d e l e t e R o w C o u n t "   v a l u e = " 0 "   g r o u p O r d e r = " - 1 " / >  
                 < p a r a m e t e r   i d = " a d b 6 5 d f 6 - e 4 3 0 - 4 d 2 1 - a 6 a 0 - 7 b 4 3 5 8 4 8 2 4 0 0 "   n a m e = " U p d a t e   f i e l d   f r o m   d o c u m e n t "   t y p e = " S y s t e m . B o o l e a n ,   m s c o r l i b ,   V e r s i o n = 4 . 0 . 0 . 0 ,   C u l t u r e = n e u t r a l ,   P u b l i c K e y T o k e n = b 7 7 a 5 c 5 6 1 9 3 4 e 0 8 9 "   o r d e r = " 9 9 9 "   k e y = " u p d a t e F i e l d "   v a l u e = " F a l s e "   g r o u p O r d e r = " - 1 " / >  
             < / p a r a m e t e r s >  
         < / c o n t e n t C o n t r o l >  
         < c o n t e n t C o n t r o l   i d = " 0 5 e 2 4 4 c 3 - a b a 9 - 4 6 5 8 - 8 9 a f - e 4 5 6 b e e b c 1 5 8 "   n a m e = " P a r t y 7 . N a m e "   a s s e m b l y = " I p h e l i o n . O u t l i n e . W o r d . d l l "   t y p e = " I p h e l i o n . O u t l i n e . W o r d . R e n d e r e r s . D e l i m i t e d L i s t R e n d e r e r "   o r d e r = " 3 "   a c t i v e = " t r u e "   e n t i t y I d = " 3 0 2 6 5 4 4 a - e 9 5 6 - 4 0 e c - b 5 6 4 - c 6 f 5 0 c 5 9 4 8 e d "   f i e l d I d = " f 0 0 e 1 b 4 c - c e b 5 - 4 d f 9 - 8 5 e d - 1 d b 3 2 3 6 8 1 7 2 0 "   p a r e n t I d = " 0 0 0 0 0 0 0 0 - 0 0 0 0 - 0 0 0 0 - 0 0 0 0 - 0 0 0 0 0 0 0 0 0 0 0 0 "   l e v e l O r d e r = " 1 0 0 "   c o n t r o l T y p e = " p l a i n T e x t "   c o n t r o l E d i t T y p e = " i n l i n e "   e n c l o s i n g B o o k m a r k = " f a l s e "   f o r m a t = " I F N O T E M P T Y ( { P a r t y 7 . N a m e } , { P a r t y 7 . N a m e } , & q u o t ; [ �%] & q u o t ; ) "   f o r m a t E v a l u a t o r T y p e = " e x p r e s s i o n "   t e x t C a s e = " i g n o r e C a s e "   r e m o v e C o n t r o l = " f a l s e "   i g n o r e F o r m a t I f E m p t y = " f a l s e " >  
             < p a r a m e t e r s >  
                 < p a r a m e t e r   i d = " 1 d 3 9 d 7 1 a - e 8 d a - 4 3 b e - b e 4 e - 5 0 0 c 9 2 a b 4 e 3 b "   n a m e = " P r e f i x   t e x t "   t y p e = " S y s t e m . S t r i n g ,   m s c o r l i b ,   V e r s i o n = 4 . 0 . 0 . 0 ,   C u l t u r e = n e u t r a l ,   P u b l i c K e y T o k e n = b 7 7 a 5 c 5 6 1 9 3 4 e 0 8 9 "   o r d e r = " 0 "   k e y = " p r e f i x "   v a l u e = " "   a r g u m e n t = " E x p r e s s i o n L o c a l i z e d S t r i n g "   g r o u p = " L i s t   O p t i o n s "   g r o u p O r d e r = " - 1 " / >  
                 < p a r a m e t e r   i d = " 8 9 d b 8 d a 7 - 2 c 4 e - 4 b f 7 - b b 2 4 - e 3 9 d 3 f 1 c 6 e e c "   n a m e = " D e l i m i t e r "   t y p e = " S y s t e m . S t r i n g ,   m s c o r l i b ,   V e r s i o n = 4 . 0 . 0 . 0 ,   C u l t u r e = n e u t r a l ,   P u b l i c K e y T o k e n = b 7 7 a 5 c 5 6 1 9 3 4 e 0 8 9 "   o r d e r = " 1 "   k e y = " d e l i m i t e r "   v a l u e = " & l t ; ? x m l   v e r s i o n = & q u o t ; 1 . 0 & q u o t ;   e n c o d i n g = & q u o t ; u t f - 1 6 & q u o t ; ? & g t ; & # x A ; & l t ; l o c a l i z e d S t r i n g   x m l n s : x s i = & q u o t ; h t t p : / / w w w . w 3 . o r g / 2 0 0 1 / X M L S c h e m a - i n s t a n c e & q u o t ;   x m l n s : x s d = & q u o t ; h t t p : / / w w w . w 3 . o r g / 2 0 0 1 / X M L S c h e m a & q u o t ; & g t ; & # x A ;     & l t ; t y p e & g t ; f i x e d & l t ; / t y p e & g t ; & # x A ;     & l t ; t e x t & g t ; & # x A ; & l t ; / t e x t & g t ; & # x A ; & l t ; / l o c a l i z e d S t r i n g & g t ; "   a r g u m e n t = " E x p r e s s i o n L o c a l i z e d S t r i n g "   g r o u p = " L i s t   O p t i o n s "   g r o u p O r d e r = " - 1 " / >  
                 < p a r a m e t e r   i d = " c a e 2 f 1 8 e - c f 4 c - 4 7 d 1 - b d a 2 - 5 1 7 7 a 5 f d a 5 1 0 "   n a m e = " L a s t   d e l i m i t e r   ( o p t i o n a l ) "   t y p e = " S y s t e m . S t r i n g ,   m s c o r l i b ,   V e r s i o n = 4 . 0 . 0 . 0 ,   C u l t u r e = n e u t r a l ,   P u b l i c K e y T o k e n = b 7 7 a 5 c 5 6 1 9 3 4 e 0 8 9 "   o r d e r = " 2 "   k e y = " l a s t D e l i m i t e r "   v a l u e = " "   a r g u m e n t = " E x p r e s s i o n L o c a l i z e d S t r i n g "   g r o u p = " L i s t   O p t i o n s "   g r o u p O r d e r = " - 1 " / >  
                 < p a r a m e t e r   i d = " e 9 d b b 0 1 6 - 2 2 9 e - 4 b d 0 - 8 8 4 4 - 0 3 1 0 2 a 3 f 2 0 e 4 "   n a m e = " S t a r t   i n d e x "   t y p e = " S y s t e m . S t r i n g ,   m s c o r l i b ,   V e r s i o n = 4 . 0 . 0 . 0 ,   C u l t u r e = n e u t r a l ,   P u b l i c K e y T o k e n = b 7 7 a 5 c 5 6 1 9 3 4 e 0 8 9 "   o r d e r = " 3 "   k e y = " s t a r t I n d e x "   v a l u e = " "   a r g u m e n t = " F o r m a t S t r i n g "   g r o u p = " L i s t   O p t i o n s "   g r o u p O r d e r = " - 1 " / >  
                 < p a r a m e t e r   i d = " d 3 b f d c 6 c - b 7 9 6 - 4 6 f 1 - a 2 f f - 5 6 8 9 8 5 6 4 9 a 6 6 "   n a m e = " E n d   I n d e x "   t y p e = " S y s t e m . S t r i n g ,   m s c o r l i b ,   V e r s i o n = 4 . 0 . 0 . 0 ,   C u l t u r e = n e u t r a l ,   P u b l i c K e y T o k e n = b 7 7 a 5 c 5 6 1 9 3 4 e 0 8 9 "   o r d e r = " 4 "   k e y = " e n d I n d e x "   v a l u e = " "   a r g u m e n t = " F o r m a t S t r i n g "   g r o u p = " L i s t   O p t i o n s "   g r o u p O r d e r = " - 1 " / >  
                 < p a r a m e t e r   i d = " e 8 e 0 5 5 2 0 - 4 2 3 7 - 4 9 5 d - 8 8 d d - b 5 d c 9 5 4 3 3 0 3 e "   n a m e = " D e l e t e   l i n e   i f   e m p t y "   t y p e = " S y s t e m . B o o l e a n ,   m s c o r l i b ,   V e r s i o n = 4 . 0 . 0 . 0 ,   C u l t u r e = n e u t r a l ,   P u b l i c K e y T o k e n = b 7 7 a 5 c 5 6 1 9 3 4 e 0 8 9 "   o r d e r = " 9 9 9 "   k e y = " d e l e t e L i n e I f E m p t y "   v a l u e = " T r u e "   g r o u p O r d e r = " - 1 " / >  
                 < p a r a m e t e r   i d = " 7 9 3 4 e b 4 f - f 6 7 6 - 4 c 4 3 - a 5 0 3 - f 1 c 3 9 d 1 6 0 c d 2 "   n a m e = " P l a c e h o l d e r   t e x t "   t y p e = " S y s t e m . S t r i n g ,   m s c o r l i b ,   V e r s i o n = 4 . 0 . 0 . 0 ,   C u l t u r e = n e u t r a l ,   P u b l i c K e y T o k e n = b 7 7 a 5 c 5 6 1 9 3 4 e 0 8 9 "   o r d e r = " 9 9 9 "   k e y = " p l a c e h o l d e r "   v a l u e = " "   a r g u m e n t = " E x p r e s s i o n L o c a l i z e d S t r i n g "   g r o u p O r d e r = " - 1 " / >  
                 < p a r a m e t e r   i d = " a c 0 4 0 0 7 6 - c 3 d 6 - 4 4 2 c - 9 d c 6 - f 1 c a 7 5 1 a 2 9 8 7 "   n a m e = " R o w s   t o   r e m o v e   i f   e m p t y "   t y p e = " S y s t e m . I n t 3 2 ,   m s c o r l i b ,   V e r s i o n = 4 . 0 . 0 . 0 ,   C u l t u r e = n e u t r a l ,   P u b l i c K e y T o k e n = b 7 7 a 5 c 5 6 1 9 3 4 e 0 8 9 "   o r d e r = " 9 9 9 "   k e y = " d e l e t e R o w C o u n t "   v a l u e = " 0 "   g r o u p O r d e r = " - 1 " / >  
             < / p a r a m e t e r s >  
         < / c o n t e n t C o n t r o l >  
         < c o n t e n t C o n t r o l   i d = " d d 7 b d c 0 9 - 3 2 e 4 - 4 c 9 9 - b 8 d c - 9 f a d 2 1 f 9 d 1 9 8 "   n a m e = " P a r t y 8 T y p e . T e x t "   a s s e m b l y = " I p h e l i o n . O u t l i n e . W o r d . d l l "   t y p e = " I p h e l i o n . O u t l i n e . W o r d . R e n d e r e r s . T e x t R e n d e r e r "   o r d e r = " 3 "   a c t i v e = " t r u e "   e n t i t y I d = " 2 0 8 4 e 8 9 1 - 3 d 2 0 - 4 3 0 7 - 9 4 6 f - b c 5 3 3 7 d 9 9 3 9 8 "   f i e l d I d = " 9 0 b 0 3 9 7 8 - e 2 1 7 - 4 e 3 2 - a 4 f e - a 3 2 c b a 5 7 d 1 8 6 "   p a r e n t I d = " 0 0 0 0 0 0 0 0 - 0 0 0 0 - 0 0 0 0 - 0 0 0 0 - 0 0 0 0 0 0 0 0 0 0 0 0 "   l e v e l O r d e r = " 1 0 0 "   c o n t r o l T y p e = " p l a i n T e x t "   c o n t r o l E d i t T y p e = " i n l i n e "   e n c l o s i n g B o o k m a r k = " f a l s e "   f o r m a t = " I F N O T E M P T Y ( { P a r t y 8 T y p e . T e x t } ,   & q u o t ; ( & q u o t ;   & a m p ;   I F E Q U A L ( { L a b e l s . L a n g u a g e } , & q u o t ; C h i n e s e & q u o t ; , & q u o t ; & q u o t ; , I F E Q U A L ( { L a b e l s . L a n g u a g e } , & q u o t ; R o m a n i a n & q u o t ; , { R o m a n i a n _ a s . S e l e c t e d   I t e m s } & a m p ; & q u o t ;   & q u o t ; , { L a b e l s . a s } & a m p ; & q u o t ;   & q u o t ; , f a l s e ) , f a l s e )   & a m p ;   { P a r t y 8 T y p e . T e x t }   & a m p ;   & q u o t ; ) & # x A ; & q u o t ; ,   & q u o t ; & q u o t ; ) "   f o r m a t E v a l u a t o r T y p e = " e x p r e s s i o n "   t e x t C a s e = " i g n o r e C a s e "   r e m o v e C o n t r o l = " f a l s e "   i g n o r e F o r m a t I f E m p t y = " f a l s e " >  
             < p a r a m e t e r s >  
                 < p a r a m e t e r   i d = " a 2 7 6 0 3 7 e - d b e 1 - 4 8 9 9 - 8 8 5 9 - 7 8 5 2 4 9 8 f 6 5 d 4 "   n a m e = " D e l e t e   l i n e   i f   e m p t y "   t y p e = " S y s t e m . B o o l e a n ,   m s c o r l i b ,   V e r s i o n = 4 . 0 . 0 . 0 ,   C u l t u r e = n e u t r a l ,   P u b l i c K e y T o k e n = b 7 7 a 5 c 5 6 1 9 3 4 e 0 8 9 "   o r d e r = " 9 9 9 "   k e y = " d e l e t e L i n e I f E m p t y "   v a l u e = " F a l s e "   g r o u p O r d e r = " - 1 " / >  
                 < p a r a m e t e r   i d = " b e 8 8 3 f c b - d 3 7 2 - 4 0 9 3 - a 7 6 a - 5 5 2 2 8 3 d 6 c e e b "   n a m e = " F i e l d   i n d e x "   t y p e = " S y s t e m . I n t 3 2 ,   m s c o r l i b ,   V e r s i o n = 4 . 0 . 0 . 0 ,   C u l t u r e = n e u t r a l ,   P u b l i c K e y T o k e n = b 7 7 a 5 c 5 6 1 9 3 4 e 0 8 9 "   o r d e r = " 9 9 9 "   k e y = " i n d e x "   v a l u e = " "   g r o u p O r d e r = " - 1 " / >  
                 < p a r a m e t e r   i d = " c 2 f d 3 3 b b - 4 b f c - 4 6 8 f - 8 d 2 b - 6 f a 5 d b c e 0 2 3 5 "   n a m e = " P l a c e h o l d e r   t e x t "   t y p e = " S y s t e m . S t r i n g ,   m s c o r l i b ,   V e r s i o n = 4 . 0 . 0 . 0 ,   C u l t u r e = n e u t r a l ,   P u b l i c K e y T o k e n = b 7 7 a 5 c 5 6 1 9 3 4 e 0 8 9 "   o r d e r = " 9 9 9 "   k e y = " p l a c e h o l d e r "   v a l u e = " "   a r g u m e n t = " E x p r e s s i o n L o c a l i z e d S t r i n g "   g r o u p O r d e r = " - 1 " / >  
                 < p a r a m e t e r   i d = " f 2 d 5 c d b d - 3 2 0 a - 4 f e b - a e 1 0 - 2 f 0 6 b c f 5 6 6 e b "   n a m e = " R o w s   t o   r e m o v e   i f   e m p t y "   t y p e = " S y s t e m . I n t 3 2 ,   m s c o r l i b ,   V e r s i o n = 4 . 0 . 0 . 0 ,   C u l t u r e = n e u t r a l ,   P u b l i c K e y T o k e n = b 7 7 a 5 c 5 6 1 9 3 4 e 0 8 9 "   o r d e r = " 9 9 9 "   k e y = " d e l e t e R o w C o u n t "   v a l u e = " 0 "   g r o u p O r d e r = " - 1 " / >  
                 < p a r a m e t e r   i d = " a 7 d 2 8 3 5 b - 4 b 3 7 - 4 8 0 5 - b c f b - a e d c c d d f a f d d "   n a m e = " U p d a t e   f i e l d   f r o m   d o c u m e n t "   t y p e = " S y s t e m . B o o l e a n ,   m s c o r l i b ,   V e r s i o n = 4 . 0 . 0 . 0 ,   C u l t u r e = n e u t r a l ,   P u b l i c K e y T o k e n = b 7 7 a 5 c 5 6 1 9 3 4 e 0 8 9 "   o r d e r = " 9 9 9 "   k e y = " u p d a t e F i e l d "   v a l u e = " F a l s e "   g r o u p O r d e r = " - 1 " / >  
             < / p a r a m e t e r s >  
         < / c o n t e n t C o n t r o l >  
         < c o n t e n t C o n t r o l   i d = " 1 9 e 6 d 3 a 9 - 5 3 6 3 - 4 e 1 2 - a b 6 7 - 7 4 f 1 d 3 1 b 3 3 8 f "   n a m e = " P a r t y 8 . N a m e "   a s s e m b l y = " I p h e l i o n . O u t l i n e . W o r d . d l l "   t y p e = " I p h e l i o n . O u t l i n e . W o r d . R e n d e r e r s . D e l i m i t e d L i s t R e n d e r e r "   o r d e r = " 3 "   a c t i v e = " t r u e "   e n t i t y I d = " f f c c b 0 c c - 9 c d 6 - 4 f 9 9 - a 2 4 f - f 9 c 9 9 8 3 6 d 0 5 1 "   f i e l d I d = " f 0 0 e 1 b 4 c - c e b 5 - 4 d f 9 - 8 5 e d - 1 d b 3 2 3 6 8 1 7 2 0 "   p a r e n t I d = " 0 0 0 0 0 0 0 0 - 0 0 0 0 - 0 0 0 0 - 0 0 0 0 - 0 0 0 0 0 0 0 0 0 0 0 0 "   l e v e l O r d e r = " 1 0 0 "   c o n t r o l T y p e = " p l a i n T e x t "   c o n t r o l E d i t T y p e = " i n l i n e "   e n c l o s i n g B o o k m a r k = " f a l s e "   f o r m a t = " I F N O T E M P T Y ( { P a r t y 8 . N a m e } , { P a r t y 8 . N a m e } , & q u o t ; [ �%] & q u o t ; ) "   f o r m a t E v a l u a t o r T y p e = " e x p r e s s i o n "   t e x t C a s e = " i g n o r e C a s e "   r e m o v e C o n t r o l = " f a l s e "   i g n o r e F o r m a t I f E m p t y = " f a l s e " >  
             < p a r a m e t e r s >  
                 < p a r a m e t e r   i d = " a 8 e 4 2 9 8 5 - 0 0 6 4 - 4 d 7 8 - 8 8 3 6 - 0 1 d 9 5 9 4 8 f 0 3 a "   n a m e = " P r e f i x   t e x t "   t y p e = " S y s t e m . S t r i n g ,   m s c o r l i b ,   V e r s i o n = 4 . 0 . 0 . 0 ,   C u l t u r e = n e u t r a l ,   P u b l i c K e y T o k e n = b 7 7 a 5 c 5 6 1 9 3 4 e 0 8 9 "   o r d e r = " 0 "   k e y = " p r e f i x "   v a l u e = " "   a r g u m e n t = " E x p r e s s i o n L o c a l i z e d S t r i n g "   g r o u p = " L i s t   O p t i o n s "   g r o u p O r d e r = " - 1 " / >  
                 < p a r a m e t e r   i d = " a 2 6 f d 2 5 1 - e f e d - 4 a b f - a a d c - 7 1 5 7 5 0 4 3 4 8 9 5 "   n a m e = " D e l i m i t e r "   t y p e = " S y s t e m . S t r i n g ,   m s c o r l i b ,   V e r s i o n = 4 . 0 . 0 . 0 ,   C u l t u r e = n e u t r a l ,   P u b l i c K e y T o k e n = b 7 7 a 5 c 5 6 1 9 3 4 e 0 8 9 "   o r d e r = " 1 "   k e y = " d e l i m i t e r "   v a l u e = " & l t ; ? x m l   v e r s i o n = & q u o t ; 1 . 0 & q u o t ;   e n c o d i n g = & q u o t ; u t f - 1 6 & q u o t ; ? & g t ; & # x A ; & l t ; l o c a l i z e d S t r i n g   x m l n s : x s i = & q u o t ; h t t p : / / w w w . w 3 . o r g / 2 0 0 1 / X M L S c h e m a - i n s t a n c e & q u o t ;   x m l n s : x s d = & q u o t ; h t t p : / / w w w . w 3 . o r g / 2 0 0 1 / X M L S c h e m a & q u o t ; & g t ; & # x A ;     & l t ; t y p e & g t ; f i x e d & l t ; / t y p e & g t ; & # x A ;     & l t ; t e x t & g t ; & # x A ; & l t ; / t e x t & g t ; & # x A ; & l t ; / l o c a l i z e d S t r i n g & g t ; "   a r g u m e n t = " E x p r e s s i o n L o c a l i z e d S t r i n g "   g r o u p = " L i s t   O p t i o n s "   g r o u p O r d e r = " - 1 " / >  
                 < p a r a m e t e r   i d = " b f 8 7 f 9 5 8 - a 6 0 3 - 4 6 3 5 - 9 6 3 2 - 4 5 e f b 4 2 c c 7 7 b "   n a m e = " L a s t   d e l i m i t e r   ( o p t i o n a l ) "   t y p e = " S y s t e m . S t r i n g ,   m s c o r l i b ,   V e r s i o n = 4 . 0 . 0 . 0 ,   C u l t u r e = n e u t r a l ,   P u b l i c K e y T o k e n = b 7 7 a 5 c 5 6 1 9 3 4 e 0 8 9 "   o r d e r = " 2 "   k e y = " l a s t D e l i m i t e r "   v a l u e = " "   a r g u m e n t = " E x p r e s s i o n L o c a l i z e d S t r i n g "   g r o u p = " L i s t   O p t i o n s "   g r o u p O r d e r = " - 1 " / >  
                 < p a r a m e t e r   i d = " a 0 1 0 1 5 e 9 - d 4 d 1 - 4 6 5 4 - 8 4 0 9 - 4 d 1 8 b 1 4 7 5 1 b f "   n a m e = " S t a r t   i n d e x "   t y p e = " S y s t e m . S t r i n g ,   m s c o r l i b ,   V e r s i o n = 4 . 0 . 0 . 0 ,   C u l t u r e = n e u t r a l ,   P u b l i c K e y T o k e n = b 7 7 a 5 c 5 6 1 9 3 4 e 0 8 9 "   o r d e r = " 3 "   k e y = " s t a r t I n d e x "   v a l u e = " "   a r g u m e n t = " F o r m a t S t r i n g "   g r o u p = " L i s t   O p t i o n s "   g r o u p O r d e r = " - 1 " / >  
                 < p a r a m e t e r   i d = " 8 c d 4 6 c a 3 - 1 7 0 2 - 4 d a c - 8 7 c 9 - c 5 9 7 f a 7 e f 9 c 3 "   n a m e = " E n d   I n d e x "   t y p e = " S y s t e m . S t r i n g ,   m s c o r l i b ,   V e r s i o n = 4 . 0 . 0 . 0 ,   C u l t u r e = n e u t r a l ,   P u b l i c K e y T o k e n = b 7 7 a 5 c 5 6 1 9 3 4 e 0 8 9 "   o r d e r = " 4 "   k e y = " e n d I n d e x "   v a l u e = " "   a r g u m e n t = " F o r m a t S t r i n g "   g r o u p = " L i s t   O p t i o n s "   g r o u p O r d e r = " - 1 " / >  
                 < p a r a m e t e r   i d = " 3 d 1 6 e d d a - d d a 5 - 4 e d 3 - 9 d f 3 - 4 c 5 0 4 d 7 5 0 d 9 3 "   n a m e = " D e l e t e   l i n e   i f   e m p t y "   t y p e = " S y s t e m . B o o l e a n ,   m s c o r l i b ,   V e r s i o n = 4 . 0 . 0 . 0 ,   C u l t u r e = n e u t r a l ,   P u b l i c K e y T o k e n = b 7 7 a 5 c 5 6 1 9 3 4 e 0 8 9 "   o r d e r = " 9 9 9 "   k e y = " d e l e t e L i n e I f E m p t y "   v a l u e = " T r u e "   g r o u p O r d e r = " - 1 " / >  
                 < p a r a m e t e r   i d = " d 7 2 8 2 3 e e - c c a d - 4 6 c 6 - 8 2 5 6 - 6 5 3 e d 8 5 6 6 b 0 a "   n a m e = " P l a c e h o l d e r   t e x t "   t y p e = " S y s t e m . S t r i n g ,   m s c o r l i b ,   V e r s i o n = 4 . 0 . 0 . 0 ,   C u l t u r e = n e u t r a l ,   P u b l i c K e y T o k e n = b 7 7 a 5 c 5 6 1 9 3 4 e 0 8 9 "   o r d e r = " 9 9 9 "   k e y = " p l a c e h o l d e r "   v a l u e = " "   a r g u m e n t = " E x p r e s s i o n L o c a l i z e d S t r i n g "   g r o u p O r d e r = " - 1 " / >  
                 < p a r a m e t e r   i d = " 5 8 9 f e 5 3 b - 2 7 a 2 - 4 1 3 9 - 9 c 9 a - 9 8 5 8 d a 5 8 5 8 d 4 "   n a m e = " R o w s   t o   r e m o v e   i f   e m p t y "   t y p e = " S y s t e m . I n t 3 2 ,   m s c o r l i b ,   V e r s i o n = 4 . 0 . 0 . 0 ,   C u l t u r e = n e u t r a l ,   P u b l i c K e y T o k e n = b 7 7 a 5 c 5 6 1 9 3 4 e 0 8 9 "   o r d e r = " 9 9 9 "   k e y = " d e l e t e R o w C o u n t "   v a l u e = " 0 "   g r o u p O r d e r = " - 1 " / >  
             < / p a r a m e t e r s >  
         < / c o n t e n t C o n t r o l >  
         < c o n t e n t C o n t r o l   i d = " b c 0 6 9 c d 0 - 8 2 c 9 - 4 d 7 2 - 8 b d 5 - 4 e e 1 f 5 0 8 d a 8 a "   n a m e = " P a r t y 9 T y p e . T e x t "   a s s e m b l y = " I p h e l i o n . O u t l i n e . W o r d . d l l "   t y p e = " I p h e l i o n . O u t l i n e . W o r d . R e n d e r e r s . T e x t R e n d e r e r "   o r d e r = " 3 "   a c t i v e = " t r u e "   e n t i t y I d = " f 8 d 4 a 7 9 0 - e 0 5 1 - 4 5 1 a - a a a 5 - d 4 d 6 5 6 a f 6 f 5 b "   f i e l d I d = " 9 0 b 0 3 9 7 8 - e 2 1 7 - 4 e 3 2 - a 4 f e - a 3 2 c b a 5 7 d 1 8 6 "   p a r e n t I d = " 0 0 0 0 0 0 0 0 - 0 0 0 0 - 0 0 0 0 - 0 0 0 0 - 0 0 0 0 0 0 0 0 0 0 0 0 "   l e v e l O r d e r = " 1 0 0 "   c o n t r o l T y p e = " p l a i n T e x t "   c o n t r o l E d i t T y p e = " i n l i n e "   e n c l o s i n g B o o k m a r k = " f a l s e "   f o r m a t = " I F N O T E M P T Y ( { P a r t y 9 T y p e . T e x t } ,   & q u o t ; ( & q u o t ;   & a m p ;   I F E Q U A L ( { L a b e l s . L a n g u a g e } , & q u o t ; C h i n e s e & q u o t ; , & q u o t ; & q u o t ; , I F E Q U A L ( { L a b e l s . L a n g u a g e } , & q u o t ; R o m a n i a n & q u o t ; , { R o m a n i a n _ a s . S e l e c t e d   I t e m s } & a m p ; & q u o t ;   & q u o t ; , { L a b e l s . a s } & a m p ; & q u o t ;   & q u o t ; , f a l s e ) , f a l s e )   & a m p ;   { P a r t y 9 T y p e . T e x t }   & a m p ;   & q u o t ; ) & # x A ; & q u o t ; ,   & q u o t ; & q u o t ; ) "   f o r m a t E v a l u a t o r T y p e = " e x p r e s s i o n "   t e x t C a s e = " i g n o r e C a s e "   r e m o v e C o n t r o l = " f a l s e "   i g n o r e F o r m a t I f E m p t y = " f a l s e " >  
             < p a r a m e t e r s >  
                 < p a r a m e t e r   i d = " a 1 7 4 d 8 6 c - a 4 a 2 - 4 2 0 b - a 6 c 8 - 8 b b 0 8 1 8 c b 5 3 e "   n a m e = " D e l e t e   l i n e   i f   e m p t y "   t y p e = " S y s t e m . B o o l e a n ,   m s c o r l i b ,   V e r s i o n = 4 . 0 . 0 . 0 ,   C u l t u r e = n e u t r a l ,   P u b l i c K e y T o k e n = b 7 7 a 5 c 5 6 1 9 3 4 e 0 8 9 "   o r d e r = " 9 9 9 "   k e y = " d e l e t e L i n e I f E m p t y "   v a l u e = " F a l s e "   g r o u p O r d e r = " - 1 " / >  
                 < p a r a m e t e r   i d = " 0 d 5 c c 5 e 2 - 4 d e c - 4 e e 4 - a b 1 4 - 3 c d 1 d f 4 1 b 9 2 2 "   n a m e = " F i e l d   i n d e x "   t y p e = " S y s t e m . I n t 3 2 ,   m s c o r l i b ,   V e r s i o n = 4 . 0 . 0 . 0 ,   C u l t u r e = n e u t r a l ,   P u b l i c K e y T o k e n = b 7 7 a 5 c 5 6 1 9 3 4 e 0 8 9 "   o r d e r = " 9 9 9 "   k e y = " i n d e x "   v a l u e = " "   g r o u p O r d e r = " - 1 " / >  
                 < p a r a m e t e r   i d = " 4 7 9 5 c a 7 8 - f e 4 8 - 4 0 2 4 - a d c 5 - a 5 b 1 6 b d 7 d a f 2 "   n a m e = " P l a c e h o l d e r   t e x t "   t y p e = " S y s t e m . S t r i n g ,   m s c o r l i b ,   V e r s i o n = 4 . 0 . 0 . 0 ,   C u l t u r e = n e u t r a l ,   P u b l i c K e y T o k e n = b 7 7 a 5 c 5 6 1 9 3 4 e 0 8 9 "   o r d e r = " 9 9 9 "   k e y = " p l a c e h o l d e r "   v a l u e = " "   a r g u m e n t = " E x p r e s s i o n L o c a l i z e d S t r i n g "   g r o u p O r d e r = " - 1 " / >  
                 < p a r a m e t e r   i d = " 7 5 e 8 1 f b 8 - 0 5 c b - 4 3 9 4 - 9 e a 2 - 7 1 2 3 6 3 d 7 8 f 2 6 "   n a m e = " R o w s   t o   r e m o v e   i f   e m p t y "   t y p e = " S y s t e m . I n t 3 2 ,   m s c o r l i b ,   V e r s i o n = 4 . 0 . 0 . 0 ,   C u l t u r e = n e u t r a l ,   P u b l i c K e y T o k e n = b 7 7 a 5 c 5 6 1 9 3 4 e 0 8 9 "   o r d e r = " 9 9 9 "   k e y = " d e l e t e R o w C o u n t "   v a l u e = " 0 "   g r o u p O r d e r = " - 1 " / >  
                 < p a r a m e t e r   i d = " d e 2 2 6 5 4 a - d c 6 b - 4 5 8 3 - b f a b - d 4 2 9 b 4 6 b 0 6 4 3 "   n a m e = " U p d a t e   f i e l d   f r o m   d o c u m e n t "   t y p e = " S y s t e m . B o o l e a n ,   m s c o r l i b ,   V e r s i o n = 4 . 0 . 0 . 0 ,   C u l t u r e = n e u t r a l ,   P u b l i c K e y T o k e n = b 7 7 a 5 c 5 6 1 9 3 4 e 0 8 9 "   o r d e r = " 9 9 9 "   k e y = " u p d a t e F i e l d "   v a l u e = " F a l s e "   g r o u p O r d e r = " - 1 " / >  
             < / p a r a m e t e r s >  
         < / c o n t e n t C o n t r o l >  
         < c o n t e n t C o n t r o l   i d = " 5 e 5 3 d 8 8 a - f 2 a 7 - 4 4 8 6 - 9 6 0 a - 7 e a b 7 5 d 0 5 d d f "   n a m e = " P a r t y 9 . N a m e "   a s s e m b l y = " I p h e l i o n . O u t l i n e . W o r d . d l l "   t y p e = " I p h e l i o n . O u t l i n e . W o r d . R e n d e r e r s . D e l i m i t e d L i s t R e n d e r e r "   o r d e r = " 3 "   a c t i v e = " t r u e "   e n t i t y I d = " 5 f 7 d 4 6 2 1 - b 7 8 3 - 4 d 8 6 - 9 c 8 9 - 2 c 6 a d 7 9 6 3 5 e a "   f i e l d I d = " f 0 0 e 1 b 4 c - c e b 5 - 4 d f 9 - 8 5 e d - 1 d b 3 2 3 6 8 1 7 2 0 "   p a r e n t I d = " 0 0 0 0 0 0 0 0 - 0 0 0 0 - 0 0 0 0 - 0 0 0 0 - 0 0 0 0 0 0 0 0 0 0 0 0 "   l e v e l O r d e r = " 1 0 0 "   c o n t r o l T y p e = " p l a i n T e x t "   c o n t r o l E d i t T y p e = " i n l i n e "   e n c l o s i n g B o o k m a r k = " f a l s e "   f o r m a t = " I F N O T E M P T Y ( { P a r t y 9 . N a m e } , { P a r t y 9 . N a m e } , & q u o t ; [ �%] & q u o t ; ) "   f o r m a t E v a l u a t o r T y p e = " e x p r e s s i o n "   t e x t C a s e = " i g n o r e C a s e "   r e m o v e C o n t r o l = " f a l s e "   i g n o r e F o r m a t I f E m p t y = " f a l s e " >  
             < p a r a m e t e r s >  
                 < p a r a m e t e r   i d = " 4 f 5 d 2 1 d 5 - 8 b 2 5 - 4 4 0 d - 8 9 a 4 - 8 d f e 5 f 0 e 1 8 2 b "   n a m e = " P r e f i x   t e x t "   t y p e = " S y s t e m . S t r i n g ,   m s c o r l i b ,   V e r s i o n = 4 . 0 . 0 . 0 ,   C u l t u r e = n e u t r a l ,   P u b l i c K e y T o k e n = b 7 7 a 5 c 5 6 1 9 3 4 e 0 8 9 "   o r d e r = " 0 "   k e y = " p r e f i x "   v a l u e = " "   a r g u m e n t = " E x p r e s s i o n L o c a l i z e d S t r i n g "   g r o u p = " L i s t   O p t i o n s "   g r o u p O r d e r = " - 1 " / >  
                 < p a r a m e t e r   i d = " e d 2 f 0 6 7 3 - e b 6 4 - 4 0 f 2 - 8 f 4 f - 8 7 6 5 7 f 7 f 6 b 1 5 "   n a m e = " D e l i m i t e r "   t y p e = " S y s t e m . S t r i n g ,   m s c o r l i b ,   V e r s i o n = 4 . 0 . 0 . 0 ,   C u l t u r e = n e u t r a l ,   P u b l i c K e y T o k e n = b 7 7 a 5 c 5 6 1 9 3 4 e 0 8 9 "   o r d e r = " 1 "   k e y = " d e l i m i t e r "   v a l u e = " & l t ; ? x m l   v e r s i o n = & q u o t ; 1 . 0 & q u o t ;   e n c o d i n g = & q u o t ; u t f - 1 6 & q u o t ; ? & g t ; & # x A ; & l t ; l o c a l i z e d S t r i n g   x m l n s : x s i = & q u o t ; h t t p : / / w w w . w 3 . o r g / 2 0 0 1 / X M L S c h e m a - i n s t a n c e & q u o t ;   x m l n s : x s d = & q u o t ; h t t p : / / w w w . w 3 . o r g / 2 0 0 1 / X M L S c h e m a & q u o t ; & g t ; & # x A ;     & l t ; t y p e & g t ; f i x e d & l t ; / t y p e & g t ; & # x A ;     & l t ; t e x t & g t ; & # x A ; & l t ; / t e x t & g t ; & # x A ; & l t ; / l o c a l i z e d S t r i n g & g t ; "   a r g u m e n t = " E x p r e s s i o n L o c a l i z e d S t r i n g "   g r o u p = " L i s t   O p t i o n s "   g r o u p O r d e r = " - 1 " / >  
                 < p a r a m e t e r   i d = " 6 f 3 4 1 b c e - 6 9 b d - 4 c c c - b e d 5 - 8 8 3 e c 2 f f a 1 9 8 "   n a m e = " L a s t   d e l i m i t e r   ( o p t i o n a l ) "   t y p e = " S y s t e m . S t r i n g ,   m s c o r l i b ,   V e r s i o n = 4 . 0 . 0 . 0 ,   C u l t u r e = n e u t r a l ,   P u b l i c K e y T o k e n = b 7 7 a 5 c 5 6 1 9 3 4 e 0 8 9 "   o r d e r = " 2 "   k e y = " l a s t D e l i m i t e r "   v a l u e = " "   a r g u m e n t = " E x p r e s s i o n L o c a l i z e d S t r i n g "   g r o u p = " L i s t   O p t i o n s "   g r o u p O r d e r = " - 1 " / >  
                 < p a r a m e t e r   i d = " 4 2 1 9 f 4 5 0 - f a f b - 4 d 7 3 - 8 4 f 6 - c 3 d 5 9 e 1 9 c 5 0 7 "   n a m e = " S t a r t   i n d e x "   t y p e = " S y s t e m . S t r i n g ,   m s c o r l i b ,   V e r s i o n = 4 . 0 . 0 . 0 ,   C u l t u r e = n e u t r a l ,   P u b l i c K e y T o k e n = b 7 7 a 5 c 5 6 1 9 3 4 e 0 8 9 "   o r d e r = " 3 "   k e y = " s t a r t I n d e x "   v a l u e = " "   a r g u m e n t = " F o r m a t S t r i n g "   g r o u p = " L i s t   O p t i o n s "   g r o u p O r d e r = " - 1 " / >  
                 < p a r a m e t e r   i d = " d 2 9 0 0 7 c e - 6 c 3 3 - 4 6 3 f - a d 4 d - 4 d a c 2 7 f f d 6 4 b "   n a m e = " E n d   I n d e x "   t y p e = " S y s t e m . S t r i n g ,   m s c o r l i b ,   V e r s i o n = 4 . 0 . 0 . 0 ,   C u l t u r e = n e u t r a l ,   P u b l i c K e y T o k e n = b 7 7 a 5 c 5 6 1 9 3 4 e 0 8 9 "   o r d e r = " 4 "   k e y = " e n d I n d e x "   v a l u e = " "   a r g u m e n t = " F o r m a t S t r i n g "   g r o u p = " L i s t   O p t i o n s "   g r o u p O r d e r = " - 1 " / >  
                 < p a r a m e t e r   i d = " 8 5 5 f 3 8 4 a - b 2 f b - 4 6 9 1 - 8 5 4 c - 2 3 3 7 a e 8 3 8 2 6 8 "   n a m e = " D e l e t e   l i n e   i f   e m p t y "   t y p e = " S y s t e m . B o o l e a n ,   m s c o r l i b ,   V e r s i o n = 4 . 0 . 0 . 0 ,   C u l t u r e = n e u t r a l ,   P u b l i c K e y T o k e n = b 7 7 a 5 c 5 6 1 9 3 4 e 0 8 9 "   o r d e r = " 9 9 9 "   k e y = " d e l e t e L i n e I f E m p t y "   v a l u e = " T r u e "   g r o u p O r d e r = " - 1 " / >  
                 < p a r a m e t e r   i d = " d d c 9 f 8 2 b - d c 5 a - 4 6 6 7 - a 1 7 e - 1 b d 0 b e 9 3 f 6 7 1 "   n a m e = " P l a c e h o l d e r   t e x t "   t y p e = " S y s t e m . S t r i n g ,   m s c o r l i b ,   V e r s i o n = 4 . 0 . 0 . 0 ,   C u l t u r e = n e u t r a l ,   P u b l i c K e y T o k e n = b 7 7 a 5 c 5 6 1 9 3 4 e 0 8 9 "   o r d e r = " 9 9 9 "   k e y = " p l a c e h o l d e r "   v a l u e = " "   a r g u m e n t = " E x p r e s s i o n L o c a l i z e d S t r i n g "   g r o u p O r d e r = " - 1 " / >  
                 < p a r a m e t e r   i d = " b d 7 1 e b d 8 - 8 9 f 5 - 4 e 0 9 - b d 4 1 - f 2 b 1 6 a 2 e 0 8 6 5 "   n a m e = " R o w s   t o   r e m o v e   i f   e m p t y "   t y p e = " S y s t e m . I n t 3 2 ,   m s c o r l i b ,   V e r s i o n = 4 . 0 . 0 . 0 ,   C u l t u r e = n e u t r a l ,   P u b l i c K e y T o k e n = b 7 7 a 5 c 5 6 1 9 3 4 e 0 8 9 "   o r d e r = " 9 9 9 "   k e y = " d e l e t e R o w C o u n t "   v a l u e = " 0 "   g r o u p O r d e r = " - 1 " / >  
             < / p a r a m e t e r s >  
         < / c o n t e n t C o n t r o l >  
         < c o n t e n t C o n t r o l   i d = " a 4 a d c d 8 7 - 5 1 d b - 4 f 6 1 - 9 a 6 f - 8 c 7 2 2 e d 5 2 3 d 6 "   n a m e = " P a r t y 1 0 T y p e . T e x t "   a s s e m b l y = " I p h e l i o n . O u t l i n e . W o r d . d l l "   t y p e = " I p h e l i o n . O u t l i n e . W o r d . R e n d e r e r s . T e x t R e n d e r e r "   o r d e r = " 3 "   a c t i v e = " t r u e "   e n t i t y I d = " 9 b 5 4 4 6 2 e - 0 e 5 6 - 4 e a 5 - b 9 5 c - 9 3 8 c d d 9 9 7 4 5 2 "   f i e l d I d = " 9 0 b 0 3 9 7 8 - e 2 1 7 - 4 e 3 2 - a 4 f e - a 3 2 c b a 5 7 d 1 8 6 "   p a r e n t I d = " 0 0 0 0 0 0 0 0 - 0 0 0 0 - 0 0 0 0 - 0 0 0 0 - 0 0 0 0 0 0 0 0 0 0 0 0 "   l e v e l O r d e r = " 1 0 0 "   c o n t r o l T y p e = " p l a i n T e x t "   c o n t r o l E d i t T y p e = " i n l i n e "   e n c l o s i n g B o o k m a r k = " f a l s e "   f o r m a t = " I F N O T E M P T Y ( { P a r t y 1 0 T y p e . T e x t } ,   & q u o t ; ( & q u o t ;   & a m p ;   I F E Q U A L ( { L a b e l s . L a n g u a g e } , & q u o t ; C h i n e s e & q u o t ; , & q u o t ; & q u o t ; , I F E Q U A L ( { L a b e l s . L a n g u a g e } , & q u o t ; R o m a n i a n & q u o t ; , { R o m a n i a n _ a s . S e l e c t e d   I t e m s } & a m p ; & q u o t ;   & q u o t ; , { L a b e l s . a s } & a m p ; & q u o t ;   & q u o t ; , f a l s e ) , f a l s e )   & a m p ;   { P a r t y 1 0 T y p e . T e x t }   & a m p ;   & q u o t ; ) & # x A ; & q u o t ; ,   & q u o t ; & q u o t ; ) "   f o r m a t E v a l u a t o r T y p e = " e x p r e s s i o n "   t e x t C a s e = " i g n o r e C a s e "   r e m o v e C o n t r o l = " f a l s e "   i g n o r e F o r m a t I f E m p t y = " f a l s e " >  
             < p a r a m e t e r s >  
                 < p a r a m e t e r   i d = " 6 6 e 7 e 1 0 a - 1 8 3 2 - 4 8 6 4 - 9 9 d c - d d 3 6 c 2 8 e 0 3 0 9 "   n a m e = " D e l e t e   l i n e   i f   e m p t y "   t y p e = " S y s t e m . B o o l e a n ,   m s c o r l i b ,   V e r s i o n = 4 . 0 . 0 . 0 ,   C u l t u r e = n e u t r a l ,   P u b l i c K e y T o k e n = b 7 7 a 5 c 5 6 1 9 3 4 e 0 8 9 "   o r d e r = " 9 9 9 "   k e y = " d e l e t e L i n e I f E m p t y "   v a l u e = " F a l s e "   g r o u p O r d e r = " - 1 " / >  
                 < p a r a m e t e r   i d = " 0 0 7 e f b e 5 - b 2 6 c - 4 f e 0 - a d 5 6 - 8 2 a 2 c 9 1 b e 8 7 a "   n a m e = " F i e l d   i n d e x "   t y p e = " S y s t e m . I n t 3 2 ,   m s c o r l i b ,   V e r s i o n = 4 . 0 . 0 . 0 ,   C u l t u r e = n e u t r a l ,   P u b l i c K e y T o k e n = b 7 7 a 5 c 5 6 1 9 3 4 e 0 8 9 "   o r d e r = " 9 9 9 "   k e y = " i n d e x "   v a l u e = " "   g r o u p O r d e r = " - 1 " / >  
                 < p a r a m e t e r   i d = " 3 6 e 5 4 0 0 3 - 2 5 e e - 4 5 a 1 - 8 7 5 f - e 4 1 6 9 0 9 c 3 d d a "   n a m e = " P l a c e h o l d e r   t e x t "   t y p e = " S y s t e m . S t r i n g ,   m s c o r l i b ,   V e r s i o n = 4 . 0 . 0 . 0 ,   C u l t u r e = n e u t r a l ,   P u b l i c K e y T o k e n = b 7 7 a 5 c 5 6 1 9 3 4 e 0 8 9 "   o r d e r = " 9 9 9 "   k e y = " p l a c e h o l d e r "   v a l u e = " "   a r g u m e n t = " E x p r e s s i o n L o c a l i z e d S t r i n g "   g r o u p O r d e r = " - 1 " / >  
                 < p a r a m e t e r   i d = " b 3 b 0 a 1 2 a - c 4 4 0 - 4 e f c - 9 9 f c - c 3 9 f 5 a f f d e 5 6 "   n a m e = " R o w s   t o   r e m o v e   i f   e m p t y "   t y p e = " S y s t e m . I n t 3 2 ,   m s c o r l i b ,   V e r s i o n = 4 . 0 . 0 . 0 ,   C u l t u r e = n e u t r a l ,   P u b l i c K e y T o k e n = b 7 7 a 5 c 5 6 1 9 3 4 e 0 8 9 "   o r d e r = " 9 9 9 "   k e y = " d e l e t e R o w C o u n t "   v a l u e = " 0 "   g r o u p O r d e r = " - 1 " / >  
                 < p a r a m e t e r   i d = " 4 c 7 2 1 1 d c - f 0 1 a - 4 3 6 6 - 8 9 f e - 9 f 6 4 8 4 5 d 8 9 4 7 "   n a m e = " U p d a t e   f i e l d   f r o m   d o c u m e n t "   t y p e = " S y s t e m . B o o l e a n ,   m s c o r l i b ,   V e r s i o n = 4 . 0 . 0 . 0 ,   C u l t u r e = n e u t r a l ,   P u b l i c K e y T o k e n = b 7 7 a 5 c 5 6 1 9 3 4 e 0 8 9 "   o r d e r = " 9 9 9 "   k e y = " u p d a t e F i e l d "   v a l u e = " F a l s e "   g r o u p O r d e r = " - 1 " / >  
             < / p a r a m e t e r s >  
         < / c o n t e n t C o n t r o l >  
         < c o n t e n t C o n t r o l   i d = " f 6 7 7 9 1 e 9 - c e 8 6 - 4 e a 9 - b 9 e a - 5 7 5 5 9 c 7 e a 8 e f "   n a m e = " P a r t y 1 0 . N a m e "   a s s e m b l y = " I p h e l i o n . O u t l i n e . W o r d . d l l "   t y p e = " I p h e l i o n . O u t l i n e . W o r d . R e n d e r e r s . D e l i m i t e d L i s t R e n d e r e r "   o r d e r = " 3 "   a c t i v e = " t r u e "   e n t i t y I d = " b 2 d 9 c 1 7 c - b 5 e 5 - 4 f b b - 9 1 9 3 - 9 d c 0 d d d 3 8 f 2 e "   f i e l d I d = " f 0 0 e 1 b 4 c - c e b 5 - 4 d f 9 - 8 5 e d - 1 d b 3 2 3 6 8 1 7 2 0 "   p a r e n t I d = " 0 0 0 0 0 0 0 0 - 0 0 0 0 - 0 0 0 0 - 0 0 0 0 - 0 0 0 0 0 0 0 0 0 0 0 0 "   l e v e l O r d e r = " 1 0 0 "   c o n t r o l T y p e = " p l a i n T e x t "   c o n t r o l E d i t T y p e = " i n l i n e "   e n c l o s i n g B o o k m a r k = " f a l s e "   f o r m a t = " I F N O T E M P T Y ( { P a r t y 1 0 . N a m e } , { P a r t y 1 0 . N a m e } , & q u o t ; [ �%] & q u o t ; ) "   f o r m a t E v a l u a t o r T y p e = " e x p r e s s i o n "   t e x t C a s e = " i g n o r e C a s e "   r e m o v e C o n t r o l = " f a l s e "   i g n o r e F o r m a t I f E m p t y = " f a l s e " >  
             < p a r a m e t e r s >  
                 < p a r a m e t e r   i d = " 8 6 e d f a 6 4 - 5 0 f a - 4 c c 1 - 8 e 1 4 - 5 a 2 d 1 4 9 6 b 8 2 3 "   n a m e = " P r e f i x   t e x t "   t y p e = " S y s t e m . S t r i n g ,   m s c o r l i b ,   V e r s i o n = 4 . 0 . 0 . 0 ,   C u l t u r e = n e u t r a l ,   P u b l i c K e y T o k e n = b 7 7 a 5 c 5 6 1 9 3 4 e 0 8 9 "   o r d e r = " 0 "   k e y = " p r e f i x "   v a l u e = " "   a r g u m e n t = " E x p r e s s i o n L o c a l i z e d S t r i n g "   g r o u p = " L i s t   O p t i o n s "   g r o u p O r d e r = " - 1 " / >  
                 < p a r a m e t e r   i d = " 3 b 3 8 1 5 8 6 - b d 2 5 - 4 5 8 0 - b 6 4 b - 9 c d a 6 3 c 5 4 7 0 7 "   n a m e = " D e l i m i t e r "   t y p e = " S y s t e m . S t r i n g ,   m s c o r l i b ,   V e r s i o n = 4 . 0 . 0 . 0 ,   C u l t u r e = n e u t r a l ,   P u b l i c K e y T o k e n = b 7 7 a 5 c 5 6 1 9 3 4 e 0 8 9 "   o r d e r = " 1 "   k e y = " d e l i m i t e r "   v a l u e = " & l t ; ? x m l   v e r s i o n = & q u o t ; 1 . 0 & q u o t ;   e n c o d i n g = & q u o t ; u t f - 1 6 & q u o t ; ? & g t ; & # x A ; & l t ; l o c a l i z e d S t r i n g   x m l n s : x s i = & q u o t ; h t t p : / / w w w . w 3 . o r g / 2 0 0 1 / X M L S c h e m a - i n s t a n c e & q u o t ;   x m l n s : x s d = & q u o t ; h t t p : / / w w w . w 3 . o r g / 2 0 0 1 / X M L S c h e m a & q u o t ; & g t ; & # x A ;     & l t ; t y p e & g t ; f i x e d & l t ; / t y p e & g t ; & # x A ;     & l t ; t e x t & g t ; & # x A ; & l t ; / t e x t & g t ; & # x A ; & l t ; / l o c a l i z e d S t r i n g & g t ; "   a r g u m e n t = " E x p r e s s i o n L o c a l i z e d S t r i n g "   g r o u p = " L i s t   O p t i o n s "   g r o u p O r d e r = " - 1 " / >  
                 < p a r a m e t e r   i d = " 0 d 4 b 2 3 9 7 - 1 8 3 3 - 4 b 4 e - b f 4 6 - a f 3 4 a c 1 7 3 e e 0 "   n a m e = " L a s t   d e l i m i t e r   ( o p t i o n a l ) "   t y p e = " S y s t e m . S t r i n g ,   m s c o r l i b ,   V e r s i o n = 4 . 0 . 0 . 0 ,   C u l t u r e = n e u t r a l ,   P u b l i c K e y T o k e n = b 7 7 a 5 c 5 6 1 9 3 4 e 0 8 9 "   o r d e r = " 2 "   k e y = " l a s t D e l i m i t e r "   v a l u e = " "   a r g u m e n t = " E x p r e s s i o n L o c a l i z e d S t r i n g "   g r o u p = " L i s t   O p t i o n s "   g r o u p O r d e r = " - 1 " / >  
                 < p a r a m e t e r   i d = " d e 4 1 d 1 8 2 - b 2 0 8 - 4 1 1 5 - 9 d 9 c - 5 d 1 a 1 a f 3 9 5 f 6 "   n a m e = " S t a r t   i n d e x "   t y p e = " S y s t e m . S t r i n g ,   m s c o r l i b ,   V e r s i o n = 4 . 0 . 0 . 0 ,   C u l t u r e = n e u t r a l ,   P u b l i c K e y T o k e n = b 7 7 a 5 c 5 6 1 9 3 4 e 0 8 9 "   o r d e r = " 3 "   k e y = " s t a r t I n d e x "   v a l u e = " "   a r g u m e n t = " F o r m a t S t r i n g "   g r o u p = " L i s t   O p t i o n s "   g r o u p O r d e r = " - 1 " / >  
                 < p a r a m e t e r   i d = " 9 4 a 1 9 d c 2 - e a 4 d - 4 d a 2 - 8 b f 6 - e 8 f 7 0 6 1 a b a 6 6 "   n a m e = " E n d   I n d e x "   t y p e = " S y s t e m . S t r i n g ,   m s c o r l i b ,   V e r s i o n = 4 . 0 . 0 . 0 ,   C u l t u r e = n e u t r a l ,   P u b l i c K e y T o k e n = b 7 7 a 5 c 5 6 1 9 3 4 e 0 8 9 "   o r d e r = " 4 "   k e y = " e n d I n d e x "   v a l u e = " "   a r g u m e n t = " F o r m a t S t r i n g "   g r o u p = " L i s t   O p t i o n s "   g r o u p O r d e r = " - 1 " / >  
                 < p a r a m e t e r   i d = " 9 4 0 1 c 4 6 9 - 8 0 4 2 - 4 f d c - a b 8 f - 2 b 5 7 7 6 5 8 e 3 a 9 "   n a m e = " D e l e t e   l i n e   i f   e m p t y "   t y p e = " S y s t e m . B o o l e a n ,   m s c o r l i b ,   V e r s i o n = 4 . 0 . 0 . 0 ,   C u l t u r e = n e u t r a l ,   P u b l i c K e y T o k e n = b 7 7 a 5 c 5 6 1 9 3 4 e 0 8 9 "   o r d e r = " 9 9 9 "   k e y = " d e l e t e L i n e I f E m p t y "   v a l u e = " T r u e "   g r o u p O r d e r = " - 1 " / >  
                 < p a r a m e t e r   i d = " d 2 7 e 7 a 7 9 - 4 9 f 7 - 4 a c c - b 9 d a - b 7 0 a 8 3 0 f 2 b 6 3 "   n a m e = " P l a c e h o l d e r   t e x t "   t y p e = " S y s t e m . S t r i n g ,   m s c o r l i b ,   V e r s i o n = 4 . 0 . 0 . 0 ,   C u l t u r e = n e u t r a l ,   P u b l i c K e y T o k e n = b 7 7 a 5 c 5 6 1 9 3 4 e 0 8 9 "   o r d e r = " 9 9 9 "   k e y = " p l a c e h o l d e r "   v a l u e = " "   a r g u m e n t = " E x p r e s s i o n L o c a l i z e d S t r i n g "   g r o u p O r d e r = " - 1 " / >  
                 < p a r a m e t e r   i d = " 8 8 7 c 3 0 d 3 - 0 6 d 2 - 4 5 9 e - 9 e 7 e - 9 a 9 1 6 f 8 8 7 3 6 a "   n a m e = " R o w s   t o   r e m o v e   i f   e m p t y "   t y p e = " S y s t e m . I n t 3 2 ,   m s c o r l i b ,   V e r s i o n = 4 . 0 . 0 . 0 ,   C u l t u r e = n e u t r a l ,   P u b l i c K e y T o k e n = b 7 7 a 5 c 5 6 1 9 3 4 e 0 8 9 "   o r d e r = " 9 9 9 "   k e y = " d e l e t e R o w C o u n t "   v a l u e = " 0 "   g r o u p O r d e r = " - 1 " / >  
             < / p a r a m e t e r s >  
         < / c o n t e n t C o n t r o l >  
         < c o n t e n t C o n t r o l   i d = " d 6 9 8 2 b 6 8 - b 8 0 3 - 4 2 4 b - a 9 b 9 - f 7 7 a 6 e 5 4 b d a b "   n a m e = " N e w C o v e r . T e x t   F i e l d "   a s s e m b l y = " I p h e l i o n . O u t l i n e . W o r d . d l l "   t y p e = " I p h e l i o n . O u t l i n e . W o r d . R e n d e r e r s . T e x t R e n d e r e r "   o r d e r = " 3 "   a c t i v e = " t r u e "   e n t i t y I d = " 2 2 c 7 f 0 8 6 - 0 e 1 d - 4 a 9 6 - a b 4 b - c d 3 1 0 8 3 4 4 9 9 d "   f i e l d I d = " 4 8 6 8 6 8 f 2 - e 0 4 a - 4 5 5 b - b b 1 5 - 0 d a 9 7 0 d 3 0 5 b 0 "   p a r e n t I d = " 0 0 0 0 0 0 0 0 - 0 0 0 0 - 0 0 0 0 - 0 0 0 0 - 0 0 0 0 0 0 0 0 0 0 0 0 "   l e v e l O r d e r = " 1 0 0 "   c o n t r o l T y p e = " p l a i n T e x t "   c o n t r o l E d i t T y p e = " i n l i n e "   e n c l o s i n g B o o k m a r k = " f a l s e "   f o r m a t E v a l u a t o r T y p e = " e x p r e s s i o n "   t e x t C a s e = " i g n o r e C a s e "   r e m o v e C o n t r o l = " f a l s e "   i g n o r e F o r m a t I f E m p t y = " f a l s e " >  
             < p a r a m e t e r s >  
                 < p a r a m e t e r   i d = " 4 5 e f c 6 4 3 - 7 c d 3 - 4 8 4 e - 9 e f f - 8 7 1 0 5 9 b 8 1 0 1 3 "   n a m e = " D e l e t e   l i n e   i f   e m p t y "   t y p e = " S y s t e m . B o o l e a n ,   m s c o r l i b ,   V e r s i o n = 4 . 0 . 0 . 0 ,   C u l t u r e = n e u t r a l ,   P u b l i c K e y T o k e n = b 7 7 a 5 c 5 6 1 9 3 4 e 0 8 9 "   o r d e r = " 9 9 9 "   k e y = " d e l e t e L i n e I f E m p t y "   v a l u e = " F a l s e "   g r o u p O r d e r = " - 1 " / >  
                 < p a r a m e t e r   i d = " a c 6 5 0 b b 2 - 5 9 1 b - 4 2 6 f - 9 5 9 c - 8 7 7 0 0 0 f 4 9 9 8 4 "   n a m e = " F i e l d   i n d e x "   t y p e = " S y s t e m . I n t 3 2 ,   m s c o r l i b ,   V e r s i o n = 4 . 0 . 0 . 0 ,   C u l t u r e = n e u t r a l ,   P u b l i c K e y T o k e n = b 7 7 a 5 c 5 6 1 9 3 4 e 0 8 9 "   o r d e r = " 9 9 9 "   k e y = " i n d e x "   v a l u e = " "   g r o u p O r d e r = " - 1 " / >  
                 < p a r a m e t e r   i d = " 4 e 6 0 5 5 c b - e 1 6 e - 4 1 3 a - b 1 d 3 - 2 3 1 6 6 9 b e 2 2 4 2 "   n a m e = " P l a c e h o l d e r   t e x t "   t y p e = " S y s t e m . S t r i n g ,   m s c o r l i b ,   V e r s i o n = 4 . 0 . 0 . 0 ,   C u l t u r e = n e u t r a l ,   P u b l i c K e y T o k e n = b 7 7 a 5 c 5 6 1 9 3 4 e 0 8 9 "   o r d e r = " 9 9 9 "   k e y = " p l a c e h o l d e r "   v a l u e = " "   a r g u m e n t = " E x p r e s s i o n L o c a l i z e d S t r i n g "   g r o u p O r d e r = " - 1 " / >  
                 < p a r a m e t e r   i d = " 8 4 c 2 7 a b 6 - 7 f 0 2 - 4 7 6 8 - 8 f 7 d - 7 6 b a f 9 3 6 9 a 4 3 "   n a m e = " R o w s   t o   r e m o v e   i f   e m p t y "   t y p e = " S y s t e m . I n t 3 2 ,   m s c o r l i b ,   V e r s i o n = 4 . 0 . 0 . 0 ,   C u l t u r e = n e u t r a l ,   P u b l i c K e y T o k e n = b 7 7 a 5 c 5 6 1 9 3 4 e 0 8 9 "   o r d e r = " 9 9 9 "   k e y = " d e l e t e R o w C o u n t "   v a l u e = " 0 "   g r o u p O r d e r = " - 1 " / >  
                 < p a r a m e t e r   i d = " 8 6 6 3 d 7 4 2 - c 4 c a - 4 4 8 c - b 2 4 6 - 2 1 7 e 1 7 1 b 1 6 c b "   n a m e = " U p d a t e   f i e l d   f r o m   d o c u m e n t "   t y p e = " S y s t e m . B o o l e a n ,   m s c o r l i b ,   V e r s i o n = 4 . 0 . 0 . 0 ,   C u l t u r e = n e u t r a l ,   P u b l i c K e y T o k e n = b 7 7 a 5 c 5 6 1 9 3 4 e 0 8 9 "   o r d e r = " 9 9 9 "   k e y = " u p d a t e F i e l d "   v a l u e = " F a l s e "   g r o u p O r d e r = " - 1 " / >  
             < / p a r a m e t e r s >  
         < / c o n t e n t C o n t r o l >  
         < c o n t e n t C o n t r o l   i d = " 9 f a e e 2 9 9 - 9 6 9 8 - 4 f 4 f - 8 7 a b - 4 8 2 4 7 7 6 b 4 a 3 2 "   n a m e = " O f f i c e . O f f i c e   U R L "   a s s e m b l y = " I p h e l i o n . O u t l i n e . W o r d . d l l "   t y p e = " I p h e l i o n . O u t l i n e . W o r d . R e n d e r e r s . T e x t R e n d e r e r "   o r d e r = " 2 "   a c t i v e = " t r u e "   e n t i t y I d = " 0 9 4 a 3 b 3 a - 5 2 e f - 4 8 4 8 - 9 6 f 7 - b 0 c e 0 4 b d e 2 e 8 "   f i e l d I d = " 3 a a b c c 2 b - 1 0 4 b - 4 d 5 2 - 8 c b b - 5 4 e e 0 7 d e b 8 b 7 "   p a r e n t I d = " 0 0 0 0 0 0 0 0 - 0 0 0 0 - 0 0 0 0 - 0 0 0 0 - 0 0 0 0 0 0 0 0 0 0 0 0 "   l e v e l O r d e r = " 1 0 0 "   c o n t r o l T y p e = " p l a i n T e x t "   c o n t r o l E d i t T y p e = " i n l i n e "   e n c l o s i n g B o o k m a r k = " f a l s e "   f o r m a t E v a l u a t o r T y p e = " e x p r e s s i o n "   t e x t C a s e = " i g n o r e C a s e "   r e m o v e C o n t r o l = " f a l s e "   i g n o r e F o r m a t I f E m p t y = " f a l s e " >  
             < p a r a m e t e r s >  
                 < p a r a m e t e r   i d = " a 3 4 a 1 d 5 8 - b 4 9 1 - 4 1 0 c - 8 4 d b - 4 c 9 0 b 3 5 a f 7 b e "   n a m e = " D e l e t e   l i n e   i f   e m p t y "   t y p e = " S y s t e m . B o o l e a n ,   m s c o r l i b ,   V e r s i o n = 4 . 0 . 0 . 0 ,   C u l t u r e = n e u t r a l ,   P u b l i c K e y T o k e n = b 7 7 a 5 c 5 6 1 9 3 4 e 0 8 9 "   o r d e r = " 9 9 9 "   k e y = " d e l e t e L i n e I f E m p t y "   v a l u e = " F a l s e "   g r o u p O r d e r = " - 1 " / >  
                 < p a r a m e t e r   i d = " 3 2 2 e 2 2 7 8 - 1 6 7 9 - 4 3 5 9 - b 0 c 4 - d b 5 a 1 9 1 9 2 3 5 7 "   n a m e = " F i e l d   i n d e x "   t y p e = " S y s t e m . I n t 3 2 ,   m s c o r l i b ,   V e r s i o n = 4 . 0 . 0 . 0 ,   C u l t u r e = n e u t r a l ,   P u b l i c K e y T o k e n = b 7 7 a 5 c 5 6 1 9 3 4 e 0 8 9 "   o r d e r = " 9 9 9 "   k e y = " i n d e x "   v a l u e = " "   g r o u p O r d e r = " - 1 " / >  
                 < p a r a m e t e r   i d = " 3 1 5 6 9 7 8 d - b 4 c 9 - 4 8 5 4 - 9 0 0 2 - 5 7 5 9 d e c 9 e b d a "   n a m e = " P l a c e h o l d e r   t e x t "   t y p e = " S y s t e m . S t r i n g ,   m s c o r l i b ,   V e r s i o n = 4 . 0 . 0 . 0 ,   C u l t u r e = n e u t r a l ,   P u b l i c K e y T o k e n = b 7 7 a 5 c 5 6 1 9 3 4 e 0 8 9 "   o r d e r = " 9 9 9 "   k e y = " p l a c e h o l d e r "   v a l u e = " & l t ; ? x m l   v e r s i o n = & q u o t ; 1 . 0 & q u o t ;   e n c o d i n g = & q u o t ; u t f - 1 6 & q u o t ; ? & g t ; & # x A ; & l t ; l o c a l i z e d S t r i n g   x m l n s : x s i = & q u o t ; h t t p : / / w w w . w 3 . o r g / 2 0 0 1 / X M L S c h e m a - i n s t a n c e & q u o t ;   x m l n s : x s d = & q u o t ; h t t p : / / w w w . w 3 . o r g / 2 0 0 1 / X M L S c h e m a & q u o t ; & g t ; & # x A ;     & l t ; t y p e & g t ; f i x e d & l t ; / t y p e & g t ; & # x A ;     & l t ; t e x t   / & g t ; & # x A ; & l t ; / l o c a l i z e d S t r i n g & g t ; "   a r g u m e n t = " E x p r e s s i o n L o c a l i z e d S t r i n g "   g r o u p O r d e r = " - 1 " / >  
                 < p a r a m e t e r   i d = " 6 e 2 c 9 d 3 9 - 9 d 0 e - 4 c 6 a - b 2 c 0 - 7 2 b 7 d 7 d d f e e 0 "   n a m e = " R o w s   t o   r e m o v e   i f   e m p t y "   t y p e = " S y s t e m . I n t 3 2 ,   m s c o r l i b ,   V e r s i o n = 4 . 0 . 0 . 0 ,   C u l t u r e = n e u t r a l ,   P u b l i c K e y T o k e n = b 7 7 a 5 c 5 6 1 9 3 4 e 0 8 9 "   o r d e r = " 9 9 9 "   k e y = " d e l e t e R o w C o u n t "   v a l u e = " 0 "   g r o u p O r d e r = " - 1 " / >  
                 < p a r a m e t e r   i d = " 9 4 3 9 1 4 4 4 - d f 9 c - 4 a b 2 - a 9 7 7 - 4 8 3 b 2 7 0 2 7 d 2 b "   n a m e = " U p d a t e   f i e l d   f r o m   d o c u m e n t "   t y p e = " S y s t e m . B o o l e a n ,   m s c o r l i b ,   V e r s i o n = 4 . 0 . 0 . 0 ,   C u l t u r e = n e u t r a l ,   P u b l i c K e y T o k e n = b 7 7 a 5 c 5 6 1 9 3 4 e 0 8 9 "   o r d e r = " 9 9 9 "   k e y = " u p d a t e F i e l d "   v a l u e = " F a l s e "   g r o u p O r d e r = " - 1 " / >  
             < / p a r a m e t e r s >  
         < / c o n t e n t C o n t r o l >  
         < c o n t e n t C o n t r o l   i d = " 5 6 8 0 e 2 d d - b 6 0 2 - 4 d b 3 - 8 b 9 c - f 0 8 7 a 5 b 5 a e 7 5 "   n a m e = " D M S . C l i e n t "   a s s e m b l y = " I p h e l i o n . O u t l i n e . W o r d . d l l "   t y p e = " I p h e l i o n . O u t l i n e . W o r d . R e n d e r e r s . T e x t R e n d e r e r "   o r d e r = " 3 "   a c t i v e = " t r u e "   e n t i t y I d = " 7 b 6 1 9 7 8 0 - 5 b 3 e - 4 6 8 0 - 8 3 b e - 7 4 d 5 d 7 3 f 3 0 a 3 "   f i e l d I d = " a f 0 2 0 c 1 a - f 8 2 6 - 4 9 4 c - b b a a - 2 1 0 0 b 3 9 7 7 0 a 7 "   p a r e n t I d = " 0 0 0 0 0 0 0 0 - 0 0 0 0 - 0 0 0 0 - 0 0 0 0 - 0 0 0 0 0 0 0 0 0 0 0 0 "   l e v e l O r d e r = " 1 0 0 "   c o n t r o l T y p e = " p l a i n T e x t "   c o n t r o l E d i t T y p e = " i n l i n e "   e n c l o s i n g B o o k m a r k = " f a l s e "   f o r m a t = " I F ( { E x t e n d e d   F o o t e r . T e x t   F i e l d }   =   & q u o t ; Y E S & q u o t ; , & # x A ; C O N T A I N S ( { D M S . C l i e n t } , & q u o t ; P E R S O N A L & q u o t ; , { D M S . A u t h o r } , { D M S . C l i e n t } & a m p ; & q u o t ; . & q u o t ; & a m p ; { D M S . M a t t e r } & a m p ; & q u o t ; / & q u o t ; & a m p ; { D M S . A u t h o r } , t r u e ) , & # x A ; & q u o t ; & q u o t ; ) "   f o r m a t E v a l u a t o r T y p e = " e x p r e s s i o n "   t e x t C a s e = " i g n o r e C a s e "   r e m o v e C o n t r o l = " f a l s e "   i g n o r e F o r m a t I f E m p t y = " f a l s e " >  
             < p a r a m e t e r s >  
                 < p a r a m e t e r   i d = " f 1 8 3 6 b 8 3 - 1 d d 7 - 4 6 0 0 - 9 8 6 3 - f c e e f d c 9 0 a 3 e "   n a m e = " D e l e t e   l i n e   i f   e m p t y "   t y p e = " S y s t e m . B o o l e a n ,   m s c o r l i b ,   V e r s i o n = 4 . 0 . 0 . 0 ,   C u l t u r e = n e u t r a l ,   P u b l i c K e y T o k e n = b 7 7 a 5 c 5 6 1 9 3 4 e 0 8 9 "   o r d e r = " 9 9 9 "   k e y = " d e l e t e L i n e I f E m p t y "   v a l u e = " F a l s e "   g r o u p O r d e r = " - 1 " / >  
                 < p a r a m e t e r   i d = " 3 2 e b 7 e c a - 3 2 1 f - 4 f d 3 - 9 0 0 5 - d f 9 8 3 3 3 e b f d d "   n a m e = " U p d a t e   f i e l d   f r o m   d o c u m e n t "   t y p e = " S y s t e m . B o o l e a n ,   m s c o r l i b ,   V e r s i o n = 4 . 0 . 0 . 0 ,   C u l t u r e = n e u t r a l ,   P u b l i c K e y T o k e n = b 7 7 a 5 c 5 6 1 9 3 4 e 0 8 9 "   o r d e r = " 9 9 9 "   k e y = " u p d a t e F i e l d "   v a l u e = " F a l s e "   g r o u p O r d e r = " - 1 " / >  
                 < p a r a m e t e r   i d = " 6 2 f 0 5 0 c d - b 8 a d - 4 5 7 f - a 3 7 7 - f 8 4 2 e 9 8 a 9 f 0 d "   n a m e = " F i e l d   i n d e x "   t y p e = " S y s t e m . I n t 3 2 ,   m s c o r l i b ,   V e r s i o n = 4 . 0 . 0 . 0 ,   C u l t u r e = n e u t r a l ,   P u b l i c K e y T o k e n = b 7 7 a 5 c 5 6 1 9 3 4 e 0 8 9 "   o r d e r = " 9 9 9 "   k e y = " i n d e x "   v a l u e = " "   g r o u p O r d e r = " - 1 " / >  
                 < p a r a m e t e r   i d = " 0 5 0 f 1 b b c - f 1 a b - 4 5 e b - 9 8 e 4 - 3 8 d 2 5 8 0 c 1 a 2 4 "   n a m e = " R o w s   t o   r e m o v e   i f   e m p t y "   t y p e = " S y s t e m . I n t 3 2 ,   m s c o r l i b ,   V e r s i o n = 4 . 0 . 0 . 0 ,   C u l t u r e = n e u t r a l ,   P u b l i c K e y T o k e n = b 7 7 a 5 c 5 6 1 9 3 4 e 0 8 9 "   o r d e r = " 9 9 9 "   k e y = " d e l e t e R o w C o u n t "   v a l u e = " 0 "   g r o u p O r d e r = " - 1 " / >  
                 < p a r a m e t e r   i d = " 7 d 8 3 a 8 1 e - 5 3 5 8 - 4 b 0 1 - b 3 f 4 - d 3 7 9 4 f 8 d c 3 9 4 " 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
             < / p a r a m e t e r s >  
         < / c o n t e n t C o n t r o l >  
         < c o n t e n t C o n t r o l   i d = " 6 d 9 5 6 a f 5 - 2 f d 8 - 4 1 0 c - 9 1 7 e - 1 a d c 5 b 3 d 8 6 8 2 "   n a m e = " A l l   O f f i c e s . O f f i c e . B u i l d i n g   A d d r e s s . F o r m a t t e d   A d d r e s s "   a s s e m b l y = " I p h e l i o n . O u t l i n e . W o r d . d l l "   t y p e = " I p h e l i o n . O u t l i n e . W o r d . R e n d e r e r s . T e x t R e n d e r e r "   o r d e r = " 2 "   a c t i v e = " t r u e "   e n t i t y I d = " d f c e 9 c b a - 7 2 5 6 - 4 4 4 a - a 8 9 c - 4 3 b d c 9 2 2 f 3 8 9 "   f i e l d I d = " 0 b 7 a 1 9 5 3 - 6 6 b c - 4 2 a f - 9 a 3 d - e 8 f f 0 b 0 2 f 4 b 5 "   p a r e n t I d = " 0 0 0 0 0 0 0 0 - 0 0 0 0 - 0 0 0 0 - 0 0 0 0 - 0 0 0 0 0 0 0 0 0 0 0 0 "   l e v e l O r d e r = " 1 0 0 "   c o n t r o l T y p e = " p l a i n T e x t "   c o n t r o l E d i t T y p e = " i n l i n e "   e n c l o s i n g B o o k m a r k = " f a l s e "   f o r m a t = " I F ( { O f f i c e . S w i t c h b o a r d   N u m b e r } = & q u o t ; + 4 4   1 4 1   2 2 2   2 2 0 0 & q u o t ; , { A l l   O f f i c e s . O f f i c e [ e d i n b u r g h ] . B u i l d i n g   A d d r e s s . F o r m a t t e d   A d d r e s s } , I F ( { O f f i c e . S w i t c h b o a r d   N u m b e r } = & q u o t ; + 4 4   1 3 1   2 2 8   8 0 0 0 & q u o t ; , { A l l   O f f i c e s . O f f i c e [ g l a s g o w ] . B u i l d i n g   A d d r e s s . F o r m a t t e d   A d d r e s s } , & # x A ; I F ( { O f f i c e . S w i t c h b o a r d   N u m b e r } = & q u o t ; + 4 4   1 2 2 4   6 2 2 0 0 2 & q u o t ; , { A l l   O f f i c e s . O f f i c e [ e d i n b u r g h ] . B u i l d i n g   A d d r e s s . F o r m a t t e d   A d d r e s s } , & q u o t ; & q u o t ; ) ) ) & # x A ; & # x A ; "   f o r m a t E v a l u a t o r T y p e = " e x p r e s s i o n "   t e x t C a s e = " i g n o r e C a s e "   r e m o v e C o n t r o l = " f a l s e "   i g n o r e F o r m a t I f E m p t y = " f a l s e " >  
             < p a r a m e t e r s >  
                 < p a r a m e t e r   i d = " d 4 d 0 4 7 d 2 - 3 8 c a - 4 f e e - b f 2 7 - 5 2 a a b 9 7 4 6 e 1 e "   n a m e = " D e l e t e   l i n e   i f   e m p t y "   t y p e = " S y s t e m . B o o l e a n ,   m s c o r l i b ,   V e r s i o n = 4 . 0 . 0 . 0 ,   C u l t u r e = n e u t r a l ,   P u b l i c K e y T o k e n = b 7 7 a 5 c 5 6 1 9 3 4 e 0 8 9 "   o r d e r = " 9 9 9 "   k e y = " d e l e t e L i n e I f E m p t y "   v a l u e = " F a l s e "   g r o u p O r d e r = " - 1 " / >  
                 < p a r a m e t e r   i d = " f 1 b 9 3 0 c 8 - 8 b 2 f - 4 4 6 8 - a 0 4 4 - 0 9 2 b 0 1 2 e 2 c 8 d "   n a m e = " U p d a t e   f i e l d   f r o m   d o c u m e n t "   t y p e = " S y s t e m . B o o l e a n ,   m s c o r l i b ,   V e r s i o n = 4 . 0 . 0 . 0 ,   C u l t u r e = n e u t r a l ,   P u b l i c K e y T o k e n = b 7 7 a 5 c 5 6 1 9 3 4 e 0 8 9 "   o r d e r = " 9 9 9 "   k e y = " u p d a t e F i e l d "   v a l u e = " F a l s e "   g r o u p O r d e r = " - 1 " / >  
                 < p a r a m e t e r   i d = " 4 d 4 3 0 f 4 e - a 5 d 9 - 4 0 3 a - b 0 6 d - 6 d d d 9 2 d e e 2 e 8 "   n a m e = " F i e l d   i n d e x "   t y p e = " S y s t e m . I n t 3 2 ,   m s c o r l i b ,   V e r s i o n = 4 . 0 . 0 . 0 ,   C u l t u r e = n e u t r a l ,   P u b l i c K e y T o k e n = b 7 7 a 5 c 5 6 1 9 3 4 e 0 8 9 "   o r d e r = " 9 9 9 "   k e y = " i n d e x "   v a l u e = " "   g r o u p O r d e r = " - 1 " / >  
                 < p a r a m e t e r   i d = " 0 7 8 2 9 7 0 e - a f e c - 4 4 7 5 - b c 0 a - f f a 1 e c 2 9 0 f f 6 "   n a m e = " R o w s   t o   r e m o v e   i f   e m p t y "   t y p e = " S y s t e m . I n t 3 2 ,   m s c o r l i b ,   V e r s i o n = 4 . 0 . 0 . 0 ,   C u l t u r e = n e u t r a l ,   P u b l i c K e y T o k e n = b 7 7 a 5 c 5 6 1 9 3 4 e 0 8 9 "   o r d e r = " 9 9 9 "   k e y = " d e l e t e R o w C o u n t "   v a l u e = " 0 "   g r o u p O r d e r = " - 1 " / >  
                 < p a r a m e t e r   i d = " f c f 0 8 5 6 f - f c c d - 4 e e 3 - 9 0 9 8 - 9 a e d a 7 4 6 0 e 2 5 " 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
             < / p a r a m e t e r s >  
         < / c o n t e n t C o n t r o l >  
         < c o n t e n t C o n t r o l   i d = " 3 c 0 2 6 0 6 0 - 2 f c 7 - 4 b 0 f - a 8 5 c - 9 5 7 1 a 5 d b c e f f "   n a m e = " A l l   O f f i c e s . O f f i c e . B u i l d i n g   A d d r e s s . F o r m a t t e d   A d d r e s s "   a s s e m b l y = " I p h e l i o n . O u t l i n e . W o r d . d l l "   t y p e = " I p h e l i o n . O u t l i n e . W o r d . R e n d e r e r s . T e x t R e n d e r e r "   o r d e r = " 2 "   a c t i v e = " t r u e "   e n t i t y I d = " d f c e 9 c b a - 7 2 5 6 - 4 4 4 a - a 8 9 c - 4 3 b d c 9 2 2 f 3 8 9 "   f i e l d I d = " 0 b 7 a 1 9 5 3 - 6 6 b c - 4 2 a f - 9 a 3 d - e 8 f f 0 b 0 2 f 4 b 5 "   p a r e n t I d = " 0 0 0 0 0 0 0 0 - 0 0 0 0 - 0 0 0 0 - 0 0 0 0 - 0 0 0 0 0 0 0 0 0 0 0 0 "   l e v e l O r d e r = " 1 0 0 "   c o n t r o l T y p e = " p l a i n T e x t "   c o n t r o l E d i t T y p e = " i n l i n e "   e n c l o s i n g B o o k m a r k = " f a l s e "   f o r m a t = " I F ( { O f f i c e . S w i t c h b o a r d   N u m b e r } = & q u o t ; + 4 4   1 4 1   2 2 2   2 2 0 0 & q u o t ; , { A l l   O f f i c e s . O f f i c e [ a b e r d e e n ] . B u i l d i n g   A d d r e s s . F o r m a t t e d   A d d r e s s } , I F ( { O f f i c e . S w i t c h b o a r d   N u m b e r } = & q u o t ; + 4 4   1 3 1   2 2 8   8 0 0 0 & q u o t ; , { A l l   O f f i c e s . O f f i c e [ a b e r d e e n ] . B u i l d i n g   A d d r e s s . F o r m a t t e d   A d d r e s s } , & # x A ; I F ( { O f f i c e . S w i t c h b o a r d   N u m b e r } = & q u o t ; + 4 4   1 2 2 4   6 2 2 0 0 2 & q u o t ; , { A l l   O f f i c e s . O f f i c e [ g l a s g o w ] . B u i l d i n g   A d d r e s s . F o r m a t t e d   A d d r e s s } , & q u o t ; & q u o t ; ) ) ) & # x A ; "   f o r m a t E v a l u a t o r T y p e = " e x p r e s s i o n "   t e x t C a s e = " i g n o r e C a s e "   r e m o v e C o n t r o l = " f a l s e "   i g n o r e F o r m a t I f E m p t y = " f a l s e " >  
             < p a r a m e t e r s >  
                 < p a r a m e t e r   i d = " e e 4 2 0 3 8 1 - 0 b f 1 - 4 a 0 3 - b b 0 0 - 3 1 3 f 4 6 5 0 c c 6 9 "   n a m e = " D e l e t e   l i n e   i f   e m p t y "   t y p e = " S y s t e m . B o o l e a n ,   m s c o r l i b ,   V e r s i o n = 4 . 0 . 0 . 0 ,   C u l t u r e = n e u t r a l ,   P u b l i c K e y T o k e n = b 7 7 a 5 c 5 6 1 9 3 4 e 0 8 9 "   o r d e r = " 9 9 9 "   k e y = " d e l e t e L i n e I f E m p t y "   v a l u e = " F a l s e "   g r o u p O r d e r = " - 1 " / >  
                 < p a r a m e t e r   i d = " 4 0 c b 9 d e d - 6 9 b 6 - 4 9 3 b - 8 2 0 2 - c f a 8 d b f f a 4 8 4 "   n a m e = " U p d a t e   f i e l d   f r o m   d o c u m e n t "   t y p e = " S y s t e m . B o o l e a n ,   m s c o r l i b ,   V e r s i o n = 4 . 0 . 0 . 0 ,   C u l t u r e = n e u t r a l ,   P u b l i c K e y T o k e n = b 7 7 a 5 c 5 6 1 9 3 4 e 0 8 9 "   o r d e r = " 9 9 9 "   k e y = " u p d a t e F i e l d "   v a l u e = " F a l s e "   g r o u p O r d e r = " - 1 " / >  
                 < p a r a m e t e r   i d = " d 6 c f 0 6 3 3 - 7 1 d 8 - 4 8 f 4 - b 4 1 4 - 6 0 e 8 8 a c e 6 a 8 f "   n a m e = " F i e l d   i n d e x "   t y p e = " S y s t e m . I n t 3 2 ,   m s c o r l i b ,   V e r s i o n = 4 . 0 . 0 . 0 ,   C u l t u r e = n e u t r a l ,   P u b l i c K e y T o k e n = b 7 7 a 5 c 5 6 1 9 3 4 e 0 8 9 "   o r d e r = " 9 9 9 "   k e y = " i n d e x "   v a l u e = " "   g r o u p O r d e r = " - 1 " / >  
                 < p a r a m e t e r   i d = " d 9 a 9 e 2 2 8 - 7 2 0 3 - 4 d b 0 - 8 e c 5 - d 1 2 2 f 8 8 9 6 3 0 f "   n a m e = " R o w s   t o   r e m o v e   i f   e m p t y "   t y p e = " S y s t e m . I n t 3 2 ,   m s c o r l i b ,   V e r s i o n = 4 . 0 . 0 . 0 ,   C u l t u r e = n e u t r a l ,   P u b l i c K e y T o k e n = b 7 7 a 5 c 5 6 1 9 3 4 e 0 8 9 "   o r d e r = " 9 9 9 "   k e y = " d e l e t e R o w C o u n t "   v a l u e = " 0 "   g r o u p O r d e r = " - 1 " / >  
                 < p a r a m e t e r   i d = " 2 3 7 3 0 1 1 9 - f e 9 5 - 4 2 2 3 - b 6 3 7 - d d 0 c c d 1 b d b f 3 " 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
             < / p a r a m e t e r s >  
         < / c o n t e n t C o n t r o l >  
         < c o n t e n t C o n t r o l   i d = " 0 4 b 7 9 e f c - c 0 3 2 - 4 6 7 d - a d c 4 - 4 f c 4 4 f 8 f 8 e 6 d "   n a m e = " C o v e r   r e g i o n "   a s s e m b l y = " I p h e l i o n . O u t l i n e . W o r d . d l l "   t y p e = " I p h e l i o n . O u t l i n e . W o r d . R e n d e r e r s . B u i l d i n g B l o c k R e n d e r e r "   o r d e r = " 1 "   a c t i v e = " t r u e "   e n t i t y I d = " 0 0 0 0 0 0 0 0 - 0 0 0 0 - 0 0 0 0 - 0 0 0 0 - 0 0 0 0 0 0 0 0 0 0 0 0 "   f i e l d I d = " 0 0 0 0 0 0 0 0 - 0 0 0 0 - 0 0 0 0 - 0 0 0 0 - 0 0 0 0 0 0 0 0 0 0 0 0 "   p a r e n t I d = " 0 0 0 0 0 0 0 0 - 0 0 0 0 - 0 0 0 0 - 0 0 0 0 - 0 0 0 0 0 0 0 0 0 0 0 0 "   l e v e l O r d e r = " 1 0 0 "   c o n t r o l T y p e = " b u i l d i n g B l o c k "   c o n t r o l E d i t T y p e = " n o n e "   e n c l o s i n g B o o k m a r k = " f a l s e "   f o r m a t E v a l u a t o r T y p e = " f o r m a t S t r i n g "   t e x t C a s e = " i g n o r e C a s e "   r e m o v e C o n t r o l = " f a l s e "   i g n o r e F o r m a t I f E m p t y = " f a l s e " >  
             < p a r a m e t e r s >  
                 < p a r a m e t e r   i d = " 1 f 8 4 7 e 8 5 - 8 4 7 9 - 4 e 8 3 - 9 3 7 3 - 9 c 9 3 3 8 1 f a f e 9 "   n a m e = " B u i l d i n g   b l o c k   n a m e   ( d e f a u l t ) "   t y p e = " S y s t e m . S t r i n g ,   m s c o r l i b ,   V e r s i o n = 4 . 0 . 0 . 0 ,   C u l t u r e = n e u t r a l ,   P u b l i c K e y T o k e n = b 7 7 a 5 c 5 6 1 9 3 4 e 0 8 9 "   o r d e r = " 9 9 9 "   k e y = " d e f a u l t B u i l d i n g B l o c k "   v a l u e = " & l t ; ? x m l   v e r s i o n = & q u o t ; 1 . 0 & q u o t ;   e n c o d i n g = & q u o t ; u t f - 1 6 & q u o t ; ? & g t ; & # x A ; & l t ; l o c a l i z e d S t r i n g   x m l n s : x s d = & q u o t ; h t t p : / / w w w . w 3 . o r g / 2 0 0 1 / X M L S c h e m a & q u o t ;   x m l n s : x s i = & q u o t ; h t t p : / / w w w . w 3 . o r g / 2 0 0 1 / X M L S c h e m a - i n s t a n c e & q u o t ; & g t ; & # x A ;     & l t ; t y p e & g t ; f i x e d & l t ; / t y p e & g t ; & # x A ;     & l t ; t e x t   / & g t ; & # x A ; & l t ; / l o c a l i z e d S t r i n g & g t ; "   a r g u m e n t = " E x p r e s s i o n L o c a l i z e d S t r i n g "   g r o u p O r d e r = " - 1 " / >  
                 < p a r a m e t e r   i d = " a e 5 1 3 a 3 d - 7 2 c b - 4 5 6 1 - a f d 8 - d 3 8 2 6 4 c 9 0 3 f 2 "   n a m e = " B u i l d i n g   b l o c k   t e m p l a t e "   t y p e = " S y s t e m . S t r i n g ,   m s c o r l i b ,   V e r s i o n = 4 . 0 . 0 . 0 ,   C u l t u r e = n e u t r a l ,   P u b l i c K e y T o k e n = b 7 7 a 5 c 5 6 1 9 3 4 e 0 8 9 "   o r d e r = " 9 9 9 "   k e y = " t e m p l a t e N a m e "   v a l u e = " "   g r o u p O r d e r = " - 1 " / >  
                 < p a r a m e t e r   i d = " 3 c 6 b 3 b 4 2 - 0 c 3 d - 4 b 5 6 - a a 0 1 - e 8 b 7 1 2 0 8 6 f 8 4 "   n a m e = " F i e l d   m a p p i n g s "   t y p e = " I p h e l i o n . O u t l i n e . M o d e l . E n t i t i e s . I n l i n e P a r a m e t e r E n t i t y C o l l e c t i o n ` 1 [ [ I p h e l i o n . O u t l i n e . M o d e l . E n t i t i e s . K e y V a l u e P a r a m e t e r E n t i t y ,   I p h e l i o n . O u t l i n e . M o d e l ,   V e r s i o n = 1 . 6 . 7 . 1 0 ,   C u l t u r e = n e u t r a l ,   P u b l i c K e y T o k e n = n u l l ] ] ,   I p h e l i o n . O u t l i n e . M o d e l ,   V e r s i o n = 1 . 6 . 7 . 1 0 ,   C u l t u r e = n e u t r a l ,   P u b l i c K e y T o k e n = n u l l "   o r d e r = " 9 9 9 "   k e y = " f i e l d M a p p i n g s "   v a l u e = " & l t ; ? x m l   v e r s i o n = & q u o t ; 1 . 0 & q u o t ;   e n c o d i n g = & q u o t ; u t f - 1 6 & q u o t ; ? & g t ; & # x A ; & l t ; X m l P a r a m e t e r   x m l n s : x s d = & q u o t ; h t t p : / / w w w . w 3 . o r g / 2 0 0 1 / X M L S c h e m a & q u o t ;   x m l n s : x s i = & q u o t ; h t t p : / / w w w . w 3 . o r g / 2 0 0 1 / X M L S c h e m a - i n s t a n c e & q u o t ; & g t ; & # x A ;     & l t ; p a r a m e t e r E n t i t i e s & g t ; & # x A ;         & l t ; p a r a m e t e r E n t i t y   x s i : t y p e = & q u o t ; K e y V a l u e P a r a m e t e r E n t i t y & q u o t ;   k e y = & q u o t ; S c o t l a n d & q u o t ;   v a l u e = & q u o t ; D r a f t   L e g a l   C o v e r   -   S c o t l a n d & q u o t ;   / & g t ; & # x A ;         & l t ; p a r a m e t e r E n t i t y   x s i : t y p e = & q u o t ; K e y V a l u e P a r a m e t e r E n t i t y & q u o t ;   k e y = & q u o t ; C o v e r   -   n o t   S c o t l a n d & q u o t ;   v a l u e = & q u o t ; D r a f t   L e g a l   C o v e r   -   n o t   S c o t l a n d & q u o t ;   / & g t ; & # x A ;     & l t ; / p a r a m e t e r E n t i t i e s & g t ; & # x A ; & l t ; / X m l P a r a m e t e r & g t ; "   g r o u p O r d e r = " - 1 " / >  
                 < p a r a m e t e r   i d = " 6 b 4 8 3 4 6 3 - 6 5 0 a - 4 2 d 7 - 8 6 1 9 - a 9 4 d b 9 b 5 a 4 1 0 "   n a m e = " I n s e r t   a s   h i d d e n   t e x t "   t y p e = " S y s t e m . B o o l e a n ,   m s c o r l i b ,   V e r s i o n = 4 . 0 . 0 . 0 ,   C u l t u r e = n e u t r a l ,   P u b l i c K e y T o k e n = b 7 7 a 5 c 5 6 1 9 3 4 e 0 8 9 "   o r d e r = " 9 9 9 "   k e y = " i n s e r t A s H i d d e n "   v a l u e = " F a l s e "   g r o u p O r d e r = " - 1 " / >  
                 < p a r a m e t e r   i d = " c 6 c 6 1 3 d 6 - a 7 4 5 - 4 9 c 9 - 9 7 2 3 - 7 5 a b d 3 5 e 0 1 0 e "   n a m e = " F i e l d   i n d e x "   t y p e = " S y s t e m . I n t 3 2 ,   m s c o r l i b ,   V e r s i o n = 4 . 0 . 0 . 0 ,   C u l t u r e = n e u t r a l ,   P u b l i c K e y T o k e n = b 7 7 a 5 c 5 6 1 9 3 4 e 0 8 9 "   o r d e r = " 9 9 9 "   k e y = " i n d e x "   v a l u e = " "   g r o u p O r d e r = " - 1 " / >  
                 < p a r a m e t e r   i d = " 7 2 0 c b 9 b 8 - 3 a e 6 - 4 b 6 d - a f 9 5 - 0 c 2 a d f 0 3 c a 1 9 "   n a m e = " D e l e t e   l i n e   i f   e m p t y "   t y p e = " S y s t e m . B o o l e a n ,   m s c o r l i b ,   V e r s i o n = 4 . 0 . 0 . 0 ,   C u l t u r e = n e u t r a l ,   P u b l i c K e y T o k e n = b 7 7 a 5 c 5 6 1 9 3 4 e 0 8 9 "   o r d e r = " 9 9 9 "   k e y = " d e l e t e L i n e I f E m p t y "   v a l u e = " F a l s e "   g r o u p O r d e r = " - 1 " / >  
             < / p a r a m e t e r s >  
         < / c o n t e n t C o n t r o l >  
     < / c o n t e n t C o n t r o l s >  
     < q u e s t i o n s >  
         < q u e s t i o n   i d = " 7 b 6 1 9 7 8 0 - 5 b 3 e - 4 6 8 0 - 8 3 b e - 7 4 d 5 d 7 3 f 3 0 a 3 "   n a m e = " D M S "   a s s e m b l y = " I p h e l i o n . O u t l i n e . I n t e g r a t i o n . W o r k S i t e . d l l "   t y p e = " I p h e l i o n . O u t l i n e . I n t e g r a t i o n . W o r k S i t e . V i e w M o d e l s . S e l e c t W o r k S p a c e V i e w M o d e l "   o r d e r = " 0 "   a c t i v e = " t r u e "   g r o u p = " P a g e 1 "   r e s u l t T y p e = " s i n g l e "   d i s p l a y T y p e = " S t a r t u p " >  
             < p a r a m e t e r s >  
                 < p a r a m e t e r   i d = " 3 0 f 0 5 0 a 7 - 7 2 7 f - 4 f 2 8 - a c e 2 - b 6 7 f 0 d d 7 f a a 7 "   n a m e = " A u t h o r   f i e l d "   t y p e = " I p h e l i o n . O u t l i n e . M o d e l . E n t i t i e s . P a r a m e t e r F i e l d D e s c r i p t o r ,   I p h e l i o n . O u t l i n e . M o d e l ,   V e r s i o n = 1 . 6 . 7 . 1 0 ,   C u l t u r e = n e u t r a l ,   P u b l i c K e y T o k e n = n u l l "   o r d e r = " 9 9 9 "   k e y = " a u t h o r F i e l d "   v a l u e = " 0 8 3 d 5 a 5 f - 7 a 4 6 - 4 9 2 7 - a d 1 b - 2 e 7 1 0 3 f 3 6 8 b 1 | f 2 9 4 b 1 d 2 - 1 b 4 5 - 4 e 5 f - 9 4 c 4 - 2 9 5 3 e 5 1 5 0 1 3 7 "   g r o u p O r d e r = " - 1 " / >  
                 < p a r a m e t e r   i d = " 1 9 d 2 5 b a 8 - b 0 8 f - 4 1 b 4 - 8 e 5 c - a 0 8 0 a c 5 3 8 e d d "   n a m e = " D e f a u l t   f o l d e r "   t y p e = " S y s t e m . S t r i n g ,   m s c o r l i b ,   V e r s i o n = 4 . 0 . 0 . 0 ,   C u l t u r e = n e u t r a l ,   P u b l i c K e y T o k e n = b 7 7 a 5 c 5 6 1 9 3 4 e 0 8 9 "   o r d e r = " 9 9 9 "   k e y = " d e f a u l t F o l d e r "   v a l u e = " "   a r g u m e n t = " I t e m L i s t C o n t r o l "   g r o u p O r d e r = " - 1 " / >  
                 < p a r a m e t e r   i d = " 8 9 f 6 e e 4 c - 5 e 7 e - 4 9 0 7 - 8 2 a 4 - 5 8 3 5 1 5 6 c 4 7 b 9 "   n a m e = " D o   n o t   d i s p l a y   i f   v a l i d "   t y p e = " S y s t e m . B o o l e a n ,   m s c o r l i b ,   V e r s i o n = 4 . 0 . 0 . 0 ,   C u l t u r e = n e u t r a l ,   P u b l i c K e y T o k e n = b 7 7 a 5 c 5 6 1 9 3 4 e 0 8 9 "   o r d e r = " 9 9 9 "   k e y = " i n v i s i b l e I f V a l i d "   v a l u e = " F a l s e "   g r o u p O r d e r = " - 1 " / >  
                 < p a r a m e t e r   i d = " 3 a 4 7 6 d a a - 5 6 4 8 - 4 2 2 f - 9 a 7 3 - 0 3 6 3 0 3 a 9 d c 0 1 " 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D M S . L i b r a r y }   & a m p ; a m p ;   & q u o t ;   -   & q u o t ;   & a m p ; a m p ;   { D M S . D o c N u m b e r }   & a m p ; a m p ;   & q u o t ; . & q u o t ;   & a m p ; a m p ;   { D M S . D o c V e r s i o n } & l t ; / t e x t & g t ; & # x A ; & l t ; / f o r m a t S t r i n g & g t ; "   a r g u m e n t = " F o r m a t S t r i n g "   g r o u p O r d e r = " - 1 " / >  
                 < p a r a m e t e r   i d = " 0 4 0 f e c c a - f 3 1 f - 4 6 f d - a c 4 4 - f 2 3 3 d 1 9 0 7 2 c d "   n a m e = " D o c u m e n t   s u b - t y p e "   t y p e = " S y s t e m . S t r i n g ,   m s c o r l i b ,   V e r s i o n = 4 . 0 . 0 . 0 ,   C u l t u r e = n e u t r a l ,   P u b l i c K e y T o k e n = b 7 7 a 5 c 5 6 1 9 3 4 e 0 8 9 "   o r d e r = " 9 9 9 "   k e y = " d o c S u b T y p e "   v a l u e = " "   g r o u p O r d e r = " - 1 " / >  
                 < p a r a m e t e r   i d = " 0 5 a c 3 f f 4 - 3 9 7 0 - 4 3 3 c - 8 a 0 5 - 5 b 7 6 7 7 f c 1 4 3 7 "   n a m e = " D o c u m e n t   t y p e "   t y p e = " S y s t e m . S t r i n g ,   m s c o r l i b ,   V e r s i o n = 4 . 0 . 0 . 0 ,   C u l t u r e = n e u t r a l ,   P u b l i c K e y T o k e n = b 7 7 a 5 c 5 6 1 9 3 4 e 0 8 9 "   o r d e r = " 9 9 9 "   k e y = " d o c T y p e "   v a l u e = " A G R "   g r o u p O r d e r = " - 1 " / >  
                 < p a r a m e t e r   i d = " f 5 5 7 f f 8 a - 1 a 9 a - 4 1 4 d - 8 b 2 3 - c 8 d c e a e 5 e d d c "   n a m e = " O r d e r   W o r k s p a c e s   a l p h a b e t i c a l l y "   t y p e = " S y s t e m . B o o l e a n ,   m s c o r l i b ,   V e r s i o n = 4 . 0 . 0 . 0 ,   C u l t u r e = n e u t r a l ,   P u b l i c K e y T o k e n = b 7 7 a 5 c 5 6 1 9 3 4 e 0 8 9 "   o r d e r = " 9 9 9 "   k e y = " o r d e r W o r k s p a c e s A l p h a b e t i c a l l y "   v a l u e = " F a l s e "   g r o u p O r d e r = " - 1 " / >  
                 < p a r a m e t e r   i d = " f a b a c 8 c 6 - 0 d 1 d - 4 f b 4 - b b c 2 - 5 a 9 8 a d e 5 d 5 d 5 "   n a m e = " R e m e m b e r   w o r k s p a c e   a n d   f o l d e r "   t y p e = " S y s t e m . B o o l e a n ,   m s c o r l i b ,   V e r s i o n = 4 . 0 . 0 . 0 ,   C u l t u r e = n e u t r a l ,   P u b l i c K e y T o k e n = b 7 7 a 5 c 5 6 1 9 3 4 e 0 8 9 "   o r d e r = " 9 9 9 "   k e y = " r e m e m b e r W S "   v a l u e = " T r u e "   g r o u p O r d e r = " - 1 " / >  
                 < p a r a m e t e r   i d = " b 7 0 8 d a b 3 - b b d 4 - 4 2 c 6 - 8 8 0 c - a 8 6 c 1 7 a 2 3 f 5 5 "   n a m e = " R e m o v e   C l / M t   l e a d   z e r o s "   t y p e = " S y s t e m . B o o l e a n ,   m s c o r l i b ,   V e r s i o n = 4 . 0 . 0 . 0 ,   C u l t u r e = n e u t r a l ,   P u b l i c K e y T o k e n = b 7 7 a 5 c 5 6 1 9 3 4 e 0 8 9 "   o r d e r = " 9 9 9 "   k e y = " r e m o v e L e a d i n g Z e r o s "   v a l u e = " F a l s e "   g r o u p O r d e r = " - 1 " / >  
                 < p a r a m e t e r   i d = " 5 8 e f 7 c c 6 - 5 e 7 1 - 4 4 f 5 - 9 4 5 c - e a 5 2 9 3 6 8 1 0 c a "   n a m e = " S h o w   a u t h o r   l o o k u p "   t y p e = " S y s t e m . B o o l e a n ,   m s c o r l i b ,   V e r s i o n = 4 . 0 . 0 . 0 ,   C u l t u r e = n e u t r a l ,   P u b l i c K e y T o k e n = b 7 7 a 5 c 5 6 1 9 3 4 e 0 8 9 "   o r d e r = " 9 9 9 "   k e y = " s h o w A u t h o r "   v a l u e = " F a l s e "   g r o u p O r d e r = " - 1 " / >  
                 < p a r a m e t e r   i d = " d 5 d d c b 1 0 - 2 5 e 3 - 4 8 8 c - a b e 4 - a 1 6 3 6 2 a b 0 c 4 1 "   n a m e = " S h o w   d o c u m e n t   t i t l e "   t y p e = " S y s t e m . B o o l e a n ,   m s c o r l i b ,   V e r s i o n = 4 . 0 . 0 . 0 ,   C u l t u r e = n e u t r a l ,   P u b l i c K e y T o k e n = b 7 7 a 5 c 5 6 1 9 3 4 e 0 8 9 "   o r d e r = " 9 9 9 "   k e y = " s h o w T i t l e "   v a l u e = " T r u e "   g r o u p O r d e r = " - 1 " / >  
             < / p a r a m e t e r s >  
         < / q u e s t i o n >  
         < q u e s t i o n   i d = " 6 6 b 0 d 9 d 4 - 1 c 8 2 - 4 a 1 0 - a b d 5 - c 8 f 1 9 3 3 d c 9 0 d "   n a m e = " L a b e l   c o n t r o l "   a s s e m b l y = " I p h e l i o n . O u t l i n e . C o n t r o l s . d l l "   t y p e = " I p h e l i o n . O u t l i n e . C o n t r o l s . Q u e s t i o n C o n t r o l s . V i e w M o d e l s . W i z a r d S e c t i o n H e a d i n g V i e w M o d e l "   o r d e r = " 1 "   a c t i v e = " t r u e "   g r o u p = " P a g e 1 "   r e s u l t T y p e = " s i n g l e "   d i s p l a y T y p e = " A l l " >  
             < p a r a m e t e r s >  
                 < p a r a m e t e r   i d = " 6 4 4 0 b d 6 6 - a d 1 7 - 4 5 5 2 - b c 7 6 - b 4 0 6 b 3 7 3 7 4 5 3 "   n a m e = " T e x t "   t y p e = " S y s t e m . S t r i n g ,   m s c o r l i b ,   V e r s i o n = 4 . 0 . 0 . 0 ,   C u l t u r e = n e u t r a l ,   P u b l i c K e y T o k e n = b 7 7 a 5 c 5 6 1 9 3 4 e 0 8 9 "   o r d e r = " 9 9 9 "   k e y = " t e x t "   v a l u e = " & l t ; ? x m l   v e r s i o n = & q u o t ; 1 . 0 & q u o t ;   e n c o d i n g = & q u o t ; u t f - 1 6 & q u o t ; ? & g t ; & # x A ; & l t ; u i L o c a l i z e d S t r i n g   x m l n s : x s d = & q u o t ; h t t p : / / w w w . w 3 . o r g / 2 0 0 1 / X M L S c h e m a & q u o t ;   x m l n s : x s i = & q u o t ; h t t p : / / w w w . w 3 . o r g / 2 0 0 1 / X M L S c h e m a - i n s t a n c e & q u o t ; & g t ; & # x A ;     & l t ; t y p e & g t ; f i x e d & l t ; / t y p e & g t ; & # x A ;     & l t ; t e x t & g t ; T i c k   & q u o t ; E x t e n d e d   f o o t e r & q u o t ;   t o   i n c l u d e   C L I E N T   M A T T E R   N u m b e r   a n d   A U T H O R   i n   d o c u m e n t   f o o t e r .   & # x A ; I n t r o d u c e d   o n   2 7 t h   o f   A p r i l   2 0 1 8 & l t ; / t e x t & g t ; & # x A ; & l t ; / u i L o c a l i z e d S t r i n g & g t ; "   a r g u m e n t = " U I L o c a l i z e d S t r i n g "   g r o u p O r d e r = " - 1 " / >  
                 < p a r a m e t e r   i d = " f 5 0 7 d 9 3 7 - 2 a 7 d - 4 c f 7 - 9 6 e a - 4 0 6 9 1 d e f 0 2 2 d "   n a m e = " T o p   M a r g i n "   t y p e = " S y s t e m . I n t 3 2 ,   m s c o r l i b ,   V e r s i o n = 4 . 0 . 0 . 0 ,   C u l t u r e = n e u t r a l ,   P u b l i c K e y T o k e n = b 7 7 a 5 c 5 6 1 9 3 4 e 0 8 9 "   o r d e r = " 9 9 9 "   k e y = " t o p M a r g i n "   v a l u e = " 5 "   g r o u p O r d e r = " - 1 " / >  
                 < p a r a m e t e r   i d = " 2 8 d a 7 e 7 9 - e 8 e c - 4 a 2 c - b 4 d b - 7 5 3 a 8 5 c d 8 a b 4 "   n a m e = " B o t t o m   M a r g i n "   t y p e = " S y s t e m . I n t 3 2 ,   m s c o r l i b ,   V e r s i o n = 4 . 0 . 0 . 0 ,   C u l t u r e = n e u t r a l ,   P u b l i c K e y T o k e n = b 7 7 a 5 c 5 6 1 9 3 4 e 0 8 9 "   o r d e r = " 9 9 9 "   k e y = " b o t t o m M a r g i n "   v a l u e = " 1 0 "   g r o u p O r d e r = " - 1 " / >  
                 < p a r a m e t e r   i d = " e 4 6 9 c 4 a 3 - e 7 c d - 4 9 9 b - 8 1 9 e - 6 5 6 0 e 7 6 9 d c 7 7 "   n a m e = " L e f t   M a r g i n "   t y p e = " S y s t e m . I n t 3 2 ,   m s c o r l i b ,   V e r s i o n = 4 . 0 . 0 . 0 ,   C u l t u r e = n e u t r a l ,   P u b l i c K e y T o k e n = b 7 7 a 5 c 5 6 1 9 3 4 e 0 8 9 "   o r d e r = " 9 9 9 "   k e y = " l e f t m a r g i n "   v a l u e = " 1 0 "   g r o u p O r d e r = " - 1 " / >  
                 < p a r a m e t e r   i d = " 9 b f 4 9 b 7 4 - 0 1 4 0 - 4 4 0 c - a 6 5 7 - 5 4 b 1 1 8 8 7 3 8 0 d "   n a m e = " F o n t   S i z e "   t y p e = " S y s t e m . I n t 3 2 ,   m s c o r l i b ,   V e r s i o n = 4 . 0 . 0 . 0 ,   C u l t u r e = n e u t r a l ,   P u b l i c K e y T o k e n = b 7 7 a 5 c 5 6 1 9 3 4 e 0 8 9 "   o r d e r = " 9 9 9 "   k e y = " f o n t S i z e "   v a l u e = " 1 2 "   g r o u p O r d e r = " - 1 " / >  
                 < p a r a m e t e r   i d = " 8 b a 3 4 5 8 a - c c f 4 - 4 c 1 0 - b 9 5 6 - 8 a 6 5 4 1 4 b e c 7 5 "   n a m e = " F o n t   B o l d "   t y p e = " S y s t e m . B o o l e a n ,   m s c o r l i b ,   V e r s i o n = 4 . 0 . 0 . 0 ,   C u l t u r e = n e u t r a l ,   P u b l i c K e y T o k e n = b 7 7 a 5 c 5 6 1 9 3 4 e 0 8 9 "   o r d e r = " 9 9 9 "   k e y = " f o n t B o l d "   v a l u e = " f a l s e "   g r o u p O r d e r = " - 1 " / >  
                 < p a r a m e t e r   i d = " 0 4 f b f a 1 d - f c 1 7 - 4 6 a 4 - b a 1 7 - a d e 4 e 1 9 e 5 e b f "   n a m e = " W r a p   T e x t "   t y p e = " S y s t e m . B o o l e a n ,   m s c o r l i b ,   V e r s i o n = 4 . 0 . 0 . 0 ,   C u l t u r e = n e u t r a l ,   P u b l i c K e y T o k e n = b 7 7 a 5 c 5 6 1 9 3 4 e 0 8 9 "   o r d e r = " 9 9 9 "   k e y = " w r a p T e x t "   v a l u e = " T r u e "   g r o u p O r d e r = " - 1 " / >  
             < / p a r a m e t e r s >  
         < / q u e s t i o n >  
         < q u e s t i o n   i d = " 2 b 3 0 7 9 c 9 - e e 5 e - 4 e e 4 - 8 1 9 3 - e 3 4 a 8 3 d f d d e 0 "   n a m e = " E x t e n d e d   F o o t e r "   a s s e m b l y = " I p h e l i o n . O u t l i n e . C o n t r o l s . d l l "   t y p e = " I p h e l i o n . O u t l i n e . C o n t r o l s . Q u e s t i o n C o n t r o l s . V i e w M o d e l s . C h e c k B o x V i e w M o d e l "   o r d e r = " 2 "   a c t i v e = " t r u e "   g r o u p = " P a g e 1 "   r e s u l t T y p e = " s i n g l e "   d i s p l a y T y p e = " A l l " >  
             < p a r a m e t e r s >  
                 < p a r a m e t e r   i d = " f 3 f 2 6 9 4 c - f 2 3 b - 4 9 7 0 - b d c c - d 1 d 5 2 8 a 0 7 1 7 b "   n a m e = " U s e r   p r o m p t "   t y p e = " S y s t e m . S t r i n g ,   m s c o r l i b ,   V e r s i o n = 4 . 0 . 0 . 0 ,   C u l t u r e = n e u t r a l ,   P u b l i c K e y T o k e n = b 7 7 a 5 c 5 6 1 9 3 4 e 0 8 9 "   o r d e r = " 9 9 9 "   k e y = " p r o m p t "   v a l u e = " & l t ; ? x m l   v e r s i o n = & q u o t ; 1 . 0 & q u o t ;   e n c o d i n g = & q u o t ; u t f - 1 6 & q u o t ; ? & g t ; & # x A ; & l t ; u i L o c a l i z e d S t r i n g   x m l n s : x s d = & q u o t ; h t t p : / / w w w . w 3 . o r g / 2 0 0 1 / X M L S c h e m a & q u o t ;   x m l n s : x s i = & q u o t ; h t t p : / / w w w . w 3 . o r g / 2 0 0 1 / X M L S c h e m a - i n s t a n c e & q u o t ; & g t ; & # x A ;     & l t ; t y p e & g t ; f i x e d & l t ; / t y p e & g t ; & # x A ;     & l t ; t e x t & g t ; E x t e n d e d   F o o t e r & l t ; / t e x t & g t ; & # x A ; & l t ; / u i L o c a l i z e d S t r i n g & g t ; "   a r g u m e n t = " U I L o c a l i z e d S t r i n g "   g r o u p O r d e r = " - 1 " / >  
                 < p a r a m e t e r   i d = " 6 1 b 3 0 4 7 d - c f d a - 4 6 b d - a c f 7 - d 3 b d a 0 2 d 3 3 8 9 "   n a m e = " D o c u m e n t   t e x t   ( c h e c k e d ) "   t y p e = " S y s t e m . S t r i n g ,   m s c o r l i b ,   V e r s i o n = 4 . 0 . 0 . 0 ,   C u l t u r e = n e u t r a l ,   P u b l i c K e y T o k e n = b 7 7 a 5 c 5 6 1 9 3 4 e 0 8 9 "   o r d e r = " 9 9 9 "   k e y = " d o c u m e n t T e x t "   v a l u e = " & l t ; ? x m l   v e r s i o n = & q u o t ; 1 . 0 & q u o t ;   e n c o d i n g = & q u o t ; u t f - 1 6 & q u o t ; ? & g t ; & # x A ; & l t ; l o c a l i z e d S t r i n g   x m l n s : x s d = & q u o t ; h t t p : / / w w w . w 3 . o r g / 2 0 0 1 / X M L S c h e m a & q u o t ;   x m l n s : x s i = & q u o t ; h t t p : / / w w w . w 3 . o r g / 2 0 0 1 / X M L S c h e m a - i n s t a n c e & q u o t ; & g t ; & # x A ;     & l t ; t y p e & g t ; f i x e d & l t ; / t y p e & g t ; & # x A ;     & l t ; t e x t & g t ; Y E S & l t ; / t e x t & g t ; & # x A ; & l t ; / l o c a l i z e d S t r i n g & g t ; "   a r g u m e n t = " E x p r e s s i o n L o c a l i z e d S t r i n g "   g r o u p O r d e r = " - 1 " / >  
                 < p a r a m e t e r   i d = " 8 a f 0 4 d 3 9 - 7 4 4 a - 4 c c 3 - a 6 2 e - 0 f 2 8 1 6 4 b 7 9 e 5 "   n a m e = " D o c u m e n t   t e x t   ( u n c h e c k e d ) "   t y p e = " S y s t e m . S t r i n g ,   m s c o r l i b ,   V e r s i o n = 4 . 0 . 0 . 0 ,   C u l t u r e = n e u t r a l ,   P u b l i c K e y T o k e n = b 7 7 a 5 c 5 6 1 9 3 4 e 0 8 9 "   o r d e r = " 9 9 9 "   k e y = " d o c u m e n t T e x t U n c h e c k e d "   v a l u e = " & l t ; ? x m l   v e r s i o n = & q u o t ; 1 . 0 & q u o t ;   e n c o d i n g = & q u o t ; u t f - 1 6 & q u o t ; ? & g t ; & # x A ; & l t ; l o c a l i z e d S t r i n g   x m l n s : x s d = & q u o t ; h t t p : / / w w w . w 3 . o r g / 2 0 0 1 / X M L S c h e m a & q u o t ;   x m l n s : x s i = & q u o t ; h t t p : / / w w w . w 3 . o r g / 2 0 0 1 / X M L S c h e m a - i n s t a n c e & q u o t ; & g t ; & # x A ;     & l t ; t y p e & g t ; f i x e d & l t ; / t y p e & g t ; & # x A ;     & l t ; t e x t & g t ; N O & l t ; / t e x t & g t ; & # x A ; & l t ; / l o c a l i z e d S t r i n g & g t ; "   a r g u m e n t = " E x p r e s s i o n L o c a l i z e d S t r i n g "   g r o u p O r d e r = " - 1 " / >  
                 < p a r a m e t e r   i d = " 5 8 9 d f c 4 b - 1 1 4 6 - 4 7 0 e - 8 f 9 7 - 4 0 1 3 8 e 2 7 2 d 2 3 "   n a m e = " D i s p l a y   c o n t e n t   v a l u e "   t y p e = " S y s t e m . B o o l e a n ,   m s c o r l i b ,   V e r s i o n = 4 . 0 . 0 . 0 ,   C u l t u r e = n e u t r a l ,   P u b l i c K e y T o k e n = b 7 7 a 5 c 5 6 1 9 3 4 e 0 8 9 "   o r d e r = " 9 9 9 "   k e y = " d i s p l a y C o n t e n t "   v a l u e = " F a l s e "   g r o u p O r d e r = " - 1 " / >  
                 < p a r a m e t e r   i d = " 1 8 5 3 5 e 9 b - 6 9 9 0 - 4 2 4 2 - 8 5 7 1 - 8 0 7 1 2 2 e b 9 1 b 5 "   n a m e = " U p d a t e   f r o m "   t y p e = " S y s t e m . S t r i n g ,   m s c o r l i b ,   V e r s i o n = 4 . 0 . 0 . 0 ,   C u l t u r e = n e u t r a l ,   P u b l i c K e y T o k e n = b 7 7 a 5 c 5 6 1 9 3 4 e 0 8 9 "   o r d e r = " 9 9 9 "   k e y = " u p d a t e F i e l d "   v a l u e = " "   a r g u m e n t = " F o r m a t S t r i n g "   g r o u p O r d e r = " - 1 " / >  
                 < p a r a m e t e r   i d = " 6 a 0 d 1 0 3 9 - f 2 2 1 - 4 a b 0 - a a 3 e - 8 b 3 9 9 0 5 3 5 6 c 8 "   n a m e = " R e m e m b e r   l a s t   v a l u e s "   t y p e = " S y s t e m . B o o l e a n ,   m s c o r l i b ,   V e r s i o n = 4 . 0 . 0 . 0 ,   C u l t u r e = n e u t r a l ,   P u b l i c K e y T o k e n = b 7 7 a 5 c 5 6 1 9 3 4 e 0 8 9 "   o r d e r = " 9 9 9 "   k e y = " r e m e m b e r L a s t V a l u e "   v a l u e = " F a l s e "   g r o u p O r d e r = " - 1 " / >  
             < / p a r a m e t e r s >  
         < / q u e s t i o n >  
         < q u e s t i o n   i d = " 2 2 c 7 f 0 8 6 - 0 e 1 d - 4 a 9 6 - a b 4 b - c d 3 1 0 8 3 4 4 9 9 d "   n a m e = " N e w C o v e r "   a s s e m b l y = " I p h e l i o n . O u t l i n e . C o n t r o l s . d l l "   t y p e = " I p h e l i o n . O u t l i n e . C o n t r o l s . Q u e s t i o n C o n t r o l s . V i e w M o d e l s . C h e c k B o x V i e w M o d e l "   o r d e r = " 3 "   a c t i v e = " t r u e "   g r o u p = " P a g e 1 "   r e s u l t T y p e = " s i n g l e "   d i s p l a y T y p e = " R e l a u n c h " >  
             < p a r a m e t e r s >  
                 < p a r a m e t e r   i d = " 7 a 5 d 9 a 0 e - 6 6 c b - 4 5 e 9 - 9 a a 9 - 0 a 7 2 d d 5 3 9 4 d e "   n a m e = " D i s p l a y   c o n t e n t   v a l u e "   t y p e = " S y s t e m . B o o l e a n ,   m s c o r l i b ,   V e r s i o n = 4 . 0 . 0 . 0 ,   C u l t u r e = n e u t r a l ,   P u b l i c K e y T o k e n = b 7 7 a 5 c 5 6 1 9 3 4 e 0 8 9 "   o r d e r = " 9 9 9 "   k e y = " d i s p l a y C o n t e n t "   v a l u e = " F a l s e "   g r o u p O r d e r = " - 1 " / >  
                 < p a r a m e t e r   i d = " 3 0 c 0 5 c 9 1 - f 0 7 f - 4 f d 6 - 9 1 c b - d 8 0 1 7 4 9 2 7 3 4 7 "   n a m e = " D o c u m e n t   t e x t   ( c h e c k e d ) "   t y p e = " S y s t e m . S t r i n g ,   m s c o r l i b ,   V e r s i o n = 4 . 0 . 0 . 0 ,   C u l t u r e = n e u t r a l ,   P u b l i c K e y T o k e n = b 7 7 a 5 c 5 6 1 9 3 4 e 0 8 9 "   o r d e r = " 9 9 9 "   k e y = " d o c u m e n t T e x t "   v a l u e = " & l t ; ? x m l   v e r s i o n = & q u o t ; 1 . 0 & q u o t ;   e n c o d i n g = & q u o t ; u t f - 1 6 & q u o t ; ? & g t ; & # x A ; & l t ; l o c a l i z e d S t r i n g   x m l n s : x s d = & q u o t ; h t t p : / / w w w . w 3 . o r g / 2 0 0 1 / X M L S c h e m a & q u o t ;   x m l n s : x s i = & q u o t ; h t t p : / / w w w . w 3 . o r g / 2 0 0 1 / X M L S c h e m a - i n s t a n c e & q u o t ; & g t ; & # x A ;     & l t ; t y p e & g t ; f i x e d & l t ; / t y p e & g t ; & # x A ;     & l t ; t e x t & g t ; Y e s & l t ; / t e x t & g t ; & # x A ; & l t ; / l o c a l i z e d S t r i n g & g t ; "   a r g u m e n t = " L o c a l i z e d S t r i n g "   g r o u p O r d e r = " - 1 " / >  
                 < p a r a m e t e r   i d = " d 6 8 e 0 f e b - 1 6 c e - 4 5 e f - b 2 2 a - 7 a 1 4 3 b 0 8 3 b e 3 "   n a m e = " D o c u m e n t   t e x t   ( u n c h e c k e d ) "   t y p e = " S y s t e m . S t r i n g ,   m s c o r l i b ,   V e r s i o n = 4 . 0 . 0 . 0 ,   C u l t u r e = n e u t r a l ,   P u b l i c K e y T o k e n = b 7 7 a 5 c 5 6 1 9 3 4 e 0 8 9 "   o r d e r = " 9 9 9 "   k e y = " d o c u m e n t T e x t U n c h e c k e d "   v a l u e = " & l t ; ? x m l   v e r s i o n = & q u o t ; 1 . 0 & q u o t ;   e n c o d i n g = & q u o t ; u t f - 1 6 & q u o t ; ? & g t ; & # x A ; & l t ; l o c a l i z e d S t r i n g   x m l n s : x s d = & q u o t ; h t t p : / / w w w . w 3 . o r g / 2 0 0 1 / X M L S c h e m a & q u o t ;   x m l n s : x s i = & q u o t ; h t t p : / / w w w . w 3 . o r g / 2 0 0 1 / X M L S c h e m a - i n s t a n c e & q u o t ; & g t ; & # x A ;     & l t ; t y p e & g t ; f i x e d & l t ; / t y p e & g t ; & # x A ;     & l t ; t e x t & g t ; N o & l t ; / t e x t & g t ; & # x A ; & l t ; / l o c a l i z e d S t r i n g & g t ; "   a r g u m e n t = " L o c a l i z e d S t r i n g "   g r o u p O r d e r = " - 1 " / >  
                 < p a r a m e t e r   i d = " b c 7 9 8 f 3 4 - d 9 c 5 - 4 9 a 5 - 9 f 6 f - c 0 6 c 4 2 0 8 3 0 d 6 "   n a m e = " U p d a t e   f r o m   f i e l d "   t y p e = " I p h e l i o n . O u t l i n e . M o d e l . E n t i t i e s . P a r a m e t e r F i e l d D e s c r i p t o r ,   I p h e l i o n . O u t l i n e . M o d e l ,   V e r s i o n = 1 . 6 . 7 . 1 0 ,   C u l t u r e = n e u t r a l ,   P u b l i c K e y T o k e n = n u l l "   o r d e r = " 9 9 9 "   k e y = " u p d a t e F i e l d "   v a l u e = " "   g r o u p O r d e r = " - 1 " / >  
                 < p a r a m e t e r   i d = " e 5 a f 2 d 8 b - 3 f 9 e - 4 7 3 2 - a 1 d d - 4 8 c 0 b 9 9 4 4 a 8 8 "   n a m e = " U s e r   p r o m p t "   t y p e = " S y s t e m . S t r i n g ,   m s c o r l i b ,   V e r s i o n = 4 . 0 . 0 . 0 ,   C u l t u r e = n e u t r a l ,   P u b l i c K e y T o k e n = b 7 7 a 5 c 5 6 1 9 3 4 e 0 8 9 "   o r d e r = " 9 9 9 "   k e y = " p r o m p t "   v a l u e = " & l t ; ? x m l   v e r s i o n = & q u o t ; 1 . 0 & q u o t ;   e n c o d i n g = & q u o t ; u t f - 1 6 & q u o t ; ? & g t ; & # x A ; & l t ; u i L o c a l i z e d S t r i n g   x m l n s : x s d = & q u o t ; h t t p : / / w w w . w 3 . o r g / 2 0 0 1 / X M L S c h e m a & q u o t ;   x m l n s : x s i = & q u o t ; h t t p : / / w w w . w 3 . o r g / 2 0 0 1 / X M L S c h e m a - i n s t a n c e & q u o t ; & g t ; & # x A ;     & l t ; t y p e & g t ; f i x e d & l t ; / t y p e & g t ; & # x A ;     & l t ; t e x t & g t ; A d d   a   n e w   c o v e r ?   & # x A ; ( i f   d e l e t e d ) & l t ; / t e x t & g t ; & # x A ; & l t ; / u i L o c a l i z e d S t r i n g & g t ; "   a r g u m e n t = " U I L o c a l i z e d S t r i n g "   g r o u p O r d e r = " - 1 " / >  
             < / p a r a m e t e r s >  
         < / q u e s t i o n >  
         < q u e s t i o n   i d = " e 0 4 8 1 d 8 4 - b 4 a c - 4 6 3 f - a c 2 8 - c 6 0 e 8 3 b c b 2 7 8 "   n a m e = " D r a f t L i n e "   a s s e m b l y = " I p h e l i o n . O u t l i n e . C o n t r o l s . d l l "   t y p e = " I p h e l i o n . O u t l i n e . C o n t r o l s . Q u e s t i o n C o n t r o l s . V i e w M o d e l s . D r a f t L i n e V i e w M o d e l "   o r d e r = " 4 "   a c t i v e = " t r u e "   g r o u p = " P a g e 1 "   r e s u l t T y p e = " s i n g l e "   d i s p l a y T y p e = " A l l " >  
             < p a r a m e t e r s / >  
         < / q u e s t i o n >  
         < q u e s t i o n   i d = " 8 3 6 9 f c 0 0 - 1 6 5 3 - 4 8 6 b - 9 6 0 2 - 1 d 9 0 6 8 8 8 2 b a 0 "   n a m e = " D a t e "   a s s e m b l y = " I p h e l i o n . O u t l i n e . C o n t r o l s . d l l "   t y p e = " I p h e l i o n . O u t l i n e . C o n t r o l s . Q u e s t i o n C o n t r o l s . V i e w M o d e l s . D a t e V i e w M o d e l "   o r d e r = " 5 "   a c t i v e = " t r u e "   g r o u p = " P a g e 1 "   r e s u l t T y p e = " s i n g l e "   d i s p l a y T y p e = " A l l " >  
             < p a r a m e t e r s >  
                 < p a r a m e t e r   i d = " b a 4 8 8 9 6 b - 4 b d 3 - 4 b 9 9 - a 5 7 f - a 2 d 6 1 0 9 a 5 d f 8 "   n a m e = " F o r m a t "   t y p e = " S y s t e m . S t r i n g ,   m s c o r l i b ,   V e r s i o n = 4 . 0 . 0 . 0 ,   C u l t u r e = n e u t r a l ,   P u b l i c K e y T o k e n = b 7 7 a 5 c 5 6 1 9 3 4 e 0 8 9 "   o r d e r = " 9 9 9 "   k e y = " f o r m a t "   v a l u e = " & l t ; ? x m l   v e r s i o n = & q u o t ; 1 . 0 & q u o t ;   e n c o d i n g = & q u o t ; u t f - 1 6 & q u o t ; ? & g t ; & # x A ; & l t ; l o c a l i z e d S t r i n g   x m l n s : x s i = & q u o t ; h t t p : / / w w w . w 3 . o r g / 2 0 0 1 / X M L S c h e m a - i n s t a n c e & q u o t ;   x m l n s : x s d = & q u o t ; h t t p : / / w w w . w 3 . o r g / 2 0 0 1 / X M L S c h e m a & q u o t ; & g t ; & # x A ;     & l t ; t y p e & g t ; l a b e l & l t ; / t y p e & g t ; & # x A ;     & l t ; t e x t & g t ; D a t e f o r m a t & l t ; / t e x t & g t ; & # x A ; & l t ; / l o c a l i z e d S t r i n g & g t ; "   a r g u m e n t = " L o c a l i z e d S t r i n g "   g r o u p O r d e r = " - 1 " / >  
                 < p a r a m e t e r   i d = " e 3 c f e d 4 4 - 8 f 4 e - 4 7 c a - b b e 0 - c 2 2 3 e 8 f e 8 b b 8 "   n a m e = " S e t   t o   c u r r e n t   d a t e "   t y p e = " S y s t e m . B o o l e a n ,   m s c o r l i b ,   V e r s i o n = 4 . 0 . 0 . 0 ,   C u l t u r e = n e u t r a l ,   P u b l i c K e y T o k e n = b 7 7 a 5 c 5 6 1 9 3 4 e 0 8 9 "   o r d e r = " 9 9 9 "   k e y = " s e t T o C u r r e n t D a t e "   v a l u e = " F a l s e "   g r o u p O r d e r = " - 1 " / >  
                 < p a r a m e t e r   i d = " 1 1 d 8 0 c 5 a - 6 2 c 9 - 4 2 6 c - a d b 1 - d b e a 5 d 3 4 3 c 2 e "   n a m e = " S h o w   d a t e   p i c k e r "   t y p e = " S y s t e m . B o o l e a n ,   m s c o r l i b ,   V e r s i o n = 4 . 0 . 0 . 0 ,   C u l t u r e = n e u t r a l ,   P u b l i c K e y T o k e n = b 7 7 a 5 c 5 6 1 9 3 4 e 0 8 9 "   o r d e r = " 9 9 9 "   k e y = " s h o w D a t e P i c k e r "   v a l u e = " T r u e "   g r o u p O r d e r = " - 1 " / >  
                 < p a r a m e t e r   i d = " f e 7 3 a 2 0 1 - 7 b 2 b - 4 9 3 5 - a d a 9 - 5 5 5 8 3 e f 3 3 f 7 3 "   n a m e = " U s e r   p r o m p t "   t y p e = " S y s t e m . S t r i n g ,   m s c o r l i b ,   V e r s i o n = 4 . 0 . 0 . 0 ,   C u l t u r e = n e u t r a l ,   P u b l i c K e y T o k e n = b 7 7 a 5 c 5 6 1 9 3 4 e 0 8 9 "   o r d e r = " 9 9 9 "   k e y = " p r o m p t "   v a l u e = " _ D a t e "   a r g u m e n t = " U I L o c a l i z e d S t r i n g "   g r o u p O r d e r = " - 1 " / >  
                 < p a r a m e t e r   i d = " 2 6 0 8 2 0 2 2 - 3 4 1 c - 4 e 9 4 - a 3 0 d - 2 c 6 1 1 9 e 0 e f 7 c "   n a m e = " W i d t h   t y p e "   t y p e = " I p h e l i o n . O u t l i n e . M o d e l . I n t e r f a c e s . Q u e s t i o n C o n t r o l L a y o u t ,   I p h e l i o n . O u t l i n e . M o d e l ,   V e r s i o n = 1 . 6 . 7 . 1 0 ,   C u l t u r e = n e u t r a l ,   P u b l i c K e y T o k e n = n u l l "   o r d e r = " 9 9 9 "   k e y = " l a y o u t "   v a l u e = " H a l f "   g r o u p O r d e r = " - 1 " / >  
             < / p a r a m e t e r s >  
         < / q u e s t i o n >  
         < q u e s t i o n   i d = " e 7 3 f e 5 a a - 5 c 1 7 - 4 7 1 7 - 9 8 c 5 - f d 2 8 d 4 9 0 5 c b e "   n a m e = " T i t l e "   a s s e m b l y = " I p h e l i o n . O u t l i n e . C o n t r o l s . d l l "   t y p e = " I p h e l i o n . O u t l i n e . C o n t r o l s . Q u e s t i o n C o n t r o l s . V i e w M o d e l s . T e x t B o x V i e w M o d e l "   o r d e r = " 6 "   a c t i v e = " t r u e "   g r o u p = " P a g e 1 "   r e s u l t T y p e = " s i n g l e "   d i s p l a y T y p e = " A l l " >  
             < p a r a m e t e r s >  
                 < p a r a m e t e r   i d = " 3 7 6 6 7 e d b - f 3 9 7 - 4 3 e 1 - 8 4 d d - 9 3 b f 2 3 c 8 4 9 c 7 "   n a m e = " A l l o w   r e t u r n "   t y p e = " S y s t e m . B o o l e a n ,   m s c o r l i b ,   V e r s i o n = 4 . 0 . 0 . 0 ,   C u l t u r e = n e u t r a l ,   P u b l i c K e y T o k e n = b 7 7 a 5 c 5 6 1 9 3 4 e 0 8 9 "   o r d e r = " 9 9 9 "   k e y = " m u l t i l i n e "   v a l u e = " F a l s e "   g r o u p O r d e r = " - 1 " / >  
                 < p a r a m e t e r   i d = " 2 f 8 4 5 f c 1 - 4 7 d a - 4 6 9 b - 8 2 4 1 - 8 e 3 c 1 d f 8 6 a b 6 "   n a m e = " H e i g h t "   t y p e = " S y s t e m . I n t 3 2 ,   m s c o r l i b ,   V e r s i o n = 4 . 0 . 0 . 0 ,   C u l t u r e = n e u t r a l ,   P u b l i c K e y T o k e n = b 7 7 a 5 c 5 6 1 9 3 4 e 0 8 9 "   o r d e r = " 9 9 9 "   k e y = " h e i g h t "   v a l u e = " "   g r o u p O r d e r = " - 1 " / >  
                 < p a r a m e t e r   i d = " 8 4 8 2 9 9 7 d - 8 a 4 e - 4 1 3 8 - a b 3 8 - a 4 5 5 b e 8 e 3 4 6 7 "   n a m e = " R e m e m b e r   l a s t   v a l u e "   t y p e = " S y s t e m . B o o l e a n ,   m s c o r l i b ,   V e r s i o n = 4 . 0 . 0 . 0 ,   C u l t u r e = n e u t r a l ,   P u b l i c K e y T o k e n = b 7 7 a 5 c 5 6 1 9 3 4 e 0 8 9 "   o r d e r = " 9 9 9 "   k e y = " r e m e m b e r L a s t V a l u e "   v a l u e = " F a l s e "   g r o u p O r d e r = " - 1 " / >  
                 < p a r a m e t e r   i d = " a 9 3 3 b 7 f 9 - 0 9 4 e - 4 c e 9 - 8 c c f - 8 1 c 9 f e 3 c e 3 5 9 "   n a m e = " S e p a r a t e   l i n e s "   t y p e = " S y s t e m . B o o l e a n ,   m s c o r l i b ,   V e r s i o n = 4 . 0 . 0 . 0 ,   C u l t u r e = n e u t r a l ,   P u b l i c K e y T o k e n = b 7 7 a 5 c 5 6 1 9 3 4 e 0 8 9 "   o r d e r = " 9 9 9 "   k e y = " s p l i t L i n e s "   v a l u e = " F a l s e "   g r o u p O r d e r = " - 1 " / >  
                 < p a r a m e t e r   i d = " 9 6 f 1 0 8 e c - c a 3 e - 4 7 d 0 - a 5 1 c - 3 b e 6 2 0 8 e 4 2 9 8 "   n a m e = " U s e r   p r o m p t "   t y p e = " S y s t e m . S t r i n g ,   m s c o r l i b ,   V e r s i o n = 4 . 0 . 0 . 0 ,   C u l t u r e = n e u t r a l ,   P u b l i c K e y T o k e n = b 7 7 a 5 c 5 6 1 9 3 4 e 0 8 9 "   o r d e r = " 9 9 9 "   k e y = " p r o m p t "   v a l u e = " _ T i t l e   o f   a g r e e m e n t "   a r g u m e n t = " U I L o c a l i z e d S t r i n g "   g r o u p O r d e r = " - 1 " / >  
                 < p a r a m e t e r   i d = " 4 f 7 0 f 8 d c - 4 c 6 a - 4 1 9 1 - 9 9 6 4 - 3 3 b b a 9 0 9 d f a 6 "   n a m e = " W i d t h   t y p e "   t y p e = " I p h e l i o n . O u t l i n e . M o d e l . I n t e r f a c e s . Q u e s t i o n C o n t r o l L a y o u t ,   I p h e l i o n . O u t l i n e . M o d e l ,   V e r s i o n = 1 . 6 . 7 . 1 0 ,   C u l t u r e = n e u t r a l ,   P u b l i c K e y T o k e n = n u l l "   o r d e r = " 9 9 9 "   k e y = " l a y o u t "   v a l u e = " F u l l "   g r o u p O r d e r = " - 1 " / >  
                 < p a r a m e t e r   i d = " c 7 1 d 0 0 7 3 - e 1 9 f - 4 f c 7 - 8 2 e f - 9 0 6 9 4 2 d d 3 0 3 7 "   n a m e = " W r a p   T e x t "   t y p e = " S y s t e m . B o o l e a n ,   m s c o r l i b ,   V e r s i o n = 4 . 0 . 0 . 0 ,   C u l t u r e = n e u t r a l ,   P u b l i c K e y T o k e n = b 7 7 a 5 c 5 6 1 9 3 4 e 0 8 9 "   o r d e r = " 9 9 9 "   k e y = " w r a p T e x t "   v a l u e = " T r u e "   g r o u p O r d e r = " - 1 " / >  
             < / p a r a m e t e r s >  
         < / q u e s t i o n >  
         < q u e s t i o n   i d = " d 3 8 4 5 5 4 e - 3 1 f 9 - 4 4 f c - 9 e b 2 - 7 1 7 2 b 1 b 1 f a 5 b "   n a m e = " - -   P a r t i e s   - - "   a s s e m b l y = " I p h e l i o n . O u t l i n e . C o n t r o l s . d l l "   t y p e = " I p h e l i o n . O u t l i n e . C o n t r o l s . Q u e s t i o n C o n t r o l s . V i e w M o d e l s . W i z a r d S e c t i o n H e a d i n g V i e w M o d e l "   o r d e r = " 7 "   a c t i v e = " t r u e "   g r o u p = " P a g e 1 "   r e s u l t T y p e = " s i n g l e "   d i s p l a y T y p e = " A l l " >  
             < p a r a m e t e r s >  
                 < p a r a m e t e r   i d = " 0 d a f d 6 9 c - a 2 a e - 4 3 3 b - 8 0 3 5 - e 5 a 1 5 6 e a d a 5 8 "   n a m e = " B o t t o m   M a r g i n "   t y p e = " S y s t e m . I n t 3 2 ,   m s c o r l i b ,   V e r s i o n = 4 . 0 . 0 . 0 ,   C u l t u r e = n e u t r a l ,   P u b l i c K e y T o k e n = b 7 7 a 5 c 5 6 1 9 3 4 e 0 8 9 "   o r d e r = " 9 9 9 "   k e y = " b o t t o m M a r g i n "   v a l u e = " 1 0 "   g r o u p O r d e r = " - 1 " / >  
                 < p a r a m e t e r   i d = " 4 d f 2 f e 3 4 - 6 c d 9 - 4 7 e c - b 7 f 1 - 3 a 8 4 0 2 a 5 b 1 d 6 "   n a m e = " F o n t   B o l d "   t y p e = " S y s t e m . B o o l e a n ,   m s c o r l i b ,   V e r s i o n = 4 . 0 . 0 . 0 ,   C u l t u r e = n e u t r a l ,   P u b l i c K e y T o k e n = b 7 7 a 5 c 5 6 1 9 3 4 e 0 8 9 "   o r d e r = " 9 9 9 "   k e y = " f o n t B o l d "   v a l u e = " T r u e "   g r o u p O r d e r = " - 1 " / >  
                 < p a r a m e t e r   i d = " 3 9 c e 8 2 3 1 - 2 2 f c - 4 8 d 4 - a d 3 4 - 2 8 e 5 6 0 b 2 b 6 3 1 "   n a m e = " F o n t   S i z e "   t y p e = " S y s t e m . I n t 3 2 ,   m s c o r l i b ,   V e r s i o n = 4 . 0 . 0 . 0 ,   C u l t u r e = n e u t r a l ,   P u b l i c K e y T o k e n = b 7 7 a 5 c 5 6 1 9 3 4 e 0 8 9 "   o r d e r = " 9 9 9 "   k e y = " f o n t S i z e "   v a l u e = " 1 6 "   g r o u p O r d e r = " - 1 " / >  
                 < p a r a m e t e r   i d = " e d b 2 b 1 2 6 - 5 e 8 9 - 4 c 3 6 - b d 9 d - 6 c e c 9 2 c 0 e 0 4 9 "   n a m e = " L e f t   M a r g i n "   t y p e = " S y s t e m . I n t 3 2 ,   m s c o r l i b ,   V e r s i o n = 4 . 0 . 0 . 0 ,   C u l t u r e = n e u t r a l ,   P u b l i c K e y T o k e n = b 7 7 a 5 c 5 6 1 9 3 4 e 0 8 9 "   o r d e r = " 9 9 9 "   k e y = " l e f t m a r g i n "   v a l u e = " 1 0 "   g r o u p O r d e r = " - 1 " / >  
                 < p a r a m e t e r   i d = " 1 0 f 9 a 7 4 3 - a a 5 0 - 4 b 0 6 - 8 2 9 7 - 9 4 c e 7 e 8 7 5 1 7 a "   n a m e = " T e x t "   t y p e = " S y s t e m . S t r i n g ,   m s c o r l i b ,   V e r s i o n = 4 . 0 . 0 . 0 ,   C u l t u r e = n e u t r a l ,   P u b l i c K e y T o k e n = b 7 7 a 5 c 5 6 1 9 3 4 e 0 8 9 "   o r d e r = " 9 9 9 "   k e y = " t e x t "   v a l u e = " P A R T I E S "   a r g u m e n t = " U I L o c a l i z e d S t r i n g "   g r o u p O r d e r = " - 1 " / >  
                 < p a r a m e t e r   i d = " d 6 6 d 1 3 7 7 - f a 9 6 - 4 b 0 0 - 9 d 0 0 - 4 5 e 3 8 0 7 d 0 8 7 5 "   n a m e = " T o p   M a r g i n "   t y p e = " S y s t e m . I n t 3 2 ,   m s c o r l i b ,   V e r s i o n = 4 . 0 . 0 . 0 ,   C u l t u r e = n e u t r a l ,   P u b l i c K e y T o k e n = b 7 7 a 5 c 5 6 1 9 3 4 e 0 8 9 "   o r d e r = " 9 9 9 "   k e y = " t o p M a r g i n "   v a l u e = " 5 "   g r o u p O r d e r = " - 1 " / >  
                 < p a r a m e t e r   i d = " b 4 9 b a a 0 5 - a a 9 2 - 4 3 f 3 - b 3 a 5 - a 0 3 6 4 9 9 2 0 1 6 9 "   n a m e = " W r a p   T e x t "   t y p e = " S y s t e m . B o o l e a n ,   m s c o r l i b ,   V e r s i o n = 4 . 0 . 0 . 0 ,   C u l t u r e = n e u t r a l ,   P u b l i c K e y T o k e n = b 7 7 a 5 c 5 6 1 9 3 4 e 0 8 9 "   o r d e r = " 9 9 9 "   k e y = " w r a p T e x t "   v a l u e = " T r u e "   g r o u p O r d e r = " - 1 " / >  
             < / p a r a m e t e r s >  
         < / q u e s t i o n >  
         < q u e s t i o n   i d = " f f 7 a f a b 4 - 7 d 2 7 - 4 4 0 c - a e f b - c 3 e 5 3 0 8 6 c 2 e 5 "   n a m e = " P a r t y C o u n t "   a s s e m b l y = " I p h e l i o n . O u t l i n e . C o n t r o l s . d l l "   t y p e = " I p h e l i o n . O u t l i n e . C o n t r o l s . Q u e s t i o n C o n t r o l s . V i e w M o d e l s . D r o p D o w n V i e w M o d e l "   o r d e r = " 8 "   a c t i v e = " t r u e "   g r o u p = " P a g e 1 "   r e s u l t T y p e = " s i n g l e "   d i s p l a y T y p e = " A l l " >  
             < p a r a m e t e r s >  
                 < p a r a m e t e r   i d = " 3 7 c 4 7 e b e - 4 e f 4 - 4 b a d - a 9 2 d - 6 6 7 0 0 e 3 b b 7 3 5 "   n a m e = " E m p t y   t e x t "   t y p e = " S y s t e m . S t r i n g ,   m s c o r l i b ,   V e r s i o n = 4 . 0 . 0 . 0 ,   C u l t u r e = n e u t r a l ,   P u b l i c K e y T o k e n = b 7 7 a 5 c 5 6 1 9 3 4 e 0 8 9 "   o r d e r = " 9 9 9 "   k e y = " e m p t y T e x t "   v a l u e = " "   a r g u m e n t = " L o c a l i z e d S t r i n g "   g r o u p O r d e r = " - 1 " / >  
                 < p a r a m e t e r   i d = " 7 7 d f 6 6 5 2 - d 7 2 1 - 4 0 3 3 - 8 e 1 a - a 6 a 6 8 9 0 8 b a 3 7 "   n a m e = " I s   e d i t a b l e "   t y p e = " S y s t e m . B o o l e a n ,   m s c o r l i b ,   V e r s i o n = 4 . 0 . 0 . 0 ,   C u l t u r e = n e u t r a l ,   P u b l i c K e y T o k e n = b 7 7 a 5 c 5 6 1 9 3 4 e 0 8 9 "   o r d e r = " 9 9 9 "   k e y = " i s E d i t a b l e "   v a l u e = " F a l s e "   g r o u p O r d e r = " - 1 " / >  
                 < p a r a m e t e r   i d = " e 9 0 6 6 8 2 f - 3 d 6 0 - 4 2 e f - a 1 0 3 - 3 f e 4 2 a 5 0 3 e 8 6 "   n a m e = " R e p l a c e   v a l u e s   w i t h   l a b e l s "   t y p e = " S y s t e m . B o o l e a n ,   m s c o r l i b ,   V e r s i o n = 4 . 0 . 0 . 0 ,   C u l t u r e = n e u t r a l ,   P u b l i c K e y T o k e n = b 7 7 a 5 c 5 6 1 9 3 4 e 0 8 9 "   o r d e r = " 9 9 9 "   k e y = " u s e L a b e l s "   v a l u e = " F a l s e "   g r o u p O r d e r = " - 1 " / >  
                 < p a r a m e t e r   i d = " c 3 e a b f 0 a - b 6 5 3 - 4 d b 8 - 8 d a 3 - e d 5 a f e d 8 6 3 9 e "   n a m e = " S h o w   p r o m p t "   t y p e = " S y s t e m . B o o l e a n ,   m s c o r l i b ,   V e r s i o n = 4 . 0 . 0 . 0 ,   C u l t u r e = n e u t r a l ,   P u b l i c K e y T o k e n = b 7 7 a 5 c 5 6 1 9 3 4 e 0 8 9 "   o r d e r = " 9 9 9 "   k e y = " s h o w P r o m p t "   v a l u e = " T r u e "   g r o u p O r d e r = " - 1 " / >  
                 < p a r a m e t e r   i d = " 6 e 8 c 1 0 0 f - 0 d c c - 4 8 b 0 - 8 f 8 6 - 2 4 e 3 3 f 0 d 5 7 c 9 "   n a m e = " U s e r   p r o m p t "   t y p e = " S y s t e m . S t r i n g ,   m s c o r l i b ,   V e r s i o n = 4 . 0 . 0 . 0 ,   C u l t u r e = n e u t r a l ,   P u b l i c K e y T o k e n = b 7 7 a 5 c 5 6 1 9 3 4 e 0 8 9 "   o r d e r = " 9 9 9 "   k e y = " p r o m p t "   v a l u e = " H o w   m a n y   p a r t i e s   i n v o l v e d ? "   a r g u m e n t = " U I L o c a l i z e d S t r i n g "   g r o u p O r d e r = " - 1 " / >  
                 < p a r a m e t e r   i d = " f d 4 0 1 c 6 4 - e 5 a 0 - 4 b b 0 - 8 c 0 a - 4 6 e 6 3 7 c a 3 4 9 a "   n a m e = " V a l u e s "   t y p e = " S y s t e m . S t r i n g ,   m s c o r l i b ,   V e r s i o n = 4 . 0 . 0 . 0 ,   C u l t u r e = n e u t r a l ,   P u b l i c K e y T o k e n = b 7 7 a 5 c 5 6 1 9 3 4 e 0 8 9 "   o r d e r = " 9 9 9 "   k e y = " v a l u e s "   v a l u e = " 2 , 3 , 4 , 5 , 6 , 7 , 8 , 9 , 1 0 , "   a r g u m e n t = " I t e m L i s t C o n t r o l "   g r o u p O r d e r = " - 1 " / >  
                 < p a r a m e t e r   i d = " 0 4 e e 3 8 0 c - 4 3 4 8 - 4 2 8 9 - b d f 7 - 9 1 8 a b e 7 7 9 d 2 b "   n a m e = " W i d t h   t y p e "   t y p e = " I p h e l i o n . O u t l i n e . M o d e l . I n t e r f a c e s . Q u e s t i o n C o n t r o l L a y o u t ,   I p h e l i o n . O u t l i n e . M o d e l ,   V e r s i o n = 1 . 6 . 7 . 1 0 ,   C u l t u r e = n e u t r a l ,   P u b l i c K e y T o k e n = n u l l "   o r d e r = " 9 9 9 "   k e y = " l a y o u t "   v a l u e = " H a l f "   g r o u p O r d e r = " - 1 " / >  
             < / p a r a m e t e r s >  
         < / q u e s t i o n >  
         < q u e s t i o n   i d = " 2 3 2 c c 8 e 3 - e c 5 3 - 4 a 8 6 - a 2 a 3 - d 3 5 a 7 b c 6 7 b 3 e "   n a m e = " P a r t i e s   I n f o r m a t i o n "   a s s e m b l y = " I p h e l i o n . O u t l i n e . C o n t r o l s . d l l "   t y p e = " I p h e l i o n . O u t l i n e . C o n t r o l s . Q u e s t i o n C o n t r o l s . V i e w M o d e l s . W i z a r d S e c t i o n H e a d i n g V i e w M o d e l "   o r d e r = " 9 "   a c t i v e = " f a l s e "   g r o u p = " P a g e 1 "   r e s u l t T y p e = " s i n g l e "   d i s p l a y T y p e = " A l l " >  
             < p a r a m e t e r s >  
                 < p a r a m e t e r   i d = " 5 d a 3 2 3 a 2 - 3 6 c b - 4 6 9 c - b 7 d 0 - 8 e 9 9 d b c d a e f d "   n a m e = " B o t t o m   M a r g i n "   t y p e = " S y s t e m . I n t 3 2 ,   m s c o r l i b ,   V e r s i o n = 4 . 0 . 0 . 0 ,   C u l t u r e = n e u t r a l ,   P u b l i c K e y T o k e n = b 7 7 a 5 c 5 6 1 9 3 4 e 0 8 9 "   o r d e r = " 9 9 9 "   k e y = " b o t t o m M a r g i n "   v a l u e = " 1 0 "   g r o u p O r d e r = " - 1 " / >  
                 < p a r a m e t e r   i d = " 2 6 d 8 8 0 e 3 - 2 e e e - 4 0 3 3 - b a 3 c - 4 5 e b a f f 9 0 5 4 f "   n a m e = " F o n t   B o l d "   t y p e = " S y s t e m . B o o l e a n ,   m s c o r l i b ,   V e r s i o n = 4 . 0 . 0 . 0 ,   C u l t u r e = n e u t r a l ,   P u b l i c K e y T o k e n = b 7 7 a 5 c 5 6 1 9 3 4 e 0 8 9 "   o r d e r = " 9 9 9 "   k e y = " f o n t B o l d "   v a l u e = " f a l s e "   g r o u p O r d e r = " - 1 " / >  
                 < p a r a m e t e r   i d = " 5 f e 6 8 c c a - 8 9 4 6 - 4 3 4 2 - 8 7 0 8 - 0 c 0 b f a 5 1 e 4 4 e "   n a m e = " F o n t   S i z e "   t y p e = " S y s t e m . I n t 3 2 ,   m s c o r l i b ,   V e r s i o n = 4 . 0 . 0 . 0 ,   C u l t u r e = n e u t r a l ,   P u b l i c K e y T o k e n = b 7 7 a 5 c 5 6 1 9 3 4 e 0 8 9 "   o r d e r = " 9 9 9 "   k e y = " f o n t S i z e "   v a l u e = " 1 2 "   g r o u p O r d e r = " - 1 " / >  
                 < p a r a m e t e r   i d = " 1 8 f f a 8 e 1 - 3 4 6 a - 4 f 3 d - b 3 0 1 - 3 0 9 b c a 1 9 0 8 4 3 "   n a m e = " L e f t   M a r g i n "   t y p e = " S y s t e m . I n t 3 2 ,   m s c o r l i b ,   V e r s i o n = 4 . 0 . 0 . 0 ,   C u l t u r e = n e u t r a l ,   P u b l i c K e y T o k e n = b 7 7 a 5 c 5 6 1 9 3 4 e 0 8 9 "   o r d e r = " 9 9 9 "   k e y = " l e f t m a r g i n "   v a l u e = " 1 0 "   g r o u p O r d e r = " - 1 " / >  
                 < p a r a m e t e r   i d = " a 1 0 b 9 f 5 0 - 4 c f c - 4 3 2 7 - 9 c 7 a - 2 7 d 3 7 d 2 2 5 d c 3 "   n a m e = " T e x t "   t y p e = " S y s t e m . S t r i n g ,   m s c o r l i b ,   V e r s i o n = 4 . 0 . 0 . 0 ,   C u l t u r e = n e u t r a l ,   P u b l i c K e y T o k e n = b 7 7 a 5 c 5 6 1 9 3 4 e 0 8 9 "   o r d e r = " 9 9 9 "   k e y = " t e x t "   v a l u e = " P a r t i e s   6 ,   7 ,   8 ,   9   a n d   1 0   a p p e a r   i n   t h e   n e x t   t a b .   U s e   & q u o t ; P r e v i o u s & q u o t ;   a n d   & q u o t ; N e x t & q u o t ;   b u t t o n s   a t   t h e   b o t t o m   o f   t h e   w i n d o w   t o   n a v i g a t e . "   a r g u m e n t = " U I L o c a l i z e d S t r i n g "   g r o u p O r d e r = " - 1 " / >  
                 < p a r a m e t e r   i d = " 5 c a a 0 d d 9 - b 6 b e - 4 e 8 9 - 8 0 9 3 - 3 1 e 3 e a e 5 1 6 6 f "   n a m e = " T o p   M a r g i n "   t y p e = " S y s t e m . I n t 3 2 ,   m s c o r l i b ,   V e r s i o n = 4 . 0 . 0 . 0 ,   C u l t u r e = n e u t r a l ,   P u b l i c K e y T o k e n = b 7 7 a 5 c 5 6 1 9 3 4 e 0 8 9 "   o r d e r = " 9 9 9 "   k e y = " t o p M a r g i n "   v a l u e = " 5 "   g r o u p O r d e r = " - 1 " / >  
                 < p a r a m e t e r   i d = " 6 d 3 c 9 9 0 1 - 3 9 a 3 - 4 2 2 3 - 8 d 3 e - 7 1 0 1 f c c c e 7 0 d "   n a m e = " W r a p   T e x t "   t y p e = " S y s t e m . B o o l e a n ,   m s c o r l i b ,   V e r s i o n = 4 . 0 . 0 . 0 ,   C u l t u r e = n e u t r a l ,   P u b l i c K e y T o k e n = b 7 7 a 5 c 5 6 1 9 3 4 e 0 8 9 "   o r d e r = " 9 9 9 "   k e y = " w r a p T e x t "   v a l u e = " T r u e "   g r o u p O r d e r = " - 1 " / >  
             < / p a r a m e t e r s >  
         < / q u e s t i o n >  
         < q u e s t i o n   i d = " 2 f f 5 d 1 d 4 - c 0 d a - 4 e 7 8 - a 0 4 3 - c c a c 9 9 f 7 2 a f d "   n a m e = " R o m a n i a n _ a s "   a s s e m b l y = " I p h e l i o n . O u t l i n e . C o n t r o l s . d l l "   t y p e = " I p h e l i o n . O u t l i n e . C o n t r o l s . Q u e s t i o n C o n t r o l s . V i e w M o d e l s . S e l e c t i o n L i s t V i e w M o d e l "   o r d e r = " 1 0 "   a c t i v e = " t r u e "   g r o u p = " P a g e 1 "   r e s u l t T y p e = " s i n g l e "   d i s p l a y T y p e = " A l l " >  
             < p a r a m e t e r s >  
                 < p a r a m e t e r   i d = " 0 2 e c 7 a 7 8 - 8 a d 8 - 4 4 4 e - a e 2 e - c 8 0 a 4 3 2 2 6 3 b 6 "   n a m e = " I t e m s   l i s t "   t y p e = " I p h e l i o n . O u t l i n e . M o d e l . E n t i t i e s . I n l i n e P a r a m e t e r E n t i t y C o l l e c t i o n ` 1 [ [ I p h e l i o n . O u t l i n e . M o d e l . E n t i t i e s . L o c a l i z e d K e y V a l u e P a r a m e t e r E n t i t y ,   I p h e l i o n . O u t l i n e . M o d e l ,   V e r s i o n = 1 . 6 . 7 . 1 0 ,   C u l t u r e = n e u t r a l ,   P u b l i c K e y T o k e n = n u l l ] ] ,   I p h e l i o n . O u t l i n e . M o d e l ,   V e r s i o n = 1 . 6 . 7 . 1 0 ,   C u l t u r e = n e u t r a l ,   P u b l i c K e y T o k e n = n u l l "   o r d e r = " 9 9 9 "   k e y = " i t e m L i s t "   v a l u e = " & l t ; ? x m l   v e r s i o n = & q u o t ; 1 . 0 & q u o t ;   e n c o d i n g = & q u o t ; u t f - 1 6 & q u o t ; ? & g t ; & # x A ; & l t ; X m l P a r a m e t e r   x m l n s : x s i = & q u o t ; h t t p : / / w w w . w 3 . o r g / 2 0 0 1 / X M L S c h e m a - i n s t a n c e & q u o t ;   x m l n s : x s d = & q u o t ; h t t p : / / w w w . w 3 . o r g / 2 0 0 1 / X M L S c h e m a & q u o t ; & g t ; & # x A ;     & l t ; p a r a m e t e r E n t i t i e s & g t ; & # x A ;         & l t ; p a r a m e t e r E n t i t y   x s i : t y p e = & q u o t ; L o c a l i z e d K e y V a l u e P a r a m e t e r E n t i t y & q u o t ;   k e y = & q u o t ; & a m p ; l t ; ? x m l   v e r s i o n = & a m p ; q u o t ; 1 . 0 & a m p ; q u o t ;   e n c o d i n g = & a m p ; q u o t ; u t f - 1 6 & a m p ; q u o t ; ? & a m p ; g t ; & a m p ; # x D ; & a m p ; # x A ; & a m p ; l t ; l o c a l i z e d S t r i n g   x m l n s : x s i = & a m p ; q u o t ; h t t p : / / w w w . w 3 . o r g / 2 0 0 1 / X M L S c h e m a - i n s t a n c e & a m p ; q u o t ;   x m l n s : x s d = & a m p ; q u o t ; h t t p : / / w w w . w 3 . o r g / 2 0 0 1 / X M L S c h e m a & a m p ; q u o t ; & a m p ; g t ; & a m p ; # x D ; & a m p ; # x A ;     & a m p ; l t ; t y p e & a m p ; g t ; f i x e d & a m p ; l t ; / t y p e & a m p ; g t ; & a m p ; # x D ; & a m p ; # x A ;     & a m p ; l t ; t e x t & a m p ; g t ; � n   c a l i t a t e   d e & a m p ; l t ; / t e x t & a m p ; g t ; & a m p ; # x D ; & a m p ; # x A ; & a m p ; l t ; / l o c a l i z e d S t r i n g & a m p ; g t ; & q u o t ;   v a l u e = & q u o t ; & a m p ; l t ; ? x m l   v e r s i o n = & a m p ; q u o t ; 1 . 0 & a m p ; q u o t ;   e n c o d i n g = & a m p ; q u o t ; u t f - 1 6 & a m p ; q u o t ; ? & a m p ; g t ; & a m p ; # x D ; & a m p ; # x A ; & a m p ; l t ; l o c a l i z e d S t r i n g   x m l n s : x s i = & a m p ; q u o t ; h t t p : / / w w w . w 3 . o r g / 2 0 0 1 / X M L S c h e m a - i n s t a n c e & a m p ; q u o t ;   x m l n s : x s d = & a m p ; q u o t ; h t t p : / / w w w . w 3 . o r g / 2 0 0 1 / X M L S c h e m a & a m p ; q u o t ; & a m p ; g t ; & a m p ; # x D ; & a m p ; # x A ;     & a m p ; l t ; t y p e & a m p ; g t ; f i x e d & a m p ; l t ; / t y p e & a m p ; g t ; & a m p ; # x D ; & a m p ; # x A ;     & a m p ; l t ; t e x t & a m p ; g t ; � n   c a l i t a t e   d e & a m p ; l t ; / t e x t & a m p ; g t ; & a m p ; # x D ; & a m p ; # x A ; & a m p ; l t ; / l o c a l i z e d S t r i n g & a m p ; g t ; & q u o t ;   i s S e l e c t e d = & q u o t ; t r u e & q u o t ;   / & g t ; & # x A ;         & l t ; p a r a m e t e r E n t i t y   x s i : t y p e = & q u o t ; L o c a l i z e d K e y V a l u e P a r a m e t e r E n t i t y & q u o t ;   k e y = & q u o t ; & a m p ; l t ; ? x m l   v e r s i o n = & a m p ; q u o t ; 1 . 0 & a m p ; q u o t ;   e n c o d i n g = & a m p ; q u o t ; u t f - 1 6 & a m p ; q u o t ; ? & a m p ; g t ; & a m p ; # x D ; & a m p ; # x A ; & a m p ; l t ; l o c a l i z e d S t r i n g   x m l n s : x s i = & a m p ; q u o t ; h t t p : / / w w w . w 3 . o r g / 2 0 0 1 / X M L S c h e m a - i n s t a n c e & a m p ; q u o t ;   x m l n s : x s d = & a m p ; q u o t ; h t t p : / / w w w . w 3 . o r g / 2 0 0 1 / X M L S c h e m a & a m p ; q u o t ; & a m p ; g t ; & a m p ; # x D ; & a m p ; # x A ;     & a m p ; l t ; t y p e & a m p ; g t ; f i x e d & a m p ; l t ; / t y p e & a m p ; g t ; & a m p ; # x D ; & a m p ; # x A ;     & a m p ; l t ; t e x t & a m p ; g t ; c a & a m p ; l t ; / t e x t & a m p ; g t ; & a m p ; # x D ; & a m p ; # x A ; & a m p ; l t ; / l o c a l i z e d S t r i n g & a m p ; g t ; & q u o t ;   v a l u e = & q u o t ; & a m p ; l t ; ? x m l   v e r s i o n = & a m p ; q u o t ; 1 . 0 & a m p ; q u o t ;   e n c o d i n g = & a m p ; q u o t ; u t f - 1 6 & a m p ; q u o t ; ? & a m p ; g t ; & a m p ; # x D ; & a m p ; # x A ; & a m p ; l t ; l o c a l i z e d S t r i n g   x m l n s : x s i = & a m p ; q u o t ; h t t p : / / w w w . w 3 . o r g / 2 0 0 1 / X M L S c h e m a - i n s t a n c e & a m p ; q u o t ;   x m l n s : x s d = & a m p ; q u o t ; h t t p : / / w w w . w 3 . o r g / 2 0 0 1 / X M L S c h e m a & a m p ; q u o t ; & a m p ; g t ; & a m p ; # x D ; & a m p ; # x A ;     & a m p ; l t ; t y p e & a m p ; g t ; f i x e d & a m p ; l t ; / t y p e & a m p ; g t ; & a m p ; # x D ; & a m p ; # x A ;     & a m p ; l t ; t e x t & a m p ; g t ; c a & a m p ; l t ; / t e x t & a m p ; g t ; & a m p ; # x D ; & a m p ; # x A ; & a m p ; l t ; / l o c a l i z e d S t r i n g & a m p ; g t ; & q u o t ;   i s S e l e c t e d = & q u o t ; f a l s e & q u o t ;   / & g t ; & # x A ;     & l t ; / p a r a m e t e r E n t i t i e s & g t ; & # x A ; & l t ; / X m l P a r a m e t e r & g t ; "   g r o u p O r d e r = " - 1 " / >  
                 < p a r a m e t e r   i d = " 1 c a e b 7 a b - 2 2 2 e - 4 c 2 6 - a f 6 d - 7 1 4 9 8 4 e 1 d a 8 b "   n a m e = " M a x   s e l e c t i o n s "   t y p e = " S y s t e m . I n t 3 2 ,   m s c o r l i b ,   V e r s i o n = 4 . 0 . 0 . 0 ,   C u l t u r e = n e u t r a l ,   P u b l i c K e y T o k e n = b 7 7 a 5 c 5 6 1 9 3 4 e 0 8 9 "   o r d e r = " 9 9 9 "   k e y = " m a x S e l e c t e d "   v a l u e = " 0 "   g r o u p O r d e r = " - 1 " / >  
                 < p a r a m e t e r   i d = " 2 c c a 4 d 8 6 - 1 4 a 0 - 4 c 0 5 - 8 a 4 6 - 7 1 2 c 7 f 9 8 0 5 4 4 "   n a m e = " M i n   s e l e c t i o n s "   t y p e = " S y s t e m . I n t 3 2 ,   m s c o r l i b ,   V e r s i o n = 4 . 0 . 0 . 0 ,   C u l t u r e = n e u t r a l ,   P u b l i c K e y T o k e n = b 7 7 a 5 c 5 6 1 9 3 4 e 0 8 9 "   o r d e r = " 9 9 9 "   k e y = " m i n S e l e c t e d "   v a l u e = " 0 "   g r o u p O r d e r = " - 1 " / >  
                 < p a r a m e t e r   i d = " 1 1 a 2 c 1 7 1 - 6 9 6 f - 4 c f c - b 4 4 a - 1 5 c b 0 9 f 5 9 d 3 4 "   n a m e = " S e l e c t i o n   m o d e "   t y p e = " I p h e l i o n . O u t l i n e . C o n t r o l s . Q u e s t i o n C o n t r o l s . V i e w M o d e l s . Q u e s t i o n S e l e c t i o n M o d e ,   I p h e l i o n . O u t l i n e . C o n t r o l s ,   V e r s i o n = 1 . 6 . 7 . 1 0 ,   C u l t u r e = n e u t r a l ,   P u b l i c K e y T o k e n = n u l l "   o r d e r = " 9 9 9 "   k e y = " s e l e c t i o n M o d e "   v a l u e = " S i n g l e "   g r o u p O r d e r = " - 1 " / >  
                 < p a r a m e t e r   i d = " 0 3 4 b 9 0 c e - e b 4 b - 4 e c 1 - a 0 a 4 - 3 e 7 b 0 a 1 8 8 6 e 7 "   n a m e = " U s e r   p r o m p t "   t y p e = " S y s t e m . S t r i n g ,   m s c o r l i b ,   V e r s i o n = 4 . 0 . 0 . 0 ,   C u l t u r e = n e u t r a l ,   P u b l i c K e y T o k e n = b 7 7 a 5 c 5 6 1 9 3 4 e 0 8 9 "   o r d e r = " 9 9 9 "   k e y = " p r o m p t "   v a l u e = " R o m a n i a n   & q u o t ; a s & q u o t ;   ( f o r   a l l   p a r t i e s ) "   a r g u m e n t = " U I L o c a l i z e d S t r i n g "   g r o u p O r d e r = " - 1 " / >  
                 < p a r a m e t e r   i d = " 7 9 5 4 3 2 4 a - 5 0 d 5 - 4 3 a 1 - 8 b c f - c f f 0 1 a e 7 b 2 d b "   n a m e = " W i d t h   t y p e "   t y p e = " I p h e l i o n . O u t l i n e . M o d e l . I n t e r f a c e s . Q u e s t i o n C o n t r o l L a y o u t ,   I p h e l i o n . O u t l i n e . M o d e l ,   V e r s i o n = 1 . 6 . 7 . 1 0 ,   C u l t u r e = n e u t r a l ,   P u b l i c K e y T o k e n = n u l l "   o r d e r = " 9 9 9 "   k e y = " l a y o u t "   v a l u e = " F u l l "   g r o u p O r d e r = " - 1 " / >  
             < / p a r a m e t e r s >  
         < / q u e s t i o n >  
         < q u e s t i o n   i d = " 2 e 1 f 0 3 c e - 7 6 3 7 - 4 d 8 5 - 8 2 f f - 2 a 8 d 5 f 1 d 5 3 3 5 "   n a m e = " P a r t y 1 T y p e "   a s s e m b l y = " I p h e l i o n . O u t l i n e . C o n t r o l s . d l l "   t y p e = " I p h e l i o n . O u t l i n e . C o n t r o l s . Q u e s t i o n C o n t r o l s . V i e w M o d e l s . T e x t B o x V i e w M o d e l "   o r d e r = " 1 1 "   a c t i v e = " t r u e "   g r o u p = " P a g e 1 "   r e s u l t T y p e = " s i n g l e "   d i s p l a y T y p e = " A l l " >  
             < p a r a m e t e r s >  
                 < p a r a m e t e r   i d = " 8 7 b 0 d d 2 0 - 7 0 7 2 - 4 6 3 f - 8 9 0 6 - d 9 a 0 f e 4 5 9 3 c 4 "   n a m e = " A l l o w   r e t u r n "   t y p e = " S y s t e m . B o o l e a n ,   m s c o r l i b ,   V e r s i o n = 4 . 0 . 0 . 0 ,   C u l t u r e = n e u t r a l ,   P u b l i c K e y T o k e n = b 7 7 a 5 c 5 6 1 9 3 4 e 0 8 9 "   o r d e r = " 9 9 9 "   k e y = " m u l t i l i n e "   v a l u e = " F a l s e "   g r o u p O r d e r = " - 1 " / >  
                 < p a r a m e t e r   i d = " 7 b 9 1 4 1 f 0 - b 7 f 6 - 4 5 4 2 - 8 b 9 8 - 9 a 5 e b 3 9 2 b c e 2 "   n a m e = " H e i g h t "   t y p e = " S y s t e m . I n t 3 2 ,   m s c o r l i b ,   V e r s i o n = 4 . 0 . 0 . 0 ,   C u l t u r e = n e u t r a l ,   P u b l i c K e y T o k e n = b 7 7 a 5 c 5 6 1 9 3 4 e 0 8 9 "   o r d e r = " 9 9 9 "   k e y = " h e i g h t "   v a l u e = " "   g r o u p O r d e r = " - 1 " / >  
                 < p a r a m e t e r   i d = " 4 d 3 9 e e 3 b - 4 f 9 8 - 4 a 2 c - a 3 8 9 - 3 5 2 1 3 3 8 5 8 7 1 b "   n a m e = " R e m e m b e r   l a s t   v a l u e "   t y p e = " S y s t e m . B o o l e a n ,   m s c o r l i b ,   V e r s i o n = 4 . 0 . 0 . 0 ,   C u l t u r e = n e u t r a l ,   P u b l i c K e y T o k e n = b 7 7 a 5 c 5 6 1 9 3 4 e 0 8 9 "   o r d e r = " 9 9 9 "   k e y = " r e m e m b e r L a s t V a l u e "   v a l u e = " F a l s e "   g r o u p O r d e r = " - 1 " / >  
                 < p a r a m e t e r   i d = " 9 6 9 b 1 f 6 7 - b 7 2 3 - 4 3 a d - 8 6 8 9 - 4 c 5 5 f a e 5 6 3 4 4 "   n a m e = " S e p a r a t e   l i n e s "   t y p e = " S y s t e m . B o o l e a n ,   m s c o r l i b ,   V e r s i o n = 4 . 0 . 0 . 0 ,   C u l t u r e = n e u t r a l ,   P u b l i c K e y T o k e n = b 7 7 a 5 c 5 6 1 9 3 4 e 0 8 9 "   o r d e r = " 9 9 9 "   k e y = " s p l i t L i n e s "   v a l u e = " F a l s e "   g r o u p O r d e r = " - 1 " / >  
                 < p a r a m e t e r   i d = " 2 4 8 e 3 1 9 a - b f 7 f - 4 c 1 3 - a 2 b b - 8 a f f 0 8 5 f d 0 4 4 "   n a m e = " U s e r   p r o m p t "   t y p e = " S y s t e m . S t r i n g ,   m s c o r l i b ,   V e r s i o n = 4 . 0 . 0 . 0 ,   C u l t u r e = n e u t r a l ,   P u b l i c K e y T o k e n = b 7 7 a 5 c 5 6 1 9 3 4 e 0 8 9 "   o r d e r = " 9 9 9 "   k e y = " p r o m p t "   v a l u e = " P a r t y   t y p e   1 "   a r g u m e n t = " U I L o c a l i z e d S t r i n g "   g r o u p O r d e r = " - 1 " / >  
                 < p a r a m e t e r   i d = " 6 b 8 6 a f b c - 3 5 d a - 4 3 c 4 - b 3 e 0 - 8 7 4 1 9 6 c 7 2 2 b 0 "   n a m e = " W i d t h   t y p e "   t y p e = " I p h e l i o n . O u t l i n e . M o d e l . I n t e r f a c e s . Q u e s t i o n C o n t r o l L a y o u t ,   I p h e l i o n . O u t l i n e . M o d e l ,   V e r s i o n = 1 . 6 . 7 . 1 0 ,   C u l t u r e = n e u t r a l ,   P u b l i c K e y T o k e n = n u l l "   o r d e r = " 9 9 9 "   k e y = " l a y o u t "   v a l u e = " H a l f "   g r o u p O r d e r = " - 1 " / >  
                 < p a r a m e t e r   i d = " d c 1 9 2 6 4 f - 1 2 c 8 - 4 6 5 8 - 9 8 7 5 - 8 f 0 e 7 a d b c d 1 8 "   n a m e = " W r a p   T e x t "   t y p e = " S y s t e m . B o o l e a n ,   m s c o r l i b ,   V e r s i o n = 4 . 0 . 0 . 0 ,   C u l t u r e = n e u t r a l ,   P u b l i c K e y T o k e n = b 7 7 a 5 c 5 6 1 9 3 4 e 0 8 9 "   o r d e r = " 9 9 9 "   k e y = " w r a p T e x t "   v a l u e = " T r u e "   g r o u p O r d e r = " - 1 " / >  
             < / p a r a m e t e r s >  
         < / q u e s t i o n >  
         < q u e s t i o n   i d = " 1 6 a 3 6 6 b c - 2 3 c d - 4 b 6 f - a 6 e 4 - 1 c a b 4 9 c 8 8 c 6 e "   n a m e = " P a r t y 1 "   a s s e m b l y = " I p h e l i o n . O u t l i n e . C o n t r o l s . d l l "   t y p e = " I p h e l i o n . O u t l i n e . C o n t r o l s . Q u e s t i o n C o n t r o l s . V i e w M o d e l s . C o n t a c t L i s t V i e w M o d e l "   o r d e r = " 1 2 "   a c t i v e = " t r u e "   g r o u p = " P a g e 1 "   r e s u l t T y p e = " s i n g l e "   d i s p l a y T y p e = " A l l " >  
             < p a r a m e t e r s >  
                 < p a r a m e t e r   i d = " 0 7 b 7 b 5 1 6 - b e 9 c - 4 c 2 6 - b 8 8 0 - 5 e b f 3 b 5 d 3 d 9 e "   n a m e = " A d d   d e f a u l t   s a l u t a t i o n "   t y p e = " S y s t e m . B o o l e a n ,   m s c o r l i b ,   V e r s i o n = 4 . 0 . 0 . 0 ,   C u l t u r e = n e u t r a l ,   P u b l i c K e y T o k e n = b 7 7 a 5 c 5 6 1 9 3 4 e 0 8 9 "   o r d e r = " 9 9 9 "   k e y = " a d d D e f a u l t S a l u t a t i o n "   v a l u e = " F a l s e "   g r o u p = " I n t e r A c t i o n "   g r o u p O r d e r = " - 1 " / >  
                 < p a r a m e t e r   i d = " c 7 0 d a a f 1 - 8 6 7 2 - 4 9 4 2 - 8 f 6 e - 8 1 f 7 3 1 f c 6 b 1 f "   n a m e = " A d d   g o e s   b y   s a l u t a t i o n "   t y p e = " S y s t e m . B o o l e a n ,   m s c o r l i b ,   V e r s i o n = 4 . 0 . 0 . 0 ,   C u l t u r e = n e u t r a l ,   P u b l i c K e y T o k e n = b 7 7 a 5 c 5 6 1 9 3 4 e 0 8 9 "   o r d e r = " 9 9 9 "   k e y = " a d d G o e s B y T o A d d r e s s e e L i s t "   v a l u e = " F a l s e "   g r o u p = " I n t e r A c t i o n "   g r o u p O r d e r = " - 1 " / >  
                 < p a r a m e t e r   i d = " 2 a 1 6 9 7 d d - 1 6 0 5 - 4 7 0 2 - 9 5 8 5 - c b 5 8 e c b f 8 d 8 3 "   n a m e = " A d d r e s s e e   f i e l d   i d ' s "   t y p e = " S y s t e m . S t r i n g ,   m s c o r l i b ,   V e r s i o n = 4 . 0 . 0 . 0 ,   C u l t u r e = n e u t r a l ,   P u b l i c K e y T o k e n = b 7 7 a 5 c 5 6 1 9 3 4 e 0 8 9 "   o r d e r = " 9 9 9 "   k e y = " a d d r e s s e e F i e l d s "   v a l u e = " "   g r o u p = " I n t e r A c t i o n "   g r o u p O r d e r = " - 1 " / >  
                 < p a r a m e t e r   i d = " 8 6 0 1 a 8 8 2 - 4 8 b 1 - 4 0 7 b - b 3 a 3 - 6 8 c 3 f d c 3 b d 7 9 "   n a m e = " A l l o w   r e o r d e r i n g "   t y p e = " S y s t e m . B o o l e a n ,   m s c o r l i b ,   V e r s i o n = 4 . 0 . 0 . 0 ,   C u l t u r e = n e u t r a l ,   P u b l i c K e y T o k e n = b 7 7 a 5 c 5 6 1 9 3 4 e 0 8 9 "   o r d e r = " 9 9 9 "   k e y = " a l l o w R e o r d e r i n g "   v a l u e = " T r u e "   g r o u p O r d e r = " - 1 " / >  
                 < p a r a m e t e r   i d = " 2 b 8 7 3 a 4 5 - a 6 b b - 4 e e a - 9 c 6 3 - b e 1 1 7 9 f 0 b 8 9 a "   n a m e = " A s s o c i a t e d   p h o n e   n a m e "   t y p e = " S y s t e m . S t r i n g ,   m s c o r l i b ,   V e r s i o n = 4 . 0 . 0 . 0 ,   C u l t u r e = n e u t r a l ,   P u b l i c K e y T o k e n = b 7 7 a 5 c 5 6 1 9 3 4 e 0 8 9 "   o r d e r = " 9 9 9 "   k e y = " a s s o c i a t e d P h o n e "   v a l u e = " "   g r o u p = " I n t e r A c t i o n "   g r o u p O r d e r = " - 1 " / >  
                 < p a r a m e t e r   i d = " b a 3 a 6 5 1 0 - 6 c 1 d - 4 c d c - 8 d 7 7 - 3 e a c f 4 7 0 3 2 6 e "   n a m e = " A u t o   e x e c u t e   s e a r c h "   t y p e = " S y s t e m . B o o l e a n ,   m s c o r l i b ,   V e r s i o n = 4 . 0 . 0 . 0 ,   C u l t u r e = n e u t r a l ,   P u b l i c K e y T o k e n = b 7 7 a 5 c 5 6 1 9 3 4 e 0 8 9 "   o r d e r = " 9 9 9 "   k e y = " a u t o E x e c u t e S e a r c h "   v a l u e = " T r u e "   g r o u p = " I n t e r A c t i o n "   g r o u p O r d e r = " - 1 " / >  
                 < p a r a m e t e r   i d = " 1 f 2 d 8 a 5 6 - 5 8 4 1 - 4 b 9 7 - a 2 3 1 - e c d 6 b d 9 a 7 e 6 e "   n a m e = " C a n   u s e r   a d d   c o n t a c t s "   t y p e = " S y s t e m . B o o l e a n ,   m s c o r l i b ,   V e r s i o n = 4 . 0 . 0 . 0 ,   C u l t u r e = n e u t r a l ,   P u b l i c K e y T o k e n = b 7 7 a 5 c 5 6 1 9 3 4 e 0 8 9 "   o r d e r = " 9 9 9 "   k e y = " c a n U s e r A d d I t e m s "   v a l u e = " T r u e "   g r o u p O r d e r = " - 1 " / >  
                 < p a r a m e t e r   i d = " 2 b 9 0 1 9 6 0 - 9 0 f 0 - 4 b c f - b a 3 9 - 4 b 5 3 c d 9 b 0 e 5 b "   n a m e = " C o n t a c t   r e q u i r e d "   t y p e = " S y s t e m . B o o l e a n ,   m s c o r l i b ,   V e r s i o n = 4 . 0 . 0 . 0 ,   C u l t u r e = n e u t r a l ,   P u b l i c K e y T o k e n = b 7 7 a 5 c 5 6 1 9 3 4 e 0 8 9 "   o r d e r = " 9 9 9 "   k e y = " i t e m R e q u i r e d "   v a l u e = " T r u e "   g r o u p O r d e r = " - 1 " / >  
                 < p a r a m e t e r   i d = " 8 a 4 f 2 f d 6 - 9 3 5 f - 4 2 1 9 - 8 6 f a - 1 7 8 9 b 3 a 7 f c 9 f "   n a m e = " C u s t o m   f i e l d   i d "   t y p e = " S y s t e m . S t r i n g ,   m s c o r l i b ,   V e r s i o n = 4 . 0 . 0 . 0 ,   C u l t u r e = n e u t r a l ,   P u b l i c K e y T o k e n = b 7 7 a 5 c 5 6 1 9 3 4 e 0 8 9 "   o r d e r = " 9 9 9 "   k e y = " c u s t o m F i e l d "   v a l u e = " "   g r o u p = " I n t e r A c t i o n "   g r o u p O r d e r = " - 1 " / >  
                 < p a r a m e t e r   i d = " 0 1 f 9 6 b 0 5 - 5 3 9 f - 4 0 6 d - 9 7 4 9 - 3 8 2 f f f a 4 f 4 e 9 "   n a m e = " D i a l o g   t i t l e "   t y p e = " S y s t e m . S t r i n g ,   m s c o r l i b ,   V e r s i o n = 4 . 0 . 0 . 0 ,   C u l t u r e = n e u t r a l ,   P u b l i c K e y T o k e n = b 7 7 a 5 c 5 6 1 9 3 4 e 0 8 9 "   o r d e r = " 9 9 9 "   k e y = " d i a l o g T i t l e "   v a l u e = " "   g r o u p = " I n t e r A c t i o n "   g r o u p O r d e r = " - 1 " / >  
                 < p a r a m e t e r   i d = " 2 b 1 4 a 3 0 b - 3 0 a f - 4 6 4 3 - a e f 9 - 9 f 6 d 1 d 7 7 9 c 6 9 "   n a m e = " D i s p l a y   t y p e "   t y p e = " I p h e l i o n . O u t l i n e . I n t e g r a t i o n . I n t e r A c t i o n . D i s p l a y T y p e ,   I p h e l i o n . O u t l i n e . I n t e g r a t i o n . I n t e r A c t i o n ,   V e r s i o n = 1 . 6 . 7 . 1 0 ,   C u l t u r e = n e u t r a l ,   P u b l i c K e y T o k e n = n u l l "   o r d e r = " 9 9 9 "   k e y = " s h o w A P E T y p e "   v a l u e = " A d d r e s s "   g r o u p = " I n t e r A c t i o n "   g r o u p O r d e r = " - 1 " / >  
                 < p a r a m e t e r   i d = " 5 e 9 7 f a 4 8 - 6 1 0 e - 4 f 0 6 - 9 7 1 5 - 8 5 7 3 b a c 5 4 e 3 9 "   n a m e = " H e i g h t "   t y p e = " S y s t e m . I n t 3 2 ,   m s c o r l i b ,   V e r s i o n = 4 . 0 . 0 . 0 ,   C u l t u r e = n e u t r a l ,   P u b l i c K e y T o k e n = b 7 7 a 5 c 5 6 1 9 3 4 e 0 8 9 "   o r d e r = " 9 9 9 "   k e y = " h e i g h t "   v a l u e = " 1 0 0 "   g r o u p O r d e r = " - 1 " / >  
                 < p a r a m e t e r   i d = " 9 f e a 5 a d 9 - d 8 0 0 - 4 3 1 4 - 8 a 1 6 - 7 5 a 5 2 b c 6 4 7 1 6 "   n a m e = " H i d e   f i r m   c o n t a c t s "   t y p e = " S y s t e m . B o o l e a n ,   m s c o r l i b ,   V e r s i o n = 4 . 0 . 0 . 0 ,   C u l t u r e = n e u t r a l ,   P u b l i c K e y T o k e n = b 7 7 a 5 c 5 6 1 9 3 4 e 0 8 9 "   o r d e r = " 9 9 9 "   k e y = " h i d e F i r m C o n t a c t s "   v a l u e = " F a l s e "   g r o u p = " I n t e r A c t i o n "   g r o u p O r d e r = " - 1 " / >  
                 < p a r a m e t e r   i d = " 3 3 b 4 9 a 8 3 - d 6 1 0 - 4 d c 6 - 8 1 d 3 - 3 d 3 4 9 8 b c 5 f 1 9 "   n a m e = " H i d e   H e a d e r "   t y p e = " S y s t e m . B o o l e a n ,   m s c o r l i b ,   V e r s i o n = 4 . 0 . 0 . 0 ,   C u l t u r e = n e u t r a l ,   P u b l i c K e y T o k e n = b 7 7 a 5 c 5 6 1 9 3 4 e 0 8 9 "   o r d e r = " 9 9 9 "   k e y = " h i d e H e a d e r "   v a l u e = " F a l s e "   g r o u p O r d e r = " - 1 " / >  
                 < p a r a m e t e r   i d = " 7 2 4 8 8 b 2 1 - e b 1 6 - 4 9 9 a - 9 8 9 f - c d 9 d 5 4 8 d 1 8 4 7 "   n a m e = " H i d e   m a r k e t i n g   l i s t s "   t y p e = " S y s t e m . B o o l e a n ,   m s c o r l i b ,   V e r s i o n = 4 . 0 . 0 . 0 ,   C u l t u r e = n e u t r a l ,   P u b l i c K e y T o k e n = b 7 7 a 5 c 5 6 1 9 3 4 e 0 8 9 "   o r d e r = " 9 9 9 "   k e y = " h i d e M a r k e t i n g L i s t s "   v a l u e = " F a l s e "   g r o u p = " I n t e r A c t i o n "   g r o u p O r d e r = " - 1 " / >  
                 < p a r a m e t e r   i d = " 0 e 4 2 0 a 9 f - 2 3 b 2 - 4 1 9 a - 8 6 3 d - 7 f 5 3 1 8 e 5 2 7 9 3 "   n a m e = " H i d e   m y   c o n t a c t s "   t y p e = " S y s t e m . B o o l e a n ,   m s c o r l i b ,   V e r s i o n = 4 . 0 . 0 . 0 ,   C u l t u r e = n e u t r a l ,   P u b l i c K e y T o k e n = b 7 7 a 5 c 5 6 1 9 3 4 e 0 8 9 "   o r d e r = " 9 9 9 "   k e y = " h i d e M y C o n t a c t s "   v a l u e = " F a l s e "   g r o u p = " I n t e r A c t i o n "   g r o u p O r d e r = " - 1 " / >  
                 < p a r a m e t e r   i d = " e 5 2 a 5 7 e 3 - f f 3 9 - 4 f 6 f - 8 c d 5 - 1 2 5 e 0 b 0 2 3 6 6 a "   n a m e = " H i d e   p r o j e c t   m o d u l e s "   t y p e = " S y s t e m . B o o l e a n ,   m s c o r l i b ,   V e r s i o n = 4 . 0 . 0 . 0 ,   C u l t u r e = n e u t r a l ,   P u b l i c K e y T o k e n = b 7 7 a 5 c 5 6 1 9 3 4 e 0 8 9 "   o r d e r = " 9 9 9 "   k e y = " h i d e P r o j e c t M o d u l e s "   v a l u e = " F a l s e "   g r o u p = " I n t e r A c t i o n "   g r o u p O r d e r = " - 1 " / >  
                 < p a r a m e t e r   i d = " 0 5 d 0 9 4 9 0 - 4 f 0 a - 4 2 f d - 8 4 d 6 - 2 e 1 0 e d 6 9 2 d 7 5 "   n a m e = " H i d e   w o r k i n g   l i s t s "   t y p e = " S y s t e m . B o o l e a n ,   m s c o r l i b ,   V e r s i o n = 4 . 0 . 0 . 0 ,   C u l t u r e = n e u t r a l ,   P u b l i c K e y T o k e n = b 7 7 a 5 c 5 6 1 9 3 4 e 0 8 9 "   o r d e r = " 9 9 9 "   k e y = " h i d e W o r k i n g L i s t s "   v a l u e = " F a l s e "   g r o u p = " I n t e r A c t i o n "   g r o u p O r d e r = " - 1 " / >  
                 < p a r a m e t e r   i d = " 5 d a e c 5 6 0 - 2 a 0 6 - 4 9 3 8 - a 2 d 3 - 9 e e 6 7 d e 7 e 8 c a "   n a m e = " I n i t i a l   c o n t a c t   t y p e "   t y p e = " S y s t e m . S t r i n g ,   m s c o r l i b ,   V e r s i o n = 4 . 0 . 0 . 0 ,   C u l t u r e = n e u t r a l ,   P u b l i c K e y T o k e n = b 7 7 a 5 c 5 6 1 9 3 4 e 0 8 9 "   o r d e r = " 9 9 9 "   k e y = " i n i t i a l C o n t a c t T y p e "   v a l u e = " "   g r o u p = " I n t e r A c t i o n "   g r o u p O r d e r = " - 1 " / >  
                 < p a r a m e t e r   i d = " 5 8 b 9 c f 5 7 - f b 2 8 - 4 2 8 5 - b 9 a 5 - 8 1 a b a c c 6 2 8 e 0 "   n a m e = " I n i t i a l   l i s t "   t y p e = " I p h e l i o n . O u t l i n e . I n t e g r a t i o n . I n t e r A c t i o n . L i s t T y p e ,   I p h e l i o n . O u t l i n e . I n t e g r a t i o n . I n t e r A c t i o n ,   V e r s i o n = 1 . 6 . 7 . 1 0 ,   C u l t u r e = n e u t r a l ,   P u b l i c K e y T o k e n = n u l l "   o r d e r = " 9 9 9 "   k e y = " i n t i a l L i s t "   v a l u e = " M y C o n t a c t s "   g r o u p = " I n t e r A c t i o n "   g r o u p O r d e r = " - 1 " / >  
                 < p a r a m e t e r   i d = " 6 5 3 2 0 9 2 a - c c e f - 4 9 2 d - 8 0 3 f - 8 1 9 7 b 8 f 4 c f 1 6 "   n a m e = " R e s t r i c t   p r o j e c t "   t y p e = " S y s t e m . B o o l e a n ,   m s c o r l i b ,   V e r s i o n = 4 . 0 . 0 . 0 ,   C u l t u r e = n e u t r a l ,   P u b l i c K e y T o k e n = b 7 7 a 5 c 5 6 1 9 3 4 e 0 8 9 "   o r d e r = " 9 9 9 "   k e y = " r e s t r i c t P r o j e c t "   v a l u e = " F a l s e "   g r o u p = " I n t e r A c t i o n "   g r o u p O r d e r = " - 1 " / >  
                 < p a r a m e t e r   i d = " 1 5 2 1 8 7 a a - 6 a 1 e - 4 c 0 9 - 8 9 0 8 - 8 2 e b 4 a 3 3 f 1 e 7 "   n a m e = " S e a r c h   i f   b l a n k "   t y p e = " S y s t e m . B o o l e a n ,   m s c o r l i b ,   V e r s i o n = 4 . 0 . 0 . 0 ,   C u l t u r e = n e u t r a l ,   P u b l i c K e y T o k e n = b 7 7 a 5 c 5 6 1 9 3 4 e 0 8 9 "   o r d e r = " 9 9 9 "   k e y = " s e a r c h I f B l a n k "   v a l u e = " F a l s e "   g r o u p = " I n t e r A c t i o n "   g r o u p O r d e r = " - 1 " / >  
                 < p a r a m e t e r   i d = " 4 5 0 1 4 9 7 1 - a f 6 f - 4 6 8 a - 9 e 0 5 - 3 8 c 8 6 a 9 e 8 9 a 5 "   n a m e = " S e t   p r o j e c t "   t y p e = " S y s t e m . B o o l e a n ,   m s c o r l i b ,   V e r s i o n = 4 . 0 . 0 . 0 ,   C u l t u r e = n e u t r a l ,   P u b l i c K e y T o k e n = b 7 7 a 5 c 5 6 1 9 3 4 e 0 8 9 "   o r d e r = " 9 9 9 "   k e y = " s e t P r o j e c t "   v a l u e = " F a l s e "   g r o u p = " I n t e r A c t i o n "   g r o u p O r d e r = " - 1 " / >  
                 < p a r a m e t e r   i d = " f 7 2 5 6 e b 1 - b 4 8 0 - 4 0 4 d - a b 8 d - 7 a e 3 1 e c d 7 2 f 9 "   n a m e = " S h o w   a d d r e s s "   t y p e = " S y s t e m . B o o l e a n ,   m s c o r l i b ,   V e r s i o n = 4 . 0 . 0 . 0 ,   C u l t u r e = n e u t r a l ,   P u b l i c K e y T o k e n = b 7 7 a 5 c 5 6 1 9 3 4 e 0 8 9 "   o r d e r = " 9 9 9 "   k e y = " s h o w A d d r e s s C o l u m n "   v a l u e = " F a l s e "   g r o u p O r d e r = " - 1 " / >  
                 < p a r a m e t e r   i d = " 5 8 f 3 f 1 9 c - 0 5 5 4 - 4 1 2 d - 9 7 b 6 - 4 4 0 6 9 0 6 6 9 a 2 5 "   n a m e = " S h o w   c o m b i n e d   n a m e "   t y p e = " S y s t e m . B o o l e a n ,   m s c o r l i b ,   V e r s i o n = 4 . 0 . 0 . 0 ,   C u l t u r e = n e u t r a l ,   P u b l i c K e y T o k e n = b 7 7 a 5 c 5 6 1 9 3 4 e 0 8 9 "   o r d e r = " 9 9 9 "   k e y = " s h o w C o m b i n e d N a m e "   v a l u e = " T r u e "   g r o u p O r d e r = " - 1 " / >  
                 < p a r a m e t e r   i d = " 4 1 0 8 b a 7 0 - 3 7 e 6 - 4 c c 1 - 9 c 3 a - d a 5 6 1 b c a a 0 b 1 "   n a m e = " S h o w   c o m p a n y "   t y p e = " S y s t e m . B o o l e a n ,   m s c o r l i b ,   V e r s i o n = 4 . 0 . 0 . 0 ,   C u l t u r e = n e u t r a l ,   P u b l i c K e y T o k e n = b 7 7 a 5 c 5 6 1 9 3 4 e 0 8 9 "   o r d e r = " 9 9 9 "   k e y = " s h o w C o m p a n y C o l u m n "   v a l u e = " F a l s e "   g r o u p O r d e r = " - 1 " / >  
                 < p a r a m e t e r   i d = " 4 0 0 f 1 6 d 0 - e e d e - 4 c a 8 - a d 1 4 - 5 7 3 1 d 9 1 7 6 4 5 8 "   n a m e = " S h o w   e m a i l "   t y p e = " S y s t e m . B o o l e a n ,   m s c o r l i b ,   V e r s i o n = 4 . 0 . 0 . 0 ,   C u l t u r e = n e u t r a l ,   P u b l i c K e y T o k e n = b 7 7 a 5 c 5 6 1 9 3 4 e 0 8 9 "   o r d e r = " 9 9 9 "   k e y = " s h o w E m a i l C o l u m n "   v a l u e = " F a l s e "   g r o u p O r d e r = " - 1 " / >  
                 < p a r a m e t e r   i d = " 2 b 4 4 d 3 3 2 - 7 6 2 1 - 4 e 3 b - 8 d f 9 - 5 8 3 8 f f d d b 0 5 6 "   n a m e = " S h o w   f a x "   t y p e = " S y s t e m . B o o l e a n ,   m s c o r l i b ,   V e r s i o n = 4 . 0 . 0 . 0 ,   C u l t u r e = n e u t r a l ,   P u b l i c K e y T o k e n = b 7 7 a 5 c 5 6 1 9 3 4 e 0 8 9 "   o r d e r = " 9 9 9 "   k e y = " s h o w F a x C o l u m n "   v a l u e = " F a l s e "   g r o u p O r d e r = " - 1 " / >  
                 < p a r a m e t e r   i d = " a 7 7 2 8 e 0 0 - 0 f 4 d - 4 6 9 f - b e 7 c - 3 7 6 e 2 9 a 6 8 f f d "   n a m e = " S h o w   f i r s t   n a m e "   t y p e = " S y s t e m . B o o l e a n ,   m s c o r l i b ,   V e r s i o n = 4 . 0 . 0 . 0 ,   C u l t u r e = n e u t r a l ,   P u b l i c K e y T o k e n = b 7 7 a 5 c 5 6 1 9 3 4 e 0 8 9 "   o r d e r = " 9 9 9 "   k e y = " s h o w F i r s t N a m e C o l u m n "   v a l u e = " F a l s e "   g r o u p O r d e r = " - 1 " / >  
                 < p a r a m e t e r   i d = " b 7 9 f 4 f 8 b - a 5 f e - 4 f 8 2 - 9 a 6 c - c 3 a 3 b 2 9 d 2 6 1 8 "   n a m e = " S h o w   j o b   t i t l e "   t y p e = " S y s t e m . B o o l e a n ,   m s c o r l i b ,   V e r s i o n = 4 . 0 . 0 . 0 ,   C u l t u r e = n e u t r a l ,   P u b l i c K e y T o k e n = b 7 7 a 5 c 5 6 1 9 3 4 e 0 8 9 "   o r d e r = " 9 9 9 "   k e y = " s h o w J o b T i t l e C o l u m n "   v a l u e = " F a l s e "   g r o u p O r d e r = " - 1 " / >  
                 < p a r a m e t e r   i d = " 4 9 4 b c b 3 e - 8 0 f 9 - 4 a 8 3 - 8 c 3 6 - 2 1 6 0 3 b 6 b 3 b 6 6 "   n a m e = " S h o w   l a s t   n a m e "   t y p e = " S y s t e m . B o o l e a n ,   m s c o r l i b ,   V e r s i o n = 4 . 0 . 0 . 0 ,   C u l t u r e = n e u t r a l ,   P u b l i c K e y T o k e n = b 7 7 a 5 c 5 6 1 9 3 4 e 0 8 9 "   o r d e r = " 9 9 9 "   k e y = " s h o w L a s t N a m e C o l u m n "   v a l u e = " F a l s e "   g r o u p O r d e r = " - 1 " / >  
                 < p a r a m e t e r   i d = " a 9 9 4 9 2 a f - 2 e 3 d - 4 c 3 7 - b 0 a a - e 5 c 4 b 0 6 c 4 5 2 1 "   n a m e = " S h o w   m o b i l e "   t y p e = " S y s t e m . B o o l e a n ,   m s c o r l i b ,   V e r s i o n = 4 . 0 . 0 . 0 ,   C u l t u r e = n e u t r a l ,   P u b l i c K e y T o k e n = b 7 7 a 5 c 5 6 1 9 3 4 e 0 8 9 "   o r d e r = " 9 9 9 "   k e y = " s h o w M o b i l e C o l u m n "   v a l u e = " F a l s e "   g r o u p O r d e r = " - 1 " / >  
                 < p a r a m e t e r   i d = " a 9 0 b 6 3 2 7 - f 4 5 5 - 4 3 c b - 8 3 6 a - 1 c 5 3 5 6 4 0 b 0 1 2 "   n a m e = " S h o w   r e f e r e n c e "   t y p e = " S y s t e m . B o o l e a n ,   m s c o r l i b ,   V e r s i o n = 4 . 0 . 0 . 0 ,   C u l t u r e = n e u t r a l ,   P u b l i c K e y T o k e n = b 7 7 a 5 c 5 6 1 9 3 4 e 0 8 9 "   o r d e r = " 9 9 9 "   k e y = " s h o w R e f e r e n c e C o l u m n "   v a l u e = " F a l s e "   g r o u p O r d e r = " - 1 " / >  
                 < p a r a m e t e r   i d = " a 2 c 7 e 9 0 6 - a 7 7 e - 4 9 6 d - a d f 1 - 4 f b e a 6 a 1 b 4 8 d "   n a m e = " S h o w   t e l e p h o n e "   t y p e = " S y s t e m . B o o l e a n ,   m s c o r l i b ,   V e r s i o n = 4 . 0 . 0 . 0 ,   C u l t u r e = n e u t r a l ,   P u b l i c K e y T o k e n = b 7 7 a 5 c 5 6 1 9 3 4 e 0 8 9 "   o r d e r = " 9 9 9 "   k e y = " s h o w T e l e p h o n e C o l u m n "   v a l u e = " F a l s e "   g r o u p O r d e r = " - 1 " / >  
                 < p a r a m e t e r   i d = " d b a 2 a 4 c 4 - 9 4 5 6 - 4 3 c d - 8 5 2 7 - 6 d 1 7 8 0 1 8 5 3 7 8 "   n a m e = " S h o w   t i t l e "   t y p e = " S y s t e m . B o o l e a n ,   m s c o r l i b ,   V e r s i o n = 4 . 0 . 0 . 0 ,   C u l t u r e = n e u t r a l ,   P u b l i c K e y T o k e n = b 7 7 a 5 c 5 6 1 9 3 4 e 0 8 9 "   o r d e r = " 9 9 9 "   k e y = " s h o w T i t l e C o l u m n "   v a l u e = " F a l s e "   g r o u p O r d e r = " - 1 " / >  
                 < p a r a m e t e r   i d = " 1 4 1 5 9 7 5 a - 2 0 5 4 - 4 d 5 c - b 2 8 3 - 6 f d f 5 5 8 0 e b 6 b "   n a m e = " U s e   f i r s t   a d d r e s s e e   a s   n a m e "   t y p e = " S y s t e m . B o o l e a n ,   m s c o r l i b ,   V e r s i o n = 4 . 0 . 0 . 0 ,   C u l t u r e = n e u t r a l ,   P u b l i c K e y T o k e n = b 7 7 a 5 c 5 6 1 9 3 4 e 0 8 9 "   o r d e r = " 9 9 9 "   k e y = " u s e A d d r e s s e e I n N a m e "   v a l u e = " F a l s e "   g r o u p = " I n t e r A c t i o n "   g r o u p O r d e r = " - 1 " / >  
                 < p a r a m e t e r   i d = " 6 4 0 5 9 1 7 5 - 4 4 5 f - 4 8 6 9 - b f 7 3 - 4 8 f a 0 0 0 2 f 3 3 3 "   n a m e = " U s e r   p r o m p t "   t y p e = " S y s t e m . S t r i n g ,   m s c o r l i b ,   V e r s i o n = 4 . 0 . 0 . 0 ,   C u l t u r e = n e u t r a l ,   P u b l i c K e y T o k e n = b 7 7 a 5 c 5 6 1 9 3 4 e 0 8 9 "   o r d e r = " 9 9 9 "   k e y = " p r o m p t "   v a l u e = " _ F i r s t   p a r t i e s "   a r g u m e n t = " U I L o c a l i z e d S t r i n g "   g r o u p O r d e r = " - 1 " / >  
                 < p a r a m e t e r   i d = " d 5 a 5 6 4 0 b - 4 6 7 d - 4 0 8 a - 9 b f 3 - 1 5 7 3 0 7 7 1 2 a 3 9 "   n a m e = " W i d t h   t y p e "   t y p e = " I p h e l i o n . O u t l i n e . M o d e l . I n t e r f a c e s . Q u e s t i o n C o n t r o l L a y o u t ,   I p h e l i o n . O u t l i n e . M o d e l ,   V e r s i o n = 1 . 6 . 7 . 1 0 ,   C u l t u r e = n e u t r a l ,   P u b l i c K e y T o k e n = n u l l "   o r d e r = " 9 9 9 "   k e y = " l a y o u t "   v a l u e = " F u l l "   g r o u p O r d e r = " - 1 " / >  
             < / p a r a m e t e r s >  
         < / q u e s t i o n >  
         < q u e s t i o n   i d = " 8 9 c 2 9 a e 3 - f 2 0 4 - 4 0 1 a - 8 d c d - 5 d a 0 b 4 6 4 8 3 6 a "   n a m e = " P a r t y 2 T y p e "   a s s e m b l y = " I p h e l i o n . O u t l i n e . C o n t r o l s . d l l "   t y p e = " I p h e l i o n . O u t l i n e . C o n t r o l s . Q u e s t i o n C o n t r o l s . V i e w M o d e l s . T e x t B o x V i e w M o d e l "   o r d e r = " 1 3 "   a c t i v e = " t r u e "   g r o u p = " P a g e 1 "   r e s u l t T y p e = " s i n g l e "   d i s p l a y T y p e = " A l l " >  
             < p a r a m e t e r s >  
                 < p a r a m e t e r   i d = " 5 7 9 3 c d 8 4 - a 3 5 f - 4 9 8 f - a e d 9 - 4 c 0 b 4 f 4 2 8 f 5 8 "   n a m e = " A l l o w   r e t u r n "   t y p e = " S y s t e m . B o o l e a n ,   m s c o r l i b ,   V e r s i o n = 4 . 0 . 0 . 0 ,   C u l t u r e = n e u t r a l ,   P u b l i c K e y T o k e n = b 7 7 a 5 c 5 6 1 9 3 4 e 0 8 9 "   o r d e r = " 9 9 9 "   k e y = " m u l t i l i n e "   v a l u e = " F a l s e "   g r o u p O r d e r = " - 1 " / >  
                 < p a r a m e t e r   i d = " 8 c 6 2 1 c 8 9 - 8 0 d 6 - 4 b f b - 9 f 1 0 - e 3 9 c 4 7 f f c 7 3 f "   n a m e = " H e i g h t "   t y p e = " S y s t e m . I n t 3 2 ,   m s c o r l i b ,   V e r s i o n = 4 . 0 . 0 . 0 ,   C u l t u r e = n e u t r a l ,   P u b l i c K e y T o k e n = b 7 7 a 5 c 5 6 1 9 3 4 e 0 8 9 "   o r d e r = " 9 9 9 "   k e y = " h e i g h t "   v a l u e = " "   g r o u p O r d e r = " - 1 " / >  
                 < p a r a m e t e r   i d = " a 8 8 b b b d 2 - 8 5 9 e - 4 5 c c - 8 e a 5 - 5 6 c f c 4 2 3 4 d 3 8 "   n a m e = " R e m e m b e r   l a s t   v a l u e "   t y p e = " S y s t e m . B o o l e a n ,   m s c o r l i b ,   V e r s i o n = 4 . 0 . 0 . 0 ,   C u l t u r e = n e u t r a l ,   P u b l i c K e y T o k e n = b 7 7 a 5 c 5 6 1 9 3 4 e 0 8 9 "   o r d e r = " 9 9 9 "   k e y = " r e m e m b e r L a s t V a l u e "   v a l u e = " F a l s e "   g r o u p O r d e r = " - 1 " / >  
                 < p a r a m e t e r   i d = " e b a d 7 d f 4 - c 5 2 9 - 4 e 1 1 - 9 7 9 3 - d 3 3 8 4 b 5 3 f 3 2 2 "   n a m e = " S e p a r a t e   l i n e s "   t y p e = " S y s t e m . B o o l e a n ,   m s c o r l i b ,   V e r s i o n = 4 . 0 . 0 . 0 ,   C u l t u r e = n e u t r a l ,   P u b l i c K e y T o k e n = b 7 7 a 5 c 5 6 1 9 3 4 e 0 8 9 "   o r d e r = " 9 9 9 "   k e y = " s p l i t L i n e s "   v a l u e = " F a l s e "   g r o u p O r d e r = " - 1 " / >  
                 < p a r a m e t e r   i d = " 8 1 a 0 3 6 5 7 - 5 3 4 0 - 4 2 f b - 9 1 8 f - b 1 e 7 e e 2 0 3 e 0 9 "   n a m e = " U s e r   p r o m p t "   t y p e = " S y s t e m . S t r i n g ,   m s c o r l i b ,   V e r s i o n = 4 . 0 . 0 . 0 ,   C u l t u r e = n e u t r a l ,   P u b l i c K e y T o k e n = b 7 7 a 5 c 5 6 1 9 3 4 e 0 8 9 "   o r d e r = " 9 9 9 "   k e y = " p r o m p t "   v a l u e = " P a r t y   t y p e   2 "   a r g u m e n t = " U I L o c a l i z e d S t r i n g "   g r o u p O r d e r = " - 1 " / >  
                 < p a r a m e t e r   i d = " a b 3 0 e e a c - 0 d 9 f - 4 d f c - a 5 9 d - a 8 d 4 2 1 6 d 6 6 a 7 "   n a m e = " W i d t h   t y p e "   t y p e = " I p h e l i o n . O u t l i n e . M o d e l . I n t e r f a c e s . Q u e s t i o n C o n t r o l L a y o u t ,   I p h e l i o n . O u t l i n e . M o d e l ,   V e r s i o n = 1 . 6 . 7 . 1 0 ,   C u l t u r e = n e u t r a l ,   P u b l i c K e y T o k e n = n u l l "   o r d e r = " 9 9 9 "   k e y = " l a y o u t "   v a l u e = " H a l f "   g r o u p O r d e r = " - 1 " / >  
                 < p a r a m e t e r   i d = " 2 6 1 2 8 2 b 4 - 8 b c a - 4 1 9 7 - 8 a 0 d - c d 2 d d f 8 6 d c 5 d "   n a m e = " W r a p   T e x t "   t y p e = " S y s t e m . B o o l e a n ,   m s c o r l i b ,   V e r s i o n = 4 . 0 . 0 . 0 ,   C u l t u r e = n e u t r a l ,   P u b l i c K e y T o k e n = b 7 7 a 5 c 5 6 1 9 3 4 e 0 8 9 "   o r d e r = " 9 9 9 "   k e y = " w r a p T e x t "   v a l u e = " T r u e "   g r o u p O r d e r = " - 1 " / >  
             < / p a r a m e t e r s >  
         < / q u e s t i o n >  
         < q u e s t i o n   i d = " a f f c 4 9 7 f - 5 7 0 7 - 4 f 6 f - b 7 c 4 - 0 3 c d f 0 7 3 8 8 f 9 "   n a m e = " P a r t y 2 "   a s s e m b l y = " I p h e l i o n . O u t l i n e . C o n t r o l s . d l l "   t y p e = " I p h e l i o n . O u t l i n e . C o n t r o l s . Q u e s t i o n C o n t r o l s . V i e w M o d e l s . C o n t a c t L i s t V i e w M o d e l "   o r d e r = " 1 4 "   a c t i v e = " t r u e "   g r o u p = " P a g e 1 "   r e s u l t T y p e = " s i n g l e "   d i s p l a y T y p e = " A l l " >  
             < p a r a m e t e r s >  
                 < p a r a m e t e r   i d = " b e a 2 3 c 4 c - 4 9 1 0 - 4 7 7 e - 8 6 8 3 - 9 0 f 6 c f 2 7 1 e 0 8 "   n a m e = " A d d   d e f a u l t   s a l u t a t i o n "   t y p e = " S y s t e m . B o o l e a n ,   m s c o r l i b ,   V e r s i o n = 4 . 0 . 0 . 0 ,   C u l t u r e = n e u t r a l ,   P u b l i c K e y T o k e n = b 7 7 a 5 c 5 6 1 9 3 4 e 0 8 9 "   o r d e r = " 9 9 9 "   k e y = " a d d D e f a u l t S a l u t a t i o n "   v a l u e = " F a l s e "   g r o u p = " I n t e r A c t i o n "   g r o u p O r d e r = " - 1 " / >  
                 < p a r a m e t e r   i d = " e c d 8 2 e 8 9 - d 2 a 2 - 4 e f 8 - a 0 1 b - b 0 e 5 d d f b f d 8 d "   n a m e = " A d d   g o e s   b y   s a l u t a t i o n "   t y p e = " S y s t e m . B o o l e a n ,   m s c o r l i b ,   V e r s i o n = 4 . 0 . 0 . 0 ,   C u l t u r e = n e u t r a l ,   P u b l i c K e y T o k e n = b 7 7 a 5 c 5 6 1 9 3 4 e 0 8 9 "   o r d e r = " 9 9 9 "   k e y = " a d d G o e s B y T o A d d r e s s e e L i s t "   v a l u e = " F a l s e "   g r o u p = " I n t e r A c t i o n "   g r o u p O r d e r = " - 1 " / >  
                 < p a r a m e t e r   i d = " 1 9 f 2 5 b a 0 - 7 a 8 5 - 4 e 7 f - a 5 f f - b 7 3 3 5 6 d b 0 a d 4 "   n a m e = " A d d r e s s e e   f i e l d   i d ' s "   t y p e = " S y s t e m . S t r i n g ,   m s c o r l i b ,   V e r s i o n = 4 . 0 . 0 . 0 ,   C u l t u r e = n e u t r a l ,   P u b l i c K e y T o k e n = b 7 7 a 5 c 5 6 1 9 3 4 e 0 8 9 "   o r d e r = " 9 9 9 "   k e y = " a d d r e s s e e F i e l d s "   v a l u e = " "   g r o u p = " I n t e r A c t i o n "   g r o u p O r d e r = " - 1 " / >  
                 < p a r a m e t e r   i d = " 9 7 6 6 0 8 4 1 - 7 f 7 a - 4 9 3 e - 9 0 0 2 - 5 1 f 3 1 b c f 0 3 1 2 "   n a m e = " A l l o w   r e o r d e r i n g "   t y p e = " S y s t e m . B o o l e a n ,   m s c o r l i b ,   V e r s i o n = 4 . 0 . 0 . 0 ,   C u l t u r e = n e u t r a l ,   P u b l i c K e y T o k e n = b 7 7 a 5 c 5 6 1 9 3 4 e 0 8 9 "   o r d e r = " 9 9 9 "   k e y = " a l l o w R e o r d e r i n g "   v a l u e = " T r u e "   g r o u p O r d e r = " - 1 " / >  
                 < p a r a m e t e r   i d = " 1 0 1 f a 7 0 d - a e d c - 4 0 5 b - b 1 c c - e a 7 3 4 d 0 e a d 9 b "   n a m e = " A s s o c i a t e d   p h o n e   n a m e "   t y p e = " S y s t e m . S t r i n g ,   m s c o r l i b ,   V e r s i o n = 4 . 0 . 0 . 0 ,   C u l t u r e = n e u t r a l ,   P u b l i c K e y T o k e n = b 7 7 a 5 c 5 6 1 9 3 4 e 0 8 9 "   o r d e r = " 9 9 9 "   k e y = " a s s o c i a t e d P h o n e "   v a l u e = " "   g r o u p = " I n t e r A c t i o n "   g r o u p O r d e r = " - 1 " / >  
                 < p a r a m e t e r   i d = " 7 1 c b a d 1 7 - 3 a 5 2 - 4 b 7 d - 9 d b f - 6 1 7 2 1 9 b b b 0 f b "   n a m e = " A u t o   e x e c u t e   s e a r c h "   t y p e = " S y s t e m . B o o l e a n ,   m s c o r l i b ,   V e r s i o n = 4 . 0 . 0 . 0 ,   C u l t u r e = n e u t r a l ,   P u b l i c K e y T o k e n = b 7 7 a 5 c 5 6 1 9 3 4 e 0 8 9 "   o r d e r = " 9 9 9 "   k e y = " a u t o E x e c u t e S e a r c h "   v a l u e = " T r u e "   g r o u p = " I n t e r A c t i o n "   g r o u p O r d e r = " - 1 " / >  
                 < p a r a m e t e r   i d = " 1 c f 2 0 4 e 6 - 6 b b 9 - 4 7 a f - 9 6 c f - 8 b b 3 0 7 c 4 f 7 e 2 "   n a m e = " C a n   u s e r   a d d   c o n t a c t s "   t y p e = " S y s t e m . B o o l e a n ,   m s c o r l i b ,   V e r s i o n = 4 . 0 . 0 . 0 ,   C u l t u r e = n e u t r a l ,   P u b l i c K e y T o k e n = b 7 7 a 5 c 5 6 1 9 3 4 e 0 8 9 "   o r d e r = " 9 9 9 "   k e y = " c a n U s e r A d d I t e m s "   v a l u e = " T r u e "   g r o u p O r d e r = " - 1 " / >  
                 < p a r a m e t e r   i d = " 2 8 7 c d 0 9 8 - 1 d 8 0 - 4 3 b 3 - 8 6 a 7 - 6 3 9 6 f 7 2 8 2 8 d 3 "   n a m e = " C o n t a c t   r e q u i r e d "   t y p e = " S y s t e m . B o o l e a n ,   m s c o r l i b ,   V e r s i o n = 4 . 0 . 0 . 0 ,   C u l t u r e = n e u t r a l ,   P u b l i c K e y T o k e n = b 7 7 a 5 c 5 6 1 9 3 4 e 0 8 9 "   o r d e r = " 9 9 9 "   k e y = " i t e m R e q u i r e d "   v a l u e = " T r u e "   g r o u p O r d e r = " - 1 " / >  
                 < p a r a m e t e r   i d = " 9 2 b d b 1 b b - 0 a 2 4 - 4 3 3 4 - b 1 8 5 - 5 6 2 7 d d a 8 2 7 1 3 "   n a m e = " C u s t o m   f i e l d   i d "   t y p e = " S y s t e m . S t r i n g ,   m s c o r l i b ,   V e r s i o n = 4 . 0 . 0 . 0 ,   C u l t u r e = n e u t r a l ,   P u b l i c K e y T o k e n = b 7 7 a 5 c 5 6 1 9 3 4 e 0 8 9 "   o r d e r = " 9 9 9 "   k e y = " c u s t o m F i e l d "   v a l u e = " "   g r o u p = " I n t e r A c t i o n "   g r o u p O r d e r = " - 1 " / >  
                 < p a r a m e t e r   i d = " e 6 7 0 7 c 3 5 - f d 0 5 - 4 1 4 f - b 8 a b - e 7 0 3 1 b d f 5 c 0 e "   n a m e = " D i a l o g   t i t l e "   t y p e = " S y s t e m . S t r i n g ,   m s c o r l i b ,   V e r s i o n = 4 . 0 . 0 . 0 ,   C u l t u r e = n e u t r a l ,   P u b l i c K e y T o k e n = b 7 7 a 5 c 5 6 1 9 3 4 e 0 8 9 "   o r d e r = " 9 9 9 "   k e y = " d i a l o g T i t l e "   v a l u e = " "   g r o u p = " I n t e r A c t i o n "   g r o u p O r d e r = " - 1 " / >  
                 < p a r a m e t e r   i d = " 6 e c 2 a 4 9 b - a b 4 b - 4 d 7 0 - 8 c a 7 - 9 5 4 e 9 d c 8 0 d 2 d "   n a m e = " D i s p l a y   t y p e "   t y p e = " I p h e l i o n . O u t l i n e . I n t e g r a t i o n . I n t e r A c t i o n . D i s p l a y T y p e ,   I p h e l i o n . O u t l i n e . I n t e g r a t i o n . I n t e r A c t i o n ,   V e r s i o n = 1 . 6 . 7 . 1 0 ,   C u l t u r e = n e u t r a l ,   P u b l i c K e y T o k e n = n u l l "   o r d e r = " 9 9 9 "   k e y = " s h o w A P E T y p e "   v a l u e = " A d d r e s s "   g r o u p = " I n t e r A c t i o n "   g r o u p O r d e r = " - 1 " / >  
                 < p a r a m e t e r   i d = " a 2 7 b 0 9 5 5 - 9 b 5 2 - 4 e 4 0 - 9 1 d 0 - 0 6 5 f 0 8 a 0 8 3 7 d "   n a m e = " H e i g h t "   t y p e = " S y s t e m . I n t 3 2 ,   m s c o r l i b ,   V e r s i o n = 4 . 0 . 0 . 0 ,   C u l t u r e = n e u t r a l ,   P u b l i c K e y T o k e n = b 7 7 a 5 c 5 6 1 9 3 4 e 0 8 9 "   o r d e r = " 9 9 9 "   k e y = " h e i g h t "   v a l u e = " 1 0 0 "   g r o u p O r d e r = " - 1 " / >  
                 < p a r a m e t e r   i d = " 3 e e c e 7 b 4 - 0 8 d 3 - 4 8 b 4 - a 3 6 8 - 3 5 7 d 8 e 8 5 1 7 9 a "   n a m e = " H i d e   f i r m   c o n t a c t s "   t y p e = " S y s t e m . B o o l e a n ,   m s c o r l i b ,   V e r s i o n = 4 . 0 . 0 . 0 ,   C u l t u r e = n e u t r a l ,   P u b l i c K e y T o k e n = b 7 7 a 5 c 5 6 1 9 3 4 e 0 8 9 "   o r d e r = " 9 9 9 "   k e y = " h i d e F i r m C o n t a c t s "   v a l u e = " F a l s e "   g r o u p = " I n t e r A c t i o n "   g r o u p O r d e r = " - 1 " / >  
                 < p a r a m e t e r   i d = " 5 e e 2 4 7 6 7 - 1 9 6 4 - 4 5 d d - a 6 0 5 - 4 2 3 8 1 0 b a e 6 8 d "   n a m e = " H i d e   H e a d e r "   t y p e = " S y s t e m . B o o l e a n ,   m s c o r l i b ,   V e r s i o n = 4 . 0 . 0 . 0 ,   C u l t u r e = n e u t r a l ,   P u b l i c K e y T o k e n = b 7 7 a 5 c 5 6 1 9 3 4 e 0 8 9 "   o r d e r = " 9 9 9 "   k e y = " h i d e H e a d e r "   v a l u e = " F a l s e "   g r o u p O r d e r = " - 1 " / >  
                 < p a r a m e t e r   i d = " 0 a 4 a f 5 0 5 - 5 8 e 8 - 4 6 7 6 - 9 e 1 5 - 1 5 e 7 a d f 5 e 5 3 a "   n a m e = " H i d e   m a r k e t i n g   l i s t s "   t y p e = " S y s t e m . B o o l e a n ,   m s c o r l i b ,   V e r s i o n = 4 . 0 . 0 . 0 ,   C u l t u r e = n e u t r a l ,   P u b l i c K e y T o k e n = b 7 7 a 5 c 5 6 1 9 3 4 e 0 8 9 "   o r d e r = " 9 9 9 "   k e y = " h i d e M a r k e t i n g L i s t s "   v a l u e = " F a l s e "   g r o u p = " I n t e r A c t i o n "   g r o u p O r d e r = " - 1 " / >  
                 < p a r a m e t e r   i d = " 6 3 0 a 6 a f c - 2 4 d 9 - 4 d b 7 - 9 b 1 8 - c 2 c 2 a 1 b e 6 8 3 6 "   n a m e = " H i d e   m y   c o n t a c t s "   t y p e = " S y s t e m . B o o l e a n ,   m s c o r l i b ,   V e r s i o n = 4 . 0 . 0 . 0 ,   C u l t u r e = n e u t r a l ,   P u b l i c K e y T o k e n = b 7 7 a 5 c 5 6 1 9 3 4 e 0 8 9 "   o r d e r = " 9 9 9 "   k e y = " h i d e M y C o n t a c t s "   v a l u e = " F a l s e "   g r o u p = " I n t e r A c t i o n "   g r o u p O r d e r = " - 1 " / >  
                 < p a r a m e t e r   i d = " 1 c c 6 4 a 5 0 - b d 5 2 - 4 4 e f - b 9 9 5 - 4 9 1 f 5 d c 9 d 9 c 7 "   n a m e = " H i d e   p r o j e c t   m o d u l e s "   t y p e = " S y s t e m . B o o l e a n ,   m s c o r l i b ,   V e r s i o n = 4 . 0 . 0 . 0 ,   C u l t u r e = n e u t r a l ,   P u b l i c K e y T o k e n = b 7 7 a 5 c 5 6 1 9 3 4 e 0 8 9 "   o r d e r = " 9 9 9 "   k e y = " h i d e P r o j e c t M o d u l e s "   v a l u e = " F a l s e "   g r o u p = " I n t e r A c t i o n "   g r o u p O r d e r = " - 1 " / >  
                 < p a r a m e t e r   i d = " 2 7 a f c 4 5 6 - 6 5 7 4 - 4 2 0 d - 8 4 e 2 - 8 c f c 3 f 8 2 8 a c b "   n a m e = " H i d e   w o r k i n g   l i s t s "   t y p e = " S y s t e m . B o o l e a n ,   m s c o r l i b ,   V e r s i o n = 4 . 0 . 0 . 0 ,   C u l t u r e = n e u t r a l ,   P u b l i c K e y T o k e n = b 7 7 a 5 c 5 6 1 9 3 4 e 0 8 9 "   o r d e r = " 9 9 9 "   k e y = " h i d e W o r k i n g L i s t s "   v a l u e = " F a l s e "   g r o u p = " I n t e r A c t i o n "   g r o u p O r d e r = " - 1 " / >  
                 < p a r a m e t e r   i d = " d 9 f 2 9 6 f 9 - 3 b a 2 - 4 5 3 9 - 8 7 0 d - 1 d b d 1 2 5 e 8 8 8 1 "   n a m e = " I n i t i a l   c o n t a c t   t y p e "   t y p e = " S y s t e m . S t r i n g ,   m s c o r l i b ,   V e r s i o n = 4 . 0 . 0 . 0 ,   C u l t u r e = n e u t r a l ,   P u b l i c K e y T o k e n = b 7 7 a 5 c 5 6 1 9 3 4 e 0 8 9 "   o r d e r = " 9 9 9 "   k e y = " i n i t i a l C o n t a c t T y p e "   v a l u e = " "   g r o u p = " I n t e r A c t i o n "   g r o u p O r d e r = " - 1 " / >  
                 < p a r a m e t e r   i d = " 3 a 8 0 4 d e b - f f 2 4 - 4 4 0 3 - b b 3 8 - d b a a f 7 8 b 3 b e 4 "   n a m e = " I n i t i a l   l i s t "   t y p e = " I p h e l i o n . O u t l i n e . I n t e g r a t i o n . I n t e r A c t i o n . L i s t T y p e ,   I p h e l i o n . O u t l i n e . I n t e g r a t i o n . I n t e r A c t i o n ,   V e r s i o n = 1 . 6 . 7 . 1 0 ,   C u l t u r e = n e u t r a l ,   P u b l i c K e y T o k e n = n u l l "   o r d e r = " 9 9 9 "   k e y = " i n t i a l L i s t "   v a l u e = " M y C o n t a c t s "   g r o u p = " I n t e r A c t i o n "   g r o u p O r d e r = " - 1 " / >  
                 < p a r a m e t e r   i d = " 8 0 e f 7 3 a c - 2 d 2 3 - 4 2 c e - 8 d d b - e 6 f 3 4 b 0 b 1 a f e "   n a m e = " R e s t r i c t   p r o j e c t "   t y p e = " S y s t e m . B o o l e a n ,   m s c o r l i b ,   V e r s i o n = 4 . 0 . 0 . 0 ,   C u l t u r e = n e u t r a l ,   P u b l i c K e y T o k e n = b 7 7 a 5 c 5 6 1 9 3 4 e 0 8 9 "   o r d e r = " 9 9 9 "   k e y = " r e s t r i c t P r o j e c t "   v a l u e = " F a l s e "   g r o u p = " I n t e r A c t i o n "   g r o u p O r d e r = " - 1 " / >  
                 < p a r a m e t e r   i d = " c 7 9 2 8 6 b 9 - 1 5 5 d - 4 4 c 0 - 9 8 d 5 - 7 f 7 0 c e b e 8 7 9 0 "   n a m e = " S e a r c h   i f   b l a n k "   t y p e = " S y s t e m . B o o l e a n ,   m s c o r l i b ,   V e r s i o n = 4 . 0 . 0 . 0 ,   C u l t u r e = n e u t r a l ,   P u b l i c K e y T o k e n = b 7 7 a 5 c 5 6 1 9 3 4 e 0 8 9 "   o r d e r = " 9 9 9 "   k e y = " s e a r c h I f B l a n k "   v a l u e = " F a l s e "   g r o u p = " I n t e r A c t i o n "   g r o u p O r d e r = " - 1 " / >  
                 < p a r a m e t e r   i d = " e 7 5 f 3 3 c 5 - 7 6 c 9 - 4 e d c - a 9 e d - 7 3 a 0 0 6 a d 7 d 4 0 "   n a m e = " S e t   p r o j e c t "   t y p e = " S y s t e m . B o o l e a n ,   m s c o r l i b ,   V e r s i o n = 4 . 0 . 0 . 0 ,   C u l t u r e = n e u t r a l ,   P u b l i c K e y T o k e n = b 7 7 a 5 c 5 6 1 9 3 4 e 0 8 9 "   o r d e r = " 9 9 9 "   k e y = " s e t P r o j e c t "   v a l u e = " F a l s e "   g r o u p = " I n t e r A c t i o n "   g r o u p O r d e r = " - 1 " / >  
                 < p a r a m e t e r   i d = " 3 e e 3 3 7 5 f - b 1 f 6 - 4 f 4 9 - 8 f d f - 6 3 0 8 1 f c 5 9 8 6 0 "   n a m e = " S h o w   a d d r e s s "   t y p e = " S y s t e m . B o o l e a n ,   m s c o r l i b ,   V e r s i o n = 4 . 0 . 0 . 0 ,   C u l t u r e = n e u t r a l ,   P u b l i c K e y T o k e n = b 7 7 a 5 c 5 6 1 9 3 4 e 0 8 9 "   o r d e r = " 9 9 9 "   k e y = " s h o w A d d r e s s C o l u m n "   v a l u e = " F a l s e "   g r o u p O r d e r = " - 1 " / >  
                 < p a r a m e t e r   i d = " 5 9 7 6 c 5 e e - b d a e - 4 2 4 2 - b 2 6 d - a f 0 7 3 5 9 6 d 4 9 a "   n a m e = " S h o w   c o m b i n e d   n a m e "   t y p e = " S y s t e m . B o o l e a n ,   m s c o r l i b ,   V e r s i o n = 4 . 0 . 0 . 0 ,   C u l t u r e = n e u t r a l ,   P u b l i c K e y T o k e n = b 7 7 a 5 c 5 6 1 9 3 4 e 0 8 9 "   o r d e r = " 9 9 9 "   k e y = " s h o w C o m b i n e d N a m e "   v a l u e = " T r u e "   g r o u p O r d e r = " - 1 " / >  
                 < p a r a m e t e r   i d = " 4 8 f 6 7 e a c - 8 8 c 5 - 4 f 6 4 - 9 6 7 b - e b b 5 e 6 a c 4 9 c 2 "   n a m e = " S h o w   c o m p a n y "   t y p e = " S y s t e m . B o o l e a n ,   m s c o r l i b ,   V e r s i o n = 4 . 0 . 0 . 0 ,   C u l t u r e = n e u t r a l ,   P u b l i c K e y T o k e n = b 7 7 a 5 c 5 6 1 9 3 4 e 0 8 9 "   o r d e r = " 9 9 9 "   k e y = " s h o w C o m p a n y C o l u m n "   v a l u e = " F a l s e "   g r o u p O r d e r = " - 1 " / >  
                 < p a r a m e t e r   i d = " 4 d b c 9 1 5 3 - 0 e a d - 4 0 9 d - b 5 8 f - c 8 f c c b b 4 1 9 d 6 "   n a m e = " S h o w   e m a i l "   t y p e = " S y s t e m . B o o l e a n ,   m s c o r l i b ,   V e r s i o n = 4 . 0 . 0 . 0 ,   C u l t u r e = n e u t r a l ,   P u b l i c K e y T o k e n = b 7 7 a 5 c 5 6 1 9 3 4 e 0 8 9 "   o r d e r = " 9 9 9 "   k e y = " s h o w E m a i l C o l u m n "   v a l u e = " F a l s e "   g r o u p O r d e r = " - 1 " / >  
                 < p a r a m e t e r   i d = " 6 a 3 1 a e 2 6 - d 0 4 2 - 4 2 3 9 - 8 1 b 4 - 0 f b f 2 4 1 c 5 e 7 1 "   n a m e = " S h o w   f a x "   t y p e = " S y s t e m . B o o l e a n ,   m s c o r l i b ,   V e r s i o n = 4 . 0 . 0 . 0 ,   C u l t u r e = n e u t r a l ,   P u b l i c K e y T o k e n = b 7 7 a 5 c 5 6 1 9 3 4 e 0 8 9 "   o r d e r = " 9 9 9 "   k e y = " s h o w F a x C o l u m n "   v a l u e = " F a l s e "   g r o u p O r d e r = " - 1 " / >  
                 < p a r a m e t e r   i d = " 3 4 9 7 6 9 f 3 - e 2 2 d - 4 0 5 3 - 9 b c 2 - 2 0 f a 2 0 3 6 b b 2 3 "   n a m e = " S h o w   f i r s t   n a m e "   t y p e = " S y s t e m . B o o l e a n ,   m s c o r l i b ,   V e r s i o n = 4 . 0 . 0 . 0 ,   C u l t u r e = n e u t r a l ,   P u b l i c K e y T o k e n = b 7 7 a 5 c 5 6 1 9 3 4 e 0 8 9 "   o r d e r = " 9 9 9 "   k e y = " s h o w F i r s t N a m e C o l u m n "   v a l u e = " F a l s e "   g r o u p O r d e r = " - 1 " / >  
                 < p a r a m e t e r   i d = " 0 d c d 0 8 e 2 - 0 9 c f - 4 d 7 0 - 9 8 e 0 - e 0 f a 6 f e a d 3 5 b "   n a m e = " S h o w   j o b   t i t l e "   t y p e = " S y s t e m . B o o l e a n ,   m s c o r l i b ,   V e r s i o n = 4 . 0 . 0 . 0 ,   C u l t u r e = n e u t r a l ,   P u b l i c K e y T o k e n = b 7 7 a 5 c 5 6 1 9 3 4 e 0 8 9 "   o r d e r = " 9 9 9 "   k e y = " s h o w J o b T i t l e C o l u m n "   v a l u e = " F a l s e "   g r o u p O r d e r = " - 1 " / >  
                 < p a r a m e t e r   i d = " 0 7 5 b 3 9 f f - 6 0 7 e - 4 8 d 8 - 8 c f b - 7 5 f 2 f 5 b a 6 2 0 2 "   n a m e = " S h o w   l a s t   n a m e "   t y p e = " S y s t e m . B o o l e a n ,   m s c o r l i b ,   V e r s i o n = 4 . 0 . 0 . 0 ,   C u l t u r e = n e u t r a l ,   P u b l i c K e y T o k e n = b 7 7 a 5 c 5 6 1 9 3 4 e 0 8 9 "   o r d e r = " 9 9 9 "   k e y = " s h o w L a s t N a m e C o l u m n "   v a l u e = " F a l s e "   g r o u p O r d e r = " - 1 " / >  
                 < p a r a m e t e r   i d = " 9 d 4 6 b e 1 e - b 9 0 a - 4 0 5 4 - b e e 3 - 4 a 8 c 3 f 0 d d f b 1 "   n a m e = " S h o w   m o b i l e "   t y p e = " S y s t e m . B o o l e a n ,   m s c o r l i b ,   V e r s i o n = 4 . 0 . 0 . 0 ,   C u l t u r e = n e u t r a l ,   P u b l i c K e y T o k e n = b 7 7 a 5 c 5 6 1 9 3 4 e 0 8 9 "   o r d e r = " 9 9 9 "   k e y = " s h o w M o b i l e C o l u m n "   v a l u e = " F a l s e "   g r o u p O r d e r = " - 1 " / >  
                 < p a r a m e t e r   i d = " d d 8 f 8 c 4 3 - 3 a e b - 4 2 2 2 - 8 7 b f - f 4 9 8 5 5 d c e f 7 0 "   n a m e = " S h o w   r e f e r e n c e "   t y p e = " S y s t e m . B o o l e a n ,   m s c o r l i b ,   V e r s i o n = 4 . 0 . 0 . 0 ,   C u l t u r e = n e u t r a l ,   P u b l i c K e y T o k e n = b 7 7 a 5 c 5 6 1 9 3 4 e 0 8 9 "   o r d e r = " 9 9 9 "   k e y = " s h o w R e f e r e n c e C o l u m n "   v a l u e = " F a l s e "   g r o u p O r d e r = " - 1 " / >  
                 < p a r a m e t e r   i d = " 8 9 2 0 8 2 2 d - 0 1 2 b - 4 0 0 a - 9 0 c a - e a 0 7 e 3 0 c 1 0 c c "   n a m e = " S h o w   t e l e p h o n e "   t y p e = " S y s t e m . B o o l e a n ,   m s c o r l i b ,   V e r s i o n = 4 . 0 . 0 . 0 ,   C u l t u r e = n e u t r a l ,   P u b l i c K e y T o k e n = b 7 7 a 5 c 5 6 1 9 3 4 e 0 8 9 "   o r d e r = " 9 9 9 "   k e y = " s h o w T e l e p h o n e C o l u m n "   v a l u e = " F a l s e "   g r o u p O r d e r = " - 1 " / >  
                 < p a r a m e t e r   i d = " a 4 5 5 3 c 0 f - 8 f d 9 - 4 0 b 6 - b 3 e 6 - 4 d 9 0 5 f 7 9 d 3 7 c "   n a m e = " S h o w   t i t l e "   t y p e = " S y s t e m . B o o l e a n ,   m s c o r l i b ,   V e r s i o n = 4 . 0 . 0 . 0 ,   C u l t u r e = n e u t r a l ,   P u b l i c K e y T o k e n = b 7 7 a 5 c 5 6 1 9 3 4 e 0 8 9 "   o r d e r = " 9 9 9 "   k e y = " s h o w T i t l e C o l u m n "   v a l u e = " F a l s e "   g r o u p O r d e r = " - 1 " / >  
                 < p a r a m e t e r   i d = " 3 e 6 1 c d d c - 9 a 9 1 - 4 a f 3 - a e 8 0 - 0 5 f b 3 4 9 2 4 b 4 6 "   n a m e = " U s e   f i r s t   a d d r e s s e e   a s   n a m e "   t y p e = " S y s t e m . B o o l e a n ,   m s c o r l i b ,   V e r s i o n = 4 . 0 . 0 . 0 ,   C u l t u r e = n e u t r a l ,   P u b l i c K e y T o k e n = b 7 7 a 5 c 5 6 1 9 3 4 e 0 8 9 "   o r d e r = " 9 9 9 "   k e y = " u s e A d d r e s s e e I n N a m e "   v a l u e = " F a l s e "   g r o u p = " I n t e r A c t i o n "   g r o u p O r d e r = " - 1 " / >  
                 < p a r a m e t e r   i d = " 7 d f 6 b 2 9 0 - 0 8 3 0 - 4 5 9 f - a 8 8 b - 7 e b 4 d a 5 f f e 0 9 "   n a m e = " U s e r   p r o m p t "   t y p e = " S y s t e m . S t r i n g ,   m s c o r l i b ,   V e r s i o n = 4 . 0 . 0 . 0 ,   C u l t u r e = n e u t r a l ,   P u b l i c K e y T o k e n = b 7 7 a 5 c 5 6 1 9 3 4 e 0 8 9 "   o r d e r = " 9 9 9 "   k e y = " p r o m p t "   v a l u e = " _ S e c o n d   p a r t i e s "   a r g u m e n t = " U I L o c a l i z e d S t r i n g "   g r o u p O r d e r = " - 1 " / >  
                 < p a r a m e t e r   i d = " b a 6 d b a c 9 - c a c b - 4 1 5 1 - 9 7 3 b - 5 e 1 0 4 d e c 4 2 2 c "   n a m e = " W i d t h   t y p e "   t y p e = " I p h e l i o n . O u t l i n e . M o d e l . I n t e r f a c e s . Q u e s t i o n C o n t r o l L a y o u t ,   I p h e l i o n . O u t l i n e . M o d e l ,   V e r s i o n = 1 . 6 . 7 . 1 0 ,   C u l t u r e = n e u t r a l ,   P u b l i c K e y T o k e n = n u l l "   o r d e r = " 9 9 9 "   k e y = " l a y o u t "   v a l u e = " F u l l "   g r o u p O r d e r = " - 1 " / >  
             < / p a r a m e t e r s >  
         < / q u e s t i o n >  
         < q u e s t i o n   i d = " 7 1 0 7 4 9 b c - 9 2 9 6 - 4 c 3 4 - 9 3 2 3 - e b 0 1 b 2 3 4 5 5 5 f "   n a m e = " P a r t y 3 T y p e "   a s s e m b l y = " I p h e l i o n . O u t l i n e . C o n t r o l s . d l l "   t y p e = " I p h e l i o n . O u t l i n e . C o n t r o l s . Q u e s t i o n C o n t r o l s . V i e w M o d e l s . T e x t B o x V i e w M o d e l "   o r d e r = " 1 5 "   a c t i v e = " t r u e "   g r o u p = " P a g e 1 "   r e s u l t T y p e = " s i n g l e "   d i s p l a y T y p e = " A l l " >  
             < p a r a m e t e r s >  
                 < p a r a m e t e r   i d = " e 0 3 1 6 d 2 a - 2 7 d 7 - 4 0 0 a - 8 7 1 b - 3 2 8 4 f 7 3 a 1 e d 1 "   n a m e = " A l l o w   r e t u r n "   t y p e = " S y s t e m . B o o l e a n ,   m s c o r l i b ,   V e r s i o n = 4 . 0 . 0 . 0 ,   C u l t u r e = n e u t r a l ,   P u b l i c K e y T o k e n = b 7 7 a 5 c 5 6 1 9 3 4 e 0 8 9 "   o r d e r = " 9 9 9 "   k e y = " m u l t i l i n e "   v a l u e = " F a l s e "   g r o u p O r d e r = " - 1 " / >  
                 < p a r a m e t e r   i d = " 1 e 9 d b 5 f f - 4 0 a 5 - 4 b 3 8 - a f 2 d - 1 8 d 7 5 7 3 4 f d 8 6 "   n a m e = " H e i g h t "   t y p e = " S y s t e m . I n t 3 2 ,   m s c o r l i b ,   V e r s i o n = 4 . 0 . 0 . 0 ,   C u l t u r e = n e u t r a l ,   P u b l i c K e y T o k e n = b 7 7 a 5 c 5 6 1 9 3 4 e 0 8 9 "   o r d e r = " 9 9 9 "   k e y = " h e i g h t "   v a l u e = " "   g r o u p O r d e r = " - 1 " / >  
                 < p a r a m e t e r   i d = " a c 4 8 2 8 c e - 0 b 8 d - 4 4 0 d - 8 0 c 4 - b f d b 8 3 c 0 d 2 8 8 "   n a m e = " R e m e m b e r   l a s t   v a l u e "   t y p e = " S y s t e m . B o o l e a n ,   m s c o r l i b ,   V e r s i o n = 4 . 0 . 0 . 0 ,   C u l t u r e = n e u t r a l ,   P u b l i c K e y T o k e n = b 7 7 a 5 c 5 6 1 9 3 4 e 0 8 9 "   o r d e r = " 9 9 9 "   k e y = " r e m e m b e r L a s t V a l u e "   v a l u e = " F a l s e "   g r o u p O r d e r = " - 1 " / >  
                 < p a r a m e t e r   i d = " 9 b 9 b 3 1 d 5 - b e f 2 - 4 5 7 5 - 8 1 f 5 - 1 b a e 3 9 8 c c 6 b 1 "   n a m e = " S e p a r a t e   l i n e s "   t y p e = " S y s t e m . B o o l e a n ,   m s c o r l i b ,   V e r s i o n = 4 . 0 . 0 . 0 ,   C u l t u r e = n e u t r a l ,   P u b l i c K e y T o k e n = b 7 7 a 5 c 5 6 1 9 3 4 e 0 8 9 "   o r d e r = " 9 9 9 "   k e y = " s p l i t L i n e s "   v a l u e = " F a l s e "   g r o u p O r d e r = " - 1 " / >  
                 < p a r a m e t e r   i d = " e e 3 f 5 2 3 3 - 4 4 6 7 - 4 e 2 6 - a 8 a 0 - 2 5 1 7 f f 1 8 0 6 c 8 "   n a m e = " U s e r   p r o m p t "   t y p e = " S y s t e m . S t r i n g ,   m s c o r l i b ,   V e r s i o n = 4 . 0 . 0 . 0 ,   C u l t u r e = n e u t r a l ,   P u b l i c K e y T o k e n = b 7 7 a 5 c 5 6 1 9 3 4 e 0 8 9 "   o r d e r = " 9 9 9 "   k e y = " p r o m p t "   v a l u e = " P a r t y   t y p e   3 "   a r g u m e n t = " U I L o c a l i z e d S t r i n g "   g r o u p O r d e r = " - 1 " / >  
                 < p a r a m e t e r   i d = " b e 6 6 3 f e 4 - 7 7 c 5 - 4 c f e - 9 6 8 b - 8 8 0 9 d c b 9 8 8 4 5 "   n a m e = " W i d t h   t y p e "   t y p e = " I p h e l i o n . O u t l i n e . M o d e l . I n t e r f a c e s . Q u e s t i o n C o n t r o l L a y o u t ,   I p h e l i o n . O u t l i n e . M o d e l ,   V e r s i o n = 1 . 6 . 7 . 1 0 ,   C u l t u r e = n e u t r a l ,   P u b l i c K e y T o k e n = n u l l "   o r d e r = " 9 9 9 "   k e y = " l a y o u t "   v a l u e = " H a l f "   g r o u p O r d e r = " - 1 " / >  
                 < p a r a m e t e r   i d = " 4 b 4 9 e e 2 2 - 3 6 c 6 - 4 b 7 2 - a 5 3 5 - 0 3 f d a e b f 2 1 2 3 "   n a m e = " W r a p   T e x t "   t y p e = " S y s t e m . B o o l e a n ,   m s c o r l i b ,   V e r s i o n = 4 . 0 . 0 . 0 ,   C u l t u r e = n e u t r a l ,   P u b l i c K e y T o k e n = b 7 7 a 5 c 5 6 1 9 3 4 e 0 8 9 "   o r d e r = " 9 9 9 "   k e y = " w r a p T e x t "   v a l u e = " T r u e "   g r o u p O r d e r = " - 1 " / >  
             < / p a r a m e t e r s >  
         < / q u e s t i o n >  
         < q u e s t i o n   i d = " d 1 c 1 b 0 b a - 1 a d 7 - 4 e 2 6 - a f 7 6 - 9 b 4 b 9 e c 6 8 c 7 6 "   n a m e = " P a r t y 3 "   a s s e m b l y = " I p h e l i o n . O u t l i n e . C o n t r o l s . d l l "   t y p e = " I p h e l i o n . O u t l i n e . C o n t r o l s . Q u e s t i o n C o n t r o l s . V i e w M o d e l s . C o n t a c t L i s t V i e w M o d e l "   o r d e r = " 1 6 "   a c t i v e = " t r u e "   g r o u p = " P a g e 1 "   r e s u l t T y p e = " s i n g l e "   d i s p l a y T y p e = " A l l " >  
             < p a r a m e t e r s >  
                 < p a r a m e t e r   i d = " a f e c 6 6 1 a - c 5 6 2 - 4 6 4 8 - 9 3 b 6 - 8 e 8 8 9 3 c f c a c 7 "   n a m e = " A d d   d e f a u l t   s a l u t a t i o n "   t y p e = " S y s t e m . B o o l e a n ,   m s c o r l i b ,   V e r s i o n = 4 . 0 . 0 . 0 ,   C u l t u r e = n e u t r a l ,   P u b l i c K e y T o k e n = b 7 7 a 5 c 5 6 1 9 3 4 e 0 8 9 "   o r d e r = " 9 9 9 "   k e y = " a d d D e f a u l t S a l u t a t i o n "   v a l u e = " F a l s e "   g r o u p = " I n t e r A c t i o n "   g r o u p O r d e r = " - 1 " / >  
                 < p a r a m e t e r   i d = " c c 1 4 7 a b 5 - f 5 9 3 - 4 0 2 2 - 8 0 5 0 - b 0 1 3 0 4 8 3 9 f e 9 "   n a m e = " A d d   g o e s   b y   s a l u t a t i o n "   t y p e = " S y s t e m . B o o l e a n ,   m s c o r l i b ,   V e r s i o n = 4 . 0 . 0 . 0 ,   C u l t u r e = n e u t r a l ,   P u b l i c K e y T o k e n = b 7 7 a 5 c 5 6 1 9 3 4 e 0 8 9 "   o r d e r = " 9 9 9 "   k e y = " a d d G o e s B y T o A d d r e s s e e L i s t "   v a l u e = " F a l s e "   g r o u p = " I n t e r A c t i o n "   g r o u p O r d e r = " - 1 " / >  
                 < p a r a m e t e r   i d = " f b 8 f e 7 7 a - 0 d 2 f - 4 8 9 e - 9 d 1 a - f 9 d 4 7 1 4 b 2 2 f a "   n a m e = " A d d r e s s e e   f i e l d   i d ' s "   t y p e = " S y s t e m . S t r i n g ,   m s c o r l i b ,   V e r s i o n = 4 . 0 . 0 . 0 ,   C u l t u r e = n e u t r a l ,   P u b l i c K e y T o k e n = b 7 7 a 5 c 5 6 1 9 3 4 e 0 8 9 "   o r d e r = " 9 9 9 "   k e y = " a d d r e s s e e F i e l d s "   v a l u e = " "   g r o u p = " I n t e r A c t i o n "   g r o u p O r d e r = " - 1 " / >  
                 < p a r a m e t e r   i d = " f d 5 1 6 3 a a - 1 2 b 7 - 4 2 a 3 - 9 a 3 6 - d 8 c a d a 4 d b 1 1 9 "   n a m e = " A l l o w   r e o r d e r i n g "   t y p e = " S y s t e m . B o o l e a n ,   m s c o r l i b ,   V e r s i o n = 4 . 0 . 0 . 0 ,   C u l t u r e = n e u t r a l ,   P u b l i c K e y T o k e n = b 7 7 a 5 c 5 6 1 9 3 4 e 0 8 9 "   o r d e r = " 9 9 9 "   k e y = " a l l o w R e o r d e r i n g "   v a l u e = " T r u e "   g r o u p O r d e r = " - 1 " / >  
                 < p a r a m e t e r   i d = " e 2 d 8 5 4 5 7 - a 3 1 2 - 4 b 8 e - 9 a 4 a - 3 d 5 8 8 f 5 a a 3 f c "   n a m e = " A s s o c i a t e d   p h o n e   n a m e "   t y p e = " S y s t e m . S t r i n g ,   m s c o r l i b ,   V e r s i o n = 4 . 0 . 0 . 0 ,   C u l t u r e = n e u t r a l ,   P u b l i c K e y T o k e n = b 7 7 a 5 c 5 6 1 9 3 4 e 0 8 9 "   o r d e r = " 9 9 9 "   k e y = " a s s o c i a t e d P h o n e "   v a l u e = " "   g r o u p = " I n t e r A c t i o n "   g r o u p O r d e r = " - 1 " / >  
                 < p a r a m e t e r   i d = " 4 9 6 3 6 5 a 1 - a 1 0 2 - 4 c 0 a - 8 4 e c - c 8 1 f 7 9 b 7 8 0 b 4 "   n a m e = " A u t o   e x e c u t e   s e a r c h "   t y p e = " S y s t e m . B o o l e a n ,   m s c o r l i b ,   V e r s i o n = 4 . 0 . 0 . 0 ,   C u l t u r e = n e u t r a l ,   P u b l i c K e y T o k e n = b 7 7 a 5 c 5 6 1 9 3 4 e 0 8 9 "   o r d e r = " 9 9 9 "   k e y = " a u t o E x e c u t e S e a r c h "   v a l u e = " T r u e "   g r o u p = " I n t e r A c t i o n "   g r o u p O r d e r = " - 1 " / >  
                 < p a r a m e t e r   i d = " 3 4 b 8 9 5 4 4 - 2 e 1 c - 4 a 0 6 - a 1 a 0 - 0 d 3 d a 3 e 2 b 6 6 9 "   n a m e = " C a n   u s e r   a d d   c o n t a c t s "   t y p e = " S y s t e m . B o o l e a n ,   m s c o r l i b ,   V e r s i o n = 4 . 0 . 0 . 0 ,   C u l t u r e = n e u t r a l ,   P u b l i c K e y T o k e n = b 7 7 a 5 c 5 6 1 9 3 4 e 0 8 9 "   o r d e r = " 9 9 9 "   k e y = " c a n U s e r A d d I t e m s "   v a l u e = " T r u e "   g r o u p O r d e r = " - 1 " / >  
                 < p a r a m e t e r   i d = " 9 5 c 6 b 4 c 0 - 9 e 8 b - 4 6 3 3 - a 7 e 0 - 3 f 2 b 5 0 e 9 9 3 e e "   n a m e = " C o n t a c t   r e q u i r e d "   t y p e = " S y s t e m . B o o l e a n ,   m s c o r l i b ,   V e r s i o n = 4 . 0 . 0 . 0 ,   C u l t u r e = n e u t r a l ,   P u b l i c K e y T o k e n = b 7 7 a 5 c 5 6 1 9 3 4 e 0 8 9 "   o r d e r = " 9 9 9 "   k e y = " i t e m R e q u i r e d "   v a l u e = " T r u e "   g r o u p O r d e r = " - 1 " / >  
                 < p a r a m e t e r   i d = " 4 4 8 f f f 8 6 - e 3 0 e - 4 0 d 0 - a 6 9 d - 7 2 7 5 1 c 4 5 2 9 0 a "   n a m e = " C u s t o m   f i e l d   i d "   t y p e = " S y s t e m . S t r i n g ,   m s c o r l i b ,   V e r s i o n = 4 . 0 . 0 . 0 ,   C u l t u r e = n e u t r a l ,   P u b l i c K e y T o k e n = b 7 7 a 5 c 5 6 1 9 3 4 e 0 8 9 "   o r d e r = " 9 9 9 "   k e y = " c u s t o m F i e l d "   v a l u e = " "   g r o u p = " I n t e r A c t i o n "   g r o u p O r d e r = " - 1 " / >  
                 < p a r a m e t e r   i d = " e e c f 1 a 9 d - 5 2 5 3 - 4 a 9 6 - a 8 0 9 - 3 1 d 5 5 a c f b 8 4 0 "   n a m e = " D i a l o g   t i t l e "   t y p e = " S y s t e m . S t r i n g ,   m s c o r l i b ,   V e r s i o n = 4 . 0 . 0 . 0 ,   C u l t u r e = n e u t r a l ,   P u b l i c K e y T o k e n = b 7 7 a 5 c 5 6 1 9 3 4 e 0 8 9 "   o r d e r = " 9 9 9 "   k e y = " d i a l o g T i t l e "   v a l u e = " "   g r o u p = " I n t e r A c t i o n "   g r o u p O r d e r = " - 1 " / >  
                 < p a r a m e t e r   i d = " 0 b 6 7 b 2 3 2 - d a 5 a - 4 6 4 1 - b d 6 0 - 1 8 3 5 9 e a d 2 6 0 e "   n a m e = " D i s p l a y   t y p e "   t y p e = " I p h e l i o n . O u t l i n e . I n t e g r a t i o n . I n t e r A c t i o n . D i s p l a y T y p e ,   I p h e l i o n . O u t l i n e . I n t e g r a t i o n . I n t e r A c t i o n ,   V e r s i o n = 1 . 6 . 7 . 1 0 ,   C u l t u r e = n e u t r a l ,   P u b l i c K e y T o k e n = n u l l "   o r d e r = " 9 9 9 "   k e y = " s h o w A P E T y p e "   v a l u e = " A d d r e s s "   g r o u p = " I n t e r A c t i o n "   g r o u p O r d e r = " - 1 " / >  
                 < p a r a m e t e r   i d = " a 2 7 b 0 9 5 5 - 9 b 5 2 - 4 e 4 0 - 9 1 d 0 - 0 6 5 f 0 8 a 0 8 3 7 d "   n a m e = " H e i g h t "   t y p e = " S y s t e m . I n t 3 2 ,   m s c o r l i b ,   V e r s i o n = 4 . 0 . 0 . 0 ,   C u l t u r e = n e u t r a l ,   P u b l i c K e y T o k e n = b 7 7 a 5 c 5 6 1 9 3 4 e 0 8 9 "   o r d e r = " 9 9 9 "   k e y = " h e i g h t "   v a l u e = " 1 0 0 "   g r o u p O r d e r = " - 1 " / >  
                 < p a r a m e t e r   i d = " 3 e e c e 7 b 4 - 0 8 d 3 - 4 8 b 4 - a 3 6 8 - 3 5 7 d 8 e 8 5 1 7 9 a "   n a m e = " H i d e   f i r m   c o n t a c t s "   t y p e = " S y s t e m . B o o l e a n ,   m s c o r l i b ,   V e r s i o n = 4 . 0 . 0 . 0 ,   C u l t u r e = n e u t r a l ,   P u b l i c K e y T o k e n = b 7 7 a 5 c 5 6 1 9 3 4 e 0 8 9 "   o r d e r = " 9 9 9 "   k e y = " h i d e F i r m C o n t a c t s "   v a l u e = " F a l s e "   g r o u p = " I n t e r A c t i o n "   g r o u p O r d e r = " - 1 " / >  
                 < p a r a m e t e r   i d = " 5 e e 2 4 7 6 7 - 1 9 6 4 - 4 5 d d - a 6 0 5 - 4 2 3 8 1 0 b a e 6 8 d "   n a m e = " H i d e   H e a d e r "   t y p e = " S y s t e m . B o o l e a n ,   m s c o r l i b ,   V e r s i o n = 4 . 0 . 0 . 0 ,   C u l t u r e = n e u t r a l ,   P u b l i c K e y T o k e n = b 7 7 a 5 c 5 6 1 9 3 4 e 0 8 9 "   o r d e r = " 9 9 9 "   k e y = " h i d e H e a d e r "   v a l u e = " F a l s e "   g r o u p O r d e r = " - 1 " / >  
                 < p a r a m e t e r   i d = " 0 a 4 a f 5 0 5 - 5 8 e 8 - 4 6 7 6 - 9 e 1 5 - 1 5 e 7 a d f 5 e 5 3 a "   n a m e = " H i d e   m a r k e t i n g   l i s t s "   t y p e = " S y s t e m . B o o l e a n ,   m s c o r l i b ,   V e r s i o n = 4 . 0 . 0 . 0 ,   C u l t u r e = n e u t r a l ,   P u b l i c K e y T o k e n = b 7 7 a 5 c 5 6 1 9 3 4 e 0 8 9 "   o r d e r = " 9 9 9 "   k e y = " h i d e M a r k e t i n g L i s t s "   v a l u e = " F a l s e "   g r o u p = " I n t e r A c t i o n "   g r o u p O r d e r = " - 1 " / >  
                 < p a r a m e t e r   i d = " 6 3 0 a 6 a f c - 2 4 d 9 - 4 d b 7 - 9 b 1 8 - c 2 c 2 a 1 b e 6 8 3 6 "   n a m e = " H i d e   m y   c o n t a c t s "   t y p e = " S y s t e m . B o o l e a n ,   m s c o r l i b ,   V e r s i o n = 4 . 0 . 0 . 0 ,   C u l t u r e = n e u t r a l ,   P u b l i c K e y T o k e n = b 7 7 a 5 c 5 6 1 9 3 4 e 0 8 9 "   o r d e r = " 9 9 9 "   k e y = " h i d e M y C o n t a c t s "   v a l u e = " F a l s e "   g r o u p = " I n t e r A c t i o n "   g r o u p O r d e r = " - 1 " / >  
                 < p a r a m e t e r   i d = " 1 c c 6 4 a 5 0 - b d 5 2 - 4 4 e f - b 9 9 5 - 4 9 1 f 5 d c 9 d 9 c 7 "   n a m e = " H i d e   p r o j e c t   m o d u l e s "   t y p e = " S y s t e m . B o o l e a n ,   m s c o r l i b ,   V e r s i o n = 4 . 0 . 0 . 0 ,   C u l t u r e = n e u t r a l ,   P u b l i c K e y T o k e n = b 7 7 a 5 c 5 6 1 9 3 4 e 0 8 9 "   o r d e r = " 9 9 9 "   k e y = " h i d e P r o j e c t M o d u l e s "   v a l u e = " F a l s e "   g r o u p = " I n t e r A c t i o n "   g r o u p O r d e r = " - 1 " / >  
                 < p a r a m e t e r   i d = " 2 7 a f c 4 5 6 - 6 5 7 4 - 4 2 0 d - 8 4 e 2 - 8 c f c 3 f 8 2 8 a c b "   n a m e = " H i d e   w o r k i n g   l i s t s "   t y p e = " S y s t e m . B o o l e a n ,   m s c o r l i b ,   V e r s i o n = 4 . 0 . 0 . 0 ,   C u l t u r e = n e u t r a l ,   P u b l i c K e y T o k e n = b 7 7 a 5 c 5 6 1 9 3 4 e 0 8 9 "   o r d e r = " 9 9 9 "   k e y = " h i d e W o r k i n g L i s t s "   v a l u e = " F a l s e "   g r o u p = " I n t e r A c t i o n "   g r o u p O r d e r = " - 1 " / >  
                 < p a r a m e t e r   i d = " d 9 f 2 9 6 f 9 - 3 b a 2 - 4 5 3 9 - 8 7 0 d - 1 d b d 1 2 5 e 8 8 8 1 "   n a m e = " I n i t i a l   c o n t a c t   t y p e "   t y p e = " S y s t e m . S t r i n g ,   m s c o r l i b ,   V e r s i o n = 4 . 0 . 0 . 0 ,   C u l t u r e = n e u t r a l ,   P u b l i c K e y T o k e n = b 7 7 a 5 c 5 6 1 9 3 4 e 0 8 9 "   o r d e r = " 9 9 9 "   k e y = " i n i t i a l C o n t a c t T y p e "   v a l u e = " "   g r o u p = " I n t e r A c t i o n "   g r o u p O r d e r = " - 1 " / >  
                 < p a r a m e t e r   i d = " 3 a 8 0 4 d e b - f f 2 4 - 4 4 0 3 - b b 3 8 - d b a a f 7 8 b 3 b e 4 "   n a m e = " I n i t i a l   l i s t "   t y p e = " I p h e l i o n . O u t l i n e . I n t e g r a t i o n . I n t e r A c t i o n . L i s t T y p e ,   I p h e l i o n . O u t l i n e . I n t e g r a t i o n . I n t e r A c t i o n ,   V e r s i o n = 1 . 6 . 7 . 1 0 ,   C u l t u r e = n e u t r a l ,   P u b l i c K e y T o k e n = n u l l "   o r d e r = " 9 9 9 "   k e y = " i n t i a l L i s t "   v a l u e = " M y C o n t a c t s "   g r o u p = " I n t e r A c t i o n "   g r o u p O r d e r = " - 1 " / >  
                 < p a r a m e t e r   i d = " 8 0 e f 7 3 a c - 2 d 2 3 - 4 2 c e - 8 d d b - e 6 f 3 4 b 0 b 1 a f e "   n a m e = " R e s t r i c t   p r o j e c t "   t y p e = " S y s t e m . B o o l e a n ,   m s c o r l i b ,   V e r s i o n = 4 . 0 . 0 . 0 ,   C u l t u r e = n e u t r a l ,   P u b l i c K e y T o k e n = b 7 7 a 5 c 5 6 1 9 3 4 e 0 8 9 "   o r d e r = " 9 9 9 "   k e y = " r e s t r i c t P r o j e c t "   v a l u e = " F a l s e "   g r o u p = " I n t e r A c t i o n "   g r o u p O r d e r = " - 1 " / >  
                 < p a r a m e t e r   i d = " c 7 9 2 8 6 b 9 - 1 5 5 d - 4 4 c 0 - 9 8 d 5 - 7 f 7 0 c e b e 8 7 9 0 "   n a m e = " S e a r c h   i f   b l a n k "   t y p e = " S y s t e m . B o o l e a n ,   m s c o r l i b ,   V e r s i o n = 4 . 0 . 0 . 0 ,   C u l t u r e = n e u t r a l ,   P u b l i c K e y T o k e n = b 7 7 a 5 c 5 6 1 9 3 4 e 0 8 9 "   o r d e r = " 9 9 9 "   k e y = " s e a r c h I f B l a n k "   v a l u e = " F a l s e "   g r o u p = " I n t e r A c t i o n "   g r o u p O r d e r = " - 1 " / >  
                 < p a r a m e t e r   i d = " e 7 5 f 3 3 c 5 - 7 6 c 9 - 4 e d c - a 9 e d - 7 3 a 0 0 6 a d 7 d 4 0 "   n a m e = " S e t   p r o j e c t "   t y p e = " S y s t e m . B o o l e a n ,   m s c o r l i b ,   V e r s i o n = 4 . 0 . 0 . 0 ,   C u l t u r e = n e u t r a l ,   P u b l i c K e y T o k e n = b 7 7 a 5 c 5 6 1 9 3 4 e 0 8 9 "   o r d e r = " 9 9 9 "   k e y = " s e t P r o j e c t "   v a l u e = " F a l s e "   g r o u p = " I n t e r A c t i o n "   g r o u p O r d e r = " - 1 " / >  
                 < p a r a m e t e r   i d = " 4 a 3 b c 3 b 0 - e 5 7 8 - 4 9 6 2 - a a f b - 4 f c 2 1 b 0 8 4 f 5 f "   n a m e = " S h o w   a d d r e s s "   t y p e = " S y s t e m . B o o l e a n ,   m s c o r l i b ,   V e r s i o n = 4 . 0 . 0 . 0 ,   C u l t u r e = n e u t r a l ,   P u b l i c K e y T o k e n = b 7 7 a 5 c 5 6 1 9 3 4 e 0 8 9 "   o r d e r = " 9 9 9 "   k e y = " s h o w A d d r e s s C o l u m n "   v a l u e = " F a l s e "   g r o u p O r d e r = " - 1 " / >  
                 < p a r a m e t e r   i d = " 5 9 7 6 c 5 e e - b d a e - 4 2 4 2 - b 2 6 d - a f 0 7 3 5 9 6 d 4 9 a "   n a m e = " S h o w   c o m b i n e d   n a m e "   t y p e = " S y s t e m . B o o l e a n ,   m s c o r l i b ,   V e r s i o n = 4 . 0 . 0 . 0 ,   C u l t u r e = n e u t r a l ,   P u b l i c K e y T o k e n = b 7 7 a 5 c 5 6 1 9 3 4 e 0 8 9 "   o r d e r = " 9 9 9 "   k e y = " s h o w C o m b i n e d N a m e "   v a l u e = " T r u e "   g r o u p O r d e r = " - 1 " / >  
                 < p a r a m e t e r   i d = " 4 8 f 6 7 e a c - 8 8 c 5 - 4 f 6 4 - 9 6 7 b - e b b 5 e 6 a c 4 9 c 2 "   n a m e = " S h o w   c o m p a n y "   t y p e = " S y s t e m . B o o l e a n ,   m s c o r l i b ,   V e r s i o n = 4 . 0 . 0 . 0 ,   C u l t u r e = n e u t r a l ,   P u b l i c K e y T o k e n = b 7 7 a 5 c 5 6 1 9 3 4 e 0 8 9 "   o r d e r = " 9 9 9 "   k e y = " s h o w C o m p a n y C o l u m n "   v a l u e = " F a l s e "   g r o u p O r d e r = " - 1 " / >  
                 < p a r a m e t e r   i d = " d 0 8 3 b 0 0 9 - e 3 d 8 - 4 e 5 0 - 8 8 8 5 - 2 9 a d 2 4 7 7 e a c 0 "   n a m e = " S h o w   e m a i l "   t y p e = " S y s t e m . B o o l e a n ,   m s c o r l i b ,   V e r s i o n = 4 . 0 . 0 . 0 ,   C u l t u r e = n e u t r a l ,   P u b l i c K e y T o k e n = b 7 7 a 5 c 5 6 1 9 3 4 e 0 8 9 "   o r d e r = " 9 9 9 "   k e y = " s h o w E m a i l C o l u m n "   v a l u e = " F a l s e "   g r o u p O r d e r = " - 1 " / >  
                 < p a r a m e t e r   i d = " 6 a 3 1 a e 2 6 - d 0 4 2 - 4 2 3 9 - 8 1 b 4 - 0 f b f 2 4 1 c 5 e 7 1 "   n a m e = " S h o w   f a x "   t y p e = " S y s t e m . B o o l e a n ,   m s c o r l i b ,   V e r s i o n = 4 . 0 . 0 . 0 ,   C u l t u r e = n e u t r a l ,   P u b l i c K e y T o k e n = b 7 7 a 5 c 5 6 1 9 3 4 e 0 8 9 "   o r d e r = " 9 9 9 "   k e y = " s h o w F a x C o l u m n "   v a l u e = " F a l s e "   g r o u p O r d e r = " - 1 " / >  
                 < p a r a m e t e r   i d = " 3 4 9 7 6 9 f 3 - e 2 2 d - 4 0 5 3 - 9 b c 2 - 2 0 f a 2 0 3 6 b b 2 3 "   n a m e = " S h o w   f i r s t   n a m e "   t y p e = " S y s t e m . B o o l e a n ,   m s c o r l i b ,   V e r s i o n = 4 . 0 . 0 . 0 ,   C u l t u r e = n e u t r a l ,   P u b l i c K e y T o k e n = b 7 7 a 5 c 5 6 1 9 3 4 e 0 8 9 "   o r d e r = " 9 9 9 "   k e y = " s h o w F i r s t N a m e C o l u m n "   v a l u e = " F a l s e "   g r o u p O r d e r = " - 1 " / >  
                 < p a r a m e t e r   i d = " 3 6 b 7 c 6 b 7 - 7 3 0 6 - 4 f b 5 - a b 8 d - e 6 0 8 c b 6 1 a 4 8 3 "   n a m e = " S h o w   j o b   t i t l e "   t y p e = " S y s t e m . B o o l e a n ,   m s c o r l i b ,   V e r s i o n = 4 . 0 . 0 . 0 ,   C u l t u r e = n e u t r a l ,   P u b l i c K e y T o k e n = b 7 7 a 5 c 5 6 1 9 3 4 e 0 8 9 "   o r d e r = " 9 9 9 "   k e y = " s h o w J o b T i t l e C o l u m n "   v a l u e = " F a l s e "   g r o u p O r d e r = " - 1 " / >  
                 < p a r a m e t e r   i d = " 0 7 5 b 3 9 f f - 6 0 7 e - 4 8 d 8 - 8 c f b - 7 5 f 2 f 5 b a 6 2 0 2 "   n a m e = " S h o w   l a s t   n a m e "   t y p e = " S y s t e m . B o o l e a n ,   m s c o r l i b ,   V e r s i o n = 4 . 0 . 0 . 0 ,   C u l t u r e = n e u t r a l ,   P u b l i c K e y T o k e n = b 7 7 a 5 c 5 6 1 9 3 4 e 0 8 9 "   o r d e r = " 9 9 9 "   k e y = " s h o w L a s t N a m e C o l u m n "   v a l u e = " F a l s e "   g r o u p O r d e r = " - 1 " / >  
                 < p a r a m e t e r   i d = " c 1 d a e 0 f 9 - 5 3 2 7 - 4 b 0 9 - 9 1 c c - 0 5 0 b e e 4 2 1 3 4 d "   n a m e = " S h o w   m o b i l e "   t y p e = " S y s t e m . B o o l e a n ,   m s c o r l i b ,   V e r s i o n = 4 . 0 . 0 . 0 ,   C u l t u r e = n e u t r a l ,   P u b l i c K e y T o k e n = b 7 7 a 5 c 5 6 1 9 3 4 e 0 8 9 "   o r d e r = " 9 9 9 "   k e y = " s h o w M o b i l e C o l u m n "   v a l u e = " F a l s e "   g r o u p O r d e r = " - 1 " / >  
                 < p a r a m e t e r   i d = " d d 8 f 8 c 4 3 - 3 a e b - 4 2 2 2 - 8 7 b f - f 4 9 8 5 5 d c e f 7 0 "   n a m e = " S h o w   r e f e r e n c e "   t y p e = " S y s t e m . B o o l e a n ,   m s c o r l i b ,   V e r s i o n = 4 . 0 . 0 . 0 ,   C u l t u r e = n e u t r a l ,   P u b l i c K e y T o k e n = b 7 7 a 5 c 5 6 1 9 3 4 e 0 8 9 "   o r d e r = " 9 9 9 "   k e y = " s h o w R e f e r e n c e C o l u m n "   v a l u e = " F a l s e "   g r o u p O r d e r = " - 1 " / >  
                 < p a r a m e t e r   i d = " 8 9 2 0 8 2 2 d - 0 1 2 b - 4 0 0 a - 9 0 c a - e a 0 7 e 3 0 c 1 0 c c "   n a m e = " S h o w   t e l e p h o n e "   t y p e = " S y s t e m . B o o l e a n ,   m s c o r l i b ,   V e r s i o n = 4 . 0 . 0 . 0 ,   C u l t u r e = n e u t r a l ,   P u b l i c K e y T o k e n = b 7 7 a 5 c 5 6 1 9 3 4 e 0 8 9 "   o r d e r = " 9 9 9 "   k e y = " s h o w T e l e p h o n e C o l u m n "   v a l u e = " F a l s e "   g r o u p O r d e r = " - 1 " / >  
                 < p a r a m e t e r   i d = " a 4 5 5 3 c 0 f - 8 f d 9 - 4 0 b 6 - b 3 e 6 - 4 d 9 0 5 f 7 9 d 3 7 c "   n a m e = " S h o w   t i t l e "   t y p e = " S y s t e m . B o o l e a n ,   m s c o r l i b ,   V e r s i o n = 4 . 0 . 0 . 0 ,   C u l t u r e = n e u t r a l ,   P u b l i c K e y T o k e n = b 7 7 a 5 c 5 6 1 9 3 4 e 0 8 9 "   o r d e r = " 9 9 9 "   k e y = " s h o w T i t l e C o l u m n "   v a l u e = " F a l s e "   g r o u p O r d e r = " - 1 " / >  
                 < p a r a m e t e r   i d = " 2 f e e b 6 3 b - 0 9 4 0 - 4 5 1 c - a 4 f b - 1 5 5 e b 1 c 2 e c 0 1 "   n a m e = " U s e   f i r s t   a d d r e s s e e   a s   n a m e "   t y p e = " S y s t e m . B o o l e a n ,   m s c o r l i b ,   V e r s i o n = 4 . 0 . 0 . 0 ,   C u l t u r e = n e u t r a l ,   P u b l i c K e y T o k e n = b 7 7 a 5 c 5 6 1 9 3 4 e 0 8 9 "   o r d e r = " 9 9 9 "   k e y = " u s e A d d r e s s e e I n N a m e "   v a l u e = " F a l s e "   g r o u p = " I n t e r A c t i o n "   g r o u p O r d e r = " - 1 " / >  
                 < p a r a m e t e r   i d = " 7 d f 6 b 2 9 0 - 0 8 3 0 - 4 5 9 f - a 8 8 b - 7 e b 4 d a 5 f f e 0 9 "   n a m e = " U s e r   p r o m p t "   t y p e = " S y s t e m . S t r i n g ,   m s c o r l i b ,   V e r s i o n = 4 . 0 . 0 . 0 ,   C u l t u r e = n e u t r a l ,   P u b l i c K e y T o k e n = b 7 7 a 5 c 5 6 1 9 3 4 e 0 8 9 "   o r d e r = " 9 9 9 "   k e y = " p r o m p t "   v a l u e = " _ T h i r d   p a r t i e s "   a r g u m e n t = " U I L o c a l i z e d S t r i n g "   g r o u p O r d e r = " - 1 " / >  
                 < p a r a m e t e r   i d = " b a 6 d b a c 9 - c a c b - 4 1 5 1 - 9 7 3 b - 5 e 1 0 4 d e c 4 2 2 c "   n a m e = " W i d t h   t y p e "   t y p e = " I p h e l i o n . O u t l i n e . M o d e l . I n t e r f a c e s . Q u e s t i o n C o n t r o l L a y o u t ,   I p h e l i o n . O u t l i n e . M o d e l ,   V e r s i o n = 1 . 6 . 7 . 1 0 ,   C u l t u r e = n e u t r a l ,   P u b l i c K e y T o k e n = n u l l "   o r d e r = " 9 9 9 "   k e y = " l a y o u t "   v a l u e = " F u l l "   g r o u p O r d e r = " - 1 " / >  
             < / p a r a m e t e r s >  
         < / q u e s t i o n >  
         < q u e s t i o n   i d = " f d a 0 8 6 e 1 - b 8 2 c - 4 0 9 c - 8 5 c 9 - b 0 5 c d 5 d 1 0 8 9 3 "   n a m e = " P a r t y 4 T y p e "   a s s e m b l y = " I p h e l i o n . O u t l i n e . C o n t r o l s . d l l "   t y p e = " I p h e l i o n . O u t l i n e . C o n t r o l s . Q u e s t i o n C o n t r o l s . V i e w M o d e l s . T e x t B o x V i e w M o d e l "   o r d e r = " 1 7 "   a c t i v e = " t r u e "   g r o u p = " P a g e 1 "   r e s u l t T y p e = " s i n g l e "   d i s p l a y T y p e = " A l l " >  
             < p a r a m e t e r s >  
                 < p a r a m e t e r   i d = " 0 0 2 6 8 1 e f - 6 4 3 1 - 4 c 1 d - a 3 7 d - 3 d b a 0 b c 7 c e 3 3 "   n a m e = " A l l o w   r e t u r n "   t y p e = " S y s t e m . B o o l e a n ,   m s c o r l i b ,   V e r s i o n = 4 . 0 . 0 . 0 ,   C u l t u r e = n e u t r a l ,   P u b l i c K e y T o k e n = b 7 7 a 5 c 5 6 1 9 3 4 e 0 8 9 "   o r d e r = " 9 9 9 "   k e y = " m u l t i l i n e "   v a l u e = " F a l s e "   g r o u p O r d e r = " - 1 " / >  
                 < p a r a m e t e r   i d = " d 6 5 8 d b a 1 - 3 a c e - 4 6 4 0 - a 4 0 d - f b 7 e 1 7 a 2 3 8 9 d "   n a m e = " H e i g h t "   t y p e = " S y s t e m . I n t 3 2 ,   m s c o r l i b ,   V e r s i o n = 4 . 0 . 0 . 0 ,   C u l t u r e = n e u t r a l ,   P u b l i c K e y T o k e n = b 7 7 a 5 c 5 6 1 9 3 4 e 0 8 9 "   o r d e r = " 9 9 9 "   k e y = " h e i g h t "   v a l u e = " "   g r o u p O r d e r = " - 1 " / >  
                 < p a r a m e t e r   i d = " e 6 4 3 c 6 b b - d b 3 7 - 4 2 d 8 - a 1 f a - 3 3 0 9 a 3 a 7 1 b 4 8 "   n a m e = " R e m e m b e r   l a s t   v a l u e "   t y p e = " S y s t e m . B o o l e a n ,   m s c o r l i b ,   V e r s i o n = 4 . 0 . 0 . 0 ,   C u l t u r e = n e u t r a l ,   P u b l i c K e y T o k e n = b 7 7 a 5 c 5 6 1 9 3 4 e 0 8 9 "   o r d e r = " 9 9 9 "   k e y = " r e m e m b e r L a s t V a l u e "   v a l u e = " F a l s e "   g r o u p O r d e r = " - 1 " / >  
                 < p a r a m e t e r   i d = " 6 f b c d 2 2 1 - d 8 d 3 - 4 0 9 1 - b b f e - b 5 6 d c 7 3 c e 0 d 1 "   n a m e = " S e p a r a t e   l i n e s "   t y p e = " S y s t e m . B o o l e a n ,   m s c o r l i b ,   V e r s i o n = 4 . 0 . 0 . 0 ,   C u l t u r e = n e u t r a l ,   P u b l i c K e y T o k e n = b 7 7 a 5 c 5 6 1 9 3 4 e 0 8 9 "   o r d e r = " 9 9 9 "   k e y = " s p l i t L i n e s "   v a l u e = " F a l s e "   g r o u p O r d e r = " - 1 " / >  
                 < p a r a m e t e r   i d = " 5 e 4 3 2 9 8 0 - 8 7 9 4 - 4 7 f 4 - a a 1 9 - 5 f 7 3 e a 7 7 4 4 c 2 "   n a m e = " U s e r   p r o m p t "   t y p e = " S y s t e m . S t r i n g ,   m s c o r l i b ,   V e r s i o n = 4 . 0 . 0 . 0 ,   C u l t u r e = n e u t r a l ,   P u b l i c K e y T o k e n = b 7 7 a 5 c 5 6 1 9 3 4 e 0 8 9 "   o r d e r = " 9 9 9 "   k e y = " p r o m p t "   v a l u e = " P a r t y   t y p e   4 "   a r g u m e n t = " U I L o c a l i z e d S t r i n g "   g r o u p O r d e r = " - 1 " / >  
                 < p a r a m e t e r   i d = " c 8 d c e d e c - 6 6 1 c - 4 e e 2 - 8 c 4 0 - 1 e e 9 e 6 2 9 e c 5 f "   n a m e = " W i d t h   t y p e "   t y p e = " I p h e l i o n . O u t l i n e . M o d e l . I n t e r f a c e s . Q u e s t i o n C o n t r o l L a y o u t ,   I p h e l i o n . O u t l i n e . M o d e l ,   V e r s i o n = 1 . 6 . 7 . 1 0 ,   C u l t u r e = n e u t r a l ,   P u b l i c K e y T o k e n = n u l l "   o r d e r = " 9 9 9 "   k e y = " l a y o u t "   v a l u e = " H a l f "   g r o u p O r d e r = " - 1 " / >  
                 < p a r a m e t e r   i d = " 2 6 9 e 7 c a 0 - f a b 6 - 4 2 4 d - b 8 4 d - 6 d 5 8 2 8 b 0 2 3 7 e "   n a m e = " W r a p   T e x t "   t y p e = " S y s t e m . B o o l e a n ,   m s c o r l i b ,   V e r s i o n = 4 . 0 . 0 . 0 ,   C u l t u r e = n e u t r a l ,   P u b l i c K e y T o k e n = b 7 7 a 5 c 5 6 1 9 3 4 e 0 8 9 "   o r d e r = " 9 9 9 "   k e y = " w r a p T e x t "   v a l u e = " T r u e "   g r o u p O r d e r = " - 1 " / >  
             < / p a r a m e t e r s >  
         < / q u e s t i o n >  
         < q u e s t i o n   i d = " b 1 6 d 3 3 b 2 - b 2 d 1 - 4 b 3 a - b f 5 f - 1 8 2 6 5 e 6 a 0 b 1 e "   n a m e = " P a r t y 4 "   a s s e m b l y = " I p h e l i o n . O u t l i n e . C o n t r o l s . d l l "   t y p e = " I p h e l i o n . O u t l i n e . C o n t r o l s . Q u e s t i o n C o n t r o l s . V i e w M o d e l s . C o n t a c t L i s t V i e w M o d e l "   o r d e r = " 1 8 "   a c t i v e = " t r u e "   g r o u p = " P a g e 1 "   r e s u l t T y p e = " s i n g l e "   d i s p l a y T y p e = " A l l " >  
             < p a r a m e t e r s >  
                 < p a r a m e t e r   i d = " 8 c 7 4 5 c 8 3 - f e 2 d - 4 d a a - 9 2 a 4 - 2 b c 6 f d a e 8 b 4 b "   n a m e = " A d d   d e f a u l t   s a l u t a t i o n "   t y p e = " S y s t e m . B o o l e a n ,   m s c o r l i b ,   V e r s i o n = 4 . 0 . 0 . 0 ,   C u l t u r e = n e u t r a l ,   P u b l i c K e y T o k e n = b 7 7 a 5 c 5 6 1 9 3 4 e 0 8 9 "   o r d e r = " 9 9 9 "   k e y = " a d d D e f a u l t S a l u t a t i o n "   v a l u e = " F a l s e "   g r o u p = " I n t e r A c t i o n "   g r o u p O r d e r = " - 1 " / >  
                 < p a r a m e t e r   i d = " a 5 d 1 e 3 7 d - 6 8 7 8 - 4 4 d 2 - 8 f a d - e 3 c 2 5 6 6 c 9 8 2 5 "   n a m e = " A d d   g o e s   b y   s a l u t a t i o n "   t y p e = " S y s t e m . B o o l e a n ,   m s c o r l i b ,   V e r s i o n = 4 . 0 . 0 . 0 ,   C u l t u r e = n e u t r a l ,   P u b l i c K e y T o k e n = b 7 7 a 5 c 5 6 1 9 3 4 e 0 8 9 "   o r d e r = " 9 9 9 "   k e y = " a d d G o e s B y T o A d d r e s s e e L i s t "   v a l u e = " F a l s e "   g r o u p = " I n t e r A c t i o n "   g r o u p O r d e r = " - 1 " / >  
                 < p a r a m e t e r   i d = " e 3 9 a 4 c 4 1 - 5 3 c 7 - 4 8 f 2 - 9 5 b 1 - b 7 4 3 b 9 6 c d 7 4 0 "   n a m e = " A d d r e s s e e   f i e l d   i d ' s "   t y p e = " S y s t e m . S t r i n g ,   m s c o r l i b ,   V e r s i o n = 4 . 0 . 0 . 0 ,   C u l t u r e = n e u t r a l ,   P u b l i c K e y T o k e n = b 7 7 a 5 c 5 6 1 9 3 4 e 0 8 9 "   o r d e r = " 9 9 9 "   k e y = " a d d r e s s e e F i e l d s "   v a l u e = " "   g r o u p = " I n t e r A c t i o n "   g r o u p O r d e r = " - 1 " / >  
                 < p a r a m e t e r   i d = " 4 8 b a 6 6 7 8 - 5 6 d c - 4 e a 1 - 9 c 4 3 - f 2 3 0 f f b f 5 b 5 b "   n a m e = " A l l o w   r e o r d e r i n g "   t y p e = " S y s t e m . B o o l e a n ,   m s c o r l i b ,   V e r s i o n = 4 . 0 . 0 . 0 ,   C u l t u r e = n e u t r a l ,   P u b l i c K e y T o k e n = b 7 7 a 5 c 5 6 1 9 3 4 e 0 8 9 "   o r d e r = " 9 9 9 "   k e y = " a l l o w R e o r d e r i n g "   v a l u e = " T r u e "   g r o u p O r d e r = " - 1 " / >  
                 < p a r a m e t e r   i d = " b 6 e f f 6 b c - 1 6 4 6 - 4 e 6 b - a 1 b 8 - 3 b b 1 d d 5 0 d e 6 9 "   n a m e = " A s s o c i a t e d   p h o n e   n a m e "   t y p e = " S y s t e m . S t r i n g ,   m s c o r l i b ,   V e r s i o n = 4 . 0 . 0 . 0 ,   C u l t u r e = n e u t r a l ,   P u b l i c K e y T o k e n = b 7 7 a 5 c 5 6 1 9 3 4 e 0 8 9 "   o r d e r = " 9 9 9 "   k e y = " a s s o c i a t e d P h o n e "   v a l u e = " "   g r o u p = " I n t e r A c t i o n "   g r o u p O r d e r = " - 1 " / >  
                 < p a r a m e t e r   i d = " 7 1 c b a d 1 7 - 3 a 5 2 - 4 b 7 d - 9 d b f - 6 1 7 2 1 9 b b b 0 f b "   n a m e = " A u t o   e x e c u t e   s e a r c h "   t y p e = " S y s t e m . B o o l e a n ,   m s c o r l i b ,   V e r s i o n = 4 . 0 . 0 . 0 ,   C u l t u r e = n e u t r a l ,   P u b l i c K e y T o k e n = b 7 7 a 5 c 5 6 1 9 3 4 e 0 8 9 "   o r d e r = " 9 9 9 "   k e y = " a u t o E x e c u t e S e a r c h "   v a l u e = " T r u e "   g r o u p = " I n t e r A c t i o n "   g r o u p O r d e r = " - 1 " / >  
                 < p a r a m e t e r   i d = " 1 c f 2 0 4 e 6 - 6 b b 9 - 4 7 a f - 9 6 c f - 8 b b 3 0 7 c 4 f 7 e 2 "   n a m e = " C a n   u s e r   a d d   c o n t a c t s "   t y p e = " S y s t e m . B o o l e a n ,   m s c o r l i b ,   V e r s i o n = 4 . 0 . 0 . 0 ,   C u l t u r e = n e u t r a l ,   P u b l i c K e y T o k e n = b 7 7 a 5 c 5 6 1 9 3 4 e 0 8 9 "   o r d e r = " 9 9 9 "   k e y = " c a n U s e r A d d I t e m s "   v a l u e = " T r u e "   g r o u p O r d e r = " - 1 " / >  
                 < p a r a m e t e r   i d = " 2 8 7 c d 0 9 8 - 1 d 8 0 - 4 3 b 3 - 8 6 a 7 - 6 3 9 6 f 7 2 8 2 8 d 3 "   n a m e = " C o n t a c t   r e q u i r e d "   t y p e = " S y s t e m . B o o l e a n ,   m s c o r l i b ,   V e r s i o n = 4 . 0 . 0 . 0 ,   C u l t u r e = n e u t r a l ,   P u b l i c K e y T o k e n = b 7 7 a 5 c 5 6 1 9 3 4 e 0 8 9 "   o r d e r = " 9 9 9 "   k e y = " i t e m R e q u i r e d "   v a l u e = " T r u e "   g r o u p O r d e r = " - 1 " / >  
                 < p a r a m e t e r   i d = " e 5 5 5 7 2 7 b - a e d 7 - 4 a 0 6 - b 9 f c - b a 2 c 6 1 b 6 d b e a "   n a m e = " C u s t o m   f i e l d   i d "   t y p e = " S y s t e m . S t r i n g ,   m s c o r l i b ,   V e r s i o n = 4 . 0 . 0 . 0 ,   C u l t u r e = n e u t r a l ,   P u b l i c K e y T o k e n = b 7 7 a 5 c 5 6 1 9 3 4 e 0 8 9 "   o r d e r = " 9 9 9 "   k e y = " c u s t o m F i e l d "   v a l u e = " "   g r o u p = " I n t e r A c t i o n "   g r o u p O r d e r = " - 1 " / >  
                 < p a r a m e t e r   i d = " e 6 7 0 7 c 3 5 - f d 0 5 - 4 1 4 f - b 8 a b - e 7 0 3 1 b d f 5 c 0 e "   n a m e = " D i a l o g   t i t l e "   t y p e = " S y s t e m . S t r i n g ,   m s c o r l i b ,   V e r s i o n = 4 . 0 . 0 . 0 ,   C u l t u r e = n e u t r a l ,   P u b l i c K e y T o k e n = b 7 7 a 5 c 5 6 1 9 3 4 e 0 8 9 "   o r d e r = " 9 9 9 "   k e y = " d i a l o g T i t l e "   v a l u e = " "   g r o u p = " I n t e r A c t i o n "   g r o u p O r d e r = " - 1 " / >  
                 < p a r a m e t e r   i d = " 6 e c 2 a 4 9 b - a b 4 b - 4 d 7 0 - 8 c a 7 - 9 5 4 e 9 d c 8 0 d 2 d "   n a m e = " D i s p l a y   t y p e "   t y p e = " I p h e l i o n . O u t l i n e . I n t e g r a t i o n . I n t e r A c t i o n . D i s p l a y T y p e ,   I p h e l i o n . O u t l i n e . I n t e g r a t i o n . I n t e r A c t i o n ,   V e r s i o n = 1 . 6 . 7 . 1 0 ,   C u l t u r e = n e u t r a l ,   P u b l i c K e y T o k e n = n u l l "   o r d e r = " 9 9 9 "   k e y = " s h o w A P E T y p e "   v a l u e = " A d d r e s s "   g r o u p = " I n t e r A c t i o n "   g r o u p O r d e r = " - 1 " / >  
                 < p a r a m e t e r   i d = " a 2 7 b 0 9 5 5 - 9 b 5 2 - 4 e 4 0 - 9 1 d 0 - 0 6 5 f 0 8 a 0 8 3 7 d "   n a m e = " H e i g h t "   t y p e = " S y s t e m . I n t 3 2 ,   m s c o r l i b ,   V e r s i o n = 4 . 0 . 0 . 0 ,   C u l t u r e = n e u t r a l ,   P u b l i c K e y T o k e n = b 7 7 a 5 c 5 6 1 9 3 4 e 0 8 9 "   o r d e r = " 9 9 9 "   k e y = " h e i g h t "   v a l u e = " 1 0 0 "   g r o u p O r d e r = " - 1 " / >  
                 < p a r a m e t e r   i d = " 3 e e c e 7 b 4 - 0 8 d 3 - 4 8 b 4 - a 3 6 8 - 3 5 7 d 8 e 8 5 1 7 9 a "   n a m e = " H i d e   f i r m   c o n t a c t s "   t y p e = " S y s t e m . B o o l e a n ,   m s c o r l i b ,   V e r s i o n = 4 . 0 . 0 . 0 ,   C u l t u r e = n e u t r a l ,   P u b l i c K e y T o k e n = b 7 7 a 5 c 5 6 1 9 3 4 e 0 8 9 "   o r d e r = " 9 9 9 "   k e y = " h i d e F i r m C o n t a c t s "   v a l u e = " F a l s e "   g r o u p = " I n t e r A c t i o n "   g r o u p O r d e r = " - 1 " / >  
                 < p a r a m e t e r   i d = " 5 e e 2 4 7 6 7 - 1 9 6 4 - 4 5 d d - a 6 0 5 - 4 2 3 8 1 0 b a e 6 8 d "   n a m e = " H i d e   H e a d e r "   t y p e = " S y s t e m . B o o l e a n ,   m s c o r l i b ,   V e r s i o n = 4 . 0 . 0 . 0 ,   C u l t u r e = n e u t r a l ,   P u b l i c K e y T o k e n = b 7 7 a 5 c 5 6 1 9 3 4 e 0 8 9 "   o r d e r = " 9 9 9 "   k e y = " h i d e H e a d e r "   v a l u e = " F a l s e "   g r o u p O r d e r = " - 1 " / >  
                 < p a r a m e t e r   i d = " 0 a 4 a f 5 0 5 - 5 8 e 8 - 4 6 7 6 - 9 e 1 5 - 1 5 e 7 a d f 5 e 5 3 a "   n a m e = " H i d e   m a r k e t i n g   l i s t s "   t y p e = " S y s t e m . B o o l e a n ,   m s c o r l i b ,   V e r s i o n = 4 . 0 . 0 . 0 ,   C u l t u r e = n e u t r a l ,   P u b l i c K e y T o k e n = b 7 7 a 5 c 5 6 1 9 3 4 e 0 8 9 "   o r d e r = " 9 9 9 "   k e y = " h i d e M a r k e t i n g L i s t s "   v a l u e = " F a l s e "   g r o u p = " I n t e r A c t i o n "   g r o u p O r d e r = " - 1 " / >  
                 < p a r a m e t e r   i d = " 6 3 0 a 6 a f c - 2 4 d 9 - 4 d b 7 - 9 b 1 8 - c 2 c 2 a 1 b e 6 8 3 6 "   n a m e = " H i d e   m y   c o n t a c t s "   t y p e = " S y s t e m . B o o l e a n ,   m s c o r l i b ,   V e r s i o n = 4 . 0 . 0 . 0 ,   C u l t u r e = n e u t r a l ,   P u b l i c K e y T o k e n = b 7 7 a 5 c 5 6 1 9 3 4 e 0 8 9 "   o r d e r = " 9 9 9 "   k e y = " h i d e M y C o n t a c t s "   v a l u e = " F a l s e "   g r o u p = " I n t e r A c t i o n "   g r o u p O r d e r = " - 1 " / >  
                 < p a r a m e t e r   i d = " 1 c c 6 4 a 5 0 - b d 5 2 - 4 4 e f - b 9 9 5 - 4 9 1 f 5 d c 9 d 9 c 7 "   n a m e = " H i d e   p r o j e c t   m o d u l e s "   t y p e = " S y s t e m . B o o l e a n ,   m s c o r l i b ,   V e r s i o n = 4 . 0 . 0 . 0 ,   C u l t u r e = n e u t r a l ,   P u b l i c K e y T o k e n = b 7 7 a 5 c 5 6 1 9 3 4 e 0 8 9 "   o r d e r = " 9 9 9 "   k e y = " h i d e P r o j e c t M o d u l e s "   v a l u e = " F a l s e "   g r o u p = " I n t e r A c t i o n "   g r o u p O r d e r = " - 1 " / >  
                 < p a r a m e t e r   i d = " 2 7 a f c 4 5 6 - 6 5 7 4 - 4 2 0 d - 8 4 e 2 - 8 c f c 3 f 8 2 8 a c b "   n a m e = " H i d e   w o r k i n g   l i s t s "   t y p e = " S y s t e m . B o o l e a n ,   m s c o r l i b ,   V e r s i o n = 4 . 0 . 0 . 0 ,   C u l t u r e = n e u t r a l ,   P u b l i c K e y T o k e n = b 7 7 a 5 c 5 6 1 9 3 4 e 0 8 9 "   o r d e r = " 9 9 9 "   k e y = " h i d e W o r k i n g L i s t s "   v a l u e = " F a l s e "   g r o u p = " I n t e r A c t i o n "   g r o u p O r d e r = " - 1 " / >  
                 < p a r a m e t e r   i d = " d 9 f 2 9 6 f 9 - 3 b a 2 - 4 5 3 9 - 8 7 0 d - 1 d b d 1 2 5 e 8 8 8 1 "   n a m e = " I n i t i a l   c o n t a c t   t y p e "   t y p e = " S y s t e m . S t r i n g ,   m s c o r l i b ,   V e r s i o n = 4 . 0 . 0 . 0 ,   C u l t u r e = n e u t r a l ,   P u b l i c K e y T o k e n = b 7 7 a 5 c 5 6 1 9 3 4 e 0 8 9 "   o r d e r = " 9 9 9 "   k e y = " i n i t i a l C o n t a c t T y p e "   v a l u e = " "   g r o u p = " I n t e r A c t i o n "   g r o u p O r d e r = " - 1 " / >  
                 < p a r a m e t e r   i d = " 3 a 8 0 4 d e b - f f 2 4 - 4 4 0 3 - b b 3 8 - d b a a f 7 8 b 3 b e 4 "   n a m e = " I n i t i a l   l i s t "   t y p e = " I p h e l i o n . O u t l i n e . I n t e g r a t i o n . I n t e r A c t i o n . L i s t T y p e ,   I p h e l i o n . O u t l i n e . I n t e g r a t i o n . I n t e r A c t i o n ,   V e r s i o n = 1 . 6 . 7 . 1 0 ,   C u l t u r e = n e u t r a l ,   P u b l i c K e y T o k e n = n u l l "   o r d e r = " 9 9 9 "   k e y = " i n t i a l L i s t "   v a l u e = " M y C o n t a c t s "   g r o u p = " I n t e r A c t i o n "   g r o u p O r d e r = " - 1 " / >  
                 < p a r a m e t e r   i d = " 8 0 e f 7 3 a c - 2 d 2 3 - 4 2 c e - 8 d d b - e 6 f 3 4 b 0 b 1 a f e "   n a m e = " R e s t r i c t   p r o j e c t "   t y p e = " S y s t e m . B o o l e a n ,   m s c o r l i b ,   V e r s i o n = 4 . 0 . 0 . 0 ,   C u l t u r e = n e u t r a l ,   P u b l i c K e y T o k e n = b 7 7 a 5 c 5 6 1 9 3 4 e 0 8 9 "   o r d e r = " 9 9 9 "   k e y = " r e s t r i c t P r o j e c t "   v a l u e = " F a l s e "   g r o u p = " I n t e r A c t i o n "   g r o u p O r d e r = " - 1 " / >  
                 < p a r a m e t e r   i d = " c 7 9 2 8 6 b 9 - 1 5 5 d - 4 4 c 0 - 9 8 d 5 - 7 f 7 0 c e b e 8 7 9 0 "   n a m e = " S e a r c h   i f   b l a n k "   t y p e = " S y s t e m . B o o l e a n ,   m s c o r l i b ,   V e r s i o n = 4 . 0 . 0 . 0 ,   C u l t u r e = n e u t r a l ,   P u b l i c K e y T o k e n = b 7 7 a 5 c 5 6 1 9 3 4 e 0 8 9 "   o r d e r = " 9 9 9 "   k e y = " s e a r c h I f B l a n k "   v a l u e = " F a l s e "   g r o u p = " I n t e r A c t i o n "   g r o u p O r d e r = " - 1 " / >  
                 < p a r a m e t e r   i d = " e 7 5 f 3 3 c 5 - 7 6 c 9 - 4 e d c - a 9 e d - 7 3 a 0 0 6 a d 7 d 4 0 "   n a m e = " S e t   p r o j e c t "   t y p e = " S y s t e m . B o o l e a n ,   m s c o r l i b ,   V e r s i o n = 4 . 0 . 0 . 0 ,   C u l t u r e = n e u t r a l ,   P u b l i c K e y T o k e n = b 7 7 a 5 c 5 6 1 9 3 4 e 0 8 9 "   o r d e r = " 9 9 9 "   k e y = " s e t P r o j e c t "   v a l u e = " F a l s e "   g r o u p = " I n t e r A c t i o n "   g r o u p O r d e r = " - 1 " / >  
                 < p a r a m e t e r   i d = " 7 2 4 e a 2 5 3 - 4 8 f 1 - 4 e 0 a - 8 8 f 8 - 5 2 a 3 a 4 0 9 7 2 d 0 "   n a m e = " S h o w   a d d r e s s "   t y p e = " S y s t e m . B o o l e a n ,   m s c o r l i b ,   V e r s i o n = 4 . 0 . 0 . 0 ,   C u l t u r e = n e u t r a l ,   P u b l i c K e y T o k e n = b 7 7 a 5 c 5 6 1 9 3 4 e 0 8 9 "   o r d e r = " 9 9 9 "   k e y = " s h o w A d d r e s s C o l u m n "   v a l u e = " F a l s e "   g r o u p O r d e r = " - 1 " / >  
                 < p a r a m e t e r   i d = " 5 9 7 6 c 5 e e - b d a e - 4 2 4 2 - b 2 6 d - a f 0 7 3 5 9 6 d 4 9 a "   n a m e = " S h o w   c o m b i n e d   n a m e "   t y p e = " S y s t e m . B o o l e a n ,   m s c o r l i b ,   V e r s i o n = 4 . 0 . 0 . 0 ,   C u l t u r e = n e u t r a l ,   P u b l i c K e y T o k e n = b 7 7 a 5 c 5 6 1 9 3 4 e 0 8 9 "   o r d e r = " 9 9 9 "   k e y = " s h o w C o m b i n e d N a m e "   v a l u e = " T r u e "   g r o u p O r d e r = " - 1 " / >  
                 < p a r a m e t e r   i d = " 4 8 f 6 7 e a c - 8 8 c 5 - 4 f 6 4 - 9 6 7 b - e b b 5 e 6 a c 4 9 c 2 "   n a m e = " S h o w   c o m p a n y "   t y p e = " S y s t e m . B o o l e a n ,   m s c o r l i b ,   V e r s i o n = 4 . 0 . 0 . 0 ,   C u l t u r e = n e u t r a l ,   P u b l i c K e y T o k e n = b 7 7 a 5 c 5 6 1 9 3 4 e 0 8 9 "   o r d e r = " 9 9 9 "   k e y = " s h o w C o m p a n y C o l u m n "   v a l u e = " F a l s e "   g r o u p O r d e r = " - 1 " / >  
                 < p a r a m e t e r   i d = " c e 5 1 2 4 1 0 - 8 2 2 2 - 4 4 1 0 - 8 e c d - d d c d b 5 6 f a 4 5 f "   n a m e = " S h o w   e m a i l "   t y p e = " S y s t e m . B o o l e a n ,   m s c o r l i b ,   V e r s i o n = 4 . 0 . 0 . 0 ,   C u l t u r e = n e u t r a l ,   P u b l i c K e y T o k e n = b 7 7 a 5 c 5 6 1 9 3 4 e 0 8 9 "   o r d e r = " 9 9 9 "   k e y = " s h o w E m a i l C o l u m n "   v a l u e = " F a l s e "   g r o u p O r d e r = " - 1 " / >  
                 < p a r a m e t e r   i d = " 6 a 3 1 a e 2 6 - d 0 4 2 - 4 2 3 9 - 8 1 b 4 - 0 f b f 2 4 1 c 5 e 7 1 "   n a m e = " S h o w   f a x "   t y p e = " S y s t e m . B o o l e a n ,   m s c o r l i b ,   V e r s i o n = 4 . 0 . 0 . 0 ,   C u l t u r e = n e u t r a l ,   P u b l i c K e y T o k e n = b 7 7 a 5 c 5 6 1 9 3 4 e 0 8 9 "   o r d e r = " 9 9 9 "   k e y = " s h o w F a x C o l u m n "   v a l u e = " F a l s e "   g r o u p O r d e r = " - 1 " / >  
                 < p a r a m e t e r   i d = " 3 4 9 7 6 9 f 3 - e 2 2 d - 4 0 5 3 - 9 b c 2 - 2 0 f a 2 0 3 6 b b 2 3 "   n a m e = " S h o w   f i r s t   n a m e "   t y p e = " S y s t e m . B o o l e a n ,   m s c o r l i b ,   V e r s i o n = 4 . 0 . 0 . 0 ,   C u l t u r e = n e u t r a l ,   P u b l i c K e y T o k e n = b 7 7 a 5 c 5 6 1 9 3 4 e 0 8 9 "   o r d e r = " 9 9 9 "   k e y = " s h o w F i r s t N a m e C o l u m n "   v a l u e = " F a l s e "   g r o u p O r d e r = " - 1 " / >  
                 < p a r a m e t e r   i d = " 7 3 5 b 7 d 8 4 - 0 7 b 1 - 4 a f 9 - b b e d - d c b b 0 8 d 1 4 8 1 c "   n a m e = " S h o w   j o b   t i t l e "   t y p e = " S y s t e m . B o o l e a n ,   m s c o r l i b ,   V e r s i o n = 4 . 0 . 0 . 0 ,   C u l t u r e = n e u t r a l ,   P u b l i c K e y T o k e n = b 7 7 a 5 c 5 6 1 9 3 4 e 0 8 9 "   o r d e r = " 9 9 9 "   k e y = " s h o w J o b T i t l e C o l u m n "   v a l u e = " F a l s e "   g r o u p O r d e r = " - 1 " / >  
                 < p a r a m e t e r   i d = " 0 7 5 b 3 9 f f - 6 0 7 e - 4 8 d 8 - 8 c f b - 7 5 f 2 f 5 b a 6 2 0 2 "   n a m e = " S h o w   l a s t   n a m e "   t y p e = " S y s t e m . B o o l e a n ,   m s c o r l i b ,   V e r s i o n = 4 . 0 . 0 . 0 ,   C u l t u r e = n e u t r a l ,   P u b l i c K e y T o k e n = b 7 7 a 5 c 5 6 1 9 3 4 e 0 8 9 "   o r d e r = " 9 9 9 "   k e y = " s h o w L a s t N a m e C o l u m n "   v a l u e = " F a l s e "   g r o u p O r d e r = " - 1 " / >  
                 < p a r a m e t e r   i d = " 6 1 3 1 0 2 5 f - 3 f 0 2 - 4 c 7 d - 8 e 9 8 - 4 f 5 6 d 2 6 0 4 7 f 9 "   n a m e = " S h o w   m o b i l e "   t y p e = " S y s t e m . B o o l e a n ,   m s c o r l i b ,   V e r s i o n = 4 . 0 . 0 . 0 ,   C u l t u r e = n e u t r a l ,   P u b l i c K e y T o k e n = b 7 7 a 5 c 5 6 1 9 3 4 e 0 8 9 "   o r d e r = " 9 9 9 "   k e y = " s h o w M o b i l e C o l u m n "   v a l u e = " F a l s e "   g r o u p O r d e r = " - 1 " / >  
                 < p a r a m e t e r   i d = " d d 8 f 8 c 4 3 - 3 a e b - 4 2 2 2 - 8 7 b f - f 4 9 8 5 5 d c e f 7 0 "   n a m e = " S h o w   r e f e r e n c e "   t y p e = " S y s t e m . B o o l e a n ,   m s c o r l i b ,   V e r s i o n = 4 . 0 . 0 . 0 ,   C u l t u r e = n e u t r a l ,   P u b l i c K e y T o k e n = b 7 7 a 5 c 5 6 1 9 3 4 e 0 8 9 "   o r d e r = " 9 9 9 "   k e y = " s h o w R e f e r e n c e C o l u m n "   v a l u e = " F a l s e "   g r o u p O r d e r = " - 1 " / >  
                 < p a r a m e t e r   i d = " 8 9 2 0 8 2 2 d - 0 1 2 b - 4 0 0 a - 9 0 c a - e a 0 7 e 3 0 c 1 0 c c "   n a m e = " S h o w   t e l e p h o n e "   t y p e = " S y s t e m . B o o l e a n ,   m s c o r l i b ,   V e r s i o n = 4 . 0 . 0 . 0 ,   C u l t u r e = n e u t r a l ,   P u b l i c K e y T o k e n = b 7 7 a 5 c 5 6 1 9 3 4 e 0 8 9 "   o r d e r = " 9 9 9 "   k e y = " s h o w T e l e p h o n e C o l u m n "   v a l u e = " F a l s e "   g r o u p O r d e r = " - 1 " / >  
                 < p a r a m e t e r   i d = " a 4 5 5 3 c 0 f - 8 f d 9 - 4 0 b 6 - b 3 e 6 - 4 d 9 0 5 f 7 9 d 3 7 c "   n a m e = " S h o w   t i t l e "   t y p e = " S y s t e m . B o o l e a n ,   m s c o r l i b ,   V e r s i o n = 4 . 0 . 0 . 0 ,   C u l t u r e = n e u t r a l ,   P u b l i c K e y T o k e n = b 7 7 a 5 c 5 6 1 9 3 4 e 0 8 9 "   o r d e r = " 9 9 9 "   k e y = " s h o w T i t l e C o l u m n "   v a l u e = " F a l s e "   g r o u p O r d e r = " - 1 " / >  
                 < p a r a m e t e r   i d = " f 9 0 5 9 c 8 4 - 9 2 b 8 - 4 d d 7 - 9 e 8 1 - a 3 3 8 8 0 a c d 7 6 2 "   n a m e = " U s e   f i r s t   a d d r e s s e e   a s   n a m e "   t y p e = " S y s t e m . B o o l e a n ,   m s c o r l i b ,   V e r s i o n = 4 . 0 . 0 . 0 ,   C u l t u r e = n e u t r a l ,   P u b l i c K e y T o k e n = b 7 7 a 5 c 5 6 1 9 3 4 e 0 8 9 "   o r d e r = " 9 9 9 "   k e y = " u s e A d d r e s s e e I n N a m e "   v a l u e = " F a l s e "   g r o u p = " I n t e r A c t i o n "   g r o u p O r d e r = " - 1 " / >  
                 < p a r a m e t e r   i d = " 7 d f 6 b 2 9 0 - 0 8 3 0 - 4 5 9 f - a 8 8 b - 7 e b 4 d a 5 f f e 0 9 "   n a m e = " U s e r   p r o m p t "   t y p e = " S y s t e m . S t r i n g ,   m s c o r l i b ,   V e r s i o n = 4 . 0 . 0 . 0 ,   C u l t u r e = n e u t r a l ,   P u b l i c K e y T o k e n = b 7 7 a 5 c 5 6 1 9 3 4 e 0 8 9 "   o r d e r = " 9 9 9 "   k e y = " p r o m p t "   v a l u e = " _ F o u r t h   p a r t i e s "   a r g u m e n t = " U I L o c a l i z e d S t r i n g "   g r o u p O r d e r = " - 1 " / >  
                 < p a r a m e t e r   i d = " b a 6 d b a c 9 - c a c b - 4 1 5 1 - 9 7 3 b - 5 e 1 0 4 d e c 4 2 2 c "   n a m e = " W i d t h   t y p e "   t y p e = " I p h e l i o n . O u t l i n e . M o d e l . I n t e r f a c e s . Q u e s t i o n C o n t r o l L a y o u t ,   I p h e l i o n . O u t l i n e . M o d e l ,   V e r s i o n = 1 . 6 . 7 . 1 0 ,   C u l t u r e = n e u t r a l ,   P u b l i c K e y T o k e n = n u l l "   o r d e r = " 9 9 9 "   k e y = " l a y o u t "   v a l u e = " F u l l "   g r o u p O r d e r = " - 1 " / >  
             < / p a r a m e t e r s >  
         < / q u e s t i o n >  
         < q u e s t i o n   i d = " 6 1 d 8 5 f 2 e - 1 5 d 6 - 4 e 0 d - 8 1 3 3 - 4 c b f d a f 1 c 2 5 8 "   n a m e = " P a r t y 5 T y p e "   a s s e m b l y = " I p h e l i o n . O u t l i n e . C o n t r o l s . d l l "   t y p e = " I p h e l i o n . O u t l i n e . C o n t r o l s . Q u e s t i o n C o n t r o l s . V i e w M o d e l s . T e x t B o x V i e w M o d e l "   o r d e r = " 1 9 "   a c t i v e = " t r u e "   g r o u p = " P a g e 1 "   r e s u l t T y p e = " s i n g l e "   d i s p l a y T y p e = " A l l " >  
             < p a r a m e t e r s >  
                 < p a r a m e t e r   i d = " 6 b a 5 8 1 f 1 - a 2 f 8 - 4 e c 8 - a b 3 e - 0 1 b 0 8 b 2 3 4 7 f f "   n a m e = " A l l o w   r e t u r n "   t y p e = " S y s t e m . B o o l e a n ,   m s c o r l i b ,   V e r s i o n = 4 . 0 . 0 . 0 ,   C u l t u r e = n e u t r a l ,   P u b l i c K e y T o k e n = b 7 7 a 5 c 5 6 1 9 3 4 e 0 8 9 "   o r d e r = " 9 9 9 "   k e y = " m u l t i l i n e "   v a l u e = " F a l s e "   g r o u p O r d e r = " - 1 " / >  
                 < p a r a m e t e r   i d = " 0 e 1 e c 1 2 d - c 5 c 2 - 4 4 b 1 - b 4 2 6 - 3 c 0 6 d 0 2 d 9 4 7 f "   n a m e = " H e i g h t "   t y p e = " S y s t e m . I n t 3 2 ,   m s c o r l i b ,   V e r s i o n = 4 . 0 . 0 . 0 ,   C u l t u r e = n e u t r a l ,   P u b l i c K e y T o k e n = b 7 7 a 5 c 5 6 1 9 3 4 e 0 8 9 "   o r d e r = " 9 9 9 "   k e y = " h e i g h t "   v a l u e = " "   g r o u p O r d e r = " - 1 " / >  
                 < p a r a m e t e r   i d = " 0 0 f f 4 6 5 6 - a 5 a 7 - 4 4 6 4 - 8 7 d 1 - 4 8 9 1 3 b 3 d a 3 0 9 "   n a m e = " R e m e m b e r   l a s t   v a l u e "   t y p e = " S y s t e m . B o o l e a n ,   m s c o r l i b ,   V e r s i o n = 4 . 0 . 0 . 0 ,   C u l t u r e = n e u t r a l ,   P u b l i c K e y T o k e n = b 7 7 a 5 c 5 6 1 9 3 4 e 0 8 9 "   o r d e r = " 9 9 9 "   k e y = " r e m e m b e r L a s t V a l u e "   v a l u e = " F a l s e "   g r o u p O r d e r = " - 1 " / >  
                 < p a r a m e t e r   i d = " b f 8 5 8 2 9 0 - e 8 1 f - 4 a f 0 - 9 3 1 8 - 8 3 9 9 4 d 3 0 f f 7 0 "   n a m e = " S e p a r a t e   l i n e s "   t y p e = " S y s t e m . B o o l e a n ,   m s c o r l i b ,   V e r s i o n = 4 . 0 . 0 . 0 ,   C u l t u r e = n e u t r a l ,   P u b l i c K e y T o k e n = b 7 7 a 5 c 5 6 1 9 3 4 e 0 8 9 "   o r d e r = " 9 9 9 "   k e y = " s p l i t L i n e s "   v a l u e = " F a l s e "   g r o u p O r d e r = " - 1 " / >  
                 < p a r a m e t e r   i d = " 5 4 4 4 c 2 7 1 - 6 3 2 b - 4 6 9 9 - a 2 8 1 - d 5 b 4 e f 1 7 4 1 a 7 "   n a m e = " U s e r   p r o m p t "   t y p e = " S y s t e m . S t r i n g ,   m s c o r l i b ,   V e r s i o n = 4 . 0 . 0 . 0 ,   C u l t u r e = n e u t r a l ,   P u b l i c K e y T o k e n = b 7 7 a 5 c 5 6 1 9 3 4 e 0 8 9 "   o r d e r = " 9 9 9 "   k e y = " p r o m p t "   v a l u e = " P a r t y   t y p e   5 "   a r g u m e n t = " U I L o c a l i z e d S t r i n g "   g r o u p O r d e r = " - 1 " / >  
                 < p a r a m e t e r   i d = " 0 a 9 4 2 9 3 b - 9 d b 9 - 4 0 c 9 - b c 3 5 - 8 8 9 7 7 6 f f 6 1 8 1 "   n a m e = " W i d t h   t y p e "   t y p e = " I p h e l i o n . O u t l i n e . M o d e l . I n t e r f a c e s . Q u e s t i o n C o n t r o l L a y o u t ,   I p h e l i o n . O u t l i n e . M o d e l ,   V e r s i o n = 1 . 6 . 7 . 1 0 ,   C u l t u r e = n e u t r a l ,   P u b l i c K e y T o k e n = n u l l "   o r d e r = " 9 9 9 "   k e y = " l a y o u t "   v a l u e = " H a l f "   g r o u p O r d e r = " - 1 " / >  
                 < p a r a m e t e r   i d = " 6 c 0 2 4 f e b - 0 9 d 7 - 4 0 8 2 - a 9 d 0 - b b a 4 a 4 2 8 d a b f "   n a m e = " W r a p   T e x t "   t y p e = " S y s t e m . B o o l e a n ,   m s c o r l i b ,   V e r s i o n = 4 . 0 . 0 . 0 ,   C u l t u r e = n e u t r a l ,   P u b l i c K e y T o k e n = b 7 7 a 5 c 5 6 1 9 3 4 e 0 8 9 "   o r d e r = " 9 9 9 "   k e y = " w r a p T e x t "   v a l u e = " T r u e "   g r o u p O r d e r = " - 1 " / >  
             < / p a r a m e t e r s >  
         < / q u e s t i o n >  
         < q u e s t i o n   i d = " 0 6 8 8 3 d 0 5 - b a 5 d - 4 4 0 4 - a 7 2 1 - 9 2 0 1 0 3 8 1 f 3 9 5 "   n a m e = " P a r t y 5 "   a s s e m b l y = " I p h e l i o n . O u t l i n e . C o n t r o l s . d l l "   t y p e = " I p h e l i o n . O u t l i n e . C o n t r o l s . Q u e s t i o n C o n t r o l s . V i e w M o d e l s . C o n t a c t L i s t V i e w M o d e l "   o r d e r = " 2 0 "   a c t i v e = " t r u e "   g r o u p = " P a g e 1 "   r e s u l t T y p e = " s i n g l e "   d i s p l a y T y p e = " A l l " >  
             < p a r a m e t e r s >  
                 < p a r a m e t e r   i d = " 1 2 6 2 c 8 9 b - 8 5 d 1 - 4 7 9 c - 9 6 a 6 - d 6 6 2 4 c c 6 5 1 b e "   n a m e = " A d d   d e f a u l t   s a l u t a t i o n "   t y p e = " S y s t e m . B o o l e a n ,   m s c o r l i b ,   V e r s i o n = 4 . 0 . 0 . 0 ,   C u l t u r e = n e u t r a l ,   P u b l i c K e y T o k e n = b 7 7 a 5 c 5 6 1 9 3 4 e 0 8 9 "   o r d e r = " 9 9 9 "   k e y = " a d d D e f a u l t S a l u t a t i o n "   v a l u e = " F a l s e "   g r o u p = " I n t e r A c t i o n "   g r o u p O r d e r = " - 1 " / >  
                 < p a r a m e t e r   i d = " 4 b 9 1 9 3 9 0 - 2 f 9 b - 4 f 8 2 - a 8 e 2 - 7 f 3 a 2 2 9 e 9 f 8 f "   n a m e = " A d d   g o e s   b y   s a l u t a t i o n "   t y p e = " S y s t e m . B o o l e a n ,   m s c o r l i b ,   V e r s i o n = 4 . 0 . 0 . 0 ,   C u l t u r e = n e u t r a l ,   P u b l i c K e y T o k e n = b 7 7 a 5 c 5 6 1 9 3 4 e 0 8 9 "   o r d e r = " 9 9 9 "   k e y = " a d d G o e s B y T o A d d r e s s e e L i s t "   v a l u e = " F a l s e "   g r o u p = " I n t e r A c t i o n "   g r o u p O r d e r = " - 1 " / >  
                 < p a r a m e t e r   i d = " e 6 6 0 7 e d 4 - 0 a a e - 4 5 0 f - a 9 f b - e 6 1 2 3 5 3 1 d b 7 4 "   n a m e = " A d d r e s s e e   f i e l d   i d ' s "   t y p e = " S y s t e m . S t r i n g ,   m s c o r l i b ,   V e r s i o n = 4 . 0 . 0 . 0 ,   C u l t u r e = n e u t r a l ,   P u b l i c K e y T o k e n = b 7 7 a 5 c 5 6 1 9 3 4 e 0 8 9 "   o r d e r = " 9 9 9 "   k e y = " a d d r e s s e e F i e l d s "   v a l u e = " "   g r o u p = " I n t e r A c t i o n "   g r o u p O r d e r = " - 1 " / >  
                 < p a r a m e t e r   i d = " 2 6 3 f 0 2 9 f - d 5 6 d - 4 2 b 7 - a d 2 c - 3 c 2 2 d 9 9 7 2 6 7 c "   n a m e = " A l l o w   r e o r d e r i n g "   t y p e = " S y s t e m . B o o l e a n ,   m s c o r l i b ,   V e r s i o n = 4 . 0 . 0 . 0 ,   C u l t u r e = n e u t r a l ,   P u b l i c K e y T o k e n = b 7 7 a 5 c 5 6 1 9 3 4 e 0 8 9 "   o r d e r = " 9 9 9 "   k e y = " a l l o w R e o r d e r i n g "   v a l u e = " T r u e "   g r o u p O r d e r = " - 1 " / >  
                 < p a r a m e t e r   i d = " d 2 5 c 3 9 1 a - 3 a d 8 - 4 7 2 7 - 9 3 a 8 - 9 9 4 2 b a a 4 c 1 4 d "   n a m e = " A s s o c i a t e d   p h o n e   n a m e "   t y p e = " S y s t e m . S t r i n g ,   m s c o r l i b ,   V e r s i o n = 4 . 0 . 0 . 0 ,   C u l t u r e = n e u t r a l ,   P u b l i c K e y T o k e n = b 7 7 a 5 c 5 6 1 9 3 4 e 0 8 9 "   o r d e r = " 9 9 9 "   k e y = " a s s o c i a t e d P h o n e "   v a l u e = " "   g r o u p = " I n t e r A c t i o n "   g r o u p O r d e r = " - 1 " / >  
                 < p a r a m e t e r   i d = " 7 1 c b a d 1 7 - 3 a 5 2 - 4 b 7 d - 9 d b f - 6 1 7 2 1 9 b b b 0 f b "   n a m e = " A u t o   e x e c u t e   s e a r c h "   t y p e = " S y s t e m . B o o l e a n ,   m s c o r l i b ,   V e r s i o n = 4 . 0 . 0 . 0 ,   C u l t u r e = n e u t r a l ,   P u b l i c K e y T o k e n = b 7 7 a 5 c 5 6 1 9 3 4 e 0 8 9 "   o r d e r = " 9 9 9 "   k e y = " a u t o E x e c u t e S e a r c h "   v a l u e = " T r u e "   g r o u p = " I n t e r A c t i o n "   g r o u p O r d e r = " - 1 " / >  
                 < p a r a m e t e r   i d = " 1 c f 2 0 4 e 6 - 6 b b 9 - 4 7 a f - 9 6 c f - 8 b b 3 0 7 c 4 f 7 e 2 "   n a m e = " C a n   u s e r   a d d   c o n t a c t s "   t y p e = " S y s t e m . B o o l e a n ,   m s c o r l i b ,   V e r s i o n = 4 . 0 . 0 . 0 ,   C u l t u r e = n e u t r a l ,   P u b l i c K e y T o k e n = b 7 7 a 5 c 5 6 1 9 3 4 e 0 8 9 "   o r d e r = " 9 9 9 "   k e y = " c a n U s e r A d d I t e m s "   v a l u e = " T r u e "   g r o u p O r d e r = " - 1 " / >  
                 < p a r a m e t e r   i d = " 2 8 7 c d 0 9 8 - 1 d 8 0 - 4 3 b 3 - 8 6 a 7 - 6 3 9 6 f 7 2 8 2 8 d 3 "   n a m e = " C o n t a c t   r e q u i r e d "   t y p e = " S y s t e m . B o o l e a n ,   m s c o r l i b ,   V e r s i o n = 4 . 0 . 0 . 0 ,   C u l t u r e = n e u t r a l ,   P u b l i c K e y T o k e n = b 7 7 a 5 c 5 6 1 9 3 4 e 0 8 9 "   o r d e r = " 9 9 9 "   k e y = " i t e m R e q u i r e d "   v a l u e = " T r u e "   g r o u p O r d e r = " - 1 " / >  
                 < p a r a m e t e r   i d = " 5 e d 6 9 a b 5 - 4 2 c e - 4 a b f - a 8 a d - 1 b 0 5 1 e 1 6 c 4 6 3 "   n a m e = " C u s t o m   f i e l d   i d "   t y p e = " S y s t e m . S t r i n g ,   m s c o r l i b ,   V e r s i o n = 4 . 0 . 0 . 0 ,   C u l t u r e = n e u t r a l ,   P u b l i c K e y T o k e n = b 7 7 a 5 c 5 6 1 9 3 4 e 0 8 9 "   o r d e r = " 9 9 9 "   k e y = " c u s t o m F i e l d "   v a l u e = " "   g r o u p = " I n t e r A c t i o n "   g r o u p O r d e r = " - 1 " / >  
                 < p a r a m e t e r   i d = " e 6 7 0 7 c 3 5 - f d 0 5 - 4 1 4 f - b 8 a b - e 7 0 3 1 b d f 5 c 0 e "   n a m e = " D i a l o g   t i t l e "   t y p e = " S y s t e m . S t r i n g ,   m s c o r l i b ,   V e r s i o n = 4 . 0 . 0 . 0 ,   C u l t u r e = n e u t r a l ,   P u b l i c K e y T o k e n = b 7 7 a 5 c 5 6 1 9 3 4 e 0 8 9 "   o r d e r = " 9 9 9 "   k e y = " d i a l o g T i t l e "   v a l u e = " "   g r o u p = " I n t e r A c t i o n "   g r o u p O r d e r = " - 1 " / >  
                 < p a r a m e t e r   i d = " 6 e c 2 a 4 9 b - a b 4 b - 4 d 7 0 - 8 c a 7 - 9 5 4 e 9 d c 8 0 d 2 d "   n a m e = " D i s p l a y   t y p e "   t y p e = " I p h e l i o n . O u t l i n e . I n t e g r a t i o n . I n t e r A c t i o n . D i s p l a y T y p e ,   I p h e l i o n . O u t l i n e . I n t e g r a t i o n . I n t e r A c t i o n ,   V e r s i o n = 1 . 6 . 7 . 1 0 ,   C u l t u r e = n e u t r a l ,   P u b l i c K e y T o k e n = n u l l "   o r d e r = " 9 9 9 "   k e y = " s h o w A P E T y p e "   v a l u e = " A d d r e s s "   g r o u p = " I n t e r A c t i o n "   g r o u p O r d e r = " - 1 " / >  
                 < p a r a m e t e r   i d = " a 2 7 b 0 9 5 5 - 9 b 5 2 - 4 e 4 0 - 9 1 d 0 - 0 6 5 f 0 8 a 0 8 3 7 d "   n a m e = " H e i g h t "   t y p e = " S y s t e m . I n t 3 2 ,   m s c o r l i b ,   V e r s i o n = 4 . 0 . 0 . 0 ,   C u l t u r e = n e u t r a l ,   P u b l i c K e y T o k e n = b 7 7 a 5 c 5 6 1 9 3 4 e 0 8 9 "   o r d e r = " 9 9 9 "   k e y = " h e i g h t "   v a l u e = " 1 0 0 "   g r o u p O r d e r = " - 1 " / >  
                 < p a r a m e t e r   i d = " 3 e e c e 7 b 4 - 0 8 d 3 - 4 8 b 4 - a 3 6 8 - 3 5 7 d 8 e 8 5 1 7 9 a "   n a m e = " H i d e   f i r m   c o n t a c t s "   t y p e = " S y s t e m . B o o l e a n ,   m s c o r l i b ,   V e r s i o n = 4 . 0 . 0 . 0 ,   C u l t u r e = n e u t r a l ,   P u b l i c K e y T o k e n = b 7 7 a 5 c 5 6 1 9 3 4 e 0 8 9 "   o r d e r = " 9 9 9 "   k e y = " h i d e F i r m C o n t a c t s "   v a l u e = " F a l s e "   g r o u p = " I n t e r A c t i o n "   g r o u p O r d e r = " - 1 " / >  
                 < p a r a m e t e r   i d = " 5 e e 2 4 7 6 7 - 1 9 6 4 - 4 5 d d - a 6 0 5 - 4 2 3 8 1 0 b a e 6 8 d "   n a m e = " H i d e   H e a d e r "   t y p e = " S y s t e m . B o o l e a n ,   m s c o r l i b ,   V e r s i o n = 4 . 0 . 0 . 0 ,   C u l t u r e = n e u t r a l ,   P u b l i c K e y T o k e n = b 7 7 a 5 c 5 6 1 9 3 4 e 0 8 9 "   o r d e r = " 9 9 9 "   k e y = " h i d e H e a d e r "   v a l u e = " F a l s e "   g r o u p O r d e r = " - 1 " / >  
                 < p a r a m e t e r   i d = " 0 a 4 a f 5 0 5 - 5 8 e 8 - 4 6 7 6 - 9 e 1 5 - 1 5 e 7 a d f 5 e 5 3 a "   n a m e = " H i d e   m a r k e t i n g   l i s t s "   t y p e = " S y s t e m . B o o l e a n ,   m s c o r l i b ,   V e r s i o n = 4 . 0 . 0 . 0 ,   C u l t u r e = n e u t r a l ,   P u b l i c K e y T o k e n = b 7 7 a 5 c 5 6 1 9 3 4 e 0 8 9 "   o r d e r = " 9 9 9 "   k e y = " h i d e M a r k e t i n g L i s t s "   v a l u e = " F a l s e "   g r o u p = " I n t e r A c t i o n "   g r o u p O r d e r = " - 1 " / >  
                 < p a r a m e t e r   i d = " 6 3 0 a 6 a f c - 2 4 d 9 - 4 d b 7 - 9 b 1 8 - c 2 c 2 a 1 b e 6 8 3 6 "   n a m e = " H i d e   m y   c o n t a c t s "   t y p e = " S y s t e m . B o o l e a n ,   m s c o r l i b ,   V e r s i o n = 4 . 0 . 0 . 0 ,   C u l t u r e = n e u t r a l ,   P u b l i c K e y T o k e n = b 7 7 a 5 c 5 6 1 9 3 4 e 0 8 9 "   o r d e r = " 9 9 9 "   k e y = " h i d e M y C o n t a c t s "   v a l u e = " F a l s e "   g r o u p = " I n t e r A c t i o n "   g r o u p O r d e r = " - 1 " / >  
                 < p a r a m e t e r   i d = " 1 c c 6 4 a 5 0 - b d 5 2 - 4 4 e f - b 9 9 5 - 4 9 1 f 5 d c 9 d 9 c 7 "   n a m e = " H i d e   p r o j e c t   m o d u l e s "   t y p e = " S y s t e m . B o o l e a n ,   m s c o r l i b ,   V e r s i o n = 4 . 0 . 0 . 0 ,   C u l t u r e = n e u t r a l ,   P u b l i c K e y T o k e n = b 7 7 a 5 c 5 6 1 9 3 4 e 0 8 9 "   o r d e r = " 9 9 9 "   k e y = " h i d e P r o j e c t M o d u l e s "   v a l u e = " F a l s e "   g r o u p = " I n t e r A c t i o n "   g r o u p O r d e r = " - 1 " / >  
                 < p a r a m e t e r   i d = " 2 7 a f c 4 5 6 - 6 5 7 4 - 4 2 0 d - 8 4 e 2 - 8 c f c 3 f 8 2 8 a c b "   n a m e = " H i d e   w o r k i n g   l i s t s "   t y p e = " S y s t e m . B o o l e a n ,   m s c o r l i b ,   V e r s i o n = 4 . 0 . 0 . 0 ,   C u l t u r e = n e u t r a l ,   P u b l i c K e y T o k e n = b 7 7 a 5 c 5 6 1 9 3 4 e 0 8 9 "   o r d e r = " 9 9 9 "   k e y = " h i d e W o r k i n g L i s t s "   v a l u e = " F a l s e "   g r o u p = " I n t e r A c t i o n "   g r o u p O r d e r = " - 1 " / >  
                 < p a r a m e t e r   i d = " d 9 f 2 9 6 f 9 - 3 b a 2 - 4 5 3 9 - 8 7 0 d - 1 d b d 1 2 5 e 8 8 8 1 "   n a m e = " I n i t i a l   c o n t a c t   t y p e "   t y p e = " S y s t e m . S t r i n g ,   m s c o r l i b ,   V e r s i o n = 4 . 0 . 0 . 0 ,   C u l t u r e = n e u t r a l ,   P u b l i c K e y T o k e n = b 7 7 a 5 c 5 6 1 9 3 4 e 0 8 9 "   o r d e r = " 9 9 9 "   k e y = " i n i t i a l C o n t a c t T y p e "   v a l u e = " "   g r o u p = " I n t e r A c t i o n "   g r o u p O r d e r = " - 1 " / >  
                 < p a r a m e t e r   i d = " 3 a 8 0 4 d e b - f f 2 4 - 4 4 0 3 - b b 3 8 - d b a a f 7 8 b 3 b e 4 "   n a m e = " I n i t i a l   l i s t "   t y p e = " I p h e l i o n . O u t l i n e . I n t e g r a t i o n . I n t e r A c t i o n . L i s t T y p e ,   I p h e l i o n . O u t l i n e . I n t e g r a t i o n . I n t e r A c t i o n ,   V e r s i o n = 1 . 6 . 7 . 1 0 ,   C u l t u r e = n e u t r a l ,   P u b l i c K e y T o k e n = n u l l "   o r d e r = " 9 9 9 "   k e y = " i n t i a l L i s t "   v a l u e = " M y C o n t a c t s "   g r o u p = " I n t e r A c t i o n "   g r o u p O r d e r = " - 1 " / >  
                 < p a r a m e t e r   i d = " 8 0 e f 7 3 a c - 2 d 2 3 - 4 2 c e - 8 d d b - e 6 f 3 4 b 0 b 1 a f e "   n a m e = " R e s t r i c t   p r o j e c t "   t y p e = " S y s t e m . B o o l e a n ,   m s c o r l i b ,   V e r s i o n = 4 . 0 . 0 . 0 ,   C u l t u r e = n e u t r a l ,   P u b l i c K e y T o k e n = b 7 7 a 5 c 5 6 1 9 3 4 e 0 8 9 "   o r d e r = " 9 9 9 "   k e y = " r e s t r i c t P r o j e c t "   v a l u e = " F a l s e "   g r o u p = " I n t e r A c t i o n "   g r o u p O r d e r = " - 1 " / >  
                 < p a r a m e t e r   i d = " c 7 9 2 8 6 b 9 - 1 5 5 d - 4 4 c 0 - 9 8 d 5 - 7 f 7 0 c e b e 8 7 9 0 "   n a m e = " S e a r c h   i f   b l a n k "   t y p e = " S y s t e m . B o o l e a n ,   m s c o r l i b ,   V e r s i o n = 4 . 0 . 0 . 0 ,   C u l t u r e = n e u t r a l ,   P u b l i c K e y T o k e n = b 7 7 a 5 c 5 6 1 9 3 4 e 0 8 9 "   o r d e r = " 9 9 9 "   k e y = " s e a r c h I f B l a n k "   v a l u e = " F a l s e "   g r o u p = " I n t e r A c t i o n "   g r o u p O r d e r = " - 1 " / >  
                 < p a r a m e t e r   i d = " e 7 5 f 3 3 c 5 - 7 6 c 9 - 4 e d c - a 9 e d - 7 3 a 0 0 6 a d 7 d 4 0 "   n a m e = " S e t   p r o j e c t "   t y p e = " S y s t e m . B o o l e a n ,   m s c o r l i b ,   V e r s i o n = 4 . 0 . 0 . 0 ,   C u l t u r e = n e u t r a l ,   P u b l i c K e y T o k e n = b 7 7 a 5 c 5 6 1 9 3 4 e 0 8 9 "   o r d e r = " 9 9 9 "   k e y = " s e t P r o j e c t "   v a l u e = " F a l s e "   g r o u p = " I n t e r A c t i o n "   g r o u p O r d e r = " - 1 " / >  
                 < p a r a m e t e r   i d = " 4 7 9 d 6 1 2 c - a 2 6 3 - 4 1 2 7 - 8 e 7 8 - b 8 8 0 6 e 1 9 1 f 3 0 "   n a m e = " S h o w   a d d r e s s "   t y p e = " S y s t e m . B o o l e a n ,   m s c o r l i b ,   V e r s i o n = 4 . 0 . 0 . 0 ,   C u l t u r e = n e u t r a l ,   P u b l i c K e y T o k e n = b 7 7 a 5 c 5 6 1 9 3 4 e 0 8 9 "   o r d e r = " 9 9 9 "   k e y = " s h o w A d d r e s s C o l u m n "   v a l u e = " F a l s e "   g r o u p O r d e r = " - 1 " / >  
                 < p a r a m e t e r   i d = " 5 9 7 6 c 5 e e - b d a e - 4 2 4 2 - b 2 6 d - a f 0 7 3 5 9 6 d 4 9 a "   n a m e = " S h o w   c o m b i n e d   n a m e "   t y p e = " S y s t e m . B o o l e a n ,   m s c o r l i b ,   V e r s i o n = 4 . 0 . 0 . 0 ,   C u l t u r e = n e u t r a l ,   P u b l i c K e y T o k e n = b 7 7 a 5 c 5 6 1 9 3 4 e 0 8 9 "   o r d e r = " 9 9 9 "   k e y = " s h o w C o m b i n e d N a m e "   v a l u e = " T r u e "   g r o u p O r d e r = " - 1 " / >  
                 < p a r a m e t e r   i d = " 4 8 f 6 7 e a c - 8 8 c 5 - 4 f 6 4 - 9 6 7 b - e b b 5 e 6 a c 4 9 c 2 "   n a m e = " S h o w   c o m p a n y "   t y p e = " S y s t e m . B o o l e a n ,   m s c o r l i b ,   V e r s i o n = 4 . 0 . 0 . 0 ,   C u l t u r e = n e u t r a l ,   P u b l i c K e y T o k e n = b 7 7 a 5 c 5 6 1 9 3 4 e 0 8 9 "   o r d e r = " 9 9 9 "   k e y = " s h o w C o m p a n y C o l u m n "   v a l u e = " F a l s e "   g r o u p O r d e r = " - 1 " / >  
                 < p a r a m e t e r   i d = " 3 1 f 7 6 4 b 5 - f d 0 0 - 4 e 5 f - 8 2 5 f - d c 4 2 e 3 a d 8 b 5 0 "   n a m e = " S h o w   e m a i l "   t y p e = " S y s t e m . B o o l e a n ,   m s c o r l i b ,   V e r s i o n = 4 . 0 . 0 . 0 ,   C u l t u r e = n e u t r a l ,   P u b l i c K e y T o k e n = b 7 7 a 5 c 5 6 1 9 3 4 e 0 8 9 "   o r d e r = " 9 9 9 "   k e y = " s h o w E m a i l C o l u m n "   v a l u e = " F a l s e "   g r o u p O r d e r = " - 1 " / >  
                 < p a r a m e t e r   i d = " 6 a 3 1 a e 2 6 - d 0 4 2 - 4 2 3 9 - 8 1 b 4 - 0 f b f 2 4 1 c 5 e 7 1 "   n a m e = " S h o w   f a x "   t y p e = " S y s t e m . B o o l e a n ,   m s c o r l i b ,   V e r s i o n = 4 . 0 . 0 . 0 ,   C u l t u r e = n e u t r a l ,   P u b l i c K e y T o k e n = b 7 7 a 5 c 5 6 1 9 3 4 e 0 8 9 "   o r d e r = " 9 9 9 "   k e y = " s h o w F a x C o l u m n "   v a l u e = " F a l s e "   g r o u p O r d e r = " - 1 " / >  
                 < p a r a m e t e r   i d = " 3 4 9 7 6 9 f 3 - e 2 2 d - 4 0 5 3 - 9 b c 2 - 2 0 f a 2 0 3 6 b b 2 3 "   n a m e = " S h o w   f i r s t   n a m e "   t y p e = " S y s t e m . B o o l e a n ,   m s c o r l i b ,   V e r s i o n = 4 . 0 . 0 . 0 ,   C u l t u r e = n e u t r a l ,   P u b l i c K e y T o k e n = b 7 7 a 5 c 5 6 1 9 3 4 e 0 8 9 "   o r d e r = " 9 9 9 "   k e y = " s h o w F i r s t N a m e C o l u m n "   v a l u e = " F a l s e "   g r o u p O r d e r = " - 1 " / >  
                 < p a r a m e t e r   i d = " 7 1 1 4 3 3 4 c - 6 2 3 8 - 4 d 2 2 - b 7 a 4 - 1 d 8 b 1 8 9 b b 1 e a "   n a m e = " S h o w   j o b   t i t l e "   t y p e = " S y s t e m . B o o l e a n ,   m s c o r l i b ,   V e r s i o n = 4 . 0 . 0 . 0 ,   C u l t u r e = n e u t r a l ,   P u b l i c K e y T o k e n = b 7 7 a 5 c 5 6 1 9 3 4 e 0 8 9 "   o r d e r = " 9 9 9 "   k e y = " s h o w J o b T i t l e C o l u m n "   v a l u e = " F a l s e "   g r o u p O r d e r = " - 1 " / >  
                 < p a r a m e t e r   i d = " 0 7 5 b 3 9 f f - 6 0 7 e - 4 8 d 8 - 8 c f b - 7 5 f 2 f 5 b a 6 2 0 2 "   n a m e = " S h o w   l a s t   n a m e "   t y p e = " S y s t e m . B o o l e a n ,   m s c o r l i b ,   V e r s i o n = 4 . 0 . 0 . 0 ,   C u l t u r e = n e u t r a l ,   P u b l i c K e y T o k e n = b 7 7 a 5 c 5 6 1 9 3 4 e 0 8 9 "   o r d e r = " 9 9 9 "   k e y = " s h o w L a s t N a m e C o l u m n "   v a l u e = " F a l s e "   g r o u p O r d e r = " - 1 " / >  
                 < p a r a m e t e r   i d = " 6 c 9 2 f d 4 0 - 7 4 2 a - 4 2 1 7 - a 5 6 3 - 1 1 7 b 7 2 1 6 5 d f 1 "   n a m e = " S h o w   m o b i l e "   t y p e = " S y s t e m . B o o l e a n ,   m s c o r l i b ,   V e r s i o n = 4 . 0 . 0 . 0 ,   C u l t u r e = n e u t r a l ,   P u b l i c K e y T o k e n = b 7 7 a 5 c 5 6 1 9 3 4 e 0 8 9 "   o r d e r = " 9 9 9 "   k e y = " s h o w M o b i l e C o l u m n "   v a l u e = " F a l s e "   g r o u p O r d e r = " - 1 " / >  
                 < p a r a m e t e r   i d = " d d 8 f 8 c 4 3 - 3 a e b - 4 2 2 2 - 8 7 b f - f 4 9 8 5 5 d c e f 7 0 "   n a m e = " S h o w   r e f e r e n c e "   t y p e = " S y s t e m . B o o l e a n ,   m s c o r l i b ,   V e r s i o n = 4 . 0 . 0 . 0 ,   C u l t u r e = n e u t r a l ,   P u b l i c K e y T o k e n = b 7 7 a 5 c 5 6 1 9 3 4 e 0 8 9 "   o r d e r = " 9 9 9 "   k e y = " s h o w R e f e r e n c e C o l u m n "   v a l u e = " F a l s e "   g r o u p O r d e r = " - 1 " / >  
                 < p a r a m e t e r   i d = " 8 9 2 0 8 2 2 d - 0 1 2 b - 4 0 0 a - 9 0 c a - e a 0 7 e 3 0 c 1 0 c c "   n a m e = " S h o w   t e l e p h o n e "   t y p e = " S y s t e m . B o o l e a n ,   m s c o r l i b ,   V e r s i o n = 4 . 0 . 0 . 0 ,   C u l t u r e = n e u t r a l ,   P u b l i c K e y T o k e n = b 7 7 a 5 c 5 6 1 9 3 4 e 0 8 9 "   o r d e r = " 9 9 9 "   k e y = " s h o w T e l e p h o n e C o l u m n "   v a l u e = " F a l s e "   g r o u p O r d e r = " - 1 " / >  
                 < p a r a m e t e r   i d = " a 4 5 5 3 c 0 f - 8 f d 9 - 4 0 b 6 - b 3 e 6 - 4 d 9 0 5 f 7 9 d 3 7 c "   n a m e = " S h o w   t i t l e "   t y p e = " S y s t e m . B o o l e a n ,   m s c o r l i b ,   V e r s i o n = 4 . 0 . 0 . 0 ,   C u l t u r e = n e u t r a l ,   P u b l i c K e y T o k e n = b 7 7 a 5 c 5 6 1 9 3 4 e 0 8 9 "   o r d e r = " 9 9 9 "   k e y = " s h o w T i t l e C o l u m n "   v a l u e = " F a l s e "   g r o u p O r d e r = " - 1 " / >  
                 < p a r a m e t e r   i d = " 9 f 9 8 e 3 f 4 - 4 a 5 3 - 4 0 3 1 - 9 9 d c - a 8 2 3 c 3 1 f 5 3 d 3 "   n a m e = " U s e   f i r s t   a d d r e s s e e   a s   n a m e "   t y p e = " S y s t e m . B o o l e a n ,   m s c o r l i b ,   V e r s i o n = 4 . 0 . 0 . 0 ,   C u l t u r e = n e u t r a l ,   P u b l i c K e y T o k e n = b 7 7 a 5 c 5 6 1 9 3 4 e 0 8 9 "   o r d e r = " 9 9 9 "   k e y = " u s e A d d r e s s e e I n N a m e "   v a l u e = " F a l s e "   g r o u p = " I n t e r A c t i o n "   g r o u p O r d e r = " - 1 " / >  
                 < p a r a m e t e r   i d = " 7 d f 6 b 2 9 0 - 0 8 3 0 - 4 5 9 f - a 8 8 b - 7 e b 4 d a 5 f f e 0 9 "   n a m e = " U s e r   p r o m p t "   t y p e = " S y s t e m . S t r i n g ,   m s c o r l i b ,   V e r s i o n = 4 . 0 . 0 . 0 ,   C u l t u r e = n e u t r a l ,   P u b l i c K e y T o k e n = b 7 7 a 5 c 5 6 1 9 3 4 e 0 8 9 "   o r d e r = " 9 9 9 "   k e y = " p r o m p t "   v a l u e = " _ F i f t h   p a r t i e s "   a r g u m e n t = " U I L o c a l i z e d S t r i n g "   g r o u p O r d e r = " - 1 " / >  
                 < p a r a m e t e r   i d = " b a 6 d b a c 9 - c a c b - 4 1 5 1 - 9 7 3 b - 5 e 1 0 4 d e c 4 2 2 c "   n a m e = " W i d t h   t y p e "   t y p e = " I p h e l i o n . O u t l i n e . M o d e l . I n t e r f a c e s . Q u e s t i o n C o n t r o l L a y o u t ,   I p h e l i o n . O u t l i n e . M o d e l ,   V e r s i o n = 1 . 6 . 7 . 1 0 ,   C u l t u r e = n e u t r a l ,   P u b l i c K e y T o k e n = n u l l "   o r d e r = " 9 9 9 "   k e y = " l a y o u t "   v a l u e = " F u l l "   g r o u p O r d e r = " - 1 " / >  
             < / p a r a m e t e r s >  
         < / q u e s t i o n >  
         < q u e s t i o n   i d = " 3 b b 3 2 9 2 9 - 1 9 2 0 - 4 d 3 b - a 8 b c - c e 2 9 e e 0 2 2 4 c c "   n a m e = " S e c o n d   P a g e   I n f o r m a t i o n "   a s s e m b l y = " I p h e l i o n . O u t l i n e . C o n t r o l s . d l l "   t y p e = " I p h e l i o n . O u t l i n e . C o n t r o l s . Q u e s t i o n C o n t r o l s . V i e w M o d e l s . W i z a r d S e c t i o n H e a d i n g V i e w M o d e l "   o r d e r = " 2 1 "   a c t i v e = " f a l s e "   g r o u p = " P a g e 1 "   r e s u l t T y p e = " s i n g l e "   d i s p l a y T y p e = " A l l " >  
             < p a r a m e t e r s >  
                 < p a r a m e t e r   i d = " 4 5 d e 3 d 0 d - 0 b b 8 - 4 b 2 b - 9 0 d e - 9 b 4 8 2 f e 9 9 5 1 3 "   n a m e = " B o t t o m   M a r g i n "   t y p e = " S y s t e m . I n t 3 2 ,   m s c o r l i b ,   V e r s i o n = 4 . 0 . 0 . 0 ,   C u l t u r e = n e u t r a l ,   P u b l i c K e y T o k e n = b 7 7 a 5 c 5 6 1 9 3 4 e 0 8 9 "   o r d e r = " 9 9 9 "   k e y = " b o t t o m M a r g i n "   v a l u e = " 1 0 "   g r o u p O r d e r = " - 1 " / >  
                 < p a r a m e t e r   i d = " 3 8 5 1 a 2 7 2 - 8 d c 5 - 4 2 7 0 - a c 0 9 - 9 4 5 4 2 1 2 2 6 d 1 b "   n a m e = " F o n t   B o l d "   t y p e = " S y s t e m . B o o l e a n ,   m s c o r l i b ,   V e r s i o n = 4 . 0 . 0 . 0 ,   C u l t u r e = n e u t r a l ,   P u b l i c K e y T o k e n = b 7 7 a 5 c 5 6 1 9 3 4 e 0 8 9 "   o r d e r = " 9 9 9 "   k e y = " f o n t B o l d "   v a l u e = " f a l s e "   g r o u p O r d e r = " - 1 " / >  
                 < p a r a m e t e r   i d = " 8 e 0 8 a f 4 f - 2 0 b 2 - 4 c 0 a - 9 3 c 7 - 9 e 1 4 a 4 d 6 1 6 2 8 "   n a m e = " F o n t   S i z e "   t y p e = " S y s t e m . I n t 3 2 ,   m s c o r l i b ,   V e r s i o n = 4 . 0 . 0 . 0 ,   C u l t u r e = n e u t r a l ,   P u b l i c K e y T o k e n = b 7 7 a 5 c 5 6 1 9 3 4 e 0 8 9 "   o r d e r = " 9 9 9 "   k e y = " f o n t S i z e "   v a l u e = " 1 2 "   g r o u p O r d e r = " - 1 " / >  
                 < p a r a m e t e r   i d = " a a 5 0 6 0 9 c - d f d 4 - 4 e 5 2 - 9 2 4 9 - 9 3 a c 5 6 6 d 9 f 0 9 "   n a m e = " L e f t   M a r g i n "   t y p e = " S y s t e m . I n t 3 2 ,   m s c o r l i b ,   V e r s i o n = 4 . 0 . 0 . 0 ,   C u l t u r e = n e u t r a l ,   P u b l i c K e y T o k e n = b 7 7 a 5 c 5 6 1 9 3 4 e 0 8 9 "   o r d e r = " 9 9 9 "   k e y = " l e f t m a r g i n "   v a l u e = " 1 0 "   g r o u p O r d e r = " - 1 " / >  
                 < p a r a m e t e r   i d = " f 2 f 3 4 6 0 3 - 7 2 5 2 - 4 b 7 e - 8 1 3 4 - 1 a 2 6 8 9 c a e 3 7 e "   n a m e = " T e x t "   t y p e = " S y s t e m . S t r i n g ,   m s c o r l i b ,   V e r s i o n = 4 . 0 . 0 . 0 ,   C u l t u r e = n e u t r a l ,   P u b l i c K e y T o k e n = b 7 7 a 5 c 5 6 1 9 3 4 e 0 8 9 "   o r d e r = " 9 9 9 "   k e y = " t e x t "   v a l u e = " P a r t i e s   6 ,   7 ,   8 ,   9   a n d   1 0   a p p e a r   i f   y o u   s e l e c t   m o r e   p a r t i e s   i n   t h e   d r o p d o w n   i n   t h e   f i r s t   t a b .   & # x A ; U s e   b u t t o n s   a t   t h e   b o t t o m   o f   t h i s   w i n d o w   t o   n a v i g a t e   b e t w e e n   t a b s . "   a r g u m e n t = " U I L o c a l i z e d S t r i n g "   g r o u p O r d e r = " - 1 " / >  
                 < p a r a m e t e r   i d = " 4 9 b d a 0 8 4 - 6 2 2 8 - 4 f 8 b - 9 5 a 6 - 4 0 8 4 2 5 0 4 2 6 3 6 "   n a m e = " T o p   M a r g i n "   t y p e = " S y s t e m . I n t 3 2 ,   m s c o r l i b ,   V e r s i o n = 4 . 0 . 0 . 0 ,   C u l t u r e = n e u t r a l ,   P u b l i c K e y T o k e n = b 7 7 a 5 c 5 6 1 9 3 4 e 0 8 9 "   o r d e r = " 9 9 9 "   k e y = " t o p M a r g i n "   v a l u e = " 5 "   g r o u p O r d e r = " - 1 " / >  
                 < p a r a m e t e r   i d = " 1 4 4 b 5 b b f - 9 9 a 5 - 4 8 b 9 - 8 a c c - 5 0 c 0 6 b 5 5 4 2 c 9 "   n a m e = " W r a p   T e x t "   t y p e = " S y s t e m . B o o l e a n ,   m s c o r l i b ,   V e r s i o n = 4 . 0 . 0 . 0 ,   C u l t u r e = n e u t r a l ,   P u b l i c K e y T o k e n = b 7 7 a 5 c 5 6 1 9 3 4 e 0 8 9 "   o r d e r = " 9 9 9 "   k e y = " w r a p T e x t "   v a l u e = " T r u e "   g r o u p O r d e r = " - 1 " / >  
             < / p a r a m e t e r s >  
         < / q u e s t i o n >  
         < q u e s t i o n   i d = " 8 2 a 7 8 7 9 b - 1 c 5 5 - 4 2 7 3 - b 1 7 3 - 7 3 7 9 1 8 9 2 8 7 9 e "   n a m e = " P a r t y 6 T y p e "   a s s e m b l y = " I p h e l i o n . O u t l i n e . C o n t r o l s . d l l "   t y p e = " I p h e l i o n . O u t l i n e . C o n t r o l s . Q u e s t i o n C o n t r o l s . V i e w M o d e l s . T e x t B o x V i e w M o d e l "   o r d e r = " 2 2 "   a c t i v e = " t r u e "   g r o u p = " P a g e 1 "   r e s u l t T y p e = " s i n g l e "   d i s p l a y T y p e = " A l l " >  
             < p a r a m e t e r s >  
                 < p a r a m e t e r   i d = " 7 8 0 2 6 a 8 3 - c b 6 c - 4 f a 3 - b b d 6 - 2 b b c c f b b 0 c 9 3 "   n a m e = " A l l o w   r e t u r n "   t y p e = " S y s t e m . B o o l e a n ,   m s c o r l i b ,   V e r s i o n = 4 . 0 . 0 . 0 ,   C u l t u r e = n e u t r a l ,   P u b l i c K e y T o k e n = b 7 7 a 5 c 5 6 1 9 3 4 e 0 8 9 "   o r d e r = " 9 9 9 "   k e y = " m u l t i l i n e "   v a l u e = " F a l s e "   g r o u p O r d e r = " - 1 " / >  
                 < p a r a m e t e r   i d = " 7 5 0 1 b 1 f 5 - 0 c f 1 - 4 c 3 c - b e 4 2 - f b 2 8 f 4 3 0 b 1 0 e "   n a m e = " H e i g h t "   t y p e = " S y s t e m . I n t 3 2 ,   m s c o r l i b ,   V e r s i o n = 4 . 0 . 0 . 0 ,   C u l t u r e = n e u t r a l ,   P u b l i c K e y T o k e n = b 7 7 a 5 c 5 6 1 9 3 4 e 0 8 9 "   o r d e r = " 9 9 9 "   k e y = " h e i g h t "   v a l u e = " "   g r o u p O r d e r = " - 1 " / >  
                 < p a r a m e t e r   i d = " 9 2 9 9 0 7 1 6 - 1 b b d - 4 4 a 8 - a b 1 f - 1 8 e 3 d 2 8 9 6 a 8 8 "   n a m e = " R e m e m b e r   l a s t   v a l u e "   t y p e = " S y s t e m . B o o l e a n ,   m s c o r l i b ,   V e r s i o n = 4 . 0 . 0 . 0 ,   C u l t u r e = n e u t r a l ,   P u b l i c K e y T o k e n = b 7 7 a 5 c 5 6 1 9 3 4 e 0 8 9 "   o r d e r = " 9 9 9 "   k e y = " r e m e m b e r L a s t V a l u e "   v a l u e = " F a l s e "   g r o u p O r d e r = " - 1 " / >  
                 < p a r a m e t e r   i d = " c f b 2 3 b 9 6 - 2 3 d 6 - 4 e 3 7 - 8 7 8 9 - e c 7 8 c 2 e 8 8 7 0 0 "   n a m e = " S e p a r a t e   l i n e s "   t y p e = " S y s t e m . B o o l e a n ,   m s c o r l i b ,   V e r s i o n = 4 . 0 . 0 . 0 ,   C u l t u r e = n e u t r a l ,   P u b l i c K e y T o k e n = b 7 7 a 5 c 5 6 1 9 3 4 e 0 8 9 "   o r d e r = " 9 9 9 "   k e y = " s p l i t L i n e s "   v a l u e = " F a l s e "   g r o u p O r d e r = " - 1 " / >  
                 < p a r a m e t e r   i d = " a c 8 d 5 5 9 1 - 7 9 b 8 - 4 4 c 1 - 8 0 8 9 - 9 b 0 1 8 f 5 0 8 7 f 7 "   n a m e = " U s e r   p r o m p t "   t y p e = " S y s t e m . S t r i n g ,   m s c o r l i b ,   V e r s i o n = 4 . 0 . 0 . 0 ,   C u l t u r e = n e u t r a l ,   P u b l i c K e y T o k e n = b 7 7 a 5 c 5 6 1 9 3 4 e 0 8 9 "   o r d e r = " 9 9 9 "   k e y = " p r o m p t "   v a l u e = " P a r t y   t y p e   6 "   a r g u m e n t = " U I L o c a l i z e d S t r i n g "   g r o u p O r d e r = " - 1 " / >  
                 < p a r a m e t e r   i d = " d 1 b c 6 f e 5 - 9 8 e 3 - 4 f 3 6 - b e e 4 - 9 b b 7 a 6 b b 6 8 f 1 "   n a m e = " W i d t h   t y p e "   t y p e = " I p h e l i o n . O u t l i n e . M o d e l . I n t e r f a c e s . Q u e s t i o n C o n t r o l L a y o u t ,   I p h e l i o n . O u t l i n e . M o d e l ,   V e r s i o n = 1 . 6 . 7 . 1 0 ,   C u l t u r e = n e u t r a l ,   P u b l i c K e y T o k e n = n u l l "   o r d e r = " 9 9 9 "   k e y = " l a y o u t "   v a l u e = " H a l f "   g r o u p O r d e r = " - 1 " / >  
                 < p a r a m e t e r   i d = " 2 e 7 f 1 e f 7 - b a e 3 - 4 5 3 2 - 8 9 4 f - 8 2 d 2 2 3 2 9 0 5 1 1 "   n a m e = " W r a p   T e x t "   t y p e = " S y s t e m . B o o l e a n ,   m s c o r l i b ,   V e r s i o n = 4 . 0 . 0 . 0 ,   C u l t u r e = n e u t r a l ,   P u b l i c K e y T o k e n = b 7 7 a 5 c 5 6 1 9 3 4 e 0 8 9 "   o r d e r = " 9 9 9 "   k e y = " w r a p T e x t "   v a l u e = " T r u e "   g r o u p O r d e r = " - 1 " / >  
             < / p a r a m e t e r s >  
         < / q u e s t i o n >  
         < q u e s t i o n   i d = " 7 0 1 c 3 6 9 0 - e e 8 6 - 4 b 4 f - 9 b c d - 6 6 f 1 3 a 7 4 f 3 3 c "   n a m e = " P a r t y 6 "   a s s e m b l y = " I p h e l i o n . O u t l i n e . C o n t r o l s . d l l "   t y p e = " I p h e l i o n . O u t l i n e . C o n t r o l s . Q u e s t i o n C o n t r o l s . V i e w M o d e l s . C o n t a c t L i s t V i e w M o d e l "   o r d e r = " 2 3 "   a c t i v e = " t r u e "   g r o u p = " P a g e 1 "   r e s u l t T y p e = " s i n g l e "   d i s p l a y T y p e = " A l l " >  
             < p a r a m e t e r s >  
                 < p a r a m e t e r   i d = " 1 f 7 b 3 9 a 7 - 1 9 8 b - 4 8 5 4 - a d 3 4 - 0 9 c 3 5 3 c 8 d 0 f b "   n a m e = " A d d   d e f a u l t   s a l u t a t i o n "   t y p e = " S y s t e m . B o o l e a n ,   m s c o r l i b ,   V e r s i o n = 4 . 0 . 0 . 0 ,   C u l t u r e = n e u t r a l ,   P u b l i c K e y T o k e n = b 7 7 a 5 c 5 6 1 9 3 4 e 0 8 9 "   o r d e r = " 9 9 9 "   k e y = " a d d D e f a u l t S a l u t a t i o n "   v a l u e = " F a l s e "   g r o u p = " I n t e r A c t i o n "   g r o u p O r d e r = " - 1 " / >  
                 < p a r a m e t e r   i d = " 3 a 7 2 f 5 e 6 - 8 e 9 5 - 4 3 1 a - b f c 0 - b 4 7 0 f 2 1 9 1 c 9 e "   n a m e = " A d d   g o e s   b y   s a l u t a t i o n "   t y p e = " S y s t e m . B o o l e a n ,   m s c o r l i b ,   V e r s i o n = 4 . 0 . 0 . 0 ,   C u l t u r e = n e u t r a l ,   P u b l i c K e y T o k e n = b 7 7 a 5 c 5 6 1 9 3 4 e 0 8 9 "   o r d e r = " 9 9 9 "   k e y = " a d d G o e s B y T o A d d r e s s e e L i s t "   v a l u e = " F a l s e "   g r o u p = " I n t e r A c t i o n "   g r o u p O r d e r = " - 1 " / >  
                 < p a r a m e t e r   i d = " 6 2 8 2 3 f 2 c - 0 6 3 2 - 4 3 7 c - 9 6 2 3 - 1 d 7 1 e 3 0 9 7 7 2 8 "   n a m e = " A d d r e s s e e   f i e l d   i d ' s "   t y p e = " S y s t e m . S t r i n g ,   m s c o r l i b ,   V e r s i o n = 4 . 0 . 0 . 0 ,   C u l t u r e = n e u t r a l ,   P u b l i c K e y T o k e n = b 7 7 a 5 c 5 6 1 9 3 4 e 0 8 9 "   o r d e r = " 9 9 9 "   k e y = " a d d r e s s e e F i e l d s "   v a l u e = " "   g r o u p = " I n t e r A c t i o n "   g r o u p O r d e r = " - 1 " / >  
                 < p a r a m e t e r   i d = " 3 0 c 5 3 e 4 1 - 6 3 1 4 - 4 5 f a - a 0 f e - 8 0 e 3 1 e 6 8 e 1 9 1 "   n a m e = " A l l o w   r e o r d e r i n g "   t y p e = " S y s t e m . B o o l e a n ,   m s c o r l i b ,   V e r s i o n = 4 . 0 . 0 . 0 ,   C u l t u r e = n e u t r a l ,   P u b l i c K e y T o k e n = b 7 7 a 5 c 5 6 1 9 3 4 e 0 8 9 "   o r d e r = " 9 9 9 "   k e y = " a l l o w R e o r d e r i n g "   v a l u e = " T r u e "   g r o u p O r d e r = " - 1 " / >  
                 < p a r a m e t e r   i d = " f b 6 e 3 b c d - 3 9 3 2 - 4 2 1 c - a d 8 2 - 3 0 c 1 6 d d f e 4 a 0 "   n a m e = " A s s o c i a t e d   p h o n e   n a m e "   t y p e = " S y s t e m . S t r i n g ,   m s c o r l i b ,   V e r s i o n = 4 . 0 . 0 . 0 ,   C u l t u r e = n e u t r a l ,   P u b l i c K e y T o k e n = b 7 7 a 5 c 5 6 1 9 3 4 e 0 8 9 "   o r d e r = " 9 9 9 "   k e y = " a s s o c i a t e d P h o n e "   v a l u e = " "   g r o u p = " I n t e r A c t i o n "   g r o u p O r d e r = " - 1 " / >  
                 < p a r a m e t e r   i d = " 7 1 c b a d 1 7 - 3 a 5 2 - 4 b 7 d - 9 d b f - 6 1 7 2 1 9 b b b 0 f b "   n a m e = " A u t o   e x e c u t e   s e a r c h "   t y p e = " S y s t e m . B o o l e a n ,   m s c o r l i b ,   V e r s i o n = 4 . 0 . 0 . 0 ,   C u l t u r e = n e u t r a l ,   P u b l i c K e y T o k e n = b 7 7 a 5 c 5 6 1 9 3 4 e 0 8 9 "   o r d e r = " 9 9 9 "   k e y = " a u t o E x e c u t e S e a r c h "   v a l u e = " T r u e "   g r o u p = " I n t e r A c t i o n "   g r o u p O r d e r = " - 1 " / >  
                 < p a r a m e t e r   i d = " 1 c f 2 0 4 e 6 - 6 b b 9 - 4 7 a f - 9 6 c f - 8 b b 3 0 7 c 4 f 7 e 2 "   n a m e = " C a n   u s e r   a d d   c o n t a c t s "   t y p e = " S y s t e m . B o o l e a n ,   m s c o r l i b ,   V e r s i o n = 4 . 0 . 0 . 0 ,   C u l t u r e = n e u t r a l ,   P u b l i c K e y T o k e n = b 7 7 a 5 c 5 6 1 9 3 4 e 0 8 9 "   o r d e r = " 9 9 9 "   k e y = " c a n U s e r A d d I t e m s "   v a l u e = " T r u e "   g r o u p O r d e r = " - 1 " / >  
                 < p a r a m e t e r   i d = " 2 8 7 c d 0 9 8 - 1 d 8 0 - 4 3 b 3 - 8 6 a 7 - 6 3 9 6 f 7 2 8 2 8 d 3 "   n a m e = " C o n t a c t   r e q u i r e d "   t y p e = " S y s t e m . B o o l e a n ,   m s c o r l i b ,   V e r s i o n = 4 . 0 . 0 . 0 ,   C u l t u r e = n e u t r a l ,   P u b l i c K e y T o k e n = b 7 7 a 5 c 5 6 1 9 3 4 e 0 8 9 "   o r d e r = " 9 9 9 "   k e y = " i t e m R e q u i r e d "   v a l u e = " T r u e "   g r o u p O r d e r = " - 1 " / >  
                 < p a r a m e t e r   i d = " d 2 4 1 d e 3 a - e 6 1 d - 4 d 6 a - b 6 c 4 - 5 6 5 6 b 0 4 0 5 7 2 8 "   n a m e = " C u s t o m   f i e l d   i d "   t y p e = " S y s t e m . S t r i n g ,   m s c o r l i b ,   V e r s i o n = 4 . 0 . 0 . 0 ,   C u l t u r e = n e u t r a l ,   P u b l i c K e y T o k e n = b 7 7 a 5 c 5 6 1 9 3 4 e 0 8 9 "   o r d e r = " 9 9 9 "   k e y = " c u s t o m F i e l d "   v a l u e = " "   g r o u p = " I n t e r A c t i o n "   g r o u p O r d e r = " - 1 " / >  
                 < p a r a m e t e r   i d = " e 6 7 0 7 c 3 5 - f d 0 5 - 4 1 4 f - b 8 a b - e 7 0 3 1 b d f 5 c 0 e "   n a m e = " D i a l o g   t i t l e "   t y p e = " S y s t e m . S t r i n g ,   m s c o r l i b ,   V e r s i o n = 4 . 0 . 0 . 0 ,   C u l t u r e = n e u t r a l ,   P u b l i c K e y T o k e n = b 7 7 a 5 c 5 6 1 9 3 4 e 0 8 9 "   o r d e r = " 9 9 9 "   k e y = " d i a l o g T i t l e "   v a l u e = " "   g r o u p = " I n t e r A c t i o n "   g r o u p O r d e r = " - 1 " / >  
                 < p a r a m e t e r   i d = " 6 e c 2 a 4 9 b - a b 4 b - 4 d 7 0 - 8 c a 7 - 9 5 4 e 9 d c 8 0 d 2 d "   n a m e = " D i s p l a y   t y p e "   t y p e = " I p h e l i o n . O u t l i n e . I n t e g r a t i o n . I n t e r A c t i o n . D i s p l a y T y p e ,   I p h e l i o n . O u t l i n e . I n t e g r a t i o n . I n t e r A c t i o n ,   V e r s i o n = 1 . 6 . 7 . 1 0 ,   C u l t u r e = n e u t r a l ,   P u b l i c K e y T o k e n = n u l l "   o r d e r = " 9 9 9 "   k e y = " s h o w A P E T y p e "   v a l u e = " A d d r e s s "   g r o u p = " I n t e r A c t i o n "   g r o u p O r d e r = " - 1 " / >  
                 < p a r a m e t e r   i d = " a 2 7 b 0 9 5 5 - 9 b 5 2 - 4 e 4 0 - 9 1 d 0 - 0 6 5 f 0 8 a 0 8 3 7 d "   n a m e = " H e i g h t "   t y p e = " S y s t e m . I n t 3 2 ,   m s c o r l i b ,   V e r s i o n = 4 . 0 . 0 . 0 ,   C u l t u r e = n e u t r a l ,   P u b l i c K e y T o k e n = b 7 7 a 5 c 5 6 1 9 3 4 e 0 8 9 "   o r d e r = " 9 9 9 "   k e y = " h e i g h t "   v a l u e = " 1 0 0 "   g r o u p O r d e r = " - 1 " / >  
                 < p a r a m e t e r   i d = " 3 e e c e 7 b 4 - 0 8 d 3 - 4 8 b 4 - a 3 6 8 - 3 5 7 d 8 e 8 5 1 7 9 a "   n a m e = " H i d e   f i r m   c o n t a c t s "   t y p e = " S y s t e m . B o o l e a n ,   m s c o r l i b ,   V e r s i o n = 4 . 0 . 0 . 0 ,   C u l t u r e = n e u t r a l ,   P u b l i c K e y T o k e n = b 7 7 a 5 c 5 6 1 9 3 4 e 0 8 9 "   o r d e r = " 9 9 9 "   k e y = " h i d e F i r m C o n t a c t s "   v a l u e = " F a l s e "   g r o u p = " I n t e r A c t i o n "   g r o u p O r d e r = " - 1 " / >  
                 < p a r a m e t e r   i d = " 5 e e 2 4 7 6 7 - 1 9 6 4 - 4 5 d d - a 6 0 5 - 4 2 3 8 1 0 b a e 6 8 d "   n a m e = " H i d e   H e a d e r "   t y p e = " S y s t e m . B o o l e a n ,   m s c o r l i b ,   V e r s i o n = 4 . 0 . 0 . 0 ,   C u l t u r e = n e u t r a l ,   P u b l i c K e y T o k e n = b 7 7 a 5 c 5 6 1 9 3 4 e 0 8 9 "   o r d e r = " 9 9 9 "   k e y = " h i d e H e a d e r "   v a l u e = " F a l s e "   g r o u p O r d e r = " - 1 " / >  
                 < p a r a m e t e r   i d = " 0 a 4 a f 5 0 5 - 5 8 e 8 - 4 6 7 6 - 9 e 1 5 - 1 5 e 7 a d f 5 e 5 3 a "   n a m e = " H i d e   m a r k e t i n g   l i s t s "   t y p e = " S y s t e m . B o o l e a n ,   m s c o r l i b ,   V e r s i o n = 4 . 0 . 0 . 0 ,   C u l t u r e = n e u t r a l ,   P u b l i c K e y T o k e n = b 7 7 a 5 c 5 6 1 9 3 4 e 0 8 9 "   o r d e r = " 9 9 9 "   k e y = " h i d e M a r k e t i n g L i s t s "   v a l u e = " F a l s e "   g r o u p = " I n t e r A c t i o n "   g r o u p O r d e r = " - 1 " / >  
                 < p a r a m e t e r   i d = " 6 3 0 a 6 a f c - 2 4 d 9 - 4 d b 7 - 9 b 1 8 - c 2 c 2 a 1 b e 6 8 3 6 "   n a m e = " H i d e   m y   c o n t a c t s "   t y p e = " S y s t e m . B o o l e a n ,   m s c o r l i b ,   V e r s i o n = 4 . 0 . 0 . 0 ,   C u l t u r e = n e u t r a l ,   P u b l i c K e y T o k e n = b 7 7 a 5 c 5 6 1 9 3 4 e 0 8 9 "   o r d e r = " 9 9 9 "   k e y = " h i d e M y C o n t a c t s "   v a l u e = " F a l s e "   g r o u p = " I n t e r A c t i o n "   g r o u p O r d e r = " - 1 " / >  
                 < p a r a m e t e r   i d = " 1 c c 6 4 a 5 0 - b d 5 2 - 4 4 e f - b 9 9 5 - 4 9 1 f 5 d c 9 d 9 c 7 "   n a m e = " H i d e   p r o j e c t   m o d u l e s "   t y p e = " S y s t e m . B o o l e a n ,   m s c o r l i b ,   V e r s i o n = 4 . 0 . 0 . 0 ,   C u l t u r e = n e u t r a l ,   P u b l i c K e y T o k e n = b 7 7 a 5 c 5 6 1 9 3 4 e 0 8 9 "   o r d e r = " 9 9 9 "   k e y = " h i d e P r o j e c t M o d u l e s "   v a l u e = " F a l s e "   g r o u p = " I n t e r A c t i o n "   g r o u p O r d e r = " - 1 " / >  
                 < p a r a m e t e r   i d = " 2 7 a f c 4 5 6 - 6 5 7 4 - 4 2 0 d - 8 4 e 2 - 8 c f c 3 f 8 2 8 a c b "   n a m e = " H i d e   w o r k i n g   l i s t s "   t y p e = " S y s t e m . B o o l e a n ,   m s c o r l i b ,   V e r s i o n = 4 . 0 . 0 . 0 ,   C u l t u r e = n e u t r a l ,   P u b l i c K e y T o k e n = b 7 7 a 5 c 5 6 1 9 3 4 e 0 8 9 "   o r d e r = " 9 9 9 "   k e y = " h i d e W o r k i n g L i s t s "   v a l u e = " F a l s e "   g r o u p = " I n t e r A c t i o n "   g r o u p O r d e r = " - 1 " / >  
                 < p a r a m e t e r   i d = " d 9 f 2 9 6 f 9 - 3 b a 2 - 4 5 3 9 - 8 7 0 d - 1 d b d 1 2 5 e 8 8 8 1 "   n a m e = " I n i t i a l   c o n t a c t   t y p e "   t y p e = " S y s t e m . S t r i n g ,   m s c o r l i b ,   V e r s i o n = 4 . 0 . 0 . 0 ,   C u l t u r e = n e u t r a l ,   P u b l i c K e y T o k e n = b 7 7 a 5 c 5 6 1 9 3 4 e 0 8 9 "   o r d e r = " 9 9 9 "   k e y = " i n i t i a l C o n t a c t T y p e "   v a l u e = " "   g r o u p = " I n t e r A c t i o n "   g r o u p O r d e r = " - 1 " / >  
                 < p a r a m e t e r   i d = " 3 a 8 0 4 d e b - f f 2 4 - 4 4 0 3 - b b 3 8 - d b a a f 7 8 b 3 b e 4 "   n a m e = " I n i t i a l   l i s t "   t y p e = " I p h e l i o n . O u t l i n e . I n t e g r a t i o n . I n t e r A c t i o n . L i s t T y p e ,   I p h e l i o n . O u t l i n e . I n t e g r a t i o n . I n t e r A c t i o n ,   V e r s i o n = 1 . 6 . 7 . 1 0 ,   C u l t u r e = n e u t r a l ,   P u b l i c K e y T o k e n = n u l l "   o r d e r = " 9 9 9 "   k e y = " i n t i a l L i s t "   v a l u e = " M y C o n t a c t s "   g r o u p = " I n t e r A c t i o n "   g r o u p O r d e r = " - 1 " / >  
                 < p a r a m e t e r   i d = " 8 0 e f 7 3 a c - 2 d 2 3 - 4 2 c e - 8 d d b - e 6 f 3 4 b 0 b 1 a f e "   n a m e = " R e s t r i c t   p r o j e c t "   t y p e = " S y s t e m . B o o l e a n ,   m s c o r l i b ,   V e r s i o n = 4 . 0 . 0 . 0 ,   C u l t u r e = n e u t r a l ,   P u b l i c K e y T o k e n = b 7 7 a 5 c 5 6 1 9 3 4 e 0 8 9 "   o r d e r = " 9 9 9 "   k e y = " r e s t r i c t P r o j e c t "   v a l u e = " F a l s e "   g r o u p = " I n t e r A c t i o n "   g r o u p O r d e r = " - 1 " / >  
                 < p a r a m e t e r   i d = " c 7 9 2 8 6 b 9 - 1 5 5 d - 4 4 c 0 - 9 8 d 5 - 7 f 7 0 c e b e 8 7 9 0 "   n a m e = " S e a r c h   i f   b l a n k "   t y p e = " S y s t e m . B o o l e a n ,   m s c o r l i b ,   V e r s i o n = 4 . 0 . 0 . 0 ,   C u l t u r e = n e u t r a l ,   P u b l i c K e y T o k e n = b 7 7 a 5 c 5 6 1 9 3 4 e 0 8 9 "   o r d e r = " 9 9 9 "   k e y = " s e a r c h I f B l a n k "   v a l u e = " F a l s e "   g r o u p = " I n t e r A c t i o n "   g r o u p O r d e r = " - 1 " / >  
                 < p a r a m e t e r   i d = " e 7 5 f 3 3 c 5 - 7 6 c 9 - 4 e d c - a 9 e d - 7 3 a 0 0 6 a d 7 d 4 0 "   n a m e = " S e t   p r o j e c t "   t y p e = " S y s t e m . B o o l e a n ,   m s c o r l i b ,   V e r s i o n = 4 . 0 . 0 . 0 ,   C u l t u r e = n e u t r a l ,   P u b l i c K e y T o k e n = b 7 7 a 5 c 5 6 1 9 3 4 e 0 8 9 "   o r d e r = " 9 9 9 "   k e y = " s e t P r o j e c t "   v a l u e = " F a l s e "   g r o u p = " I n t e r A c t i o n "   g r o u p O r d e r = " - 1 " / >  
                 < p a r a m e t e r   i d = " 8 b 3 9 5 f c a - b a 6 e - 4 8 5 f - a 0 7 0 - 2 e d d a c 9 4 5 f c 9 "   n a m e = " S h o w   a d d r e s s "   t y p e = " S y s t e m . B o o l e a n ,   m s c o r l i b ,   V e r s i o n = 4 . 0 . 0 . 0 ,   C u l t u r e = n e u t r a l ,   P u b l i c K e y T o k e n = b 7 7 a 5 c 5 6 1 9 3 4 e 0 8 9 "   o r d e r = " 9 9 9 "   k e y = " s h o w A d d r e s s C o l u m n "   v a l u e = " F a l s e "   g r o u p O r d e r = " - 1 " / >  
                 < p a r a m e t e r   i d = " 5 9 7 6 c 5 e e - b d a e - 4 2 4 2 - b 2 6 d - a f 0 7 3 5 9 6 d 4 9 a "   n a m e = " S h o w   c o m b i n e d   n a m e "   t y p e = " S y s t e m . B o o l e a n ,   m s c o r l i b ,   V e r s i o n = 4 . 0 . 0 . 0 ,   C u l t u r e = n e u t r a l ,   P u b l i c K e y T o k e n = b 7 7 a 5 c 5 6 1 9 3 4 e 0 8 9 "   o r d e r = " 9 9 9 "   k e y = " s h o w C o m b i n e d N a m e "   v a l u e = " T r u e "   g r o u p O r d e r = " - 1 " / >  
                 < p a r a m e t e r   i d = " 4 8 f 6 7 e a c - 8 8 c 5 - 4 f 6 4 - 9 6 7 b - e b b 5 e 6 a c 4 9 c 2 "   n a m e = " S h o w   c o m p a n y "   t y p e = " S y s t e m . B o o l e a n ,   m s c o r l i b ,   V e r s i o n = 4 . 0 . 0 . 0 ,   C u l t u r e = n e u t r a l ,   P u b l i c K e y T o k e n = b 7 7 a 5 c 5 6 1 9 3 4 e 0 8 9 "   o r d e r = " 9 9 9 "   k e y = " s h o w C o m p a n y C o l u m n "   v a l u e = " F a l s e "   g r o u p O r d e r = " - 1 " / >  
                 < p a r a m e t e r   i d = " 7 6 0 3 0 e 7 5 - b c 6 a - 4 e b 1 - 9 9 d 1 - 1 f 3 1 6 a 8 e 0 a 6 3 "   n a m e = " S h o w   e m a i l "   t y p e = " S y s t e m . B o o l e a n ,   m s c o r l i b ,   V e r s i o n = 4 . 0 . 0 . 0 ,   C u l t u r e = n e u t r a l ,   P u b l i c K e y T o k e n = b 7 7 a 5 c 5 6 1 9 3 4 e 0 8 9 "   o r d e r = " 9 9 9 "   k e y = " s h o w E m a i l C o l u m n "   v a l u e = " F a l s e "   g r o u p O r d e r = " - 1 " / >  
                 < p a r a m e t e r   i d = " 6 a 3 1 a e 2 6 - d 0 4 2 - 4 2 3 9 - 8 1 b 4 - 0 f b f 2 4 1 c 5 e 7 1 "   n a m e = " S h o w   f a x "   t y p e = " S y s t e m . B o o l e a n ,   m s c o r l i b ,   V e r s i o n = 4 . 0 . 0 . 0 ,   C u l t u r e = n e u t r a l ,   P u b l i c K e y T o k e n = b 7 7 a 5 c 5 6 1 9 3 4 e 0 8 9 "   o r d e r = " 9 9 9 "   k e y = " s h o w F a x C o l u m n "   v a l u e = " F a l s e "   g r o u p O r d e r = " - 1 " / >  
                 < p a r a m e t e r   i d = " 3 4 9 7 6 9 f 3 - e 2 2 d - 4 0 5 3 - 9 b c 2 - 2 0 f a 2 0 3 6 b b 2 3 "   n a m e = " S h o w   f i r s t   n a m e "   t y p e = " S y s t e m . B o o l e a n ,   m s c o r l i b ,   V e r s i o n = 4 . 0 . 0 . 0 ,   C u l t u r e = n e u t r a l ,   P u b l i c K e y T o k e n = b 7 7 a 5 c 5 6 1 9 3 4 e 0 8 9 "   o r d e r = " 9 9 9 "   k e y = " s h o w F i r s t N a m e C o l u m n "   v a l u e = " F a l s e "   g r o u p O r d e r = " - 1 " / >  
                 < p a r a m e t e r   i d = " 8 2 5 5 a c 8 e - 1 5 4 c - 4 8 4 1 - a f 2 b - 2 c 5 a 7 d 1 b a d b 6 "   n a m e = " S h o w   j o b   t i t l e "   t y p e = " S y s t e m . B o o l e a n ,   m s c o r l i b ,   V e r s i o n = 4 . 0 . 0 . 0 ,   C u l t u r e = n e u t r a l ,   P u b l i c K e y T o k e n = b 7 7 a 5 c 5 6 1 9 3 4 e 0 8 9 "   o r d e r = " 9 9 9 "   k e y = " s h o w J o b T i t l e C o l u m n "   v a l u e = " F a l s e "   g r o u p O r d e r = " - 1 " / >  
                 < p a r a m e t e r   i d = " 0 7 5 b 3 9 f f - 6 0 7 e - 4 8 d 8 - 8 c f b - 7 5 f 2 f 5 b a 6 2 0 2 "   n a m e = " S h o w   l a s t   n a m e "   t y p e = " S y s t e m . B o o l e a n ,   m s c o r l i b ,   V e r s i o n = 4 . 0 . 0 . 0 ,   C u l t u r e = n e u t r a l ,   P u b l i c K e y T o k e n = b 7 7 a 5 c 5 6 1 9 3 4 e 0 8 9 "   o r d e r = " 9 9 9 "   k e y = " s h o w L a s t N a m e C o l u m n "   v a l u e = " F a l s e "   g r o u p O r d e r = " - 1 " / >  
                 < p a r a m e t e r   i d = " 7 a 9 3 2 4 2 d - 3 8 a c - 4 f e 7 - 8 d e d - 7 8 a 9 a c 6 1 4 c 5 2 "   n a m e = " S h o w   m o b i l e "   t y p e = " S y s t e m . B o o l e a n ,   m s c o r l i b ,   V e r s i o n = 4 . 0 . 0 . 0 ,   C u l t u r e = n e u t r a l ,   P u b l i c K e y T o k e n = b 7 7 a 5 c 5 6 1 9 3 4 e 0 8 9 "   o r d e r = " 9 9 9 "   k e y = " s h o w M o b i l e C o l u m n "   v a l u e = " F a l s e "   g r o u p O r d e r = " - 1 " / >  
                 < p a r a m e t e r   i d = " d d 8 f 8 c 4 3 - 3 a e b - 4 2 2 2 - 8 7 b f - f 4 9 8 5 5 d c e f 7 0 "   n a m e = " S h o w   r e f e r e n c e "   t y p e = " S y s t e m . B o o l e a n ,   m s c o r l i b ,   V e r s i o n = 4 . 0 . 0 . 0 ,   C u l t u r e = n e u t r a l ,   P u b l i c K e y T o k e n = b 7 7 a 5 c 5 6 1 9 3 4 e 0 8 9 "   o r d e r = " 9 9 9 "   k e y = " s h o w R e f e r e n c e C o l u m n "   v a l u e = " F a l s e "   g r o u p O r d e r = " - 1 " / >  
                 < p a r a m e t e r   i d = " 8 9 2 0 8 2 2 d - 0 1 2 b - 4 0 0 a - 9 0 c a - e a 0 7 e 3 0 c 1 0 c c "   n a m e = " S h o w   t e l e p h o n e "   t y p e = " S y s t e m . B o o l e a n ,   m s c o r l i b ,   V e r s i o n = 4 . 0 . 0 . 0 ,   C u l t u r e = n e u t r a l ,   P u b l i c K e y T o k e n = b 7 7 a 5 c 5 6 1 9 3 4 e 0 8 9 "   o r d e r = " 9 9 9 "   k e y = " s h o w T e l e p h o n e C o l u m n "   v a l u e = " F a l s e "   g r o u p O r d e r = " - 1 " / >  
                 < p a r a m e t e r   i d = " a 4 5 5 3 c 0 f - 8 f d 9 - 4 0 b 6 - b 3 e 6 - 4 d 9 0 5 f 7 9 d 3 7 c "   n a m e = " S h o w   t i t l e "   t y p e = " S y s t e m . B o o l e a n ,   m s c o r l i b ,   V e r s i o n = 4 . 0 . 0 . 0 ,   C u l t u r e = n e u t r a l ,   P u b l i c K e y T o k e n = b 7 7 a 5 c 5 6 1 9 3 4 e 0 8 9 "   o r d e r = " 9 9 9 "   k e y = " s h o w T i t l e C o l u m n "   v a l u e = " F a l s e "   g r o u p O r d e r = " - 1 " / >  
                 < p a r a m e t e r   i d = " f 5 8 0 c 9 b 9 - 9 7 a 5 - 4 1 3 6 - 9 0 b 9 - d 0 3 6 e 5 b b e 1 b b "   n a m e = " U s e   f i r s t   a d d r e s s e e   a s   n a m e "   t y p e = " S y s t e m . B o o l e a n ,   m s c o r l i b ,   V e r s i o n = 4 . 0 . 0 . 0 ,   C u l t u r e = n e u t r a l ,   P u b l i c K e y T o k e n = b 7 7 a 5 c 5 6 1 9 3 4 e 0 8 9 "   o r d e r = " 9 9 9 "   k e y = " u s e A d d r e s s e e I n N a m e "   v a l u e = " F a l s e "   g r o u p = " I n t e r A c t i o n "   g r o u p O r d e r = " - 1 " / >  
                 < p a r a m e t e r   i d = " 7 d f 6 b 2 9 0 - 0 8 3 0 - 4 5 9 f - a 8 8 b - 7 e b 4 d a 5 f f e 0 9 "   n a m e = " U s e r   p r o m p t "   t y p e = " S y s t e m . S t r i n g ,   m s c o r l i b ,   V e r s i o n = 4 . 0 . 0 . 0 ,   C u l t u r e = n e u t r a l ,   P u b l i c K e y T o k e n = b 7 7 a 5 c 5 6 1 9 3 4 e 0 8 9 "   o r d e r = " 9 9 9 "   k e y = " p r o m p t "   v a l u e = " _ S i x t h   p a r t i e s "   a r g u m e n t = " U I L o c a l i z e d S t r i n g "   g r o u p O r d e r = " - 1 " / >  
                 < p a r a m e t e r   i d = " b a 6 d b a c 9 - c a c b - 4 1 5 1 - 9 7 3 b - 5 e 1 0 4 d e c 4 2 2 c "   n a m e = " W i d t h   t y p e "   t y p e = " I p h e l i o n . O u t l i n e . M o d e l . I n t e r f a c e s . Q u e s t i o n C o n t r o l L a y o u t ,   I p h e l i o n . O u t l i n e . M o d e l ,   V e r s i o n = 1 . 6 . 7 . 1 0 ,   C u l t u r e = n e u t r a l ,   P u b l i c K e y T o k e n = n u l l "   o r d e r = " 9 9 9 "   k e y = " l a y o u t "   v a l u e = " F u l l "   g r o u p O r d e r = " - 1 " / >  
             < / p a r a m e t e r s >  
         < / q u e s t i o n >  
         < q u e s t i o n   i d = " d 5 1 0 0 6 d 7 - 4 6 d 4 - 4 c d b - 9 a 0 2 - e 3 e 0 2 8 7 8 6 e d 4 "   n a m e = " P a r t y 7 T y p e "   a s s e m b l y = " I p h e l i o n . O u t l i n e . C o n t r o l s . d l l "   t y p e = " I p h e l i o n . O u t l i n e . C o n t r o l s . Q u e s t i o n C o n t r o l s . V i e w M o d e l s . T e x t B o x V i e w M o d e l "   o r d e r = " 2 4 "   a c t i v e = " t r u e "   g r o u p = " P a g e 1 "   r e s u l t T y p e = " s i n g l e "   d i s p l a y T y p e = " A l l " >  
             < p a r a m e t e r s >  
                 < p a r a m e t e r   i d = " 6 f b 0 9 c e 8 - 7 e 8 8 - 4 b 5 4 - 9 5 7 b - 2 c c 1 7 3 d f 6 4 d d "   n a m e = " A l l o w   r e t u r n "   t y p e = " S y s t e m . B o o l e a n ,   m s c o r l i b ,   V e r s i o n = 4 . 0 . 0 . 0 ,   C u l t u r e = n e u t r a l ,   P u b l i c K e y T o k e n = b 7 7 a 5 c 5 6 1 9 3 4 e 0 8 9 "   o r d e r = " 9 9 9 "   k e y = " m u l t i l i n e "   v a l u e = " F a l s e "   g r o u p O r d e r = " - 1 " / >  
                 < p a r a m e t e r   i d = " 9 5 d e 3 9 4 3 - f 3 5 b - 4 d 6 9 - 9 1 c e - 2 8 b f b 7 1 6 2 2 2 6 "   n a m e = " H e i g h t "   t y p e = " S y s t e m . I n t 3 2 ,   m s c o r l i b ,   V e r s i o n = 4 . 0 . 0 . 0 ,   C u l t u r e = n e u t r a l ,   P u b l i c K e y T o k e n = b 7 7 a 5 c 5 6 1 9 3 4 e 0 8 9 "   o r d e r = " 9 9 9 "   k e y = " h e i g h t "   v a l u e = " "   g r o u p O r d e r = " - 1 " / >  
                 < p a r a m e t e r   i d = " 7 b 8 c c 3 5 7 - a 3 1 6 - 4 4 9 f - 9 2 b 3 - c d a 3 6 7 9 b 4 e b 5 "   n a m e = " R e m e m b e r   l a s t   v a l u e "   t y p e = " S y s t e m . B o o l e a n ,   m s c o r l i b ,   V e r s i o n = 4 . 0 . 0 . 0 ,   C u l t u r e = n e u t r a l ,   P u b l i c K e y T o k e n = b 7 7 a 5 c 5 6 1 9 3 4 e 0 8 9 "   o r d e r = " 9 9 9 "   k e y = " r e m e m b e r L a s t V a l u e "   v a l u e = " F a l s e "   g r o u p O r d e r = " - 1 " / >  
                 < p a r a m e t e r   i d = " 4 4 a 4 1 f 0 e - c c 4 1 - 4 e d 3 - 8 b 1 e - 8 a 3 b 1 0 9 8 f f 3 b "   n a m e = " S e p a r a t e   l i n e s "   t y p e = " S y s t e m . B o o l e a n ,   m s c o r l i b ,   V e r s i o n = 4 . 0 . 0 . 0 ,   C u l t u r e = n e u t r a l ,   P u b l i c K e y T o k e n = b 7 7 a 5 c 5 6 1 9 3 4 e 0 8 9 "   o r d e r = " 9 9 9 "   k e y = " s p l i t L i n e s "   v a l u e = " F a l s e "   g r o u p O r d e r = " - 1 " / >  
                 < p a r a m e t e r   i d = " 0 1 1 1 1 7 b f - 4 6 2 6 - 4 7 c 5 - 8 0 d 8 - b c 7 7 f 0 a 8 9 d 6 a "   n a m e = " U s e r   p r o m p t "   t y p e = " S y s t e m . S t r i n g ,   m s c o r l i b ,   V e r s i o n = 4 . 0 . 0 . 0 ,   C u l t u r e = n e u t r a l ,   P u b l i c K e y T o k e n = b 7 7 a 5 c 5 6 1 9 3 4 e 0 8 9 "   o r d e r = " 9 9 9 "   k e y = " p r o m p t "   v a l u e = " P a r t y   t y p e   7 "   a r g u m e n t = " U I L o c a l i z e d S t r i n g "   g r o u p O r d e r = " - 1 " / >  
                 < p a r a m e t e r   i d = " 7 8 0 d 0 d 4 5 - 2 8 4 9 - 4 a f 2 - 9 c c c - 5 f 4 3 3 8 e 9 f 9 4 e "   n a m e = " W i d t h   t y p e "   t y p e = " I p h e l i o n . O u t l i n e . M o d e l . I n t e r f a c e s . Q u e s t i o n C o n t r o l L a y o u t ,   I p h e l i o n . O u t l i n e . M o d e l ,   V e r s i o n = 1 . 6 . 7 . 1 0 ,   C u l t u r e = n e u t r a l ,   P u b l i c K e y T o k e n = n u l l "   o r d e r = " 9 9 9 "   k e y = " l a y o u t "   v a l u e = " H a l f "   g r o u p O r d e r = " - 1 " / >  
                 < p a r a m e t e r   i d = " 6 2 e d 3 7 7 0 - e 6 e d - 4 c 1 7 - 9 6 3 8 - 0 0 c 0 c 2 5 b b b 2 9 "   n a m e = " W r a p   T e x t "   t y p e = " S y s t e m . B o o l e a n ,   m s c o r l i b ,   V e r s i o n = 4 . 0 . 0 . 0 ,   C u l t u r e = n e u t r a l ,   P u b l i c K e y T o k e n = b 7 7 a 5 c 5 6 1 9 3 4 e 0 8 9 "   o r d e r = " 9 9 9 "   k e y = " w r a p T e x t "   v a l u e = " T r u e "   g r o u p O r d e r = " - 1 " / >  
             < / p a r a m e t e r s >  
         < / q u e s t i o n >  
         < q u e s t i o n   i d = " 3 0 2 6 5 4 4 a - e 9 5 6 - 4 0 e c - b 5 6 4 - c 6 f 5 0 c 5 9 4 8 e d "   n a m e = " P a r t y 7 "   a s s e m b l y = " I p h e l i o n . O u t l i n e . C o n t r o l s . d l l "   t y p e = " I p h e l i o n . O u t l i n e . C o n t r o l s . Q u e s t i o n C o n t r o l s . V i e w M o d e l s . C o n t a c t L i s t V i e w M o d e l "   o r d e r = " 2 5 "   a c t i v e = " t r u e "   g r o u p = " P a g e 1 "   r e s u l t T y p e = " s i n g l e "   d i s p l a y T y p e = " A l l " >  
             < p a r a m e t e r s >  
                 < p a r a m e t e r   i d = " d 2 d 0 2 b a f - e 3 7 e - 4 c f 4 - b 2 4 d - 6 3 0 9 9 5 9 f 6 5 f 3 "   n a m e = " A d d   d e f a u l t   s a l u t a t i o n "   t y p e = " S y s t e m . B o o l e a n ,   m s c o r l i b ,   V e r s i o n = 4 . 0 . 0 . 0 ,   C u l t u r e = n e u t r a l ,   P u b l i c K e y T o k e n = b 7 7 a 5 c 5 6 1 9 3 4 e 0 8 9 "   o r d e r = " 9 9 9 "   k e y = " a d d D e f a u l t S a l u t a t i o n "   v a l u e = " F a l s e "   g r o u p = " I n t e r A c t i o n "   g r o u p O r d e r = " - 1 " / >  
                 < p a r a m e t e r   i d = " 9 2 8 2 a 0 4 1 - e 9 e 4 - 4 4 e 1 - b 3 5 8 - c a 6 e c e 5 b 0 8 3 9 "   n a m e = " A d d   g o e s   b y   s a l u t a t i o n "   t y p e = " S y s t e m . B o o l e a n ,   m s c o r l i b ,   V e r s i o n = 4 . 0 . 0 . 0 ,   C u l t u r e = n e u t r a l ,   P u b l i c K e y T o k e n = b 7 7 a 5 c 5 6 1 9 3 4 e 0 8 9 "   o r d e r = " 9 9 9 "   k e y = " a d d G o e s B y T o A d d r e s s e e L i s t "   v a l u e = " F a l s e "   g r o u p = " I n t e r A c t i o n "   g r o u p O r d e r = " - 1 " / >  
                 < p a r a m e t e r   i d = " 5 7 a 6 2 c 2 9 - e f f 5 - 4 a 2 1 - 9 5 b 3 - 6 b 1 b 4 c 7 2 0 7 8 0 "   n a m e = " A d d r e s s e e   f i e l d   i d ' s "   t y p e = " S y s t e m . S t r i n g ,   m s c o r l i b ,   V e r s i o n = 4 . 0 . 0 . 0 ,   C u l t u r e = n e u t r a l ,   P u b l i c K e y T o k e n = b 7 7 a 5 c 5 6 1 9 3 4 e 0 8 9 "   o r d e r = " 9 9 9 "   k e y = " a d d r e s s e e F i e l d s "   v a l u e = " "   g r o u p = " I n t e r A c t i o n "   g r o u p O r d e r = " - 1 " / >  
                 < p a r a m e t e r   i d = " 8 e d e e 5 6 2 - 9 5 9 2 - 4 3 6 c - b 0 7 2 - 5 c d 3 f 8 9 5 e 8 4 f "   n a m e = " A l l o w   r e o r d e r i n g "   t y p e = " S y s t e m . B o o l e a n ,   m s c o r l i b ,   V e r s i o n = 4 . 0 . 0 . 0 ,   C u l t u r e = n e u t r a l ,   P u b l i c K e y T o k e n = b 7 7 a 5 c 5 6 1 9 3 4 e 0 8 9 "   o r d e r = " 9 9 9 "   k e y = " a l l o w R e o r d e r i n g "   v a l u e = " T r u e "   g r o u p O r d e r = " - 1 " / >  
                 < p a r a m e t e r   i d = " 6 a 8 1 5 7 f 4 - 6 d f f - 4 c 9 a - b 1 4 9 - 0 7 c 6 8 d 8 0 8 8 6 7 "   n a m e = " A s s o c i a t e d   p h o n e   n a m e "   t y p e = " S y s t e m . S t r i n g ,   m s c o r l i b ,   V e r s i o n = 4 . 0 . 0 . 0 ,   C u l t u r e = n e u t r a l ,   P u b l i c K e y T o k e n = b 7 7 a 5 c 5 6 1 9 3 4 e 0 8 9 "   o r d e r = " 9 9 9 "   k e y = " a s s o c i a t e d P h o n e "   v a l u e = " "   g r o u p = " I n t e r A c t i o n "   g r o u p O r d e r = " - 1 " / >  
                 < p a r a m e t e r   i d = " 8 a 3 9 8 a 2 2 - 0 4 7 5 - 4 3 8 a - a 8 6 2 - f c d b f 5 8 1 0 a 3 7 "   n a m e = " A u t o   e x e c u t e   s e a r c h "   t y p e = " S y s t e m . B o o l e a n ,   m s c o r l i b ,   V e r s i o n = 4 . 0 . 0 . 0 ,   C u l t u r e = n e u t r a l ,   P u b l i c K e y T o k e n = b 7 7 a 5 c 5 6 1 9 3 4 e 0 8 9 "   o r d e r = " 9 9 9 "   k e y = " a u t o E x e c u t e S e a r c h "   v a l u e = " T r u e "   g r o u p = " I n t e r A c t i o n "   g r o u p O r d e r = " - 1 " / >  
                 < p a r a m e t e r   i d = " 7 0 c 9 3 6 d 3 - b f f 1 - 4 0 c 2 - 9 0 e 7 - e f f c 5 4 3 9 2 3 e 8 "   n a m e = " C a n   u s e r   a d d   c o n t a c t s "   t y p e = " S y s t e m . B o o l e a n ,   m s c o r l i b ,   V e r s i o n = 4 . 0 . 0 . 0 ,   C u l t u r e = n e u t r a l ,   P u b l i c K e y T o k e n = b 7 7 a 5 c 5 6 1 9 3 4 e 0 8 9 "   o r d e r = " 9 9 9 "   k e y = " c a n U s e r A d d I t e m s "   v a l u e = " T r u e "   g r o u p O r d e r = " - 1 " / >  
                 < p a r a m e t e r   i d = " b 6 3 6 f 7 e e - c 1 b a - 4 2 d 5 - 8 5 4 7 - f 4 0 a 4 d 2 4 2 9 9 2 "   n a m e = " C o n t a c t   r e q u i r e d "   t y p e = " S y s t e m . B o o l e a n ,   m s c o r l i b ,   V e r s i o n = 4 . 0 . 0 . 0 ,   C u l t u r e = n e u t r a l ,   P u b l i c K e y T o k e n = b 7 7 a 5 c 5 6 1 9 3 4 e 0 8 9 "   o r d e r = " 9 9 9 "   k e y = " i t e m R e q u i r e d "   v a l u e = " T r u e "   g r o u p O r d e r = " - 1 " / >  
                 < p a r a m e t e r   i d = " 6 4 a 7 f 2 0 6 - 6 2 3 9 - 4 5 3 f - b 9 c 7 - d e 8 f 0 5 2 1 7 4 7 e "   n a m e = " C u s t o m   f i e l d   i d "   t y p e = " S y s t e m . S t r i n g ,   m s c o r l i b ,   V e r s i o n = 4 . 0 . 0 . 0 ,   C u l t u r e = n e u t r a l ,   P u b l i c K e y T o k e n = b 7 7 a 5 c 5 6 1 9 3 4 e 0 8 9 "   o r d e r = " 9 9 9 "   k e y = " c u s t o m F i e l d "   v a l u e = " "   g r o u p = " I n t e r A c t i o n "   g r o u p O r d e r = " - 1 " / >  
                 < p a r a m e t e r   i d = " 3 8 c 1 3 0 4 7 - c 5 9 1 - 4 0 c 7 - b 2 4 e - e 9 7 6 0 c 5 9 f e 2 d "   n a m e = " D i a l o g   t i t l e "   t y p e = " S y s t e m . S t r i n g ,   m s c o r l i b ,   V e r s i o n = 4 . 0 . 0 . 0 ,   C u l t u r e = n e u t r a l ,   P u b l i c K e y T o k e n = b 7 7 a 5 c 5 6 1 9 3 4 e 0 8 9 "   o r d e r = " 9 9 9 "   k e y = " d i a l o g T i t l e "   v a l u e = " "   g r o u p = " I n t e r A c t i o n "   g r o u p O r d e r = " - 1 " / >  
                 < p a r a m e t e r   i d = " e a a 6 9 4 0 5 - c 4 5 3 - 4 5 7 1 - 8 2 9 a - 4 f 4 e f 1 b 6 6 6 1 d "   n a m e = " D i s p l a y   t y p e "   t y p e = " I p h e l i o n . O u t l i n e . I n t e g r a t i o n . I n t e r A c t i o n . D i s p l a y T y p e ,   I p h e l i o n . O u t l i n e . I n t e g r a t i o n . I n t e r A c t i o n ,   V e r s i o n = 1 . 6 . 7 . 1 0 ,   C u l t u r e = n e u t r a l ,   P u b l i c K e y T o k e n = n u l l "   o r d e r = " 9 9 9 "   k e y = " s h o w A P E T y p e "   v a l u e = " A d d r e s s "   g r o u p = " I n t e r A c t i o n "   g r o u p O r d e r = " - 1 " / >  
                 < p a r a m e t e r   i d = " c 7 6 f 4 3 f 0 - 1 0 4 a - 4 4 7 6 - a 9 5 3 - b 1 d 9 d f 4 3 f b 6 a "   n a m e = " H e i g h t "   t y p e = " S y s t e m . I n t 3 2 ,   m s c o r l i b ,   V e r s i o n = 4 . 0 . 0 . 0 ,   C u l t u r e = n e u t r a l ,   P u b l i c K e y T o k e n = b 7 7 a 5 c 5 6 1 9 3 4 e 0 8 9 "   o r d e r = " 9 9 9 "   k e y = " h e i g h t "   v a l u e = " 1 0 0 "   g r o u p O r d e r = " - 1 " / >  
                 < p a r a m e t e r   i d = " 6 3 a c e 2 8 7 - c 0 7 c - 4 9 0 8 - 9 b e 9 - 4 6 3 9 c 7 5 e d 9 5 6 "   n a m e = " H i d e   f i r m   c o n t a c t s "   t y p e = " S y s t e m . B o o l e a n ,   m s c o r l i b ,   V e r s i o n = 4 . 0 . 0 . 0 ,   C u l t u r e = n e u t r a l ,   P u b l i c K e y T o k e n = b 7 7 a 5 c 5 6 1 9 3 4 e 0 8 9 "   o r d e r = " 9 9 9 "   k e y = " h i d e F i r m C o n t a c t s "   v a l u e = " F a l s e "   g r o u p = " I n t e r A c t i o n "   g r o u p O r d e r = " - 1 " / >  
                 < p a r a m e t e r   i d = " 9 0 3 9 1 d 7 e - b 7 f d - 4 9 f 8 - 8 3 3 b - 9 8 6 5 a e a c 8 6 6 d "   n a m e = " H i d e   H e a d e r "   t y p e = " S y s t e m . B o o l e a n ,   m s c o r l i b ,   V e r s i o n = 4 . 0 . 0 . 0 ,   C u l t u r e = n e u t r a l ,   P u b l i c K e y T o k e n = b 7 7 a 5 c 5 6 1 9 3 4 e 0 8 9 "   o r d e r = " 9 9 9 "   k e y = " h i d e H e a d e r "   v a l u e = " F a l s e "   g r o u p O r d e r = " - 1 " / >  
                 < p a r a m e t e r   i d = " 8 d 4 7 a 3 4 e - e b d 9 - 4 c 5 9 - 9 b 2 4 - f f c 7 9 b 3 0 9 c 8 5 "   n a m e = " H i d e   m a r k e t i n g   l i s t s "   t y p e = " S y s t e m . B o o l e a n ,   m s c o r l i b ,   V e r s i o n = 4 . 0 . 0 . 0 ,   C u l t u r e = n e u t r a l ,   P u b l i c K e y T o k e n = b 7 7 a 5 c 5 6 1 9 3 4 e 0 8 9 "   o r d e r = " 9 9 9 "   k e y = " h i d e M a r k e t i n g L i s t s "   v a l u e = " F a l s e "   g r o u p = " I n t e r A c t i o n "   g r o u p O r d e r = " - 1 " / >  
                 < p a r a m e t e r   i d = " 7 9 c a 6 d d 1 - 6 1 d 3 - 4 1 a 9 - 9 6 3 9 - 1 4 6 4 9 1 9 1 8 4 8 2 "   n a m e = " H i d e   m y   c o n t a c t s "   t y p e = " S y s t e m . B o o l e a n ,   m s c o r l i b ,   V e r s i o n = 4 . 0 . 0 . 0 ,   C u l t u r e = n e u t r a l ,   P u b l i c K e y T o k e n = b 7 7 a 5 c 5 6 1 9 3 4 e 0 8 9 "   o r d e r = " 9 9 9 "   k e y = " h i d e M y C o n t a c t s "   v a l u e = " F a l s e "   g r o u p = " I n t e r A c t i o n "   g r o u p O r d e r = " - 1 " / >  
                 < p a r a m e t e r   i d = " 8 7 6 f 7 4 2 7 - 4 4 7 9 - 4 1 7 3 - a d 3 9 - f b 9 f 2 a 7 4 0 b b 2 "   n a m e = " H i d e   p r o j e c t   m o d u l e s "   t y p e = " S y s t e m . B o o l e a n ,   m s c o r l i b ,   V e r s i o n = 4 . 0 . 0 . 0 ,   C u l t u r e = n e u t r a l ,   P u b l i c K e y T o k e n = b 7 7 a 5 c 5 6 1 9 3 4 e 0 8 9 "   o r d e r = " 9 9 9 "   k e y = " h i d e P r o j e c t M o d u l e s "   v a l u e = " F a l s e "   g r o u p = " I n t e r A c t i o n "   g r o u p O r d e r = " - 1 " / >  
                 < p a r a m e t e r   i d = " b 0 e c 2 d 3 5 - 3 0 9 2 - 4 2 2 f - b 0 2 6 - c d a b b b 4 b 1 0 e c "   n a m e = " H i d e   w o r k i n g   l i s t s "   t y p e = " S y s t e m . B o o l e a n ,   m s c o r l i b ,   V e r s i o n = 4 . 0 . 0 . 0 ,   C u l t u r e = n e u t r a l ,   P u b l i c K e y T o k e n = b 7 7 a 5 c 5 6 1 9 3 4 e 0 8 9 "   o r d e r = " 9 9 9 "   k e y = " h i d e W o r k i n g L i s t s "   v a l u e = " F a l s e "   g r o u p = " I n t e r A c t i o n "   g r o u p O r d e r = " - 1 " / >  
                 < p a r a m e t e r   i d = " 6 9 0 1 9 b 2 a - 6 1 8 9 - 4 3 1 9 - a 3 d 9 - 5 c 4 f 6 6 6 0 d a f 3 "   n a m e = " I n i t i a l   c o n t a c t   t y p e "   t y p e = " S y s t e m . S t r i n g ,   m s c o r l i b ,   V e r s i o n = 4 . 0 . 0 . 0 ,   C u l t u r e = n e u t r a l ,   P u b l i c K e y T o k e n = b 7 7 a 5 c 5 6 1 9 3 4 e 0 8 9 "   o r d e r = " 9 9 9 "   k e y = " i n i t i a l C o n t a c t T y p e "   v a l u e = " "   g r o u p = " I n t e r A c t i o n "   g r o u p O r d e r = " - 1 " / >  
                 < p a r a m e t e r   i d = " 2 9 7 1 c e c 2 - d f f f - 4 2 1 4 - a 8 d e - d 9 f 1 b 0 0 6 8 1 c c "   n a m e = " I n i t i a l   l i s t "   t y p e = " I p h e l i o n . O u t l i n e . I n t e g r a t i o n . I n t e r A c t i o n . L i s t T y p e ,   I p h e l i o n . O u t l i n e . I n t e g r a t i o n . I n t e r A c t i o n ,   V e r s i o n = 1 . 6 . 7 . 1 0 ,   C u l t u r e = n e u t r a l ,   P u b l i c K e y T o k e n = n u l l "   o r d e r = " 9 9 9 "   k e y = " i n t i a l L i s t "   v a l u e = " M y C o n t a c t s "   g r o u p = " I n t e r A c t i o n "   g r o u p O r d e r = " - 1 " / >  
                 < p a r a m e t e r   i d = " 8 6 c 9 4 1 c b - 4 f 3 9 - 4 5 a 0 - 8 3 5 6 - 6 e f e 5 2 6 3 4 d 1 2 "   n a m e = " R e s t r i c t   p r o j e c t "   t y p e = " S y s t e m . B o o l e a n ,   m s c o r l i b ,   V e r s i o n = 4 . 0 . 0 . 0 ,   C u l t u r e = n e u t r a l ,   P u b l i c K e y T o k e n = b 7 7 a 5 c 5 6 1 9 3 4 e 0 8 9 "   o r d e r = " 9 9 9 "   k e y = " r e s t r i c t P r o j e c t "   v a l u e = " F a l s e "   g r o u p = " I n t e r A c t i o n "   g r o u p O r d e r = " - 1 " / >  
                 < p a r a m e t e r   i d = " 4 1 d e 4 3 d a - 9 5 a e - 4 3 d 3 - 9 f f 5 - c b 2 b 5 e b 2 2 6 6 1 "   n a m e = " S e a r c h   i f   b l a n k "   t y p e = " S y s t e m . B o o l e a n ,   m s c o r l i b ,   V e r s i o n = 4 . 0 . 0 . 0 ,   C u l t u r e = n e u t r a l ,   P u b l i c K e y T o k e n = b 7 7 a 5 c 5 6 1 9 3 4 e 0 8 9 "   o r d e r = " 9 9 9 "   k e y = " s e a r c h I f B l a n k "   v a l u e = " F a l s e "   g r o u p = " I n t e r A c t i o n "   g r o u p O r d e r = " - 1 " / >  
                 < p a r a m e t e r   i d = " 6 c 8 3 f b 1 7 - 6 e 4 0 - 4 0 f 9 - 8 3 c 0 - 6 f a 4 b 5 9 f 3 0 2 2 "   n a m e = " S e t   p r o j e c t "   t y p e = " S y s t e m . B o o l e a n ,   m s c o r l i b ,   V e r s i o n = 4 . 0 . 0 . 0 ,   C u l t u r e = n e u t r a l ,   P u b l i c K e y T o k e n = b 7 7 a 5 c 5 6 1 9 3 4 e 0 8 9 "   o r d e r = " 9 9 9 "   k e y = " s e t P r o j e c t "   v a l u e = " F a l s e "   g r o u p = " I n t e r A c t i o n "   g r o u p O r d e r = " - 1 " / >  
                 < p a r a m e t e r   i d = " 8 1 3 9 a b e 0 - d 1 0 2 - 4 c 2 7 - 8 4 5 5 - 4 0 0 2 1 f 0 8 a 8 b 5 "   n a m e = " S h o w   a d d r e s s "   t y p e = " S y s t e m . B o o l e a n ,   m s c o r l i b ,   V e r s i o n = 4 . 0 . 0 . 0 ,   C u l t u r e = n e u t r a l ,   P u b l i c K e y T o k e n = b 7 7 a 5 c 5 6 1 9 3 4 e 0 8 9 "   o r d e r = " 9 9 9 "   k e y = " s h o w A d d r e s s C o l u m n "   v a l u e = " F a l s e "   g r o u p O r d e r = " - 1 " / >  
                 < p a r a m e t e r   i d = " 6 4 f 0 8 3 7 d - b e 8 3 - 4 d 5 3 - b 4 2 b - e 5 d 2 0 9 d 2 e 7 2 0 "   n a m e = " S h o w   c o m b i n e d   n a m e "   t y p e = " S y s t e m . B o o l e a n ,   m s c o r l i b ,   V e r s i o n = 4 . 0 . 0 . 0 ,   C u l t u r e = n e u t r a l ,   P u b l i c K e y T o k e n = b 7 7 a 5 c 5 6 1 9 3 4 e 0 8 9 "   o r d e r = " 9 9 9 "   k e y = " s h o w C o m b i n e d N a m e "   v a l u e = " T r u e "   g r o u p O r d e r = " - 1 " / >  
                 < p a r a m e t e r   i d = " c 1 c 6 4 d 6 b - 5 a b b - 4 b a 9 - a c 9 e - 6 8 c f 3 0 f 7 1 6 b 4 "   n a m e = " S h o w   c o m p a n y "   t y p e = " S y s t e m . B o o l e a n ,   m s c o r l i b ,   V e r s i o n = 4 . 0 . 0 . 0 ,   C u l t u r e = n e u t r a l ,   P u b l i c K e y T o k e n = b 7 7 a 5 c 5 6 1 9 3 4 e 0 8 9 "   o r d e r = " 9 9 9 "   k e y = " s h o w C o m p a n y C o l u m n "   v a l u e = " F a l s e "   g r o u p O r d e r = " - 1 " / >  
                 < p a r a m e t e r   i d = " f a 9 7 c e 3 c - c 1 b 5 - 4 0 a 5 - 8 0 4 e - 5 c 7 2 0 9 9 1 b 4 9 d "   n a m e = " S h o w   e m a i l "   t y p e = " S y s t e m . B o o l e a n ,   m s c o r l i b ,   V e r s i o n = 4 . 0 . 0 . 0 ,   C u l t u r e = n e u t r a l ,   P u b l i c K e y T o k e n = b 7 7 a 5 c 5 6 1 9 3 4 e 0 8 9 "   o r d e r = " 9 9 9 "   k e y = " s h o w E m a i l C o l u m n "   v a l u e = " F a l s e "   g r o u p O r d e r = " - 1 " / >  
                 < p a r a m e t e r   i d = " 2 0 6 4 8 8 d 1 - e f 9 b - 4 5 a 6 - b 8 f 1 - a 2 6 1 3 4 1 8 1 a 5 0 "   n a m e = " S h o w   f a x "   t y p e = " S y s t e m . B o o l e a n ,   m s c o r l i b ,   V e r s i o n = 4 . 0 . 0 . 0 ,   C u l t u r e = n e u t r a l ,   P u b l i c K e y T o k e n = b 7 7 a 5 c 5 6 1 9 3 4 e 0 8 9 "   o r d e r = " 9 9 9 "   k e y = " s h o w F a x C o l u m n "   v a l u e = " F a l s e "   g r o u p O r d e r = " - 1 " / >  
                 < p a r a m e t e r   i d = " 8 b c e 2 1 c 7 - f a f f - 4 2 2 9 - 9 f b b - b 1 7 8 f 8 5 0 3 1 8 4 "   n a m e = " S h o w   f i r s t   n a m e "   t y p e = " S y s t e m . B o o l e a n ,   m s c o r l i b ,   V e r s i o n = 4 . 0 . 0 . 0 ,   C u l t u r e = n e u t r a l ,   P u b l i c K e y T o k e n = b 7 7 a 5 c 5 6 1 9 3 4 e 0 8 9 "   o r d e r = " 9 9 9 "   k e y = " s h o w F i r s t N a m e C o l u m n "   v a l u e = " F a l s e "   g r o u p O r d e r = " - 1 " / >  
                 < p a r a m e t e r   i d = " d 6 1 6 2 3 e a - e b c 3 - 4 1 0 2 - 8 8 a b - 9 9 6 a 1 a b c f d b 0 "   n a m e = " S h o w   j o b   t i t l e "   t y p e = " S y s t e m . B o o l e a n ,   m s c o r l i b ,   V e r s i o n = 4 . 0 . 0 . 0 ,   C u l t u r e = n e u t r a l ,   P u b l i c K e y T o k e n = b 7 7 a 5 c 5 6 1 9 3 4 e 0 8 9 "   o r d e r = " 9 9 9 "   k e y = " s h o w J o b T i t l e C o l u m n "   v a l u e = " F a l s e "   g r o u p O r d e r = " - 1 " / >  
                 < p a r a m e t e r   i d = " 3 e 6 3 1 b c d - 6 d 6 0 - 4 5 d 6 - 9 2 c 8 - d b 8 0 b 0 2 b a 0 5 2 "   n a m e = " S h o w   l a s t   n a m e "   t y p e = " S y s t e m . B o o l e a n ,   m s c o r l i b ,   V e r s i o n = 4 . 0 . 0 . 0 ,   C u l t u r e = n e u t r a l ,   P u b l i c K e y T o k e n = b 7 7 a 5 c 5 6 1 9 3 4 e 0 8 9 "   o r d e r = " 9 9 9 "   k e y = " s h o w L a s t N a m e C o l u m n "   v a l u e = " F a l s e "   g r o u p O r d e r = " - 1 " / >  
                 < p a r a m e t e r   i d = " 7 7 9 b 7 1 9 5 - 0 d 8 2 - 4 c d 9 - 9 a 8 e - 9 3 a d e 1 1 3 d e 9 5 "   n a m e = " S h o w   m o b i l e "   t y p e = " S y s t e m . B o o l e a n ,   m s c o r l i b ,   V e r s i o n = 4 . 0 . 0 . 0 ,   C u l t u r e = n e u t r a l ,   P u b l i c K e y T o k e n = b 7 7 a 5 c 5 6 1 9 3 4 e 0 8 9 "   o r d e r = " 9 9 9 "   k e y = " s h o w M o b i l e C o l u m n "   v a l u e = " F a l s e "   g r o u p O r d e r = " - 1 " / >  
                 < p a r a m e t e r   i d = " 2 1 7 d a 0 b 9 - 5 7 e 7 - 4 1 f 9 - b e a 2 - 5 3 9 a 0 3 c d 4 e f c "   n a m e = " S h o w   r e f e r e n c e "   t y p e = " S y s t e m . B o o l e a n ,   m s c o r l i b ,   V e r s i o n = 4 . 0 . 0 . 0 ,   C u l t u r e = n e u t r a l ,   P u b l i c K e y T o k e n = b 7 7 a 5 c 5 6 1 9 3 4 e 0 8 9 "   o r d e r = " 9 9 9 "   k e y = " s h o w R e f e r e n c e C o l u m n "   v a l u e = " F a l s e "   g r o u p O r d e r = " - 1 " / >  
                 < p a r a m e t e r   i d = " 8 0 2 2 5 d a 3 - 7 4 3 c - 4 0 3 0 - 8 a d 0 - e 1 6 7 a 4 2 3 9 a f 0 "   n a m e = " S h o w   t e l e p h o n e "   t y p e = " S y s t e m . B o o l e a n ,   m s c o r l i b ,   V e r s i o n = 4 . 0 . 0 . 0 ,   C u l t u r e = n e u t r a l ,   P u b l i c K e y T o k e n = b 7 7 a 5 c 5 6 1 9 3 4 e 0 8 9 "   o r d e r = " 9 9 9 "   k e y = " s h o w T e l e p h o n e C o l u m n "   v a l u e = " F a l s e "   g r o u p O r d e r = " - 1 " / >  
                 < p a r a m e t e r   i d = " c e 6 f 1 a 5 e - b 1 f 8 - 4 c 2 8 - a 1 0 5 - 9 d 5 3 7 5 a a 5 4 f 9 "   n a m e = " S h o w   t i t l e "   t y p e = " S y s t e m . B o o l e a n ,   m s c o r l i b ,   V e r s i o n = 4 . 0 . 0 . 0 ,   C u l t u r e = n e u t r a l ,   P u b l i c K e y T o k e n = b 7 7 a 5 c 5 6 1 9 3 4 e 0 8 9 "   o r d e r = " 9 9 9 "   k e y = " s h o w T i t l e C o l u m n "   v a l u e = " F a l s e "   g r o u p O r d e r = " - 1 " / >  
                 < p a r a m e t e r   i d = " b b c 5 f 4 5 b - 5 7 0 0 - 4 a 3 8 - b d e 6 - 4 8 f 1 6 f 1 3 c d e a "   n a m e = " U s e   f i r s t   a d d r e s s e e   a s   n a m e "   t y p e = " S y s t e m . B o o l e a n ,   m s c o r l i b ,   V e r s i o n = 4 . 0 . 0 . 0 ,   C u l t u r e = n e u t r a l ,   P u b l i c K e y T o k e n = b 7 7 a 5 c 5 6 1 9 3 4 e 0 8 9 "   o r d e r = " 9 9 9 "   k e y = " u s e A d d r e s s e e I n N a m e "   v a l u e = " F a l s e "   g r o u p = " I n t e r A c t i o n "   g r o u p O r d e r = " - 1 " / >  
                 < p a r a m e t e r   i d = " 5 d 7 1 3 b f 6 - d 9 8 0 - 4 4 d 0 - a 4 f a - e e a f 4 e f b b 6 7 7 "   n a m e = " U s e r   p r o m p t "   t y p e = " S y s t e m . S t r i n g ,   m s c o r l i b ,   V e r s i o n = 4 . 0 . 0 . 0 ,   C u l t u r e = n e u t r a l ,   P u b l i c K e y T o k e n = b 7 7 a 5 c 5 6 1 9 3 4 e 0 8 9 "   o r d e r = " 9 9 9 "   k e y = " p r o m p t "   v a l u e = " _ S e v e n t h   p a r t i e s "   a r g u m e n t = " U I L o c a l i z e d S t r i n g "   g r o u p O r d e r = " - 1 " / >  
                 < p a r a m e t e r   i d = " a c f 2 1 2 3 f - 3 6 6 2 - 4 d 1 d - 9 9 8 3 - 0 b 4 a 7 a 9 8 a 8 f f "   n a m e = " W i d t h   t y p e "   t y p e = " I p h e l i o n . O u t l i n e . M o d e l . I n t e r f a c e s . Q u e s t i o n C o n t r o l L a y o u t ,   I p h e l i o n . O u t l i n e . M o d e l ,   V e r s i o n = 1 . 6 . 7 . 1 0 ,   C u l t u r e = n e u t r a l ,   P u b l i c K e y T o k e n = n u l l "   o r d e r = " 9 9 9 "   k e y = " l a y o u t "   v a l u e = " F u l l "   g r o u p O r d e r = " - 1 " / >  
             < / p a r a m e t e r s >  
         < / q u e s t i o n >  
         < q u e s t i o n   i d = " 2 0 8 4 e 8 9 1 - 3 d 2 0 - 4 3 0 7 - 9 4 6 f - b c 5 3 3 7 d 9 9 3 9 8 "   n a m e = " P a r t y 8 T y p e "   a s s e m b l y = " I p h e l i o n . O u t l i n e . C o n t r o l s . d l l "   t y p e = " I p h e l i o n . O u t l i n e . C o n t r o l s . Q u e s t i o n C o n t r o l s . V i e w M o d e l s . T e x t B o x V i e w M o d e l "   o r d e r = " 2 6 "   a c t i v e = " t r u e "   g r o u p = " P a g e 1 "   r e s u l t T y p e = " s i n g l e "   d i s p l a y T y p e = " A l l " >  
             < p a r a m e t e r s >  
                 < p a r a m e t e r   i d = " a e 5 a c 4 1 8 - 8 e 6 9 - 4 e c 0 - 9 7 1 c - 8 c 4 b b f 0 7 c 6 8 5 "   n a m e = " A l l o w   r e t u r n "   t y p e = " S y s t e m . B o o l e a n ,   m s c o r l i b ,   V e r s i o n = 4 . 0 . 0 . 0 ,   C u l t u r e = n e u t r a l ,   P u b l i c K e y T o k e n = b 7 7 a 5 c 5 6 1 9 3 4 e 0 8 9 "   o r d e r = " 9 9 9 "   k e y = " m u l t i l i n e "   v a l u e = " F a l s e "   g r o u p O r d e r = " - 1 " / >  
                 < p a r a m e t e r   i d = " f e 1 b d 1 f f - a 0 a 1 - 4 7 7 a - b f b c - 9 d 1 0 e f d d 5 3 d 2 "   n a m e = " H e i g h t "   t y p e = " S y s t e m . I n t 3 2 ,   m s c o r l i b ,   V e r s i o n = 4 . 0 . 0 . 0 ,   C u l t u r e = n e u t r a l ,   P u b l i c K e y T o k e n = b 7 7 a 5 c 5 6 1 9 3 4 e 0 8 9 "   o r d e r = " 9 9 9 "   k e y = " h e i g h t "   v a l u e = " "   g r o u p O r d e r = " - 1 " / >  
                 < p a r a m e t e r   i d = " 3 6 9 d 9 3 8 5 - f 7 e d - 4 5 2 8 - b b c d - 8 6 0 e 8 c 9 5 b 3 3 3 "   n a m e = " R e m e m b e r   l a s t   v a l u e "   t y p e = " S y s t e m . B o o l e a n ,   m s c o r l i b ,   V e r s i o n = 4 . 0 . 0 . 0 ,   C u l t u r e = n e u t r a l ,   P u b l i c K e y T o k e n = b 7 7 a 5 c 5 6 1 9 3 4 e 0 8 9 "   o r d e r = " 9 9 9 "   k e y = " r e m e m b e r L a s t V a l u e "   v a l u e = " F a l s e "   g r o u p O r d e r = " - 1 " / >  
                 < p a r a m e t e r   i d = " d 7 d 0 a f a 4 - e d 8 1 - 4 2 4 9 - 8 2 b b - 8 b b a 2 5 0 2 8 8 e a "   n a m e = " S e p a r a t e   l i n e s "   t y p e = " S y s t e m . B o o l e a n ,   m s c o r l i b ,   V e r s i o n = 4 . 0 . 0 . 0 ,   C u l t u r e = n e u t r a l ,   P u b l i c K e y T o k e n = b 7 7 a 5 c 5 6 1 9 3 4 e 0 8 9 "   o r d e r = " 9 9 9 "   k e y = " s p l i t L i n e s "   v a l u e = " F a l s e "   g r o u p O r d e r = " - 1 " / >  
                 < p a r a m e t e r   i d = " 3 d b 8 5 a a d - c 2 6 6 - 4 7 0 7 - 9 3 e 3 - f 9 6 4 2 7 4 5 d 7 3 6 "   n a m e = " U s e r   p r o m p t "   t y p e = " S y s t e m . S t r i n g ,   m s c o r l i b ,   V e r s i o n = 4 . 0 . 0 . 0 ,   C u l t u r e = n e u t r a l ,   P u b l i c K e y T o k e n = b 7 7 a 5 c 5 6 1 9 3 4 e 0 8 9 "   o r d e r = " 9 9 9 "   k e y = " p r o m p t "   v a l u e = " P a r t y   t y p e   8 "   a r g u m e n t = " U I L o c a l i z e d S t r i n g "   g r o u p O r d e r = " - 1 " / >  
                 < p a r a m e t e r   i d = " b 3 1 e 5 7 6 7 - 8 7 a c - 4 6 7 1 - a a 0 5 - f 1 4 6 3 8 8 b 6 3 1 1 "   n a m e = " W i d t h   t y p e "   t y p e = " I p h e l i o n . O u t l i n e . M o d e l . I n t e r f a c e s . Q u e s t i o n C o n t r o l L a y o u t ,   I p h e l i o n . O u t l i n e . M o d e l ,   V e r s i o n = 1 . 6 . 7 . 1 0 ,   C u l t u r e = n e u t r a l ,   P u b l i c K e y T o k e n = n u l l "   o r d e r = " 9 9 9 "   k e y = " l a y o u t "   v a l u e = " H a l f "   g r o u p O r d e r = " - 1 " / >  
                 < p a r a m e t e r   i d = " 6 c f f 3 3 9 a - a 9 e f - 4 e a f - 8 5 9 0 - d 2 4 3 b 2 4 9 2 1 b 3 "   n a m e = " W r a p   T e x t "   t y p e = " S y s t e m . B o o l e a n ,   m s c o r l i b ,   V e r s i o n = 4 . 0 . 0 . 0 ,   C u l t u r e = n e u t r a l ,   P u b l i c K e y T o k e n = b 7 7 a 5 c 5 6 1 9 3 4 e 0 8 9 "   o r d e r = " 9 9 9 "   k e y = " w r a p T e x t "   v a l u e = " T r u e "   g r o u p O r d e r = " - 1 " / >  
             < / p a r a m e t e r s >  
         < / q u e s t i o n >  
         < q u e s t i o n   i d = " f f c c b 0 c c - 9 c d 6 - 4 f 9 9 - a 2 4 f - f 9 c 9 9 8 3 6 d 0 5 1 "   n a m e = " P a r t y 8 "   a s s e m b l y = " I p h e l i o n . O u t l i n e . C o n t r o l s . d l l "   t y p e = " I p h e l i o n . O u t l i n e . C o n t r o l s . Q u e s t i o n C o n t r o l s . V i e w M o d e l s . C o n t a c t L i s t V i e w M o d e l "   o r d e r = " 2 7 "   a c t i v e = " t r u e "   g r o u p = " P a g e 1 "   r e s u l t T y p e = " s i n g l e "   d i s p l a y T y p e = " A l l " >  
             < p a r a m e t e r s >  
                 < p a r a m e t e r   i d = " 2 3 2 d 9 1 7 9 - 5 b b c - 4 7 2 0 - 9 7 f c - 5 2 b 4 a 9 2 9 c 7 a 2 "   n a m e = " A d d   d e f a u l t   s a l u t a t i o n "   t y p e = " S y s t e m . B o o l e a n ,   m s c o r l i b ,   V e r s i o n = 4 . 0 . 0 . 0 ,   C u l t u r e = n e u t r a l ,   P u b l i c K e y T o k e n = b 7 7 a 5 c 5 6 1 9 3 4 e 0 8 9 "   o r d e r = " 9 9 9 "   k e y = " a d d D e f a u l t S a l u t a t i o n "   v a l u e = " F a l s e "   g r o u p = " I n t e r A c t i o n "   g r o u p O r d e r = " - 1 " / >  
                 < p a r a m e t e r   i d = " 5 8 0 e 3 8 0 6 - a 1 4 6 - 4 c b e - a 0 b 0 - 9 4 9 2 e 9 3 d 1 a 7 e "   n a m e = " A d d   g o e s   b y   s a l u t a t i o n "   t y p e = " S y s t e m . B o o l e a n ,   m s c o r l i b ,   V e r s i o n = 4 . 0 . 0 . 0 ,   C u l t u r e = n e u t r a l ,   P u b l i c K e y T o k e n = b 7 7 a 5 c 5 6 1 9 3 4 e 0 8 9 "   o r d e r = " 9 9 9 "   k e y = " a d d G o e s B y T o A d d r e s s e e L i s t "   v a l u e = " F a l s e "   g r o u p = " I n t e r A c t i o n "   g r o u p O r d e r = " - 1 " / >  
                 < p a r a m e t e r   i d = " 7 c e a 3 a 8 a - f a 2 f - 4 e 8 7 - 8 b e f - 8 1 1 1 5 e 1 1 2 1 f 9 "   n a m e = " A d d r e s s e e   f i e l d   i d ' s "   t y p e = " S y s t e m . S t r i n g ,   m s c o r l i b ,   V e r s i o n = 4 . 0 . 0 . 0 ,   C u l t u r e = n e u t r a l ,   P u b l i c K e y T o k e n = b 7 7 a 5 c 5 6 1 9 3 4 e 0 8 9 "   o r d e r = " 9 9 9 "   k e y = " a d d r e s s e e F i e l d s "   v a l u e = " "   g r o u p = " I n t e r A c t i o n "   g r o u p O r d e r = " - 1 " / >  
                 < p a r a m e t e r   i d = " e a 3 e 3 7 c a - 1 2 c b - 4 7 0 4 - b 4 2 8 - 9 7 1 0 b c 3 4 2 5 7 4 "   n a m e = " A l l o w   r e o r d e r i n g "   t y p e = " S y s t e m . B o o l e a n ,   m s c o r l i b ,   V e r s i o n = 4 . 0 . 0 . 0 ,   C u l t u r e = n e u t r a l ,   P u b l i c K e y T o k e n = b 7 7 a 5 c 5 6 1 9 3 4 e 0 8 9 "   o r d e r = " 9 9 9 "   k e y = " a l l o w R e o r d e r i n g "   v a l u e = " T r u e "   g r o u p O r d e r = " - 1 " / >  
                 < p a r a m e t e r   i d = " 9 a 9 b f 3 3 2 - 9 6 a 8 - 4 2 a 8 - 9 d a b - b 1 b d 5 8 1 5 5 7 2 1 "   n a m e = " A s s o c i a t e d   p h o n e   n a m e "   t y p e = " S y s t e m . S t r i n g ,   m s c o r l i b ,   V e r s i o n = 4 . 0 . 0 . 0 ,   C u l t u r e = n e u t r a l ,   P u b l i c K e y T o k e n = b 7 7 a 5 c 5 6 1 9 3 4 e 0 8 9 "   o r d e r = " 9 9 9 "   k e y = " a s s o c i a t e d P h o n e "   v a l u e = " "   g r o u p = " I n t e r A c t i o n "   g r o u p O r d e r = " - 1 " / >  
                 < p a r a m e t e r   i d = " 9 6 a f f 1 d 4 - 3 b 6 2 - 4 4 3 7 - 8 c 4 7 - e d 5 9 5 a 0 7 c 3 9 b "   n a m e = " A u t o   e x e c u t e   s e a r c h "   t y p e = " S y s t e m . B o o l e a n ,   m s c o r l i b ,   V e r s i o n = 4 . 0 . 0 . 0 ,   C u l t u r e = n e u t r a l ,   P u b l i c K e y T o k e n = b 7 7 a 5 c 5 6 1 9 3 4 e 0 8 9 "   o r d e r = " 9 9 9 "   k e y = " a u t o E x e c u t e S e a r c h "   v a l u e = " T r u e "   g r o u p = " I n t e r A c t i o n "   g r o u p O r d e r = " - 1 " / >  
                 < p a r a m e t e r   i d = " 8 7 9 b 5 7 e 4 - 4 4 7 5 - 4 b 2 c - b f 6 1 - 1 a 7 0 2 0 f d 6 0 4 8 "   n a m e = " C a n   u s e r   a d d   c o n t a c t s "   t y p e = " S y s t e m . B o o l e a n ,   m s c o r l i b ,   V e r s i o n = 4 . 0 . 0 . 0 ,   C u l t u r e = n e u t r a l ,   P u b l i c K e y T o k e n = b 7 7 a 5 c 5 6 1 9 3 4 e 0 8 9 "   o r d e r = " 9 9 9 "   k e y = " c a n U s e r A d d I t e m s "   v a l u e = " T r u e "   g r o u p O r d e r = " - 1 " / >  
                 < p a r a m e t e r   i d = " 4 2 9 a 8 0 d 4 - 7 1 d 9 - 4 5 4 e - 9 2 a b - c f 4 8 f b 2 6 5 4 c 4 "   n a m e = " C o n t a c t   r e q u i r e d "   t y p e = " S y s t e m . B o o l e a n ,   m s c o r l i b ,   V e r s i o n = 4 . 0 . 0 . 0 ,   C u l t u r e = n e u t r a l ,   P u b l i c K e y T o k e n = b 7 7 a 5 c 5 6 1 9 3 4 e 0 8 9 "   o r d e r = " 9 9 9 "   k e y = " i t e m R e q u i r e d "   v a l u e = " T r u e "   g r o u p O r d e r = " - 1 " / >  
                 < p a r a m e t e r   i d = " d 0 a 0 3 c 6 4 - 9 6 e 6 - 4 3 d 1 - 9 1 c 0 - 0 a f 0 d e 7 1 1 1 a 9 "   n a m e = " C u s t o m   f i e l d   i d "   t y p e = " S y s t e m . S t r i n g ,   m s c o r l i b ,   V e r s i o n = 4 . 0 . 0 . 0 ,   C u l t u r e = n e u t r a l ,   P u b l i c K e y T o k e n = b 7 7 a 5 c 5 6 1 9 3 4 e 0 8 9 "   o r d e r = " 9 9 9 "   k e y = " c u s t o m F i e l d "   v a l u e = " "   g r o u p = " I n t e r A c t i o n "   g r o u p O r d e r = " - 1 " / >  
                 < p a r a m e t e r   i d = " 0 a 7 3 9 6 3 7 - f d c a - 4 e 6 f - b 1 a b - 0 4 7 b 0 e e 2 a 7 2 1 "   n a m e = " D i a l o g   t i t l e "   t y p e = " S y s t e m . S t r i n g ,   m s c o r l i b ,   V e r s i o n = 4 . 0 . 0 . 0 ,   C u l t u r e = n e u t r a l ,   P u b l i c K e y T o k e n = b 7 7 a 5 c 5 6 1 9 3 4 e 0 8 9 "   o r d e r = " 9 9 9 "   k e y = " d i a l o g T i t l e "   v a l u e = " 1 0 0 "   g r o u p = " I n t e r A c t i o n "   g r o u p O r d e r = " - 1 " / >  
                 < p a r a m e t e r   i d = " 3 1 d c c 3 d 0 - 1 a d e - 4 6 7 7 - a 8 7 a - 1 a 5 8 6 9 6 e e 8 b 2 "   n a m e = " D i s p l a y   t y p e "   t y p e = " I p h e l i o n . O u t l i n e . I n t e g r a t i o n . I n t e r A c t i o n . D i s p l a y T y p e ,   I p h e l i o n . O u t l i n e . I n t e g r a t i o n . I n t e r A c t i o n ,   V e r s i o n = 1 . 6 . 7 . 1 0 ,   C u l t u r e = n e u t r a l ,   P u b l i c K e y T o k e n = n u l l "   o r d e r = " 9 9 9 "   k e y = " s h o w A P E T y p e "   v a l u e = " A d d r e s s "   g r o u p = " I n t e r A c t i o n "   g r o u p O r d e r = " - 1 " / >  
                 < p a r a m e t e r   i d = " 5 d 3 4 3 5 a 4 - 4 d 1 a - 4 1 1 5 - 9 a 5 3 - 3 4 b 4 7 3 a e 9 4 f 3 "   n a m e = " H e i g h t "   t y p e = " S y s t e m . I n t 3 2 ,   m s c o r l i b ,   V e r s i o n = 4 . 0 . 0 . 0 ,   C u l t u r e = n e u t r a l ,   P u b l i c K e y T o k e n = b 7 7 a 5 c 5 6 1 9 3 4 e 0 8 9 "   o r d e r = " 9 9 9 "   k e y = " h e i g h t "   v a l u e = " "   g r o u p O r d e r = " - 1 " / >  
                 < p a r a m e t e r   i d = " a 9 5 b e 3 e a - 9 d a 4 - 4 1 1 3 - 8 9 d b - 1 f e 7 6 d 3 2 3 5 2 7 "   n a m e = " H i d e   f i r m   c o n t a c t s "   t y p e = " S y s t e m . B o o l e a n ,   m s c o r l i b ,   V e r s i o n = 4 . 0 . 0 . 0 ,   C u l t u r e = n e u t r a l ,   P u b l i c K e y T o k e n = b 7 7 a 5 c 5 6 1 9 3 4 e 0 8 9 "   o r d e r = " 9 9 9 "   k e y = " h i d e F i r m C o n t a c t s "   v a l u e = " F a l s e "   g r o u p = " I n t e r A c t i o n "   g r o u p O r d e r = " - 1 " / >  
                 < p a r a m e t e r   i d = " 5 7 4 2 2 4 6 a - e 0 5 c - 4 3 1 6 - 8 f 7 3 - d 3 f 4 d 0 0 a 3 0 d 9 "   n a m e = " H i d e   H e a d e r "   t y p e = " S y s t e m . B o o l e a n ,   m s c o r l i b ,   V e r s i o n = 4 . 0 . 0 . 0 ,   C u l t u r e = n e u t r a l ,   P u b l i c K e y T o k e n = b 7 7 a 5 c 5 6 1 9 3 4 e 0 8 9 "   o r d e r = " 9 9 9 "   k e y = " h i d e H e a d e r "   v a l u e = " F a l s e "   g r o u p O r d e r = " - 1 " / >  
                 < p a r a m e t e r   i d = " 5 c 5 0 a d 7 6 - 5 9 1 b - 4 6 c 8 - 8 7 7 7 - 1 d c b 9 3 b 6 5 0 d b "   n a m e = " H i d e   m a r k e t i n g   l i s t s "   t y p e = " S y s t e m . B o o l e a n ,   m s c o r l i b ,   V e r s i o n = 4 . 0 . 0 . 0 ,   C u l t u r e = n e u t r a l ,   P u b l i c K e y T o k e n = b 7 7 a 5 c 5 6 1 9 3 4 e 0 8 9 "   o r d e r = " 9 9 9 "   k e y = " h i d e M a r k e t i n g L i s t s "   v a l u e = " F a l s e "   g r o u p = " I n t e r A c t i o n "   g r o u p O r d e r = " - 1 " / >  
                 < p a r a m e t e r   i d = " c 9 f 2 3 b 1 e - 9 f f 2 - 4 7 5 0 - 8 c a 9 - 3 0 8 6 7 8 0 7 4 c 7 3 "   n a m e = " H i d e   m y   c o n t a c t s "   t y p e = " S y s t e m . B o o l e a n ,   m s c o r l i b ,   V e r s i o n = 4 . 0 . 0 . 0 ,   C u l t u r e = n e u t r a l ,   P u b l i c K e y T o k e n = b 7 7 a 5 c 5 6 1 9 3 4 e 0 8 9 "   o r d e r = " 9 9 9 "   k e y = " h i d e M y C o n t a c t s "   v a l u e = " F a l s e "   g r o u p = " I n t e r A c t i o n "   g r o u p O r d e r = " - 1 " / >  
                 < p a r a m e t e r   i d = " 7 f 1 c f d f 0 - e e 5 0 - 4 e f 5 - 8 7 a b - 4 1 e 3 8 d 5 b c 9 2 7 "   n a m e = " H i d e   p r o j e c t   m o d u l e s "   t y p e = " S y s t e m . B o o l e a n ,   m s c o r l i b ,   V e r s i o n = 4 . 0 . 0 . 0 ,   C u l t u r e = n e u t r a l ,   P u b l i c K e y T o k e n = b 7 7 a 5 c 5 6 1 9 3 4 e 0 8 9 "   o r d e r = " 9 9 9 "   k e y = " h i d e P r o j e c t M o d u l e s "   v a l u e = " F a l s e "   g r o u p = " I n t e r A c t i o n "   g r o u p O r d e r = " - 1 " / >  
                 < p a r a m e t e r   i d = " b 3 a 2 3 f 4 d - 6 2 c 2 - 4 7 f 0 - a f 8 d - 5 0 c f 1 c 7 9 d 2 4 1 "   n a m e = " H i d e   w o r k i n g   l i s t s "   t y p e = " S y s t e m . B o o l e a n ,   m s c o r l i b ,   V e r s i o n = 4 . 0 . 0 . 0 ,   C u l t u r e = n e u t r a l ,   P u b l i c K e y T o k e n = b 7 7 a 5 c 5 6 1 9 3 4 e 0 8 9 "   o r d e r = " 9 9 9 "   k e y = " h i d e W o r k i n g L i s t s "   v a l u e = " F a l s e "   g r o u p = " I n t e r A c t i o n "   g r o u p O r d e r = " - 1 " / >  
                 < p a r a m e t e r   i d = " 6 8 f 1 f f 8 8 - 3 7 9 1 - 4 4 8 3 - 9 8 6 6 - 3 c 9 4 f f f 4 4 0 6 c "   n a m e = " I n i t i a l   c o n t a c t   t y p e "   t y p e = " S y s t e m . S t r i n g ,   m s c o r l i b ,   V e r s i o n = 4 . 0 . 0 . 0 ,   C u l t u r e = n e u t r a l ,   P u b l i c K e y T o k e n = b 7 7 a 5 c 5 6 1 9 3 4 e 0 8 9 "   o r d e r = " 9 9 9 "   k e y = " i n i t i a l C o n t a c t T y p e "   v a l u e = " "   g r o u p = " I n t e r A c t i o n "   g r o u p O r d e r = " - 1 " / >  
                 < p a r a m e t e r   i d = " c 1 4 d a f 0 8 - 6 a 1 b - 4 d 9 c - 9 2 b c - b 7 f f 5 7 a 1 8 e 0 d "   n a m e = " I n i t i a l   l i s t "   t y p e = " I p h e l i o n . O u t l i n e . I n t e g r a t i o n . I n t e r A c t i o n . L i s t T y p e ,   I p h e l i o n . O u t l i n e . I n t e g r a t i o n . I n t e r A c t i o n ,   V e r s i o n = 1 . 6 . 7 . 1 0 ,   C u l t u r e = n e u t r a l ,   P u b l i c K e y T o k e n = n u l l "   o r d e r = " 9 9 9 "   k e y = " i n t i a l L i s t "   v a l u e = " M y C o n t a c t s "   g r o u p = " I n t e r A c t i o n "   g r o u p O r d e r = " - 1 " / >  
                 < p a r a m e t e r   i d = " d f 3 c 4 d 7 b - 5 3 a e - 4 8 1 7 - b 3 4 c - 3 8 3 3 7 7 4 2 6 e a 9 "   n a m e = " R e s t r i c t   p r o j e c t "   t y p e = " S y s t e m . B o o l e a n ,   m s c o r l i b ,   V e r s i o n = 4 . 0 . 0 . 0 ,   C u l t u r e = n e u t r a l ,   P u b l i c K e y T o k e n = b 7 7 a 5 c 5 6 1 9 3 4 e 0 8 9 "   o r d e r = " 9 9 9 "   k e y = " r e s t r i c t P r o j e c t "   v a l u e = " F a l s e "   g r o u p = " I n t e r A c t i o n "   g r o u p O r d e r = " - 1 " / >  
                 < p a r a m e t e r   i d = " 8 9 0 6 6 a e d - 5 5 e 9 - 4 e 1 b - b e 5 4 - f 1 6 7 c 8 8 a 0 f d 0 "   n a m e = " S e a r c h   i f   b l a n k "   t y p e = " S y s t e m . B o o l e a n ,   m s c o r l i b ,   V e r s i o n = 4 . 0 . 0 . 0 ,   C u l t u r e = n e u t r a l ,   P u b l i c K e y T o k e n = b 7 7 a 5 c 5 6 1 9 3 4 e 0 8 9 "   o r d e r = " 9 9 9 "   k e y = " s e a r c h I f B l a n k "   v a l u e = " F a l s e "   g r o u p = " I n t e r A c t i o n "   g r o u p O r d e r = " - 1 " / >  
                 < p a r a m e t e r   i d = " 4 f 0 1 c 3 9 c - b d 1 1 - 4 8 5 d - b 8 4 b - f 1 0 e 7 b 1 e 3 8 d e "   n a m e = " S e t   p r o j e c t "   t y p e = " S y s t e m . B o o l e a n ,   m s c o r l i b ,   V e r s i o n = 4 . 0 . 0 . 0 ,   C u l t u r e = n e u t r a l ,   P u b l i c K e y T o k e n = b 7 7 a 5 c 5 6 1 9 3 4 e 0 8 9 "   o r d e r = " 9 9 9 "   k e y = " s e t P r o j e c t "   v a l u e = " F a l s e "   g r o u p = " I n t e r A c t i o n "   g r o u p O r d e r = " - 1 " / >  
                 < p a r a m e t e r   i d = " 4 e 3 6 9 0 2 d - 4 3 3 c - 4 d 8 2 - b 1 6 5 - 2 c e 7 e 3 5 3 d e 4 e "   n a m e = " S h o w   a d d r e s s "   t y p e = " S y s t e m . B o o l e a n ,   m s c o r l i b ,   V e r s i o n = 4 . 0 . 0 . 0 ,   C u l t u r e = n e u t r a l ,   P u b l i c K e y T o k e n = b 7 7 a 5 c 5 6 1 9 3 4 e 0 8 9 "   o r d e r = " 9 9 9 "   k e y = " s h o w A d d r e s s C o l u m n "   v a l u e = " F a l s e "   g r o u p O r d e r = " - 1 " / >  
                 < p a r a m e t e r   i d = " b 7 b 4 6 d d 0 - d a 7 a - 4 e e 7 - a b a b - 4 2 e a 5 3 1 4 9 0 4 2 "   n a m e = " S h o w   c o m b i n e d   n a m e "   t y p e = " S y s t e m . B o o l e a n ,   m s c o r l i b ,   V e r s i o n = 4 . 0 . 0 . 0 ,   C u l t u r e = n e u t r a l ,   P u b l i c K e y T o k e n = b 7 7 a 5 c 5 6 1 9 3 4 e 0 8 9 "   o r d e r = " 9 9 9 "   k e y = " s h o w C o m b i n e d N a m e "   v a l u e = " T r u e "   g r o u p O r d e r = " - 1 " / >  
                 < p a r a m e t e r   i d = " b 9 c 8 b 4 f 4 - b a 2 a - 4 9 4 a - 8 0 d 9 - b 7 9 9 b f 0 d f 7 c 1 "   n a m e = " S h o w   c o m p a n y "   t y p e = " S y s t e m . B o o l e a n ,   m s c o r l i b ,   V e r s i o n = 4 . 0 . 0 . 0 ,   C u l t u r e = n e u t r a l ,   P u b l i c K e y T o k e n = b 7 7 a 5 c 5 6 1 9 3 4 e 0 8 9 "   o r d e r = " 9 9 9 "   k e y = " s h o w C o m p a n y C o l u m n "   v a l u e = " F a l s e "   g r o u p O r d e r = " - 1 " / >  
                 < p a r a m e t e r   i d = " 4 d 8 6 e f 1 0 - 7 0 1 1 - 4 5 b e - 9 4 5 8 - 3 0 0 2 e 3 0 e 9 2 8 2 "   n a m e = " S h o w   e m a i l "   t y p e = " S y s t e m . B o o l e a n ,   m s c o r l i b ,   V e r s i o n = 4 . 0 . 0 . 0 ,   C u l t u r e = n e u t r a l ,   P u b l i c K e y T o k e n = b 7 7 a 5 c 5 6 1 9 3 4 e 0 8 9 "   o r d e r = " 9 9 9 "   k e y = " s h o w E m a i l C o l u m n "   v a l u e = " F a l s e "   g r o u p O r d e r = " - 1 " / >  
                 < p a r a m e t e r   i d = " 4 6 e a 4 b 4 b - 3 1 f d - 4 d 1 0 - 8 c e d - 7 b e 9 2 b 3 9 9 6 c d "   n a m e = " S h o w   f a x "   t y p e = " S y s t e m . B o o l e a n ,   m s c o r l i b ,   V e r s i o n = 4 . 0 . 0 . 0 ,   C u l t u r e = n e u t r a l ,   P u b l i c K e y T o k e n = b 7 7 a 5 c 5 6 1 9 3 4 e 0 8 9 "   o r d e r = " 9 9 9 "   k e y = " s h o w F a x C o l u m n "   v a l u e = " F a l s e "   g r o u p O r d e r = " - 1 " / >  
                 < p a r a m e t e r   i d = " c 8 7 1 0 d e 1 - f 0 3 8 - 4 a 0 f - a 0 3 f - 5 b 3 0 4 c 9 3 5 b 7 3 "   n a m e = " S h o w   f i r s t   n a m e "   t y p e = " S y s t e m . B o o l e a n ,   m s c o r l i b ,   V e r s i o n = 4 . 0 . 0 . 0 ,   C u l t u r e = n e u t r a l ,   P u b l i c K e y T o k e n = b 7 7 a 5 c 5 6 1 9 3 4 e 0 8 9 "   o r d e r = " 9 9 9 "   k e y = " s h o w F i r s t N a m e C o l u m n "   v a l u e = " F a l s e "   g r o u p O r d e r = " - 1 " / >  
                 < p a r a m e t e r   i d = " 5 b 2 8 a 1 f 5 - 4 5 d f - 4 5 7 4 - a b 7 1 - 3 7 4 d 8 1 0 7 b 3 0 9 "   n a m e = " S h o w   j o b   t i t l e "   t y p e = " S y s t e m . B o o l e a n ,   m s c o r l i b ,   V e r s i o n = 4 . 0 . 0 . 0 ,   C u l t u r e = n e u t r a l ,   P u b l i c K e y T o k e n = b 7 7 a 5 c 5 6 1 9 3 4 e 0 8 9 "   o r d e r = " 9 9 9 "   k e y = " s h o w J o b T i t l e C o l u m n "   v a l u e = " F a l s e "   g r o u p O r d e r = " - 1 " / >  
                 < p a r a m e t e r   i d = " 9 7 f 7 7 3 9 c - 2 8 9 c - 4 5 d 7 - 8 8 a 0 - 4 6 1 3 4 d 1 2 3 9 a 2 "   n a m e = " S h o w   l a s t   n a m e "   t y p e = " S y s t e m . B o o l e a n ,   m s c o r l i b ,   V e r s i o n = 4 . 0 . 0 . 0 ,   C u l t u r e = n e u t r a l ,   P u b l i c K e y T o k e n = b 7 7 a 5 c 5 6 1 9 3 4 e 0 8 9 "   o r d e r = " 9 9 9 "   k e y = " s h o w L a s t N a m e C o l u m n "   v a l u e = " F a l s e "   g r o u p O r d e r = " - 1 " / >  
                 < p a r a m e t e r   i d = " 3 c d 5 4 2 8 1 - 8 d 1 8 - 4 8 4 e - 8 2 e 3 - e 4 0 7 e f b 6 5 2 3 6 "   n a m e = " S h o w   m o b i l e "   t y p e = " S y s t e m . B o o l e a n ,   m s c o r l i b ,   V e r s i o n = 4 . 0 . 0 . 0 ,   C u l t u r e = n e u t r a l ,   P u b l i c K e y T o k e n = b 7 7 a 5 c 5 6 1 9 3 4 e 0 8 9 "   o r d e r = " 9 9 9 "   k e y = " s h o w M o b i l e C o l u m n "   v a l u e = " F a l s e "   g r o u p O r d e r = " - 1 " / >  
                 < p a r a m e t e r   i d = " f c e c 1 8 1 3 - 8 9 6 3 - 4 e 0 a - a e d c - a 6 b 6 7 7 5 b 6 b 1 8 "   n a m e = " S h o w   r e f e r e n c e "   t y p e = " S y s t e m . B o o l e a n ,   m s c o r l i b ,   V e r s i o n = 4 . 0 . 0 . 0 ,   C u l t u r e = n e u t r a l ,   P u b l i c K e y T o k e n = b 7 7 a 5 c 5 6 1 9 3 4 e 0 8 9 "   o r d e r = " 9 9 9 "   k e y = " s h o w R e f e r e n c e C o l u m n "   v a l u e = " F a l s e "   g r o u p O r d e r = " - 1 " / >  
                 < p a r a m e t e r   i d = " e e 0 7 9 e b e - 8 4 e a - 4 7 9 c - 8 7 9 f - 2 f b 7 4 6 4 e c 7 5 f "   n a m e = " S h o w   t e l e p h o n e "   t y p e = " S y s t e m . B o o l e a n ,   m s c o r l i b ,   V e r s i o n = 4 . 0 . 0 . 0 ,   C u l t u r e = n e u t r a l ,   P u b l i c K e y T o k e n = b 7 7 a 5 c 5 6 1 9 3 4 e 0 8 9 "   o r d e r = " 9 9 9 "   k e y = " s h o w T e l e p h o n e C o l u m n "   v a l u e = " F a l s e "   g r o u p O r d e r = " - 1 " / >  
                 < p a r a m e t e r   i d = " a e 3 d e f 1 9 - b 2 4 1 - 4 2 d 8 - 8 3 5 9 - 1 6 e 6 7 0 9 d b 5 a 6 "   n a m e = " S h o w   t i t l e "   t y p e = " S y s t e m . B o o l e a n ,   m s c o r l i b ,   V e r s i o n = 4 . 0 . 0 . 0 ,   C u l t u r e = n e u t r a l ,   P u b l i c K e y T o k e n = b 7 7 a 5 c 5 6 1 9 3 4 e 0 8 9 "   o r d e r = " 9 9 9 "   k e y = " s h o w T i t l e C o l u m n "   v a l u e = " F a l s e "   g r o u p O r d e r = " - 1 " / >  
                 < p a r a m e t e r   i d = " 3 2 3 3 7 9 9 7 - 6 6 e 3 - 4 0 a 7 - b d 9 0 - e b 2 d 5 4 f 9 2 4 b f "   n a m e = " U s e   f i r s t   a d d r e s s e e   a s   n a m e "   t y p e = " S y s t e m . B o o l e a n ,   m s c o r l i b ,   V e r s i o n = 4 . 0 . 0 . 0 ,   C u l t u r e = n e u t r a l ,   P u b l i c K e y T o k e n = b 7 7 a 5 c 5 6 1 9 3 4 e 0 8 9 "   o r d e r = " 9 9 9 "   k e y = " u s e A d d r e s s e e I n N a m e "   v a l u e = " F a l s e "   g r o u p = " I n t e r A c t i o n "   g r o u p O r d e r = " - 1 " / >  
                 < p a r a m e t e r   i d = " c b 0 f b 5 7 0 - 9 8 5 4 - 4 4 4 0 - b 1 4 9 - 0 f 4 6 c d e e 2 d 3 d "   n a m e = " U s e r   p r o m p t "   t y p e = " S y s t e m . S t r i n g ,   m s c o r l i b ,   V e r s i o n = 4 . 0 . 0 . 0 ,   C u l t u r e = n e u t r a l ,   P u b l i c K e y T o k e n = b 7 7 a 5 c 5 6 1 9 3 4 e 0 8 9 "   o r d e r = " 9 9 9 "   k e y = " p r o m p t "   v a l u e = " _ E i g h t h   P a r t i e s "   a r g u m e n t = " U I L o c a l i z e d S t r i n g "   g r o u p O r d e r = " - 1 " / >  
                 < p a r a m e t e r   i d = " a 6 7 e 6 c 0 a - 7 6 f d - 4 9 9 9 - b e c c - e f 8 4 d 3 5 a e 6 9 e "   n a m e = " W i d t h   t y p e "   t y p e = " I p h e l i o n . O u t l i n e . M o d e l . I n t e r f a c e s . Q u e s t i o n C o n t r o l L a y o u t ,   I p h e l i o n . O u t l i n e . M o d e l ,   V e r s i o n = 1 . 6 . 7 . 1 0 ,   C u l t u r e = n e u t r a l ,   P u b l i c K e y T o k e n = n u l l "   o r d e r = " 9 9 9 "   k e y = " l a y o u t "   v a l u e = " F u l l "   g r o u p O r d e r = " - 1 " / >  
             < / p a r a m e t e r s >  
         < / q u e s t i o n >  
         < q u e s t i o n   i d = " f 8 d 4 a 7 9 0 - e 0 5 1 - 4 5 1 a - a a a 5 - d 4 d 6 5 6 a f 6 f 5 b "   n a m e = " P a r t y 9 T y p e "   a s s e m b l y = " I p h e l i o n . O u t l i n e . C o n t r o l s . d l l "   t y p e = " I p h e l i o n . O u t l i n e . C o n t r o l s . Q u e s t i o n C o n t r o l s . V i e w M o d e l s . T e x t B o x V i e w M o d e l "   o r d e r = " 2 8 "   a c t i v e = " t r u e "   g r o u p = " P a g e 1 "   r e s u l t T y p e = " s i n g l e "   d i s p l a y T y p e = " A l l " >  
             < p a r a m e t e r s >  
                 < p a r a m e t e r   i d = " a e 6 4 3 d 0 3 - 8 5 2 a - 4 f 3 d - b 9 7 9 - 5 4 6 6 a 9 5 9 5 e 4 2 "   n a m e = " A l l o w   r e t u r n "   t y p e = " S y s t e m . B o o l e a n ,   m s c o r l i b ,   V e r s i o n = 4 . 0 . 0 . 0 ,   C u l t u r e = n e u t r a l ,   P u b l i c K e y T o k e n = b 7 7 a 5 c 5 6 1 9 3 4 e 0 8 9 "   o r d e r = " 9 9 9 "   k e y = " m u l t i l i n e "   v a l u e = " F a l s e "   g r o u p O r d e r = " - 1 " / >  
                 < p a r a m e t e r   i d = " e b 2 e a 2 a 5 - e b 7 b - 4 a 8 3 - a e a 1 - 1 7 d c 5 e 2 f 6 6 d 4 "   n a m e = " H e i g h t "   t y p e = " S y s t e m . I n t 3 2 ,   m s c o r l i b ,   V e r s i o n = 4 . 0 . 0 . 0 ,   C u l t u r e = n e u t r a l ,   P u b l i c K e y T o k e n = b 7 7 a 5 c 5 6 1 9 3 4 e 0 8 9 "   o r d e r = " 9 9 9 "   k e y = " h e i g h t "   v a l u e = " "   g r o u p O r d e r = " - 1 " / >  
                 < p a r a m e t e r   i d = " d 1 7 c e c 1 6 - a 0 5 e - 4 0 2 b - a a 3 9 - f 1 c 7 8 f 2 d 9 4 f e "   n a m e = " R e m e m b e r   l a s t   v a l u e "   t y p e = " S y s t e m . B o o l e a n ,   m s c o r l i b ,   V e r s i o n = 4 . 0 . 0 . 0 ,   C u l t u r e = n e u t r a l ,   P u b l i c K e y T o k e n = b 7 7 a 5 c 5 6 1 9 3 4 e 0 8 9 "   o r d e r = " 9 9 9 "   k e y = " r e m e m b e r L a s t V a l u e "   v a l u e = " F a l s e "   g r o u p O r d e r = " - 1 " / >  
                 < p a r a m e t e r   i d = " 0 4 6 9 b c d 5 - 0 f 6 9 - 4 d d 4 - a b 0 4 - e d e 2 7 d 6 9 d 6 0 3 "   n a m e = " S e p a r a t e   l i n e s "   t y p e = " S y s t e m . B o o l e a n ,   m s c o r l i b ,   V e r s i o n = 4 . 0 . 0 . 0 ,   C u l t u r e = n e u t r a l ,   P u b l i c K e y T o k e n = b 7 7 a 5 c 5 6 1 9 3 4 e 0 8 9 "   o r d e r = " 9 9 9 "   k e y = " s p l i t L i n e s "   v a l u e = " F a l s e "   g r o u p O r d e r = " - 1 " / >  
                 < p a r a m e t e r   i d = " b a b 4 f 9 e b - 6 4 8 9 - 4 a 0 e - 9 3 2 d - 6 8 1 0 e 8 c c 2 5 e 0 "   n a m e = " U s e r   p r o m p t "   t y p e = " S y s t e m . S t r i n g ,   m s c o r l i b ,   V e r s i o n = 4 . 0 . 0 . 0 ,   C u l t u r e = n e u t r a l ,   P u b l i c K e y T o k e n = b 7 7 a 5 c 5 6 1 9 3 4 e 0 8 9 "   o r d e r = " 9 9 9 "   k e y = " p r o m p t "   v a l u e = " P a r t y   t y p e   9 "   a r g u m e n t = " U I L o c a l i z e d S t r i n g "   g r o u p O r d e r = " - 1 " / >  
                 < p a r a m e t e r   i d = " 2 f c c f b c e - 6 5 a 5 - 4 6 9 d - a 9 9 5 - 2 b 5 3 d 8 7 d e 0 1 b "   n a m e = " W i d t h   t y p e "   t y p e = " I p h e l i o n . O u t l i n e . M o d e l . I n t e r f a c e s . Q u e s t i o n C o n t r o l L a y o u t ,   I p h e l i o n . O u t l i n e . M o d e l ,   V e r s i o n = 1 . 6 . 7 . 1 0 ,   C u l t u r e = n e u t r a l ,   P u b l i c K e y T o k e n = n u l l "   o r d e r = " 9 9 9 "   k e y = " l a y o u t "   v a l u e = " H a l f "   g r o u p O r d e r = " - 1 " / >  
                 < p a r a m e t e r   i d = " 7 5 5 8 f 2 c 5 - 7 4 2 0 - 4 6 5 9 - 8 3 d 7 - a 2 0 3 3 6 6 8 e d a 3 "   n a m e = " W r a p   T e x t "   t y p e = " S y s t e m . B o o l e a n ,   m s c o r l i b ,   V e r s i o n = 4 . 0 . 0 . 0 ,   C u l t u r e = n e u t r a l ,   P u b l i c K e y T o k e n = b 7 7 a 5 c 5 6 1 9 3 4 e 0 8 9 "   o r d e r = " 9 9 9 "   k e y = " w r a p T e x t "   v a l u e = " T r u e "   g r o u p O r d e r = " - 1 " / >  
             < / p a r a m e t e r s >  
         < / q u e s t i o n >  
         < q u e s t i o n   i d = " 5 f 7 d 4 6 2 1 - b 7 8 3 - 4 d 8 6 - 9 c 8 9 - 2 c 6 a d 7 9 6 3 5 e a "   n a m e = " P a r t y 9 "   a s s e m b l y = " I p h e l i o n . O u t l i n e . C o n t r o l s . d l l "   t y p e = " I p h e l i o n . O u t l i n e . C o n t r o l s . Q u e s t i o n C o n t r o l s . V i e w M o d e l s . C o n t a c t L i s t V i e w M o d e l "   o r d e r = " 2 9 "   a c t i v e = " t r u e "   g r o u p = " P a g e 1 "   r e s u l t T y p e = " s i n g l e "   d i s p l a y T y p e = " A l l " >  
             < p a r a m e t e r s >  
                 < p a r a m e t e r   i d = " 4 6 d a b 1 a 2 - f 4 6 7 - 4 8 7 0 - b 0 2 1 - e b f f 0 e f 5 b 0 f c "   n a m e = " A d d   d e f a u l t   s a l u t a t i o n "   t y p e = " S y s t e m . B o o l e a n ,   m s c o r l i b ,   V e r s i o n = 4 . 0 . 0 . 0 ,   C u l t u r e = n e u t r a l ,   P u b l i c K e y T o k e n = b 7 7 a 5 c 5 6 1 9 3 4 e 0 8 9 "   o r d e r = " 9 9 9 "   k e y = " a d d D e f a u l t S a l u t a t i o n "   v a l u e = " F a l s e "   g r o u p = " I n t e r A c t i o n "   g r o u p O r d e r = " - 1 " / >  
                 < p a r a m e t e r   i d = " 4 1 2 9 4 8 c 9 - d 7 1 1 - 4 0 7 2 - a d 2 d - 4 a 8 1 e a e 3 5 b 3 2 "   n a m e = " A d d   g o e s   b y   s a l u t a t i o n "   t y p e = " S y s t e m . B o o l e a n ,   m s c o r l i b ,   V e r s i o n = 4 . 0 . 0 . 0 ,   C u l t u r e = n e u t r a l ,   P u b l i c K e y T o k e n = b 7 7 a 5 c 5 6 1 9 3 4 e 0 8 9 "   o r d e r = " 9 9 9 "   k e y = " a d d G o e s B y T o A d d r e s s e e L i s t "   v a l u e = " F a l s e "   g r o u p = " I n t e r A c t i o n "   g r o u p O r d e r = " - 1 " / >  
                 < p a r a m e t e r   i d = " e 7 8 0 a d 4 a - 5 d 5 5 - 4 2 b e - b d c 7 - 1 a 8 0 7 c 2 d b 9 1 1 "   n a m e = " A d d r e s s e e   f i e l d   i d ' s "   t y p e = " S y s t e m . S t r i n g ,   m s c o r l i b ,   V e r s i o n = 4 . 0 . 0 . 0 ,   C u l t u r e = n e u t r a l ,   P u b l i c K e y T o k e n = b 7 7 a 5 c 5 6 1 9 3 4 e 0 8 9 "   o r d e r = " 9 9 9 "   k e y = " a d d r e s s e e F i e l d s "   v a l u e = " "   g r o u p = " I n t e r A c t i o n "   g r o u p O r d e r = " - 1 " / >  
                 < p a r a m e t e r   i d = " 6 c 7 8 5 8 1 e - 7 e f 3 - 4 e 9 a - 8 d 5 1 - c 0 7 2 4 6 4 1 9 6 d 9 "   n a m e = " A l l o w   r e o r d e r i n g "   t y p e = " S y s t e m . B o o l e a n ,   m s c o r l i b ,   V e r s i o n = 4 . 0 . 0 . 0 ,   C u l t u r e = n e u t r a l ,   P u b l i c K e y T o k e n = b 7 7 a 5 c 5 6 1 9 3 4 e 0 8 9 "   o r d e r = " 9 9 9 "   k e y = " a l l o w R e o r d e r i n g "   v a l u e = " T r u e "   g r o u p O r d e r = " - 1 " / >  
                 < p a r a m e t e r   i d = " 7 0 0 a c c 2 3 - 4 6 2 d - 4 0 8 5 - b 6 3 4 - c 6 b c 8 2 4 2 5 b 9 4 "   n a m e = " A s s o c i a t e d   p h o n e   n a m e "   t y p e = " S y s t e m . S t r i n g ,   m s c o r l i b ,   V e r s i o n = 4 . 0 . 0 . 0 ,   C u l t u r e = n e u t r a l ,   P u b l i c K e y T o k e n = b 7 7 a 5 c 5 6 1 9 3 4 e 0 8 9 "   o r d e r = " 9 9 9 "   k e y = " a s s o c i a t e d P h o n e "   v a l u e = " "   g r o u p = " I n t e r A c t i o n "   g r o u p O r d e r = " - 1 " / >  
                 < p a r a m e t e r   i d = " 5 7 d b 4 6 1 c - f 0 9 9 - 4 b 3 4 - b 3 a d - 3 5 d f 8 2 2 4 4 0 4 a "   n a m e = " A u t o   e x e c u t e   s e a r c h "   t y p e = " S y s t e m . B o o l e a n ,   m s c o r l i b ,   V e r s i o n = 4 . 0 . 0 . 0 ,   C u l t u r e = n e u t r a l ,   P u b l i c K e y T o k e n = b 7 7 a 5 c 5 6 1 9 3 4 e 0 8 9 "   o r d e r = " 9 9 9 "   k e y = " a u t o E x e c u t e S e a r c h "   v a l u e = " T r u e "   g r o u p = " I n t e r A c t i o n "   g r o u p O r d e r = " - 1 " / >  
                 < p a r a m e t e r   i d = " d 0 7 c c 4 a 6 - 3 f 2 2 - 4 2 9 e - b c d 3 - 4 a 4 2 0 e 4 d 7 d 8 6 "   n a m e = " C a n   u s e r   a d d   c o n t a c t s "   t y p e = " S y s t e m . B o o l e a n ,   m s c o r l i b ,   V e r s i o n = 4 . 0 . 0 . 0 ,   C u l t u r e = n e u t r a l ,   P u b l i c K e y T o k e n = b 7 7 a 5 c 5 6 1 9 3 4 e 0 8 9 "   o r d e r = " 9 9 9 "   k e y = " c a n U s e r A d d I t e m s "   v a l u e = " T r u e "   g r o u p O r d e r = " - 1 " / >  
                 < p a r a m e t e r   i d = " 5 2 b 6 8 a 3 c - f 9 2 7 - 4 9 3 f - a 4 3 b - c 7 0 4 c a b d 3 f b 1 "   n a m e = " C o n t a c t   r e q u i r e d "   t y p e = " S y s t e m . B o o l e a n ,   m s c o r l i b ,   V e r s i o n = 4 . 0 . 0 . 0 ,   C u l t u r e = n e u t r a l ,   P u b l i c K e y T o k e n = b 7 7 a 5 c 5 6 1 9 3 4 e 0 8 9 "   o r d e r = " 9 9 9 "   k e y = " i t e m R e q u i r e d "   v a l u e = " T r u e "   g r o u p O r d e r = " - 1 " / >  
                 < p a r a m e t e r   i d = " 9 5 0 b 5 a e 0 - d 7 d 4 - 4 b 3 f - 9 b 0 e - b 3 d d d 4 c 8 7 9 b 5 "   n a m e = " C u s t o m   f i e l d   i d "   t y p e = " S y s t e m . S t r i n g ,   m s c o r l i b ,   V e r s i o n = 4 . 0 . 0 . 0 ,   C u l t u r e = n e u t r a l ,   P u b l i c K e y T o k e n = b 7 7 a 5 c 5 6 1 9 3 4 e 0 8 9 "   o r d e r = " 9 9 9 "   k e y = " c u s t o m F i e l d "   v a l u e = " "   g r o u p = " I n t e r A c t i o n "   g r o u p O r d e r = " - 1 " / >  
                 < p a r a m e t e r   i d = " b d 9 1 a 3 9 e - a b 9 5 - 4 7 b 6 - 9 2 f b - 2 7 9 c b e 4 4 c 2 a a "   n a m e = " D i a l o g   t i t l e "   t y p e = " S y s t e m . S t r i n g ,   m s c o r l i b ,   V e r s i o n = 4 . 0 . 0 . 0 ,   C u l t u r e = n e u t r a l ,   P u b l i c K e y T o k e n = b 7 7 a 5 c 5 6 1 9 3 4 e 0 8 9 "   o r d e r = " 9 9 9 "   k e y = " d i a l o g T i t l e "   v a l u e = " "   g r o u p = " I n t e r A c t i o n "   g r o u p O r d e r = " - 1 " / >  
                 < p a r a m e t e r   i d = " 8 1 1 0 7 0 e 0 - 9 2 5 7 - 4 6 2 f - 9 b d 1 - e 9 5 8 2 a d c 0 8 b e "   n a m e = " D i s p l a y   t y p e "   t y p e = " I p h e l i o n . O u t l i n e . I n t e g r a t i o n . I n t e r A c t i o n . D i s p l a y T y p e ,   I p h e l i o n . O u t l i n e . I n t e g r a t i o n . I n t e r A c t i o n ,   V e r s i o n = 1 . 6 . 7 . 1 0 ,   C u l t u r e = n e u t r a l ,   P u b l i c K e y T o k e n = n u l l "   o r d e r = " 9 9 9 "   k e y = " s h o w A P E T y p e "   v a l u e = " A d d r e s s "   g r o u p = " I n t e r A c t i o n "   g r o u p O r d e r = " - 1 " / >  
                 < p a r a m e t e r   i d = " f b 2 5 2 9 f 6 - 4 4 9 c - 4 0 9 8 - a 0 1 1 - 5 e 3 8 4 4 2 7 3 4 d 9 "   n a m e = " H e i g h t "   t y p e = " S y s t e m . I n t 3 2 ,   m s c o r l i b ,   V e r s i o n = 4 . 0 . 0 . 0 ,   C u l t u r e = n e u t r a l ,   P u b l i c K e y T o k e n = b 7 7 a 5 c 5 6 1 9 3 4 e 0 8 9 "   o r d e r = " 9 9 9 "   k e y = " h e i g h t "   v a l u e = " 1 0 0 "   g r o u p O r d e r = " - 1 " / >  
                 < p a r a m e t e r   i d = " d 4 5 2 3 1 a f - 7 5 4 d - 4 2 a b - 9 b 0 b - d a 8 3 b 1 7 2 8 3 1 a "   n a m e = " H i d e   f i r m   c o n t a c t s "   t y p e = " S y s t e m . B o o l e a n ,   m s c o r l i b ,   V e r s i o n = 4 . 0 . 0 . 0 ,   C u l t u r e = n e u t r a l ,   P u b l i c K e y T o k e n = b 7 7 a 5 c 5 6 1 9 3 4 e 0 8 9 "   o r d e r = " 9 9 9 "   k e y = " h i d e F i r m C o n t a c t s "   v a l u e = " F a l s e "   g r o u p = " I n t e r A c t i o n "   g r o u p O r d e r = " - 1 " / >  
                 < p a r a m e t e r   i d = " 1 b c a d b 4 5 - 1 d 4 7 - 4 9 e 0 - 8 5 e 1 - c 5 7 0 3 7 b c f d 5 6 "   n a m e = " H i d e   H e a d e r "   t y p e = " S y s t e m . B o o l e a n ,   m s c o r l i b ,   V e r s i o n = 4 . 0 . 0 . 0 ,   C u l t u r e = n e u t r a l ,   P u b l i c K e y T o k e n = b 7 7 a 5 c 5 6 1 9 3 4 e 0 8 9 "   o r d e r = " 9 9 9 "   k e y = " h i d e H e a d e r "   v a l u e = " F a l s e "   g r o u p O r d e r = " - 1 " / >  
                 < p a r a m e t e r   i d = " f 0 c c 8 e 6 3 - 5 4 6 b - 4 e e 7 - a f 1 c - 3 6 8 c d e d 6 8 1 0 5 "   n a m e = " H i d e   m a r k e t i n g   l i s t s "   t y p e = " S y s t e m . B o o l e a n ,   m s c o r l i b ,   V e r s i o n = 4 . 0 . 0 . 0 ,   C u l t u r e = n e u t r a l ,   P u b l i c K e y T o k e n = b 7 7 a 5 c 5 6 1 9 3 4 e 0 8 9 "   o r d e r = " 9 9 9 "   k e y = " h i d e M a r k e t i n g L i s t s "   v a l u e = " F a l s e "   g r o u p = " I n t e r A c t i o n "   g r o u p O r d e r = " - 1 " / >  
                 < p a r a m e t e r   i d = " 8 e 6 d b 7 c 5 - 4 2 b 9 - 4 b 4 a - b f d d - f c 4 6 e d 4 0 1 4 c 4 "   n a m e = " H i d e   m y   c o n t a c t s "   t y p e = " S y s t e m . B o o l e a n ,   m s c o r l i b ,   V e r s i o n = 4 . 0 . 0 . 0 ,   C u l t u r e = n e u t r a l ,   P u b l i c K e y T o k e n = b 7 7 a 5 c 5 6 1 9 3 4 e 0 8 9 "   o r d e r = " 9 9 9 "   k e y = " h i d e M y C o n t a c t s "   v a l u e = " F a l s e "   g r o u p = " I n t e r A c t i o n "   g r o u p O r d e r = " - 1 " / >  
                 < p a r a m e t e r   i d = " b 8 1 d c e 5 9 - 0 9 d a - 4 2 3 4 - b 0 d 1 - e b b d 2 9 b 5 a a 4 1 "   n a m e = " H i d e   p r o j e c t   m o d u l e s "   t y p e = " S y s t e m . B o o l e a n ,   m s c o r l i b ,   V e r s i o n = 4 . 0 . 0 . 0 ,   C u l t u r e = n e u t r a l ,   P u b l i c K e y T o k e n = b 7 7 a 5 c 5 6 1 9 3 4 e 0 8 9 "   o r d e r = " 9 9 9 "   k e y = " h i d e P r o j e c t M o d u l e s "   v a l u e = " F a l s e "   g r o u p = " I n t e r A c t i o n "   g r o u p O r d e r = " - 1 " / >  
                 < p a r a m e t e r   i d = " 5 1 0 2 6 4 2 1 - 0 7 0 c - 4 0 a f - a d b e - 5 5 d 6 1 4 1 a f 2 3 b "   n a m e = " H i d e   w o r k i n g   l i s t s "   t y p e = " S y s t e m . B o o l e a n ,   m s c o r l i b ,   V e r s i o n = 4 . 0 . 0 . 0 ,   C u l t u r e = n e u t r a l ,   P u b l i c K e y T o k e n = b 7 7 a 5 c 5 6 1 9 3 4 e 0 8 9 "   o r d e r = " 9 9 9 "   k e y = " h i d e W o r k i n g L i s t s "   v a l u e = " F a l s e "   g r o u p = " I n t e r A c t i o n "   g r o u p O r d e r = " - 1 " / >  
                 < p a r a m e t e r   i d = " e b 1 0 a e 5 f - 5 b f 2 - 4 a a 9 - b 9 c c - 7 d 4 8 f f e 7 2 5 0 3 "   n a m e = " I n i t i a l   c o n t a c t   t y p e "   t y p e = " S y s t e m . S t r i n g ,   m s c o r l i b ,   V e r s i o n = 4 . 0 . 0 . 0 ,   C u l t u r e = n e u t r a l ,   P u b l i c K e y T o k e n = b 7 7 a 5 c 5 6 1 9 3 4 e 0 8 9 "   o r d e r = " 9 9 9 "   k e y = " i n i t i a l C o n t a c t T y p e "   v a l u e = " "   g r o u p = " I n t e r A c t i o n "   g r o u p O r d e r = " - 1 " / >  
                 < p a r a m e t e r   i d = " 0 4 4 e d 0 b 5 - b 5 0 2 - 4 a 1 8 - 8 7 a 5 - 9 f c 2 2 b 1 2 c 4 0 a "   n a m e = " I n i t i a l   l i s t "   t y p e = " I p h e l i o n . O u t l i n e . I n t e g r a t i o n . I n t e r A c t i o n . L i s t T y p e ,   I p h e l i o n . O u t l i n e . I n t e g r a t i o n . I n t e r A c t i o n ,   V e r s i o n = 1 . 6 . 7 . 1 0 ,   C u l t u r e = n e u t r a l ,   P u b l i c K e y T o k e n = n u l l "   o r d e r = " 9 9 9 "   k e y = " i n t i a l L i s t "   v a l u e = " M y C o n t a c t s "   g r o u p = " I n t e r A c t i o n "   g r o u p O r d e r = " - 1 " / >  
                 < p a r a m e t e r   i d = " 8 5 1 1 6 f 5 2 - c 0 8 8 - 4 9 6 6 - 9 2 d e - 0 d 8 4 d a e 9 3 e e 4 "   n a m e = " R e s t r i c t   p r o j e c t "   t y p e = " S y s t e m . B o o l e a n ,   m s c o r l i b ,   V e r s i o n = 4 . 0 . 0 . 0 ,   C u l t u r e = n e u t r a l ,   P u b l i c K e y T o k e n = b 7 7 a 5 c 5 6 1 9 3 4 e 0 8 9 "   o r d e r = " 9 9 9 "   k e y = " r e s t r i c t P r o j e c t "   v a l u e = " F a l s e "   g r o u p = " I n t e r A c t i o n "   g r o u p O r d e r = " - 1 " / >  
                 < p a r a m e t e r   i d = " b 0 5 5 2 3 a 3 - 9 f 6 e - 4 6 5 8 - b 4 0 9 - b 0 d 2 2 0 c f 3 e d 3 "   n a m e = " S e a r c h   i f   b l a n k "   t y p e = " S y s t e m . B o o l e a n ,   m s c o r l i b ,   V e r s i o n = 4 . 0 . 0 . 0 ,   C u l t u r e = n e u t r a l ,   P u b l i c K e y T o k e n = b 7 7 a 5 c 5 6 1 9 3 4 e 0 8 9 "   o r d e r = " 9 9 9 "   k e y = " s e a r c h I f B l a n k "   v a l u e = " F a l s e "   g r o u p = " I n t e r A c t i o n "   g r o u p O r d e r = " - 1 " / >  
                 < p a r a m e t e r   i d = " 0 2 1 9 0 b a 6 - 0 5 4 f - 4 3 7 2 - b 2 f a - 3 a 9 1 a 3 6 7 3 0 b 5 "   n a m e = " S e t   p r o j e c t "   t y p e = " S y s t e m . B o o l e a n ,   m s c o r l i b ,   V e r s i o n = 4 . 0 . 0 . 0 ,   C u l t u r e = n e u t r a l ,   P u b l i c K e y T o k e n = b 7 7 a 5 c 5 6 1 9 3 4 e 0 8 9 "   o r d e r = " 9 9 9 "   k e y = " s e t P r o j e c t "   v a l u e = " F a l s e "   g r o u p = " I n t e r A c t i o n "   g r o u p O r d e r = " - 1 " / >  
                 < p a r a m e t e r   i d = " 3 4 b 4 8 6 9 a - 0 0 9 c - 4 a 2 f - a 9 d e - 7 f 9 d e 6 8 8 2 2 a 5 "   n a m e = " S h o w   a d d r e s s "   t y p e = " S y s t e m . B o o l e a n ,   m s c o r l i b ,   V e r s i o n = 4 . 0 . 0 . 0 ,   C u l t u r e = n e u t r a l ,   P u b l i c K e y T o k e n = b 7 7 a 5 c 5 6 1 9 3 4 e 0 8 9 "   o r d e r = " 9 9 9 "   k e y = " s h o w A d d r e s s C o l u m n "   v a l u e = " F a l s e "   g r o u p O r d e r = " - 1 " / >  
                 < p a r a m e t e r   i d = " d 2 0 a e 2 f c - 1 1 f 3 - 4 f d 7 - b 9 f 6 - d 0 3 e a 3 a a d 6 d 2 "   n a m e = " S h o w   c o m b i n e d   n a m e "   t y p e = " S y s t e m . B o o l e a n ,   m s c o r l i b ,   V e r s i o n = 4 . 0 . 0 . 0 ,   C u l t u r e = n e u t r a l ,   P u b l i c K e y T o k e n = b 7 7 a 5 c 5 6 1 9 3 4 e 0 8 9 "   o r d e r = " 9 9 9 "   k e y = " s h o w C o m b i n e d N a m e "   v a l u e = " T r u e "   g r o u p O r d e r = " - 1 " / >  
                 < p a r a m e t e r   i d = " 9 0 9 f a f 1 6 - c 9 e 0 - 4 6 5 6 - b a e 2 - 0 b d 3 d 9 3 e 9 f 5 6 "   n a m e = " S h o w   c o m p a n y "   t y p e = " S y s t e m . B o o l e a n ,   m s c o r l i b ,   V e r s i o n = 4 . 0 . 0 . 0 ,   C u l t u r e = n e u t r a l ,   P u b l i c K e y T o k e n = b 7 7 a 5 c 5 6 1 9 3 4 e 0 8 9 "   o r d e r = " 9 9 9 "   k e y = " s h o w C o m p a n y C o l u m n "   v a l u e = " F a l s e "   g r o u p O r d e r = " - 1 " / >  
                 < p a r a m e t e r   i d = " 5 2 1 3 a 6 2 2 - e 7 1 5 - 4 c 8 9 - b 6 d a - c 2 2 f 8 0 d f 6 c 7 4 "   n a m e = " S h o w   e m a i l "   t y p e = " S y s t e m . B o o l e a n ,   m s c o r l i b ,   V e r s i o n = 4 . 0 . 0 . 0 ,   C u l t u r e = n e u t r a l ,   P u b l i c K e y T o k e n = b 7 7 a 5 c 5 6 1 9 3 4 e 0 8 9 "   o r d e r = " 9 9 9 "   k e y = " s h o w E m a i l C o l u m n "   v a l u e = " F a l s e "   g r o u p O r d e r = " - 1 " / >  
                 < p a r a m e t e r   i d = " 5 1 1 0 7 1 2 3 - d 7 b 8 - 4 4 5 c - 8 d b 4 - 9 5 8 2 a 4 6 8 b 8 0 1 "   n a m e = " S h o w   f a x "   t y p e = " S y s t e m . B o o l e a n ,   m s c o r l i b ,   V e r s i o n = 4 . 0 . 0 . 0 ,   C u l t u r e = n e u t r a l ,   P u b l i c K e y T o k e n = b 7 7 a 5 c 5 6 1 9 3 4 e 0 8 9 "   o r d e r = " 9 9 9 "   k e y = " s h o w F a x C o l u m n "   v a l u e = " F a l s e "   g r o u p O r d e r = " - 1 " / >  
                 < p a r a m e t e r   i d = " f 1 d b d b c e - a 7 2 a - 4 7 8 c - b 1 f 2 - 8 a f 6 e e 8 3 6 8 9 0 "   n a m e = " S h o w   f i r s t   n a m e "   t y p e = " S y s t e m . B o o l e a n ,   m s c o r l i b ,   V e r s i o n = 4 . 0 . 0 . 0 ,   C u l t u r e = n e u t r a l ,   P u b l i c K e y T o k e n = b 7 7 a 5 c 5 6 1 9 3 4 e 0 8 9 "   o r d e r = " 9 9 9 "   k e y = " s h o w F i r s t N a m e C o l u m n "   v a l u e = " F a l s e "   g r o u p O r d e r = " - 1 " / >  
                 < p a r a m e t e r   i d = " 3 1 2 4 4 8 d 3 - 4 4 c c - 4 0 1 2 - 9 1 d 8 - e 1 4 2 2 c f 0 3 6 d 1 "   n a m e = " S h o w   j o b   t i t l e "   t y p e = " S y s t e m . B o o l e a n ,   m s c o r l i b ,   V e r s i o n = 4 . 0 . 0 . 0 ,   C u l t u r e = n e u t r a l ,   P u b l i c K e y T o k e n = b 7 7 a 5 c 5 6 1 9 3 4 e 0 8 9 "   o r d e r = " 9 9 9 "   k e y = " s h o w J o b T i t l e C o l u m n "   v a l u e = " F a l s e "   g r o u p O r d e r = " - 1 " / >  
                 < p a r a m e t e r   i d = " 4 1 0 e 9 f 3 6 - e 8 c 0 - 4 4 e 0 - 9 e 4 b - 0 a d 5 5 1 2 f 0 5 e c "   n a m e = " S h o w   l a s t   n a m e "   t y p e = " S y s t e m . B o o l e a n ,   m s c o r l i b ,   V e r s i o n = 4 . 0 . 0 . 0 ,   C u l t u r e = n e u t r a l ,   P u b l i c K e y T o k e n = b 7 7 a 5 c 5 6 1 9 3 4 e 0 8 9 "   o r d e r = " 9 9 9 "   k e y = " s h o w L a s t N a m e C o l u m n "   v a l u e = " F a l s e "   g r o u p O r d e r = " - 1 " / >  
                 < p a r a m e t e r   i d = " a c d 0 4 c f 0 - 6 2 5 9 - 4 d a a - b 7 d a - 9 1 7 2 9 8 2 0 c 3 3 6 "   n a m e = " S h o w   m o b i l e "   t y p e = " S y s t e m . B o o l e a n ,   m s c o r l i b ,   V e r s i o n = 4 . 0 . 0 . 0 ,   C u l t u r e = n e u t r a l ,   P u b l i c K e y T o k e n = b 7 7 a 5 c 5 6 1 9 3 4 e 0 8 9 "   o r d e r = " 9 9 9 "   k e y = " s h o w M o b i l e C o l u m n "   v a l u e = " F a l s e "   g r o u p O r d e r = " - 1 " / >  
                 < p a r a m e t e r   i d = " 7 8 4 f 2 0 0 e - 6 9 0 e - 4 a b f - 8 1 5 2 - d 8 6 6 3 3 c 5 1 c d 9 "   n a m e = " S h o w   r e f e r e n c e "   t y p e = " S y s t e m . B o o l e a n ,   m s c o r l i b ,   V e r s i o n = 4 . 0 . 0 . 0 ,   C u l t u r e = n e u t r a l ,   P u b l i c K e y T o k e n = b 7 7 a 5 c 5 6 1 9 3 4 e 0 8 9 "   o r d e r = " 9 9 9 "   k e y = " s h o w R e f e r e n c e C o l u m n "   v a l u e = " F a l s e "   g r o u p O r d e r = " - 1 " / >  
                 < p a r a m e t e r   i d = " 6 6 7 7 e b a d - 4 1 6 a - 4 c 0 b - b f 2 6 - 6 7 c 2 0 f b 7 5 f b 3 "   n a m e = " S h o w   t e l e p h o n e "   t y p e = " S y s t e m . B o o l e a n ,   m s c o r l i b ,   V e r s i o n = 4 . 0 . 0 . 0 ,   C u l t u r e = n e u t r a l ,   P u b l i c K e y T o k e n = b 7 7 a 5 c 5 6 1 9 3 4 e 0 8 9 "   o r d e r = " 9 9 9 "   k e y = " s h o w T e l e p h o n e C o l u m n "   v a l u e = " F a l s e "   g r o u p O r d e r = " - 1 " / >  
                 < p a r a m e t e r   i d = " 4 1 a 8 9 9 f b - 6 2 0 f - 4 6 4 2 - a 9 5 6 - a 5 d 0 e 2 f a 5 2 4 6 "   n a m e = " S h o w   t i t l e "   t y p e = " S y s t e m . B o o l e a n ,   m s c o r l i b ,   V e r s i o n = 4 . 0 . 0 . 0 ,   C u l t u r e = n e u t r a l ,   P u b l i c K e y T o k e n = b 7 7 a 5 c 5 6 1 9 3 4 e 0 8 9 "   o r d e r = " 9 9 9 "   k e y = " s h o w T i t l e C o l u m n "   v a l u e = " F a l s e "   g r o u p O r d e r = " - 1 " / >  
                 < p a r a m e t e r   i d = " 6 3 6 7 1 a 7 9 - 8 f c 4 - 4 a b 8 - a 5 0 6 - e 5 5 c 4 b 3 3 3 3 3 b "   n a m e = " U s e   f i r s t   a d d r e s s e e   a s   n a m e "   t y p e = " S y s t e m . B o o l e a n ,   m s c o r l i b ,   V e r s i o n = 4 . 0 . 0 . 0 ,   C u l t u r e = n e u t r a l ,   P u b l i c K e y T o k e n = b 7 7 a 5 c 5 6 1 9 3 4 e 0 8 9 "   o r d e r = " 9 9 9 "   k e y = " u s e A d d r e s s e e I n N a m e "   v a l u e = " F a l s e "   g r o u p = " I n t e r A c t i o n "   g r o u p O r d e r = " - 1 " / >  
                 < p a r a m e t e r   i d = " 2 6 6 d 2 2 c e - 6 5 3 9 - 4 c 5 c - 9 e 1 c - c 9 0 d 0 d 3 f f 7 5 8 "   n a m e = " U s e r   p r o m p t "   t y p e = " S y s t e m . S t r i n g ,   m s c o r l i b ,   V e r s i o n = 4 . 0 . 0 . 0 ,   C u l t u r e = n e u t r a l ,   P u b l i c K e y T o k e n = b 7 7 a 5 c 5 6 1 9 3 4 e 0 8 9 "   o r d e r = " 9 9 9 "   k e y = " p r o m p t "   v a l u e = " _ N i n e t h   P a r t i e s "   a r g u m e n t = " U I L o c a l i z e d S t r i n g "   g r o u p O r d e r = " - 1 " / >  
                 < p a r a m e t e r   i d = " 8 1 5 3 7 a e 9 - 6 f c f - 4 a 3 7 - 8 a 0 c - f f 8 1 5 4 c b f 8 3 c "   n a m e = " W i d t h   t y p e "   t y p e = " I p h e l i o n . O u t l i n e . M o d e l . I n t e r f a c e s . Q u e s t i o n C o n t r o l L a y o u t ,   I p h e l i o n . O u t l i n e . M o d e l ,   V e r s i o n = 1 . 6 . 7 . 1 0 ,   C u l t u r e = n e u t r a l ,   P u b l i c K e y T o k e n = n u l l "   o r d e r = " 9 9 9 "   k e y = " l a y o u t "   v a l u e = " F u l l "   g r o u p O r d e r = " - 1 " / >  
             < / p a r a m e t e r s >  
         < / q u e s t i o n >  
         < q u e s t i o n   i d = " 9 b 5 4 4 6 2 e - 0 e 5 6 - 4 e a 5 - b 9 5 c - 9 3 8 c d d 9 9 7 4 5 2 "   n a m e = " P a r t y 1 0 T y p e "   a s s e m b l y = " I p h e l i o n . O u t l i n e . C o n t r o l s . d l l "   t y p e = " I p h e l i o n . O u t l i n e . C o n t r o l s . Q u e s t i o n C o n t r o l s . V i e w M o d e l s . T e x t B o x V i e w M o d e l "   o r d e r = " 3 0 "   a c t i v e = " t r u e "   g r o u p = " P a g e 1 "   r e s u l t T y p e = " s i n g l e "   d i s p l a y T y p e = " A l l " >  
             < p a r a m e t e r s >  
                 < p a r a m e t e r   i d = " 4 5 7 4 5 2 7 7 - f a 3 c - 4 f 0 5 - 8 d d 4 - c 6 d e 8 a a e 5 b 2 6 "   n a m e = " A l l o w   r e t u r n "   t y p e = " S y s t e m . B o o l e a n ,   m s c o r l i b ,   V e r s i o n = 4 . 0 . 0 . 0 ,   C u l t u r e = n e u t r a l ,   P u b l i c K e y T o k e n = b 7 7 a 5 c 5 6 1 9 3 4 e 0 8 9 "   o r d e r = " 9 9 9 "   k e y = " m u l t i l i n e "   v a l u e = " F a l s e "   g r o u p O r d e r = " - 1 " / >  
                 < p a r a m e t e r   i d = " 2 b 8 f 6 5 e 4 - b 3 7 5 - 4 9 d e - b a d 2 - e 0 a 2 e 9 7 1 9 8 e 1 "   n a m e = " H e i g h t "   t y p e = " S y s t e m . I n t 3 2 ,   m s c o r l i b ,   V e r s i o n = 4 . 0 . 0 . 0 ,   C u l t u r e = n e u t r a l ,   P u b l i c K e y T o k e n = b 7 7 a 5 c 5 6 1 9 3 4 e 0 8 9 "   o r d e r = " 9 9 9 "   k e y = " h e i g h t "   v a l u e = " "   g r o u p O r d e r = " - 1 " / >  
                 < p a r a m e t e r   i d = " 9 7 a 2 e 0 1 5 - 8 1 0 1 - 4 3 e 9 - 8 2 f 8 - 9 a c a e e 0 d 0 b 1 1 "   n a m e = " R e m e m b e r   l a s t   v a l u e "   t y p e = " S y s t e m . B o o l e a n ,   m s c o r l i b ,   V e r s i o n = 4 . 0 . 0 . 0 ,   C u l t u r e = n e u t r a l ,   P u b l i c K e y T o k e n = b 7 7 a 5 c 5 6 1 9 3 4 e 0 8 9 "   o r d e r = " 9 9 9 "   k e y = " r e m e m b e r L a s t V a l u e "   v a l u e = " F a l s e "   g r o u p O r d e r = " - 1 " / >  
                 < p a r a m e t e r   i d = " 2 b a f e a 8 5 - 5 f 4 4 - 4 0 c 6 - 9 b 8 9 - e 6 e 4 c e e c 8 b 2 3 "   n a m e = " S e p a r a t e   l i n e s "   t y p e = " S y s t e m . B o o l e a n ,   m s c o r l i b ,   V e r s i o n = 4 . 0 . 0 . 0 ,   C u l t u r e = n e u t r a l ,   P u b l i c K e y T o k e n = b 7 7 a 5 c 5 6 1 9 3 4 e 0 8 9 "   o r d e r = " 9 9 9 "   k e y = " s p l i t L i n e s "   v a l u e = " F a l s e "   g r o u p O r d e r = " - 1 " / >  
                 < p a r a m e t e r   i d = " 8 3 1 a e c d 4 - 9 7 c f - 4 4 8 6 - a 7 c 6 - 6 1 1 8 e 7 f 7 d f 3 2 "   n a m e = " U s e r   p r o m p t "   t y p e = " S y s t e m . S t r i n g ,   m s c o r l i b ,   V e r s i o n = 4 . 0 . 0 . 0 ,   C u l t u r e = n e u t r a l ,   P u b l i c K e y T o k e n = b 7 7 a 5 c 5 6 1 9 3 4 e 0 8 9 "   o r d e r = " 9 9 9 "   k e y = " p r o m p t "   v a l u e = " P a r t y   t y p e   1 0 "   a r g u m e n t = " U I L o c a l i z e d S t r i n g "   g r o u p O r d e r = " - 1 " / >  
                 < p a r a m e t e r   i d = " 1 9 2 c c 9 e 4 - 4 e 6 d - 4 d 8 4 - a 0 a b - 1 e b 8 6 d 4 9 e 5 f b "   n a m e = " W i d t h   t y p e "   t y p e = " I p h e l i o n . O u t l i n e . M o d e l . I n t e r f a c e s . Q u e s t i o n C o n t r o l L a y o u t ,   I p h e l i o n . O u t l i n e . M o d e l ,   V e r s i o n = 1 . 6 . 7 . 1 0 ,   C u l t u r e = n e u t r a l ,   P u b l i c K e y T o k e n = n u l l "   o r d e r = " 9 9 9 "   k e y = " l a y o u t "   v a l u e = " H a l f "   g r o u p O r d e r = " - 1 " / >  
                 < p a r a m e t e r   i d = " 5 3 8 6 e f d c - 0 0 b e - 4 f 7 1 - a 7 f b - 2 0 1 2 5 f f 3 4 7 0 4 "   n a m e = " W r a p   T e x t "   t y p e = " S y s t e m . B o o l e a n ,   m s c o r l i b ,   V e r s i o n = 4 . 0 . 0 . 0 ,   C u l t u r e = n e u t r a l ,   P u b l i c K e y T o k e n = b 7 7 a 5 c 5 6 1 9 3 4 e 0 8 9 "   o r d e r = " 9 9 9 "   k e y = " w r a p T e x t "   v a l u e = " T r u e "   g r o u p O r d e r = " - 1 " / >  
             < / p a r a m e t e r s >  
         < / q u e s t i o n >  
         < q u e s t i o n   i d = " b 2 d 9 c 1 7 c - b 5 e 5 - 4 f b b - 9 1 9 3 - 9 d c 0 d d d 3 8 f 2 e "   n a m e = " P a r t y 1 0 "   a s s e m b l y = " I p h e l i o n . O u t l i n e . C o n t r o l s . d l l "   t y p e = " I p h e l i o n . O u t l i n e . C o n t r o l s . Q u e s t i o n C o n t r o l s . V i e w M o d e l s . C o n t a c t L i s t V i e w M o d e l "   o r d e r = " 3 1 "   a c t i v e = " t r u e "   g r o u p = " P a g e 1 "   r e s u l t T y p e = " s i n g l e "   d i s p l a y T y p e = " A l l " >  
             < p a r a m e t e r s >  
                 < p a r a m e t e r   i d = " b a d 2 6 c 6 2 - 3 6 6 3 - 4 7 9 e - b 2 a c - e 6 8 f c 1 2 8 1 1 8 9 "   n a m e = " A d d   d e f a u l t   s a l u t a t i o n "   t y p e = " S y s t e m . B o o l e a n ,   m s c o r l i b ,   V e r s i o n = 4 . 0 . 0 . 0 ,   C u l t u r e = n e u t r a l ,   P u b l i c K e y T o k e n = b 7 7 a 5 c 5 6 1 9 3 4 e 0 8 9 "   o r d e r = " 9 9 9 "   k e y = " a d d D e f a u l t S a l u t a t i o n "   v a l u e = " F a l s e "   g r o u p = " I n t e r A c t i o n "   g r o u p O r d e r = " - 1 " / >  
                 < p a r a m e t e r   i d = " b 5 8 2 8 8 5 a - 6 6 b 6 - 4 3 1 6 - 8 4 6 0 - 9 a 7 6 5 8 3 d 5 d d 4 "   n a m e = " A d d   g o e s   b y   s a l u t a t i o n "   t y p e = " S y s t e m . B o o l e a n ,   m s c o r l i b ,   V e r s i o n = 4 . 0 . 0 . 0 ,   C u l t u r e = n e u t r a l ,   P u b l i c K e y T o k e n = b 7 7 a 5 c 5 6 1 9 3 4 e 0 8 9 "   o r d e r = " 9 9 9 "   k e y = " a d d G o e s B y T o A d d r e s s e e L i s t "   v a l u e = " F a l s e "   g r o u p = " I n t e r A c t i o n "   g r o u p O r d e r = " - 1 " / >  
                 < p a r a m e t e r   i d = " 1 9 7 1 c 3 5 9 - 8 b b c - 4 e b 3 - 8 3 c 3 - 6 2 7 0 b 7 8 0 9 1 3 4 "   n a m e = " A d d r e s s e e   f i e l d   i d ' s "   t y p e = " S y s t e m . S t r i n g ,   m s c o r l i b ,   V e r s i o n = 4 . 0 . 0 . 0 ,   C u l t u r e = n e u t r a l ,   P u b l i c K e y T o k e n = b 7 7 a 5 c 5 6 1 9 3 4 e 0 8 9 "   o r d e r = " 9 9 9 "   k e y = " a d d r e s s e e F i e l d s "   v a l u e = " "   g r o u p = " I n t e r A c t i o n "   g r o u p O r d e r = " - 1 " / >  
                 < p a r a m e t e r   i d = " 7 a c c 5 a 4 9 - 7 a a c - 4 6 d 7 - 8 e f 3 - e d b 6 0 f 3 2 7 0 7 f "   n a m e = " A l l o w   r e o r d e r i n g "   t y p e = " S y s t e m . B o o l e a n ,   m s c o r l i b ,   V e r s i o n = 4 . 0 . 0 . 0 ,   C u l t u r e = n e u t r a l ,   P u b l i c K e y T o k e n = b 7 7 a 5 c 5 6 1 9 3 4 e 0 8 9 "   o r d e r = " 9 9 9 "   k e y = " a l l o w R e o r d e r i n g "   v a l u e = " T r u e "   g r o u p O r d e r = " - 1 " / >  
                 < p a r a m e t e r   i d = " b 8 8 a 0 9 a 3 - 1 b e c - 4 0 b c - 8 f 1 9 - 3 6 d 5 a 9 f d f 4 6 5 "   n a m e = " A s s o c i a t e d   p h o n e   n a m e "   t y p e = " S y s t e m . S t r i n g ,   m s c o r l i b ,   V e r s i o n = 4 . 0 . 0 . 0 ,   C u l t u r e = n e u t r a l ,   P u b l i c K e y T o k e n = b 7 7 a 5 c 5 6 1 9 3 4 e 0 8 9 "   o r d e r = " 9 9 9 "   k e y = " a s s o c i a t e d P h o n e "   v a l u e = " "   g r o u p = " I n t e r A c t i o n "   g r o u p O r d e r = " - 1 " / >  
                 < p a r a m e t e r   i d = " a 1 8 9 d 6 b 6 - b 3 7 6 - 4 2 2 f - 8 5 6 a - d 0 f 0 a c f a 0 f 3 8 "   n a m e = " A u t o   e x e c u t e   s e a r c h "   t y p e = " S y s t e m . B o o l e a n ,   m s c o r l i b ,   V e r s i o n = 4 . 0 . 0 . 0 ,   C u l t u r e = n e u t r a l ,   P u b l i c K e y T o k e n = b 7 7 a 5 c 5 6 1 9 3 4 e 0 8 9 "   o r d e r = " 9 9 9 "   k e y = " a u t o E x e c u t e S e a r c h "   v a l u e = " T r u e "   g r o u p = " I n t e r A c t i o n "   g r o u p O r d e r = " - 1 " / >  
                 < p a r a m e t e r   i d = " 8 c e 3 b 0 c 4 - 8 5 7 9 - 4 c c 3 - 8 c 8 7 - 2 f 4 0 5 2 9 0 b 4 8 f "   n a m e = " C a n   u s e r   a d d   c o n t a c t s "   t y p e = " S y s t e m . B o o l e a n ,   m s c o r l i b ,   V e r s i o n = 4 . 0 . 0 . 0 ,   C u l t u r e = n e u t r a l ,   P u b l i c K e y T o k e n = b 7 7 a 5 c 5 6 1 9 3 4 e 0 8 9 "   o r d e r = " 9 9 9 "   k e y = " c a n U s e r A d d I t e m s "   v a l u e = " T r u e "   g r o u p O r d e r = " - 1 " / >  
                 < p a r a m e t e r   i d = " 3 9 e 2 f 7 1 2 - f 2 5 9 - 4 f e 6 - 8 8 b 7 - d a 8 9 1 1 3 0 4 8 9 4 "   n a m e = " C o n t a c t   r e q u i r e d "   t y p e = " S y s t e m . B o o l e a n ,   m s c o r l i b ,   V e r s i o n = 4 . 0 . 0 . 0 ,   C u l t u r e = n e u t r a l ,   P u b l i c K e y T o k e n = b 7 7 a 5 c 5 6 1 9 3 4 e 0 8 9 "   o r d e r = " 9 9 9 "   k e y = " i t e m R e q u i r e d "   v a l u e = " T r u e "   g r o u p O r d e r = " - 1 " / >  
                 < p a r a m e t e r   i d = " 5 5 e e 5 e 6 1 - 5 9 8 3 - 4 f a 6 - 9 7 a d - c 3 2 9 9 e e 3 3 b c 9 "   n a m e = " C u s t o m   f i e l d   i d "   t y p e = " S y s t e m . S t r i n g ,   m s c o r l i b ,   V e r s i o n = 4 . 0 . 0 . 0 ,   C u l t u r e = n e u t r a l ,   P u b l i c K e y T o k e n = b 7 7 a 5 c 5 6 1 9 3 4 e 0 8 9 "   o r d e r = " 9 9 9 "   k e y = " c u s t o m F i e l d "   v a l u e = " "   g r o u p = " I n t e r A c t i o n "   g r o u p O r d e r = " - 1 " / >  
                 < p a r a m e t e r   i d = " 9 8 f 8 f c 0 6 - c 3 c 8 - 4 2 6 8 - 9 3 5 e - 8 0 e 4 0 7 7 0 a c f 8 "   n a m e = " D i a l o g   t i t l e "   t y p e = " S y s t e m . S t r i n g ,   m s c o r l i b ,   V e r s i o n = 4 . 0 . 0 . 0 ,   C u l t u r e = n e u t r a l ,   P u b l i c K e y T o k e n = b 7 7 a 5 c 5 6 1 9 3 4 e 0 8 9 "   o r d e r = " 9 9 9 "   k e y = " d i a l o g T i t l e "   v a l u e = " "   g r o u p = " I n t e r A c t i o n "   g r o u p O r d e r = " - 1 " / >  
                 < p a r a m e t e r   i d = " 6 c 8 d 7 2 8 f - e b 9 8 - 4 a 4 9 - 8 5 2 f - 5 c f a 0 f 0 c 6 3 6 4 "   n a m e = " D i s p l a y   t y p e "   t y p e = " I p h e l i o n . O u t l i n e . I n t e g r a t i o n . I n t e r A c t i o n . D i s p l a y T y p e ,   I p h e l i o n . O u t l i n e . I n t e g r a t i o n . I n t e r A c t i o n ,   V e r s i o n = 1 . 6 . 7 . 1 0 ,   C u l t u r e = n e u t r a l ,   P u b l i c K e y T o k e n = n u l l "   o r d e r = " 9 9 9 "   k e y = " s h o w A P E T y p e "   v a l u e = " A d d r e s s "   g r o u p = " I n t e r A c t i o n "   g r o u p O r d e r = " - 1 " / >  
                 < p a r a m e t e r   i d = " 2 e 2 d 7 5 7 b - 8 7 c 9 - 4 a 2 3 - a a 2 f - 0 2 3 a f b 6 5 c 7 0 8 "   n a m e = " H e i g h t "   t y p e = " S y s t e m . I n t 3 2 ,   m s c o r l i b ,   V e r s i o n = 4 . 0 . 0 . 0 ,   C u l t u r e = n e u t r a l ,   P u b l i c K e y T o k e n = b 7 7 a 5 c 5 6 1 9 3 4 e 0 8 9 "   o r d e r = " 9 9 9 "   k e y = " h e i g h t "   v a l u e = " 1 0 0 "   g r o u p O r d e r = " - 1 " / >  
                 < p a r a m e t e r   i d = " 7 0 1 5 d 8 6 b - a 3 7 3 - 4 7 7 c - b b 1 e - 4 3 9 2 6 6 0 2 a 0 7 2 "   n a m e = " H i d e   f i r m   c o n t a c t s "   t y p e = " S y s t e m . B o o l e a n ,   m s c o r l i b ,   V e r s i o n = 4 . 0 . 0 . 0 ,   C u l t u r e = n e u t r a l ,   P u b l i c K e y T o k e n = b 7 7 a 5 c 5 6 1 9 3 4 e 0 8 9 "   o r d e r = " 9 9 9 "   k e y = " h i d e F i r m C o n t a c t s "   v a l u e = " F a l s e "   g r o u p = " I n t e r A c t i o n "   g r o u p O r d e r = " - 1 " / >  
                 < p a r a m e t e r   i d = " 5 7 e 9 c a 2 2 - 8 f 2 d - 4 4 a 0 - a f 8 f - e 1 2 4 a b e f 9 6 3 1 "   n a m e = " H i d e   H e a d e r "   t y p e = " S y s t e m . B o o l e a n ,   m s c o r l i b ,   V e r s i o n = 4 . 0 . 0 . 0 ,   C u l t u r e = n e u t r a l ,   P u b l i c K e y T o k e n = b 7 7 a 5 c 5 6 1 9 3 4 e 0 8 9 "   o r d e r = " 9 9 9 "   k e y = " h i d e H e a d e r "   v a l u e = " F a l s e "   g r o u p O r d e r = " - 1 " / >  
                 < p a r a m e t e r   i d = " 2 a e 6 0 8 0 7 - 5 0 f 0 - 4 2 9 6 - a 3 c b - e f 7 b 0 d 5 8 8 1 6 9 "   n a m e = " H i d e   m a r k e t i n g   l i s t s "   t y p e = " S y s t e m . B o o l e a n ,   m s c o r l i b ,   V e r s i o n = 4 . 0 . 0 . 0 ,   C u l t u r e = n e u t r a l ,   P u b l i c K e y T o k e n = b 7 7 a 5 c 5 6 1 9 3 4 e 0 8 9 "   o r d e r = " 9 9 9 "   k e y = " h i d e M a r k e t i n g L i s t s "   v a l u e = " F a l s e "   g r o u p = " I n t e r A c t i o n "   g r o u p O r d e r = " - 1 " / >  
                 < p a r a m e t e r   i d = " 0 1 c e 1 e 8 8 - 8 4 6 5 - 4 9 3 1 - b f 4 7 - 4 1 6 6 2 f a 9 e 8 8 5 "   n a m e = " H i d e   m y   c o n t a c t s "   t y p e = " S y s t e m . B o o l e a n ,   m s c o r l i b ,   V e r s i o n = 4 . 0 . 0 . 0 ,   C u l t u r e = n e u t r a l ,   P u b l i c K e y T o k e n = b 7 7 a 5 c 5 6 1 9 3 4 e 0 8 9 "   o r d e r = " 9 9 9 "   k e y = " h i d e M y C o n t a c t s "   v a l u e = " F a l s e "   g r o u p = " I n t e r A c t i o n "   g r o u p O r d e r = " - 1 " / >  
                 < p a r a m e t e r   i d = " 5 9 1 e f 5 9 e - d a 2 e - 4 7 7 8 - b 6 0 c - 6 2 7 f 3 6 0 a 8 f b 2 "   n a m e = " H i d e   p r o j e c t   m o d u l e s "   t y p e = " S y s t e m . B o o l e a n ,   m s c o r l i b ,   V e r s i o n = 4 . 0 . 0 . 0 ,   C u l t u r e = n e u t r a l ,   P u b l i c K e y T o k e n = b 7 7 a 5 c 5 6 1 9 3 4 e 0 8 9 "   o r d e r = " 9 9 9 "   k e y = " h i d e P r o j e c t M o d u l e s "   v a l u e = " F a l s e "   g r o u p = " I n t e r A c t i o n "   g r o u p O r d e r = " - 1 " / >  
                 < p a r a m e t e r   i d = " 1 8 1 d f f a b - 4 d a d - 4 a b a - b 1 3 9 - 6 e a 7 f 5 1 0 8 8 c d "   n a m e = " H i d e   w o r k i n g   l i s t s "   t y p e = " S y s t e m . B o o l e a n ,   m s c o r l i b ,   V e r s i o n = 4 . 0 . 0 . 0 ,   C u l t u r e = n e u t r a l ,   P u b l i c K e y T o k e n = b 7 7 a 5 c 5 6 1 9 3 4 e 0 8 9 "   o r d e r = " 9 9 9 "   k e y = " h i d e W o r k i n g L i s t s "   v a l u e = " F a l s e "   g r o u p = " I n t e r A c t i o n "   g r o u p O r d e r = " - 1 " / >  
                 < p a r a m e t e r   i d = " e 3 4 6 f c 1 9 - 7 4 6 5 - 4 0 d c - a b d 7 - a c a 9 3 0 e e 9 6 2 e "   n a m e = " I n i t i a l   c o n t a c t   t y p e "   t y p e = " S y s t e m . S t r i n g ,   m s c o r l i b ,   V e r s i o n = 4 . 0 . 0 . 0 ,   C u l t u r e = n e u t r a l ,   P u b l i c K e y T o k e n = b 7 7 a 5 c 5 6 1 9 3 4 e 0 8 9 "   o r d e r = " 9 9 9 "   k e y = " i n i t i a l C o n t a c t T y p e "   v a l u e = " "   g r o u p = " I n t e r A c t i o n "   g r o u p O r d e r = " - 1 " / >  
                 < p a r a m e t e r   i d = " a 5 9 5 7 9 0 0 - 6 c 6 0 - 4 e 0 1 - 8 7 3 a - 6 b b 2 f f 6 a 1 3 9 b "   n a m e = " I n i t i a l   l i s t "   t y p e = " I p h e l i o n . O u t l i n e . I n t e g r a t i o n . I n t e r A c t i o n . L i s t T y p e ,   I p h e l i o n . O u t l i n e . I n t e g r a t i o n . I n t e r A c t i o n ,   V e r s i o n = 1 . 6 . 7 . 1 0 ,   C u l t u r e = n e u t r a l ,   P u b l i c K e y T o k e n = n u l l "   o r d e r = " 9 9 9 "   k e y = " i n t i a l L i s t "   v a l u e = " M y C o n t a c t s "   g r o u p = " I n t e r A c t i o n "   g r o u p O r d e r = " - 1 " / >  
                 < p a r a m e t e r   i d = " 9 6 7 5 9 9 5 b - a 0 1 2 - 4 f 8 c - 9 5 6 4 - 5 a 8 e 0 c 5 f b 7 c 7 "   n a m e = " R e s t r i c t   p r o j e c t "   t y p e = " S y s t e m . B o o l e a n ,   m s c o r l i b ,   V e r s i o n = 4 . 0 . 0 . 0 ,   C u l t u r e = n e u t r a l ,   P u b l i c K e y T o k e n = b 7 7 a 5 c 5 6 1 9 3 4 e 0 8 9 "   o r d e r = " 9 9 9 "   k e y = " r e s t r i c t P r o j e c t "   v a l u e = " F a l s e "   g r o u p = " I n t e r A c t i o n "   g r o u p O r d e r = " - 1 " / >  
                 < p a r a m e t e r   i d = " d a 3 8 6 0 a 8 - 7 d e 7 - 4 9 7 6 - 8 b a 4 - 5 4 1 f a 2 3 8 d 1 b 1 "   n a m e = " S e a r c h   i f   b l a n k "   t y p e = " S y s t e m . B o o l e a n ,   m s c o r l i b ,   V e r s i o n = 4 . 0 . 0 . 0 ,   C u l t u r e = n e u t r a l ,   P u b l i c K e y T o k e n = b 7 7 a 5 c 5 6 1 9 3 4 e 0 8 9 "   o r d e r = " 9 9 9 "   k e y = " s e a r c h I f B l a n k "   v a l u e = " F a l s e "   g r o u p = " I n t e r A c t i o n "   g r o u p O r d e r = " - 1 " / >  
                 < p a r a m e t e r   i d = " 5 0 3 8 2 7 f 9 - 2 6 4 c - 4 3 a 3 - b 1 8 0 - d 9 d 8 c 2 a 7 8 8 0 6 "   n a m e = " S e t   p r o j e c t "   t y p e = " S y s t e m . B o o l e a n ,   m s c o r l i b ,   V e r s i o n = 4 . 0 . 0 . 0 ,   C u l t u r e = n e u t r a l ,   P u b l i c K e y T o k e n = b 7 7 a 5 c 5 6 1 9 3 4 e 0 8 9 "   o r d e r = " 9 9 9 "   k e y = " s e t P r o j e c t "   v a l u e = " F a l s e "   g r o u p = " I n t e r A c t i o n "   g r o u p O r d e r = " - 1 " / >  
                 < p a r a m e t e r   i d = " 9 7 3 5 7 1 8 a - 8 a 3 9 - 4 9 6 9 - b 5 5 b - 6 0 1 e 6 e f f 9 2 2 8 "   n a m e = " S h o w   a d d r e s s "   t y p e = " S y s t e m . B o o l e a n ,   m s c o r l i b ,   V e r s i o n = 4 . 0 . 0 . 0 ,   C u l t u r e = n e u t r a l ,   P u b l i c K e y T o k e n = b 7 7 a 5 c 5 6 1 9 3 4 e 0 8 9 "   o r d e r = " 9 9 9 "   k e y = " s h o w A d d r e s s C o l u m n "   v a l u e = " F a l s e "   g r o u p O r d e r = " - 1 " / >  
                 < p a r a m e t e r   i d = " 8 3 f 1 6 a 3 2 - a 3 6 e - 4 a a 6 - 9 c c 8 - 8 3 1 9 f d 0 8 c 0 8 b "   n a m e = " S h o w   c o m b i n e d   n a m e "   t y p e = " S y s t e m . B o o l e a n ,   m s c o r l i b ,   V e r s i o n = 4 . 0 . 0 . 0 ,   C u l t u r e = n e u t r a l ,   P u b l i c K e y T o k e n = b 7 7 a 5 c 5 6 1 9 3 4 e 0 8 9 "   o r d e r = " 9 9 9 "   k e y = " s h o w C o m b i n e d N a m e "   v a l u e = " T r u e "   g r o u p O r d e r = " - 1 " / >  
                 < p a r a m e t e r   i d = " 7 1 b 2 6 5 4 c - a d 3 6 - 4 9 d 1 - 9 d e 3 - 9 b 8 9 1 2 a e e 6 1 7 "   n a m e = " S h o w   c o m p a n y "   t y p e = " S y s t e m . B o o l e a n ,   m s c o r l i b ,   V e r s i o n = 4 . 0 . 0 . 0 ,   C u l t u r e = n e u t r a l ,   P u b l i c K e y T o k e n = b 7 7 a 5 c 5 6 1 9 3 4 e 0 8 9 "   o r d e r = " 9 9 9 "   k e y = " s h o w C o m p a n y C o l u m n "   v a l u e = " F a l s e "   g r o u p O r d e r = " - 1 " / >  
                 < p a r a m e t e r   i d = " 3 d 3 0 1 1 6 d - b b b 2 - 4 8 0 6 - a c 1 6 - 7 7 6 1 1 3 0 a b 0 1 8 "   n a m e = " S h o w   e m a i l "   t y p e = " S y s t e m . B o o l e a n ,   m s c o r l i b ,   V e r s i o n = 4 . 0 . 0 . 0 ,   C u l t u r e = n e u t r a l ,   P u b l i c K e y T o k e n = b 7 7 a 5 c 5 6 1 9 3 4 e 0 8 9 "   o r d e r = " 9 9 9 "   k e y = " s h o w E m a i l C o l u m n "   v a l u e = " F a l s e "   g r o u p O r d e r = " - 1 " / >  
                 < p a r a m e t e r   i d = " a 4 c 2 f d 7 e - a d 5 8 - 4 2 0 f - 8 e f c - 1 2 b 2 4 7 c 9 b f d 7 "   n a m e = " S h o w   f a x "   t y p e = " S y s t e m . B o o l e a n ,   m s c o r l i b ,   V e r s i o n = 4 . 0 . 0 . 0 ,   C u l t u r e = n e u t r a l ,   P u b l i c K e y T o k e n = b 7 7 a 5 c 5 6 1 9 3 4 e 0 8 9 "   o r d e r = " 9 9 9 "   k e y = " s h o w F a x C o l u m n "   v a l u e = " F a l s e "   g r o u p O r d e r = " - 1 " / >  
                 < p a r a m e t e r   i d = " 8 c a 8 9 4 2 2 - f d 6 0 - 4 f a d - a c 5 f - 1 d 5 f 7 d 5 a 0 3 f b "   n a m e = " S h o w   f i r s t   n a m e "   t y p e = " S y s t e m . B o o l e a n ,   m s c o r l i b ,   V e r s i o n = 4 . 0 . 0 . 0 ,   C u l t u r e = n e u t r a l ,   P u b l i c K e y T o k e n = b 7 7 a 5 c 5 6 1 9 3 4 e 0 8 9 "   o r d e r = " 9 9 9 "   k e y = " s h o w F i r s t N a m e C o l u m n "   v a l u e = " F a l s e "   g r o u p O r d e r = " - 1 " / >  
                 < p a r a m e t e r   i d = " 0 a 3 a b d b 8 - 1 5 2 7 - 4 2 9 4 - b 1 b 9 - 1 f a 3 0 4 3 1 7 a 0 a "   n a m e = " S h o w   j o b   t i t l e "   t y p e = " S y s t e m . B o o l e a n ,   m s c o r l i b ,   V e r s i o n = 4 . 0 . 0 . 0 ,   C u l t u r e = n e u t r a l ,   P u b l i c K e y T o k e n = b 7 7 a 5 c 5 6 1 9 3 4 e 0 8 9 "   o r d e r = " 9 9 9 "   k e y = " s h o w J o b T i t l e C o l u m n "   v a l u e = " F a l s e "   g r o u p O r d e r = " - 1 " / >  
                 < p a r a m e t e r   i d = " d 6 0 5 b 0 f b - 3 9 9 2 - 4 6 8 a - 9 f c 4 - 3 8 f 2 d 2 4 8 2 8 e 7 "   n a m e = " S h o w   l a s t   n a m e "   t y p e = " S y s t e m . B o o l e a n ,   m s c o r l i b ,   V e r s i o n = 4 . 0 . 0 . 0 ,   C u l t u r e = n e u t r a l ,   P u b l i c K e y T o k e n = b 7 7 a 5 c 5 6 1 9 3 4 e 0 8 9 "   o r d e r = " 9 9 9 "   k e y = " s h o w L a s t N a m e C o l u m n "   v a l u e = " F a l s e "   g r o u p O r d e r = " - 1 " / >  
                 < p a r a m e t e r   i d = " 1 9 9 2 5 6 4 6 - 1 7 7 9 - 4 2 0 d - 8 a 2 a - 2 3 b d f 8 0 d 5 9 d c "   n a m e = " S h o w   m o b i l e "   t y p e = " S y s t e m . B o o l e a n ,   m s c o r l i b ,   V e r s i o n = 4 . 0 . 0 . 0 ,   C u l t u r e = n e u t r a l ,   P u b l i c K e y T o k e n = b 7 7 a 5 c 5 6 1 9 3 4 e 0 8 9 "   o r d e r = " 9 9 9 "   k e y = " s h o w M o b i l e C o l u m n "   v a l u e = " F a l s e "   g r o u p O r d e r = " - 1 " / >  
                 < p a r a m e t e r   i d = " b a 4 2 b 6 e b - a 9 a 7 - 4 7 2 0 - 8 5 4 3 - 7 a 5 1 4 e 9 2 8 a e d "   n a m e = " S h o w   r e f e r e n c e "   t y p e = " S y s t e m . B o o l e a n ,   m s c o r l i b ,   V e r s i o n = 4 . 0 . 0 . 0 ,   C u l t u r e = n e u t r a l ,   P u b l i c K e y T o k e n = b 7 7 a 5 c 5 6 1 9 3 4 e 0 8 9 "   o r d e r = " 9 9 9 "   k e y = " s h o w R e f e r e n c e C o l u m n "   v a l u e = " F a l s e "   g r o u p O r d e r = " - 1 " / >  
                 < p a r a m e t e r   i d = " 3 2 d 5 0 5 f c - f 3 7 1 - 4 c 9 6 - 9 c 0 6 - 2 c 2 2 a 4 1 8 3 7 f 6 "   n a m e = " S h o w   t e l e p h o n e "   t y p e = " S y s t e m . B o o l e a n ,   m s c o r l i b ,   V e r s i o n = 4 . 0 . 0 . 0 ,   C u l t u r e = n e u t r a l ,   P u b l i c K e y T o k e n = b 7 7 a 5 c 5 6 1 9 3 4 e 0 8 9 "   o r d e r = " 9 9 9 "   k e y = " s h o w T e l e p h o n e C o l u m n "   v a l u e = " F a l s e "   g r o u p O r d e r = " - 1 " / >  
                 < p a r a m e t e r   i d = " 2 c 9 5 9 6 8 4 - 6 a 0 0 - 4 e f f - 9 7 6 f - 4 9 1 a 8 9 e 6 7 9 2 8 "   n a m e = " S h o w   t i t l e "   t y p e = " S y s t e m . B o o l e a n ,   m s c o r l i b ,   V e r s i o n = 4 . 0 . 0 . 0 ,   C u l t u r e = n e u t r a l ,   P u b l i c K e y T o k e n = b 7 7 a 5 c 5 6 1 9 3 4 e 0 8 9 "   o r d e r = " 9 9 9 "   k e y = " s h o w T i t l e C o l u m n "   v a l u e = " F a l s e "   g r o u p O r d e r = " - 1 " / >  
                 < p a r a m e t e r   i d = " e 5 6 7 b 8 0 c - 3 6 9 e - 4 e c d - 8 7 6 3 - 1 9 6 9 4 c 6 c b 2 d c "   n a m e = " U s e   f i r s t   a d d r e s s e e   a s   n a m e "   t y p e = " S y s t e m . B o o l e a n ,   m s c o r l i b ,   V e r s i o n = 4 . 0 . 0 . 0 ,   C u l t u r e = n e u t r a l ,   P u b l i c K e y T o k e n = b 7 7 a 5 c 5 6 1 9 3 4 e 0 8 9 "   o r d e r = " 9 9 9 "   k e y = " u s e A d d r e s s e e I n N a m e "   v a l u e = " F a l s e "   g r o u p = " I n t e r A c t i o n "   g r o u p O r d e r = " - 1 " / >  
                 < p a r a m e t e r   i d = " d f 2 8 d c 0 e - 9 c d c - 4 b 1 6 - 9 3 b 2 - 0 0 a 9 4 2 3 9 5 3 1 b "   n a m e = " U s e r   p r o m p t "   t y p e = " S y s t e m . S t r i n g ,   m s c o r l i b ,   V e r s i o n = 4 . 0 . 0 . 0 ,   C u l t u r e = n e u t r a l ,   P u b l i c K e y T o k e n = b 7 7 a 5 c 5 6 1 9 3 4 e 0 8 9 "   o r d e r = " 9 9 9 "   k e y = " p r o m p t "   v a l u e = " _ T e n t h   P a r t i e s "   a r g u m e n t = " U I L o c a l i z e d S t r i n g "   g r o u p O r d e r = " - 1 " / >  
                 < p a r a m e t e r   i d = " a 0 b e 8 e b f - d f 5 5 - 4 f 3 9 - 8 b 1 d - 7 e 2 1 3 9 4 6 6 c d b "   n a m e = " W i d t h   t y p e "   t y p e = " I p h e l i o n . O u t l i n e . M o d e l . I n t e r f a c e s . Q u e s t i o n C o n t r o l L a y o u t ,   I p h e l i o n . O u t l i n e . M o d e l ,   V e r s i o n = 1 . 6 . 7 . 1 0 ,   C u l t u r e = n e u t r a l ,   P u b l i c K e y T o k e n = n u l l "   o r d e r = " 9 9 9 "   k e y = " l a y o u t "   v a l u e = " F u l l "   g r o u p O r d e r = " - 1 " / >  
             < / p a r a m e t e r s >  
         < / q u e s t i o n >  
     < / q u e s t i o n s >  
     < c o m m a n d s >  
         < c o m m a n d   i d = " e 9 0 8 6 3 9 d - e e a 9 - 4 4 a 4 - 9 7 0 f - 0 9 5 0 c 6 c 4 c b 8 a "   n a m e = " V i s i b i l i t y P a r t y T y p e 3 "   a s s e m b l y = " I p h e l i o n . O u t l i n e . M o d e l . d l l "   t y p e = " I p h e l i o n . O u t l i n e . M o d e l . C o m m a n d s . Q u e s t i o n V i s i b i l i t y C o m m a n d "   o r d e r = " 0 "   a c t i v e = " t r u e "   c o m m a n d T y p e = " s t a r t u p " >  
             < p a r a m e t e r s >  
                 < p a r a m e t e r   i d = " 4 4 c d b 9 3 5 - a 5 0 e - 4 d e e - 8 b f c - d f c 4 0 c 0 8 6 3 c 0 "   n a m e = " M a t c h   c r i t e r i a "   t y p e = " S y s t e m . S t r i n g ,   m s c o r l i b ,   V e r s i o n = 4 . 0 . 0 . 0 ,   C u l t u r e = n e u t r a l ,   P u b l i c K e y T o k e n = b 7 7 a 5 c 5 6 1 9 3 4 e 0 8 9 "   o r d e r = " 1 "   k e y = " m a t c h "   v a l u e = " "   a r g u m e n t = " F o r m a t S t r i n g "   g r o u p O r d e r = " - 1 " / >  
                 < p a r a m e t e r   i d = " 3 c a 4 1 9 6 c - 9 3 1 4 - 4 d c 8 - a 1 b a - 3 1 5 5 a 8 0 b 5 3 c 4 "   n a m e = " S h o w   v a l u e s "   t y p e = " S y s t e m . S t r i n g ,   m s c o r l i b ,   V e r s i o n = 4 . 0 . 0 . 0 ,   C u l t u r e = n e u t r a l ,   P u b l i c K e y T o k e n = b 7 7 a 5 c 5 6 1 9 3 4 e 0 8 9 "   o r d e r = " 2 "   k e y = " f i e l d V a l u e s "   v a l u e = " 3 , 4 , 5 , 6 , 7 , 8 , 9 , 1 0 , "   a r g u m e n t = " I t e m L i s t C o n t r o l "   g r o u p O r d e r = " - 1 " / >  
                 < p a r a m e t e r   i d = " 2 6 b 9 6 b a c - 8 0 8 3 - 4 9 1 e - b 0 4 c - a 7 c 3 1 1 6 a 4 0 f f " 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d 4 f 2 4 a 9 3 - 8 7 3 a - 4 5 7 2 - b a 4 f - 8 3 6 f e 5 6 9 c 4 d d "   n a m e = " L i n k e d   c o m m a n d s "   t y p e = " S y s t e m . G u i d ,   m s c o r l i b ,   V e r s i o n = 4 . 0 . 0 . 0 ,   C u l t u r e = n e u t r a l ,   P u b l i c K e y T o k e n = b 7 7 a 5 c 5 6 1 9 3 4 e 0 8 9 "   o r d e r = " 9 9 9 "   k e y = " l i n k e d C o m m a n d "   v a l u e = " "   a r g u m e n t = " M u l t i p l e C o m m a n d C h o o s e r "   g r o u p O r d e r = " - 1 " / >  
                 < p a r a m e t e r   i d = " 5 5 6 4 8 2 4 1 - 6 1 b 3 - 4 5 1 4 - 9 f e e - 3 9 4 5 8 e b b 3 e e 6 "   n a m e = " L i n k e d   q u e s t i o n s "   t y p e = " S y s t e m . G u i d ,   m s c o r l i b ,   V e r s i o n = 4 . 0 . 0 . 0 ,   C u l t u r e = n e u t r a l ,   P u b l i c K e y T o k e n = b 7 7 a 5 c 5 6 1 9 3 4 e 0 8 9 "   o r d e r = " 9 9 9 "   k e y = " l i n k e d Q u e s t i o n "   v a l u e = " 7 1 0 7 4 9 b c - 9 2 9 6 - 4 c 3 4 - 9 3 2 3 - e b 0 1 b 2 3 4 5 5 5 f "   a r g u m e n t = " M u l t i p l e C o n t r o l "   g r o u p O r d e r = " - 1 " / >  
                 < p a r a m e t e r   i d = " 1 5 a b 1 d 9 9 - 9 2 2 e - 4 c 0 9 - a 0 4 0 - 2 0 9 9 6 2 1 0 3 3 b f "   n a m e = " R e p l a c e   v a l u e s   w i t h   l a b e l s "   t y p e = " S y s t e m . B o o l e a n ,   m s c o r l i b ,   V e r s i o n = 4 . 0 . 0 . 0 ,   C u l t u r e = n e u t r a l ,   P u b l i c K e y T o k e n = b 7 7 a 5 c 5 6 1 9 3 4 e 0 8 9 "   o r d e r = " 9 9 9 "   k e y = " u s e L a b e l s "   v a l u e = " F a l s e "   g r o u p O r d e r = " - 1 " / >  
             < / p a r a m e t e r s >  
         < / c o m m a n d >  
         < c o m m a n d   i d = " c d e 9 5 5 3 1 - 6 0 4 3 - 4 2 f a - a 6 c 4 - a 2 0 5 f d a 1 2 f 5 7 "   n a m e = " V i s i b i l i t y P a r t y 3 "   a s s e m b l y = " I p h e l i o n . O u t l i n e . M o d e l . d l l "   t y p e = " I p h e l i o n . O u t l i n e . M o d e l . C o m m a n d s . Q u e s t i o n V i s i b i l i t y C o m m a n d "   o r d e r = " 1 "   a c t i v e = " t r u e "   c o m m a n d T y p e = " s t a r t u p " >  
             < p a r a m e t e r s >  
                 < p a r a m e t e r   i d = " 7 0 1 2 2 4 9 5 - 3 3 c 5 - 4 5 1 8 - a c 6 e - 4 b 7 d 1 f c 2 f f f b "   n a m e = " M a t c h   c r i t e r i a "   t y p e = " S y s t e m . S t r i n g ,   m s c o r l i b ,   V e r s i o n = 4 . 0 . 0 . 0 ,   C u l t u r e = n e u t r a l ,   P u b l i c K e y T o k e n = b 7 7 a 5 c 5 6 1 9 3 4 e 0 8 9 "   o r d e r = " 1 "   k e y = " m a t c h "   v a l u e = " "   a r g u m e n t = " F o r m a t S t r i n g "   g r o u p O r d e r = " - 1 " / >  
                 < p a r a m e t e r   i d = " 5 a f a 2 d 6 4 - 4 0 8 6 - 4 f 9 2 - 8 3 8 4 - b e 9 f 4 5 3 4 5 f 5 2 "   n a m e = " S h o w   v a l u e s "   t y p e = " S y s t e m . S t r i n g ,   m s c o r l i b ,   V e r s i o n = 4 . 0 . 0 . 0 ,   C u l t u r e = n e u t r a l ,   P u b l i c K e y T o k e n = b 7 7 a 5 c 5 6 1 9 3 4 e 0 8 9 "   o r d e r = " 2 "   k e y = " f i e l d V a l u e s "   v a l u e = " 3 , 4 , 5 , 6 , 7 , 8 , 9 , 1 0 "   a r g u m e n t = " I t e m L i s t C o n t r o l "   g r o u p O r d e r = " - 1 " / >  
                 < p a r a m e t e r   i d = " e 8 7 4 a 3 3 3 - c f b b - 4 b 4 2 - a b a 6 - 0 7 e e a 0 1 3 e d e 6 " 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7 8 f a 5 0 3 7 - 7 3 5 2 - 4 b 5 4 - a 1 0 2 - 3 3 c f 6 9 f 5 4 7 c 9 "   n a m e = " L i n k e d   c o m m a n d s "   t y p e = " S y s t e m . G u i d ,   m s c o r l i b ,   V e r s i o n = 4 . 0 . 0 . 0 ,   C u l t u r e = n e u t r a l ,   P u b l i c K e y T o k e n = b 7 7 a 5 c 5 6 1 9 3 4 e 0 8 9 "   o r d e r = " 9 9 9 "   k e y = " l i n k e d C o m m a n d "   v a l u e = " "   a r g u m e n t = " M u l t i p l e C o m m a n d C h o o s e r "   g r o u p O r d e r = " - 1 " / >  
                 < p a r a m e t e r   i d = " 4 d 3 4 a b d 1 - 8 7 8 3 - 4 2 5 6 - 9 1 9 9 - 0 0 4 b 4 d 4 7 8 8 e 2 "   n a m e = " L i n k e d   q u e s t i o n s "   t y p e = " S y s t e m . G u i d ,   m s c o r l i b ,   V e r s i o n = 4 . 0 . 0 . 0 ,   C u l t u r e = n e u t r a l ,   P u b l i c K e y T o k e n = b 7 7 a 5 c 5 6 1 9 3 4 e 0 8 9 "   o r d e r = " 9 9 9 "   k e y = " l i n k e d Q u e s t i o n "   v a l u e = " d 1 c 1 b 0 b a - 1 a d 7 - 4 e 2 6 - a f 7 6 - 9 b 4 b 9 e c 6 8 c 7 6 "   a r g u m e n t = " M u l t i p l e C o n t r o l "   g r o u p O r d e r = " - 1 " / >  
                 < p a r a m e t e r   i d = " 4 8 9 c 1 6 f 2 - 2 f d 9 - 4 1 8 b - 8 6 c 0 - 9 8 e a 4 3 d f b 3 e 1 "   n a m e = " R e p l a c e   v a l u e s   w i t h   l a b e l s "   t y p e = " S y s t e m . B o o l e a n ,   m s c o r l i b ,   V e r s i o n = 4 . 0 . 0 . 0 ,   C u l t u r e = n e u t r a l ,   P u b l i c K e y T o k e n = b 7 7 a 5 c 5 6 1 9 3 4 e 0 8 9 "   o r d e r = " 9 9 9 "   k e y = " u s e L a b e l s "   v a l u e = " F a l s e "   g r o u p O r d e r = " - 1 " / >  
             < / p a r a m e t e r s >  
         < / c o m m a n d >  
         < c o m m a n d   i d = " b f f 1 7 e a e - e d 8 7 - 4 5 3 d - 8 d d 2 - 5 1 d 5 1 0 c 0 d d 3 b "   n a m e = " V i s i b i l i t y P a r t y T y p e 4 "   a s s e m b l y = " I p h e l i o n . O u t l i n e . M o d e l . d l l "   t y p e = " I p h e l i o n . O u t l i n e . M o d e l . C o m m a n d s . Q u e s t i o n V i s i b i l i t y C o m m a n d "   o r d e r = " 2 "   a c t i v e = " t r u e "   c o m m a n d T y p e = " s t a r t u p " >  
             < p a r a m e t e r s >  
                 < p a r a m e t e r   i d = " 2 8 f b f b 1 1 - 8 7 b 8 - 4 3 6 f - 9 d f 5 - f c d 9 1 3 5 a 5 5 0 7 "   n a m e = " M a t c h   c r i t e r i a "   t y p e = " S y s t e m . S t r i n g ,   m s c o r l i b ,   V e r s i o n = 4 . 0 . 0 . 0 ,   C u l t u r e = n e u t r a l ,   P u b l i c K e y T o k e n = b 7 7 a 5 c 5 6 1 9 3 4 e 0 8 9 "   o r d e r = " 1 "   k e y = " m a t c h "   v a l u e = " "   a r g u m e n t = " F o r m a t S t r i n g "   g r o u p O r d e r = " - 1 " / >  
                 < p a r a m e t e r   i d = " 7 0 b f 6 f 7 b - b e 8 b - 4 6 8 c - 9 d 8 4 - f 9 0 a 0 0 c d 4 b 9 1 "   n a m e = " S h o w   v a l u e s "   t y p e = " S y s t e m . S t r i n g ,   m s c o r l i b ,   V e r s i o n = 4 . 0 . 0 . 0 ,   C u l t u r e = n e u t r a l ,   P u b l i c K e y T o k e n = b 7 7 a 5 c 5 6 1 9 3 4 e 0 8 9 "   o r d e r = " 2 "   k e y = " f i e l d V a l u e s "   v a l u e = " 4 , 5 , 6 , 7 , 8 , 9 , 1 0 "   a r g u m e n t = " I t e m L i s t C o n t r o l "   g r o u p O r d e r = " - 1 " / >  
                 < p a r a m e t e r   i d = " 4 4 e 6 b 7 5 2 - 2 2 5 8 - 4 c 8 c - 8 7 0 c - f e 9 4 e 1 4 e f a 9 b " 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7 e b a d d f a - 9 7 6 d - 4 a c 6 - 8 a 4 7 - 3 8 c f e e 7 2 0 b 0 e "   n a m e = " L i n k e d   c o m m a n d s "   t y p e = " S y s t e m . G u i d ,   m s c o r l i b ,   V e r s i o n = 4 . 0 . 0 . 0 ,   C u l t u r e = n e u t r a l ,   P u b l i c K e y T o k e n = b 7 7 a 5 c 5 6 1 9 3 4 e 0 8 9 "   o r d e r = " 9 9 9 "   k e y = " l i n k e d C o m m a n d "   v a l u e = " "   a r g u m e n t = " M u l t i p l e C o m m a n d C h o o s e r "   g r o u p O r d e r = " - 1 " / >  
                 < p a r a m e t e r   i d = " 6 2 0 e 3 b d 7 - a 6 f 1 - 4 b c a - a a a 2 - 3 e 2 1 e 4 a 3 4 a b a "   n a m e = " L i n k e d   q u e s t i o n s "   t y p e = " S y s t e m . G u i d ,   m s c o r l i b ,   V e r s i o n = 4 . 0 . 0 . 0 ,   C u l t u r e = n e u t r a l ,   P u b l i c K e y T o k e n = b 7 7 a 5 c 5 6 1 9 3 4 e 0 8 9 "   o r d e r = " 9 9 9 "   k e y = " l i n k e d Q u e s t i o n "   v a l u e = " f d a 0 8 6 e 1 - b 8 2 c - 4 0 9 c - 8 5 c 9 - b 0 5 c d 5 d 1 0 8 9 3 "   a r g u m e n t = " M u l t i p l e C o n t r o l "   g r o u p O r d e r = " - 1 " / >  
                 < p a r a m e t e r   i d = " 8 f 0 6 7 a 3 4 - e 9 2 f - 4 5 d f - 8 1 d 4 - 9 5 2 a 3 d 4 6 8 a e 7 "   n a m e = " R e p l a c e   v a l u e s   w i t h   l a b e l s "   t y p e = " S y s t e m . B o o l e a n ,   m s c o r l i b ,   V e r s i o n = 4 . 0 . 0 . 0 ,   C u l t u r e = n e u t r a l ,   P u b l i c K e y T o k e n = b 7 7 a 5 c 5 6 1 9 3 4 e 0 8 9 "   o r d e r = " 9 9 9 "   k e y = " u s e L a b e l s "   v a l u e = " F a l s e "   g r o u p O r d e r = " - 1 " / >  
             < / p a r a m e t e r s >  
         < / c o m m a n d >  
         < c o m m a n d   i d = " 0 7 f 6 e e e a - a b e a - 4 e 1 1 - b 8 9 3 - 4 e d 6 0 d d 1 9 4 b 7 "   n a m e = " V i s i b i l i t y P a r t y 4 "   a s s e m b l y = " I p h e l i o n . O u t l i n e . M o d e l . d l l "   t y p e = " I p h e l i o n . O u t l i n e . M o d e l . C o m m a n d s . Q u e s t i o n V i s i b i l i t y C o m m a n d "   o r d e r = " 3 "   a c t i v e = " t r u e "   c o m m a n d T y p e = " s t a r t u p " >  
             < p a r a m e t e r s >  
                 < p a r a m e t e r   i d = " 5 c d f 1 6 4 8 - 7 c f c - 4 e d 9 - 9 3 6 5 - 1 9 7 c 0 0 3 7 2 c 7 4 "   n a m e = " M a t c h   c r i t e r i a "   t y p e = " S y s t e m . S t r i n g ,   m s c o r l i b ,   V e r s i o n = 4 . 0 . 0 . 0 ,   C u l t u r e = n e u t r a l ,   P u b l i c K e y T o k e n = b 7 7 a 5 c 5 6 1 9 3 4 e 0 8 9 "   o r d e r = " 1 "   k e y = " m a t c h "   v a l u e = " "   a r g u m e n t = " F o r m a t S t r i n g "   g r o u p O r d e r = " - 1 " / >  
                 < p a r a m e t e r   i d = " 5 e 1 5 e a d c - 4 2 0 6 - 4 4 d e - 9 5 6 e - f 2 b 7 9 8 9 4 3 c 0 b "   n a m e = " S h o w   v a l u e s "   t y p e = " S y s t e m . S t r i n g ,   m s c o r l i b ,   V e r s i o n = 4 . 0 . 0 . 0 ,   C u l t u r e = n e u t r a l ,   P u b l i c K e y T o k e n = b 7 7 a 5 c 5 6 1 9 3 4 e 0 8 9 "   o r d e r = " 2 "   k e y = " f i e l d V a l u e s "   v a l u e = " 4 , 5 , 6 , 7 , 8 , 9 , 1 0 "   a r g u m e n t = " I t e m L i s t C o n t r o l "   g r o u p O r d e r = " - 1 " / >  
                 < p a r a m e t e r   i d = " 7 d c 0 3 a 3 9 - 3 e e c - 4 8 3 f - b 5 f 0 - 5 0 3 b 6 3 4 a 5 3 5 1 " 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9 b 5 b 8 2 c b - e 4 c d - 4 1 2 9 - 9 1 8 8 - 2 c 2 7 c 1 4 b d f 2 b "   n a m e = " L i n k e d   c o m m a n d s "   t y p e = " S y s t e m . G u i d ,   m s c o r l i b ,   V e r s i o n = 4 . 0 . 0 . 0 ,   C u l t u r e = n e u t r a l ,   P u b l i c K e y T o k e n = b 7 7 a 5 c 5 6 1 9 3 4 e 0 8 9 "   o r d e r = " 9 9 9 "   k e y = " l i n k e d C o m m a n d "   v a l u e = " "   a r g u m e n t = " M u l t i p l e C o m m a n d C h o o s e r "   g r o u p O r d e r = " - 1 " / >  
                 < p a r a m e t e r   i d = " c 6 8 7 c 5 1 8 - b f b 0 - 4 4 f 8 - b 7 5 6 - 3 a 7 b 8 2 0 c 3 2 0 9 "   n a m e = " L i n k e d   q u e s t i o n s "   t y p e = " S y s t e m . G u i d ,   m s c o r l i b ,   V e r s i o n = 4 . 0 . 0 . 0 ,   C u l t u r e = n e u t r a l ,   P u b l i c K e y T o k e n = b 7 7 a 5 c 5 6 1 9 3 4 e 0 8 9 "   o r d e r = " 9 9 9 "   k e y = " l i n k e d Q u e s t i o n "   v a l u e = " b 1 6 d 3 3 b 2 - b 2 d 1 - 4 b 3 a - b f 5 f - 1 8 2 6 5 e 6 a 0 b 1 e "   a r g u m e n t = " M u l t i p l e C o n t r o l "   g r o u p O r d e r = " - 1 " / >  
                 < p a r a m e t e r   i d = " a d d 2 5 9 7 2 - c 0 4 8 - 4 4 b 7 - b 1 1 6 - 5 a 8 8 d 1 3 4 1 b 1 9 "   n a m e = " R e p l a c e   v a l u e s   w i t h   l a b e l s "   t y p e = " S y s t e m . B o o l e a n ,   m s c o r l i b ,   V e r s i o n = 4 . 0 . 0 . 0 ,   C u l t u r e = n e u t r a l ,   P u b l i c K e y T o k e n = b 7 7 a 5 c 5 6 1 9 3 4 e 0 8 9 "   o r d e r = " 9 9 9 "   k e y = " u s e L a b e l s "   v a l u e = " F a l s e "   g r o u p O r d e r = " - 1 " / >  
             < / p a r a m e t e r s >  
         < / c o m m a n d >  
         < c o m m a n d   i d = " c c 3 1 e f 3 5 - e 4 b 5 - 4 d 7 9 - a 7 f 5 - 0 7 a 8 b 2 0 f c e 6 4 "   n a m e = " V i s i b i l i t y P a r t y T y p e 5 "   a s s e m b l y = " I p h e l i o n . O u t l i n e . M o d e l . d l l "   t y p e = " I p h e l i o n . O u t l i n e . M o d e l . C o m m a n d s . Q u e s t i o n V i s i b i l i t y C o m m a n d "   o r d e r = " 4 "   a c t i v e = " t r u e "   c o m m a n d T y p e = " s t a r t u p " >  
             < p a r a m e t e r s >  
                 < p a r a m e t e r   i d = " c a 4 5 1 4 b 5 - 3 a 8 a - 4 0 7 4 - 9 6 c 3 - 6 6 e 3 5 2 5 c 1 a b 7 "   n a m e = " M a t c h   c r i t e r i a "   t y p e = " S y s t e m . S t r i n g ,   m s c o r l i b ,   V e r s i o n = 4 . 0 . 0 . 0 ,   C u l t u r e = n e u t r a l ,   P u b l i c K e y T o k e n = b 7 7 a 5 c 5 6 1 9 3 4 e 0 8 9 "   o r d e r = " 1 "   k e y = " m a t c h "   v a l u e = " "   a r g u m e n t = " F o r m a t S t r i n g "   g r o u p O r d e r = " - 1 " / >  
                 < p a r a m e t e r   i d = " 1 e 7 7 9 4 b 3 - 1 0 3 f - 4 4 c a - a c c b - c 6 8 8 b 6 4 3 3 f 6 0 "   n a m e = " S h o w   v a l u e s "   t y p e = " S y s t e m . S t r i n g ,   m s c o r l i b ,   V e r s i o n = 4 . 0 . 0 . 0 ,   C u l t u r e = n e u t r a l ,   P u b l i c K e y T o k e n = b 7 7 a 5 c 5 6 1 9 3 4 e 0 8 9 "   o r d e r = " 2 "   k e y = " f i e l d V a l u e s "   v a l u e = " 5 , 6 , 7 , 8 , 9 , 1 0 "   a r g u m e n t = " I t e m L i s t C o n t r o l "   g r o u p O r d e r = " - 1 " / >  
                 < p a r a m e t e r   i d = " 8 f 2 7 6 1 1 3 - 4 2 5 2 - 4 0 2 c - 9 a e c - 3 8 4 d 5 2 7 8 6 d 2 4 " 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7 3 1 2 a 1 3 0 - 5 5 c b - 4 4 5 9 - b 3 9 5 - 1 1 3 3 e 7 0 d c 6 1 b "   n a m e = " L i n k e d   c o m m a n d s "   t y p e = " S y s t e m . G u i d ,   m s c o r l i b ,   V e r s i o n = 4 . 0 . 0 . 0 ,   C u l t u r e = n e u t r a l ,   P u b l i c K e y T o k e n = b 7 7 a 5 c 5 6 1 9 3 4 e 0 8 9 "   o r d e r = " 9 9 9 "   k e y = " l i n k e d C o m m a n d "   v a l u e = " "   a r g u m e n t = " M u l t i p l e C o m m a n d C h o o s e r "   g r o u p O r d e r = " - 1 " / >  
                 < p a r a m e t e r   i d = " 2 b 6 3 4 e b d - 0 9 d 6 - 4 3 e f - a f e c - 5 0 1 4 f 7 2 6 9 7 0 4 "   n a m e = " L i n k e d   q u e s t i o n s "   t y p e = " S y s t e m . G u i d ,   m s c o r l i b ,   V e r s i o n = 4 . 0 . 0 . 0 ,   C u l t u r e = n e u t r a l ,   P u b l i c K e y T o k e n = b 7 7 a 5 c 5 6 1 9 3 4 e 0 8 9 "   o r d e r = " 9 9 9 "   k e y = " l i n k e d Q u e s t i o n "   v a l u e = " 6 1 d 8 5 f 2 e - 1 5 d 6 - 4 e 0 d - 8 1 3 3 - 4 c b f d a f 1 c 2 5 8 "   a r g u m e n t = " M u l t i p l e C o n t r o l "   g r o u p O r d e r = " - 1 " / >  
                 < p a r a m e t e r   i d = " 7 4 e d 8 f 8 e - e 4 e 9 - 4 1 3 f - b c d 4 - 5 e e 6 6 9 5 f a d 4 5 "   n a m e = " R e p l a c e   v a l u e s   w i t h   l a b e l s "   t y p e = " S y s t e m . B o o l e a n ,   m s c o r l i b ,   V e r s i o n = 4 . 0 . 0 . 0 ,   C u l t u r e = n e u t r a l ,   P u b l i c K e y T o k e n = b 7 7 a 5 c 5 6 1 9 3 4 e 0 8 9 "   o r d e r = " 9 9 9 "   k e y = " u s e L a b e l s "   v a l u e = " F a l s e "   g r o u p O r d e r = " - 1 " / >  
             < / p a r a m e t e r s >  
         < / c o m m a n d >  
         < c o m m a n d   i d = " 2 d 0 4 9 0 7 b - a c a a - 4 4 0 7 - a f c 8 - 6 a 2 3 c 6 9 7 d 7 b 5 "   n a m e = " V i s i b i l i t y P a r t y 5 "   a s s e m b l y = " I p h e l i o n . O u t l i n e . M o d e l . d l l "   t y p e = " I p h e l i o n . O u t l i n e . M o d e l . C o m m a n d s . Q u e s t i o n V i s i b i l i t y C o m m a n d "   o r d e r = " 5 "   a c t i v e = " t r u e "   c o m m a n d T y p e = " s t a r t u p " >  
             < p a r a m e t e r s >  
                 < p a r a m e t e r   i d = " 1 4 2 f f f 4 0 - e 3 8 5 - 4 9 9 7 - b 8 2 c - 8 7 d 7 2 2 3 4 0 5 a 3 "   n a m e = " M a t c h   c r i t e r i a "   t y p e = " S y s t e m . S t r i n g ,   m s c o r l i b ,   V e r s i o n = 4 . 0 . 0 . 0 ,   C u l t u r e = n e u t r a l ,   P u b l i c K e y T o k e n = b 7 7 a 5 c 5 6 1 9 3 4 e 0 8 9 "   o r d e r = " 1 "   k e y = " m a t c h "   v a l u e = " "   a r g u m e n t = " F o r m a t S t r i n g "   g r o u p O r d e r = " - 1 " / >  
                 < p a r a m e t e r   i d = " 5 a e b 2 1 c c - d d 5 4 - 4 3 0 2 - a 4 5 4 - e 9 c d 9 b 9 6 8 f 2 4 "   n a m e = " S h o w   v a l u e s "   t y p e = " S y s t e m . S t r i n g ,   m s c o r l i b ,   V e r s i o n = 4 . 0 . 0 . 0 ,   C u l t u r e = n e u t r a l ,   P u b l i c K e y T o k e n = b 7 7 a 5 c 5 6 1 9 3 4 e 0 8 9 "   o r d e r = " 2 "   k e y = " f i e l d V a l u e s "   v a l u e = " 5 , 6 , 7 , 8 , 9 , 1 0 "   a r g u m e n t = " I t e m L i s t C o n t r o l "   g r o u p O r d e r = " - 1 " / >  
                 < p a r a m e t e r   i d = " d 5 0 d 8 0 0 2 - d 4 f d - 4 a 4 e - 8 d b 4 - 7 b 5 0 4 0 0 7 8 e 6 7 " 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1 b c 4 3 e a 8 - d 2 7 f - 4 1 9 2 - b f 8 4 - b 3 f 3 0 4 3 c a e a b "   n a m e = " L i n k e d   c o m m a n d s "   t y p e = " S y s t e m . G u i d ,   m s c o r l i b ,   V e r s i o n = 4 . 0 . 0 . 0 ,   C u l t u r e = n e u t r a l ,   P u b l i c K e y T o k e n = b 7 7 a 5 c 5 6 1 9 3 4 e 0 8 9 "   o r d e r = " 9 9 9 "   k e y = " l i n k e d C o m m a n d "   v a l u e = " "   a r g u m e n t = " M u l t i p l e C o m m a n d C h o o s e r "   g r o u p O r d e r = " - 1 " / >  
                 < p a r a m e t e r   i d = " 9 2 f 3 0 4 a 4 - 4 9 8 1 - 4 0 f c - 9 8 e 7 - 0 e c b 4 3 e 2 2 6 f d "   n a m e = " L i n k e d   q u e s t i o n s "   t y p e = " S y s t e m . G u i d ,   m s c o r l i b ,   V e r s i o n = 4 . 0 . 0 . 0 ,   C u l t u r e = n e u t r a l ,   P u b l i c K e y T o k e n = b 7 7 a 5 c 5 6 1 9 3 4 e 0 8 9 "   o r d e r = " 9 9 9 "   k e y = " l i n k e d Q u e s t i o n "   v a l u e = " 0 6 8 8 3 d 0 5 - b a 5 d - 4 4 0 4 - a 7 2 1 - 9 2 0 1 0 3 8 1 f 3 9 5 "   a r g u m e n t = " M u l t i p l e C o n t r o l "   g r o u p O r d e r = " - 1 " / >  
                 < p a r a m e t e r   i d = " c c 6 f c 3 c 8 - 5 2 e 8 - 4 4 1 a - a 4 c d - 6 4 1 8 2 d 1 6 1 b b 4 "   n a m e = " R e p l a c e   v a l u e s   w i t h   l a b e l s "   t y p e = " S y s t e m . B o o l e a n ,   m s c o r l i b ,   V e r s i o n = 4 . 0 . 0 . 0 ,   C u l t u r e = n e u t r a l ,   P u b l i c K e y T o k e n = b 7 7 a 5 c 5 6 1 9 3 4 e 0 8 9 "   o r d e r = " 9 9 9 "   k e y = " u s e L a b e l s "   v a l u e = " F a l s e "   g r o u p O r d e r = " - 1 " / >  
             < / p a r a m e t e r s >  
         < / c o m m a n d >  
         < c o m m a n d   i d = " 3 8 b a 4 0 2 f - 3 8 e 0 - 4 d 8 6 - a a 2 7 - 5 8 4 f c b e 0 6 5 b 6 "   n a m e = " V i s i b i l i t y P a r t y T y p e 6 "   a s s e m b l y = " I p h e l i o n . O u t l i n e . M o d e l . d l l "   t y p e = " I p h e l i o n . O u t l i n e . M o d e l . C o m m a n d s . Q u e s t i o n V i s i b i l i t y C o m m a n d "   o r d e r = " 6 "   a c t i v e = " t r u e "   c o m m a n d T y p e = " s t a r t u p " >  
             < p a r a m e t e r s >  
                 < p a r a m e t e r   i d = " 4 6 a 5 1 5 5 f - 0 8 5 d - 4 b 7 d - 8 6 6 c - e e e 4 f 9 9 8 2 2 2 8 "   n a m e = " M a t c h   c r i t e r i a "   t y p e = " S y s t e m . S t r i n g ,   m s c o r l i b ,   V e r s i o n = 4 . 0 . 0 . 0 ,   C u l t u r e = n e u t r a l ,   P u b l i c K e y T o k e n = b 7 7 a 5 c 5 6 1 9 3 4 e 0 8 9 "   o r d e r = " 1 "   k e y = " m a t c h "   v a l u e = " "   a r g u m e n t = " F o r m a t S t r i n g "   g r o u p O r d e r = " - 1 " / >  
                 < p a r a m e t e r   i d = " d e d 0 0 1 5 c - 2 f b 9 - 4 8 7 9 - 9 e 8 5 - b e c b d 4 4 1 f d d 2 "   n a m e = " S h o w   v a l u e s "   t y p e = " S y s t e m . S t r i n g ,   m s c o r l i b ,   V e r s i o n = 4 . 0 . 0 . 0 ,   C u l t u r e = n e u t r a l ,   P u b l i c K e y T o k e n = b 7 7 a 5 c 5 6 1 9 3 4 e 0 8 9 "   o r d e r = " 2 "   k e y = " f i e l d V a l u e s "   v a l u e = " 6 , 7 , 8 , 9 , 1 0 "   a r g u m e n t = " I t e m L i s t C o n t r o l "   g r o u p O r d e r = " - 1 " / >  
                 < p a r a m e t e r   i d = " e d 2 2 3 a 3 1 - d 7 6 9 - 4 b 2 9 - 9 c d 0 - 4 0 d 5 4 a 7 9 3 e a a " 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8 0 5 6 3 3 9 5 - d 5 e 3 - 4 d 8 d - 9 7 2 e - 6 f 5 f a f 9 c 3 e 5 a "   n a m e = " L i n k e d   c o m m a n d s "   t y p e = " S y s t e m . G u i d ,   m s c o r l i b ,   V e r s i o n = 4 . 0 . 0 . 0 ,   C u l t u r e = n e u t r a l ,   P u b l i c K e y T o k e n = b 7 7 a 5 c 5 6 1 9 3 4 e 0 8 9 "   o r d e r = " 9 9 9 "   k e y = " l i n k e d C o m m a n d "   v a l u e = " "   a r g u m e n t = " M u l t i p l e C o m m a n d C h o o s e r "   g r o u p O r d e r = " - 1 " / >  
                 < p a r a m e t e r   i d = " a 4 0 d 4 6 e 9 - d 8 0 9 - 4 3 4 e - 8 5 3 7 - 0 3 c 5 e f f 7 3 e e 6 "   n a m e = " L i n k e d   q u e s t i o n s "   t y p e = " S y s t e m . G u i d ,   m s c o r l i b ,   V e r s i o n = 4 . 0 . 0 . 0 ,   C u l t u r e = n e u t r a l ,   P u b l i c K e y T o k e n = b 7 7 a 5 c 5 6 1 9 3 4 e 0 8 9 "   o r d e r = " 9 9 9 "   k e y = " l i n k e d Q u e s t i o n "   v a l u e = " 8 2 a 7 8 7 9 b - 1 c 5 5 - 4 2 7 3 - b 1 7 3 - 7 3 7 9 1 8 9 2 8 7 9 e "   a r g u m e n t = " M u l t i p l e C o n t r o l "   g r o u p O r d e r = " - 1 " / >  
                 < p a r a m e t e r   i d = " 3 8 5 a 0 8 c 0 - 7 8 3 3 - 4 5 1 7 - 8 0 2 8 - a d c 7 5 9 9 f 2 0 f 3 "   n a m e = " R e p l a c e   v a l u e s   w i t h   l a b e l s "   t y p e = " S y s t e m . B o o l e a n ,   m s c o r l i b ,   V e r s i o n = 4 . 0 . 0 . 0 ,   C u l t u r e = n e u t r a l ,   P u b l i c K e y T o k e n = b 7 7 a 5 c 5 6 1 9 3 4 e 0 8 9 "   o r d e r = " 9 9 9 "   k e y = " u s e L a b e l s "   v a l u e = " F a l s e "   g r o u p O r d e r = " - 1 " / >  
             < / p a r a m e t e r s >  
         < / c o m m a n d >  
         < c o m m a n d   i d = " 6 1 f a a 2 4 5 - e 6 8 3 - 4 e e e - 8 f 2 f - d 8 c d f 4 c c 4 3 0 b "   n a m e = " V i s i b i l i t y P a r t y 6 "   a s s e m b l y = " I p h e l i o n . O u t l i n e . M o d e l . d l l "   t y p e = " I p h e l i o n . O u t l i n e . M o d e l . C o m m a n d s . Q u e s t i o n V i s i b i l i t y C o m m a n d "   o r d e r = " 7 "   a c t i v e = " t r u e "   c o m m a n d T y p e = " s t a r t u p " >  
             < p a r a m e t e r s >  
                 < p a r a m e t e r   i d = " 3 f d 5 7 8 a 9 - b 9 1 8 - 4 e e 2 - 9 2 5 1 - f 8 2 e b 3 c d c 9 7 a "   n a m e = " M a t c h   c r i t e r i a "   t y p e = " S y s t e m . S t r i n g ,   m s c o r l i b ,   V e r s i o n = 4 . 0 . 0 . 0 ,   C u l t u r e = n e u t r a l ,   P u b l i c K e y T o k e n = b 7 7 a 5 c 5 6 1 9 3 4 e 0 8 9 "   o r d e r = " 1 "   k e y = " m a t c h "   v a l u e = " "   a r g u m e n t = " F o r m a t S t r i n g "   g r o u p O r d e r = " - 1 " / >  
                 < p a r a m e t e r   i d = " 8 2 c 9 4 8 d a - d d f a - 4 9 2 c - 9 5 f c - 8 6 7 5 0 e 1 d 2 1 c c "   n a m e = " S h o w   v a l u e s "   t y p e = " S y s t e m . S t r i n g ,   m s c o r l i b ,   V e r s i o n = 4 . 0 . 0 . 0 ,   C u l t u r e = n e u t r a l ,   P u b l i c K e y T o k e n = b 7 7 a 5 c 5 6 1 9 3 4 e 0 8 9 "   o r d e r = " 2 "   k e y = " f i e l d V a l u e s "   v a l u e = " 6 , 7 , 8 , 9 , 1 0 "   a r g u m e n t = " I t e m L i s t C o n t r o l "   g r o u p O r d e r = " - 1 " / >  
                 < p a r a m e t e r   i d = " 8 6 b e a 4 4 b - 6 1 f 1 - 4 9 9 2 - b d 2 4 - 8 7 2 4 a 3 2 9 d 3 2 f " 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c 3 d 0 f 5 4 2 - 1 0 3 4 - 4 c 7 3 - 8 e a d - 2 3 4 7 3 3 3 a 9 a 1 b "   n a m e = " L i n k e d   c o m m a n d s "   t y p e = " S y s t e m . G u i d ,   m s c o r l i b ,   V e r s i o n = 4 . 0 . 0 . 0 ,   C u l t u r e = n e u t r a l ,   P u b l i c K e y T o k e n = b 7 7 a 5 c 5 6 1 9 3 4 e 0 8 9 "   o r d e r = " 9 9 9 "   k e y = " l i n k e d C o m m a n d "   v a l u e = " "   a r g u m e n t = " M u l t i p l e C o m m a n d C h o o s e r "   g r o u p O r d e r = " - 1 " / >  
                 < p a r a m e t e r   i d = " 5 f 9 d 1 c e 5 - 1 3 2 7 - 4 7 9 9 - a 6 e 0 - c 7 1 e f 9 e 7 5 0 c 6 "   n a m e = " L i n k e d   q u e s t i o n s "   t y p e = " S y s t e m . G u i d ,   m s c o r l i b ,   V e r s i o n = 4 . 0 . 0 . 0 ,   C u l t u r e = n e u t r a l ,   P u b l i c K e y T o k e n = b 7 7 a 5 c 5 6 1 9 3 4 e 0 8 9 "   o r d e r = " 9 9 9 "   k e y = " l i n k e d Q u e s t i o n "   v a l u e = " 7 0 1 c 3 6 9 0 - e e 8 6 - 4 b 4 f - 9 b c d - 6 6 f 1 3 a 7 4 f 3 3 c "   a r g u m e n t = " M u l t i p l e C o n t r o l "   g r o u p O r d e r = " - 1 " / >  
                 < p a r a m e t e r   i d = " 9 d 1 a e 1 9 5 - 0 a 4 3 - 4 d 6 a - b 9 3 8 - 1 f a 9 8 6 1 f f c 1 d "   n a m e = " R e p l a c e   v a l u e s   w i t h   l a b e l s "   t y p e = " S y s t e m . B o o l e a n ,   m s c o r l i b ,   V e r s i o n = 4 . 0 . 0 . 0 ,   C u l t u r e = n e u t r a l ,   P u b l i c K e y T o k e n = b 7 7 a 5 c 5 6 1 9 3 4 e 0 8 9 "   o r d e r = " 9 9 9 "   k e y = " u s e L a b e l s "   v a l u e = " F a l s e "   g r o u p O r d e r = " - 1 " / >  
             < / p a r a m e t e r s >  
         < / c o m m a n d >  
         < c o m m a n d   i d = " 6 3 5 9 1 1 8 6 - e b 6 7 - 4 c a 3 - 9 f 8 b - f 4 d b 7 3 2 8 5 7 7 8 "   n a m e = " V i s i b i l i t y P a r t y T y p e 7 "   a s s e m b l y = " I p h e l i o n . O u t l i n e . M o d e l . d l l "   t y p e = " I p h e l i o n . O u t l i n e . M o d e l . C o m m a n d s . Q u e s t i o n V i s i b i l i t y C o m m a n d "   o r d e r = " 8 "   a c t i v e = " t r u e "   c o m m a n d T y p e = " s t a r t u p " >  
             < p a r a m e t e r s >  
                 < p a r a m e t e r   i d = " 1 b 9 c d f 5 1 - c 5 1 6 - 4 4 9 3 - 9 7 a a - 5 9 a f 1 1 1 3 1 3 d 8 "   n a m e = " M a t c h   c r i t e r i a "   t y p e = " S y s t e m . S t r i n g ,   m s c o r l i b ,   V e r s i o n = 4 . 0 . 0 . 0 ,   C u l t u r e = n e u t r a l ,   P u b l i c K e y T o k e n = b 7 7 a 5 c 5 6 1 9 3 4 e 0 8 9 "   o r d e r = " 1 "   k e y = " m a t c h "   v a l u e = " "   a r g u m e n t = " F o r m a t S t r i n g "   g r o u p O r d e r = " - 1 " / >  
                 < p a r a m e t e r   i d = " 8 0 1 7 1 2 3 f - 3 c 4 9 - 4 3 8 3 - a 1 5 6 - a 4 5 c 5 5 9 0 9 9 f 9 "   n a m e = " S h o w   v a l u e s "   t y p e = " S y s t e m . S t r i n g ,   m s c o r l i b ,   V e r s i o n = 4 . 0 . 0 . 0 ,   C u l t u r e = n e u t r a l ,   P u b l i c K e y T o k e n = b 7 7 a 5 c 5 6 1 9 3 4 e 0 8 9 "   o r d e r = " 2 "   k e y = " f i e l d V a l u e s "   v a l u e = " 7 , 8 , 9 , 1 0 "   a r g u m e n t = " I t e m L i s t C o n t r o l "   g r o u p O r d e r = " - 1 " / >  
                 < p a r a m e t e r   i d = " 6 5 e 2 1 9 c 1 - 4 8 0 a - 4 9 3 a - 9 3 7 d - 7 9 3 f e a c d 6 2 c d " 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6 5 2 b 0 6 8 f - 9 c 2 4 - 4 6 f d - b a c 4 - e 5 b 1 7 3 a 9 2 7 5 2 "   n a m e = " L i n k e d   c o m m a n d s "   t y p e = " S y s t e m . G u i d ,   m s c o r l i b ,   V e r s i o n = 4 . 0 . 0 . 0 ,   C u l t u r e = n e u t r a l ,   P u b l i c K e y T o k e n = b 7 7 a 5 c 5 6 1 9 3 4 e 0 8 9 "   o r d e r = " 9 9 9 "   k e y = " l i n k e d C o m m a n d "   v a l u e = " "   a r g u m e n t = " M u l t i p l e C o m m a n d C h o o s e r "   g r o u p O r d e r = " - 1 " / >  
                 < p a r a m e t e r   i d = " a 8 9 c 0 1 e 5 - d e c d - 4 c f 3 - b 8 7 e - 5 a d 0 5 9 2 b e a b 4 "   n a m e = " L i n k e d   q u e s t i o n s "   t y p e = " S y s t e m . G u i d ,   m s c o r l i b ,   V e r s i o n = 4 . 0 . 0 . 0 ,   C u l t u r e = n e u t r a l ,   P u b l i c K e y T o k e n = b 7 7 a 5 c 5 6 1 9 3 4 e 0 8 9 "   o r d e r = " 9 9 9 "   k e y = " l i n k e d Q u e s t i o n "   v a l u e = " d 5 1 0 0 6 d 7 - 4 6 d 4 - 4 c d b - 9 a 0 2 - e 3 e 0 2 8 7 8 6 e d 4 "   a r g u m e n t = " M u l t i p l e C o n t r o l "   g r o u p O r d e r = " - 1 " / >  
                 < p a r a m e t e r   i d = " 3 f 1 c 6 2 4 2 - 1 5 5 7 - 4 0 d 1 - b 7 9 7 - f d 4 9 0 b 1 b 5 7 6 8 "   n a m e = " R e p l a c e   v a l u e s   w i t h   l a b e l s "   t y p e = " S y s t e m . B o o l e a n ,   m s c o r l i b ,   V e r s i o n = 4 . 0 . 0 . 0 ,   C u l t u r e = n e u t r a l ,   P u b l i c K e y T o k e n = b 7 7 a 5 c 5 6 1 9 3 4 e 0 8 9 "   o r d e r = " 9 9 9 "   k e y = " u s e L a b e l s "   v a l u e = " F a l s e "   g r o u p O r d e r = " - 1 " / >  
             < / p a r a m e t e r s >  
         < / c o m m a n d >  
         < c o m m a n d   i d = " 6 9 6 b b 3 4 7 - 0 0 4 7 - 4 b b c - b 9 1 d - 8 6 b c 7 9 8 0 f 0 5 7 "   n a m e = " V i s i b i l i t y P a r t y 7 "   a s s e m b l y = " I p h e l i o n . O u t l i n e . M o d e l . d l l "   t y p e = " I p h e l i o n . O u t l i n e . M o d e l . C o m m a n d s . Q u e s t i o n V i s i b i l i t y C o m m a n d "   o r d e r = " 9 "   a c t i v e = " t r u e "   c o m m a n d T y p e = " s t a r t u p " >  
             < p a r a m e t e r s >  
                 < p a r a m e t e r   i d = " 6 a a b 7 4 8 a - d 5 3 f - 4 6 6 4 - 9 b 0 9 - 0 3 4 9 5 e 2 f a 8 4 d "   n a m e = " M a t c h   c r i t e r i a "   t y p e = " S y s t e m . S t r i n g ,   m s c o r l i b ,   V e r s i o n = 4 . 0 . 0 . 0 ,   C u l t u r e = n e u t r a l ,   P u b l i c K e y T o k e n = b 7 7 a 5 c 5 6 1 9 3 4 e 0 8 9 "   o r d e r = " 1 "   k e y = " m a t c h "   v a l u e = " "   a r g u m e n t = " F o r m a t S t r i n g "   g r o u p O r d e r = " - 1 " / >  
                 < p a r a m e t e r   i d = " b b 9 1 9 2 4 c - 4 1 0 3 - 4 6 e 7 - 8 5 b 5 - 3 a f f 3 0 9 3 1 0 2 b "   n a m e = " S h o w   v a l u e s "   t y p e = " S y s t e m . S t r i n g ,   m s c o r l i b ,   V e r s i o n = 4 . 0 . 0 . 0 ,   C u l t u r e = n e u t r a l ,   P u b l i c K e y T o k e n = b 7 7 a 5 c 5 6 1 9 3 4 e 0 8 9 "   o r d e r = " 2 "   k e y = " f i e l d V a l u e s "   v a l u e = " 7 , 8 , 9 , 1 0 "   a r g u m e n t = " I t e m L i s t C o n t r o l "   g r o u p O r d e r = " - 1 " / >  
                 < p a r a m e t e r   i d = " 7 f c a b 8 9 1 - 0 5 8 0 - 4 8 f d - b f e c - 1 0 8 5 7 4 0 4 4 9 1 c " 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3 5 1 8 9 2 d c - 4 8 0 c - 4 4 4 e - 8 7 9 a - 0 9 c c 1 2 a a 5 1 a d "   n a m e = " L i n k e d   c o m m a n d s "   t y p e = " S y s t e m . G u i d ,   m s c o r l i b ,   V e r s i o n = 4 . 0 . 0 . 0 ,   C u l t u r e = n e u t r a l ,   P u b l i c K e y T o k e n = b 7 7 a 5 c 5 6 1 9 3 4 e 0 8 9 "   o r d e r = " 9 9 9 "   k e y = " l i n k e d C o m m a n d "   v a l u e = " "   a r g u m e n t = " M u l t i p l e C o m m a n d C h o o s e r "   g r o u p O r d e r = " - 1 " / >  
                 < p a r a m e t e r   i d = " b b c 3 9 9 3 b - b d e 8 - 4 a f a - 8 6 f 5 - f b b b 1 6 7 8 f 2 7 1 "   n a m e = " L i n k e d   q u e s t i o n s "   t y p e = " S y s t e m . G u i d ,   m s c o r l i b ,   V e r s i o n = 4 . 0 . 0 . 0 ,   C u l t u r e = n e u t r a l ,   P u b l i c K e y T o k e n = b 7 7 a 5 c 5 6 1 9 3 4 e 0 8 9 "   o r d e r = " 9 9 9 "   k e y = " l i n k e d Q u e s t i o n "   v a l u e = " 3 0 2 6 5 4 4 a - e 9 5 6 - 4 0 e c - b 5 6 4 - c 6 f 5 0 c 5 9 4 8 e d "   a r g u m e n t = " M u l t i p l e C o n t r o l "   g r o u p O r d e r = " - 1 " / >  
                 < p a r a m e t e r   i d = " 7 4 f 2 0 0 3 b - b 3 0 a - 4 a c 4 - 9 5 e c - 6 2 b 3 6 4 1 7 9 6 e 4 "   n a m e = " R e p l a c e   v a l u e s   w i t h   l a b e l s "   t y p e = " S y s t e m . B o o l e a n ,   m s c o r l i b ,   V e r s i o n = 4 . 0 . 0 . 0 ,   C u l t u r e = n e u t r a l ,   P u b l i c K e y T o k e n = b 7 7 a 5 c 5 6 1 9 3 4 e 0 8 9 "   o r d e r = " 9 9 9 "   k e y = " u s e L a b e l s "   v a l u e = " F a l s e "   g r o u p O r d e r = " - 1 " / >  
             < / p a r a m e t e r s >  
         < / c o m m a n d >  
         < c o m m a n d   i d = " 5 7 1 1 4 e d a - 8 0 2 6 - 4 7 9 8 - 9 e 5 2 - 7 c e 0 3 5 7 b 4 5 f 2 "   n a m e = " V i s i b i l i t y P a r t y T y p e 8 "   a s s e m b l y = " I p h e l i o n . O u t l i n e . M o d e l . d l l "   t y p e = " I p h e l i o n . O u t l i n e . M o d e l . C o m m a n d s . Q u e s t i o n V i s i b i l i t y C o m m a n d "   o r d e r = " 1 0 "   a c t i v e = " t r u e "   c o m m a n d T y p e = " s t a r t u p " >  
             < p a r a m e t e r s >  
                 < p a r a m e t e r   i d = " f b b 9 4 1 8 b - 9 c 9 d - 4 9 7 e - b 4 3 7 - 6 6 c 9 6 b c 7 2 2 c 1 "   n a m e = " M a t c h   c r i t e r i a "   t y p e = " S y s t e m . S t r i n g ,   m s c o r l i b ,   V e r s i o n = 4 . 0 . 0 . 0 ,   C u l t u r e = n e u t r a l ,   P u b l i c K e y T o k e n = b 7 7 a 5 c 5 6 1 9 3 4 e 0 8 9 "   o r d e r = " 1 "   k e y = " m a t c h "   v a l u e = " "   a r g u m e n t = " F o r m a t S t r i n g "   g r o u p O r d e r = " - 1 " / >  
                 < p a r a m e t e r   i d = " d a 9 5 8 9 c 6 - 2 9 8 5 - 4 e 3 0 - b 8 a 1 - 0 5 1 a 9 8 a 9 f d f c "   n a m e = " S h o w   v a l u e s "   t y p e = " S y s t e m . S t r i n g ,   m s c o r l i b ,   V e r s i o n = 4 . 0 . 0 . 0 ,   C u l t u r e = n e u t r a l ,   P u b l i c K e y T o k e n = b 7 7 a 5 c 5 6 1 9 3 4 e 0 8 9 "   o r d e r = " 2 "   k e y = " f i e l d V a l u e s "   v a l u e = " 8 , 9 , 1 0 "   a r g u m e n t = " I t e m L i s t C o n t r o l "   g r o u p O r d e r = " - 1 " / >  
                 < p a r a m e t e r   i d = " d 9 1 2 a 1 8 2 - 2 f 6 f - 4 6 2 5 - 9 6 4 c - b 4 2 f 0 d 6 6 a f b 8 " 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b 3 5 6 3 b d 4 - 0 1 a a - 4 7 c 2 - 8 a 0 7 - 8 2 6 9 2 8 4 e a e 3 6 "   n a m e = " L i n k e d   c o m m a n d s "   t y p e = " S y s t e m . G u i d ,   m s c o r l i b ,   V e r s i o n = 4 . 0 . 0 . 0 ,   C u l t u r e = n e u t r a l ,   P u b l i c K e y T o k e n = b 7 7 a 5 c 5 6 1 9 3 4 e 0 8 9 "   o r d e r = " 9 9 9 "   k e y = " l i n k e d C o m m a n d "   v a l u e = " "   a r g u m e n t = " M u l t i p l e C o m m a n d C h o o s e r "   g r o u p O r d e r = " - 1 " / >  
                 < p a r a m e t e r   i d = " e 3 0 7 e 1 5 3 - b 3 1 c - 4 b 8 0 - a a 1 d - 1 d 9 d 1 1 a 9 b f 5 5 "   n a m e = " L i n k e d   q u e s t i o n s "   t y p e = " S y s t e m . G u i d ,   m s c o r l i b ,   V e r s i o n = 4 . 0 . 0 . 0 ,   C u l t u r e = n e u t r a l ,   P u b l i c K e y T o k e n = b 7 7 a 5 c 5 6 1 9 3 4 e 0 8 9 "   o r d e r = " 9 9 9 "   k e y = " l i n k e d Q u e s t i o n "   v a l u e = " 2 0 8 4 e 8 9 1 - 3 d 2 0 - 4 3 0 7 - 9 4 6 f - b c 5 3 3 7 d 9 9 3 9 8 "   a r g u m e n t = " M u l t i p l e C o n t r o l "   g r o u p O r d e r = " - 1 " / >  
                 < p a r a m e t e r   i d = " 5 0 c c 0 2 a e - 6 6 a 4 - 4 2 4 4 - 8 6 e 7 - d 8 2 3 6 f 3 5 f d b f "   n a m e = " R e p l a c e   v a l u e s   w i t h   l a b e l s "   t y p e = " S y s t e m . B o o l e a n ,   m s c o r l i b ,   V e r s i o n = 4 . 0 . 0 . 0 ,   C u l t u r e = n e u t r a l ,   P u b l i c K e y T o k e n = b 7 7 a 5 c 5 6 1 9 3 4 e 0 8 9 "   o r d e r = " 9 9 9 "   k e y = " u s e L a b e l s "   v a l u e = " F a l s e "   g r o u p O r d e r = " - 1 " / >  
             < / p a r a m e t e r s >  
         < / c o m m a n d >  
         < c o m m a n d   i d = " 2 5 3 f a c 5 1 - 3 9 2 2 - 4 4 f d - 8 3 6 0 - 3 1 9 9 1 3 e e a d 0 4 "   n a m e = " V i s i b i l i t y P a r t y 8 "   a s s e m b l y = " I p h e l i o n . O u t l i n e . M o d e l . d l l "   t y p e = " I p h e l i o n . O u t l i n e . M o d e l . C o m m a n d s . Q u e s t i o n V i s i b i l i t y C o m m a n d "   o r d e r = " 1 1 "   a c t i v e = " t r u e "   c o m m a n d T y p e = " s t a r t u p " >  
             < p a r a m e t e r s >  
                 < p a r a m e t e r   i d = " 1 8 a 9 7 4 f 5 - 2 1 9 6 - 4 2 3 2 - b 3 f d - c 3 d 3 4 4 d a 4 9 3 1 "   n a m e = " M a t c h   c r i t e r i a "   t y p e = " S y s t e m . S t r i n g ,   m s c o r l i b ,   V e r s i o n = 4 . 0 . 0 . 0 ,   C u l t u r e = n e u t r a l ,   P u b l i c K e y T o k e n = b 7 7 a 5 c 5 6 1 9 3 4 e 0 8 9 "   o r d e r = " 1 "   k e y = " m a t c h "   v a l u e = " "   a r g u m e n t = " F o r m a t S t r i n g "   g r o u p O r d e r = " - 1 " / >  
                 < p a r a m e t e r   i d = " 5 5 1 8 5 3 8 2 - 5 0 0 1 - 4 f b 4 - 8 8 5 e - 3 f 6 e 1 b b 7 b 5 b 1 "   n a m e = " S h o w   v a l u e s "   t y p e = " S y s t e m . S t r i n g ,   m s c o r l i b ,   V e r s i o n = 4 . 0 . 0 . 0 ,   C u l t u r e = n e u t r a l ,   P u b l i c K e y T o k e n = b 7 7 a 5 c 5 6 1 9 3 4 e 0 8 9 "   o r d e r = " 2 "   k e y = " f i e l d V a l u e s "   v a l u e = " 8 , 9 , 1 0 "   a r g u m e n t = " I t e m L i s t C o n t r o l "   g r o u p O r d e r = " - 1 " / >  
                 < p a r a m e t e r   i d = " 1 0 6 7 e 3 a 5 - c 6 c 5 - 4 5 f c - 9 d 2 6 - 0 c 6 a 7 b 0 4 a c 2 1 " 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a 9 7 6 d f 9 f - d b a 6 - 4 1 f d - a 0 4 2 - 5 8 0 f b 4 e 4 c 3 6 4 "   n a m e = " L i n k e d   c o m m a n d s "   t y p e = " S y s t e m . G u i d ,   m s c o r l i b ,   V e r s i o n = 4 . 0 . 0 . 0 ,   C u l t u r e = n e u t r a l ,   P u b l i c K e y T o k e n = b 7 7 a 5 c 5 6 1 9 3 4 e 0 8 9 "   o r d e r = " 9 9 9 "   k e y = " l i n k e d C o m m a n d "   v a l u e = " "   a r g u m e n t = " M u l t i p l e C o m m a n d C h o o s e r "   g r o u p O r d e r = " - 1 " / >  
                 < p a r a m e t e r   i d = " f 6 a d 6 8 8 2 - b b 0 e - 4 6 5 e - a 6 9 8 - b 6 c c 1 c a 6 4 a 3 5 "   n a m e = " L i n k e d   q u e s t i o n s "   t y p e = " S y s t e m . G u i d ,   m s c o r l i b ,   V e r s i o n = 4 . 0 . 0 . 0 ,   C u l t u r e = n e u t r a l ,   P u b l i c K e y T o k e n = b 7 7 a 5 c 5 6 1 9 3 4 e 0 8 9 "   o r d e r = " 9 9 9 "   k e y = " l i n k e d Q u e s t i o n "   v a l u e = " f f c c b 0 c c - 9 c d 6 - 4 f 9 9 - a 2 4 f - f 9 c 9 9 8 3 6 d 0 5 1 "   a r g u m e n t = " M u l t i p l e C o n t r o l "   g r o u p O r d e r = " - 1 " / >  
                 < p a r a m e t e r   i d = " c 4 2 4 2 6 6 7 - 8 e c e - 4 2 b c - 9 9 7 7 - 2 4 6 e d 0 5 d 5 5 9 a "   n a m e = " R e p l a c e   v a l u e s   w i t h   l a b e l s "   t y p e = " S y s t e m . B o o l e a n ,   m s c o r l i b ,   V e r s i o n = 4 . 0 . 0 . 0 ,   C u l t u r e = n e u t r a l ,   P u b l i c K e y T o k e n = b 7 7 a 5 c 5 6 1 9 3 4 e 0 8 9 "   o r d e r = " 9 9 9 "   k e y = " u s e L a b e l s "   v a l u e = " F a l s e "   g r o u p O r d e r = " - 1 " / >  
             < / p a r a m e t e r s >  
         < / c o m m a n d >  
         < c o m m a n d   i d = " a e 1 6 1 7 2 3 - 3 0 5 3 - 4 d 0 0 - a f 8 e - 4 2 f c 7 5 4 4 e 2 0 a "   n a m e = " V i s i b i l i t y P a r t y T y p e 9 "   a s s e m b l y = " I p h e l i o n . O u t l i n e . M o d e l . d l l "   t y p e = " I p h e l i o n . O u t l i n e . M o d e l . C o m m a n d s . Q u e s t i o n V i s i b i l i t y C o m m a n d "   o r d e r = " 1 2 "   a c t i v e = " t r u e "   c o m m a n d T y p e = " s t a r t u p " >  
             < p a r a m e t e r s >  
                 < p a r a m e t e r   i d = " 4 d a 2 4 c 0 b - e 9 1 5 - 4 0 f d - a f 1 8 - 8 c b a f 0 1 9 e 7 8 3 "   n a m e = " M a t c h   c r i t e r i a "   t y p e = " S y s t e m . S t r i n g ,   m s c o r l i b ,   V e r s i o n = 4 . 0 . 0 . 0 ,   C u l t u r e = n e u t r a l ,   P u b l i c K e y T o k e n = b 7 7 a 5 c 5 6 1 9 3 4 e 0 8 9 "   o r d e r = " 1 "   k e y = " m a t c h "   v a l u e = " "   a r g u m e n t = " F o r m a t S t r i n g "   g r o u p O r d e r = " - 1 " / >  
                 < p a r a m e t e r   i d = " 4 1 b 1 6 f 5 e - 6 5 2 c - 4 b 8 d - b a 3 9 - e 7 1 d 9 9 b 9 3 c e f "   n a m e = " S h o w   v a l u e s "   t y p e = " S y s t e m . S t r i n g ,   m s c o r l i b ,   V e r s i o n = 4 . 0 . 0 . 0 ,   C u l t u r e = n e u t r a l ,   P u b l i c K e y T o k e n = b 7 7 a 5 c 5 6 1 9 3 4 e 0 8 9 "   o r d e r = " 2 "   k e y = " f i e l d V a l u e s "   v a l u e = " 9 , 1 0 "   a r g u m e n t = " I t e m L i s t C o n t r o l "   g r o u p O r d e r = " - 1 " / >  
                 < p a r a m e t e r   i d = " 5 8 d e 9 4 0 2 - d c 2 2 - 4 3 6 8 - b b d a - 3 b f 2 a 8 f 3 6 0 a 6 " 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a e a c 5 9 3 c - 5 7 c e - 4 0 8 6 - b 3 1 d - b 2 d a 9 2 6 1 2 b 1 1 "   n a m e = " L i n k e d   c o m m a n d s "   t y p e = " S y s t e m . G u i d ,   m s c o r l i b ,   V e r s i o n = 4 . 0 . 0 . 0 ,   C u l t u r e = n e u t r a l ,   P u b l i c K e y T o k e n = b 7 7 a 5 c 5 6 1 9 3 4 e 0 8 9 "   o r d e r = " 9 9 9 "   k e y = " l i n k e d C o m m a n d "   v a l u e = " "   a r g u m e n t = " M u l t i p l e C o m m a n d C h o o s e r "   g r o u p O r d e r = " - 1 " / >  
                 < p a r a m e t e r   i d = " c 6 5 3 4 b 5 0 - c 5 2 3 - 4 d 1 9 - 8 3 e b - 8 e 9 c 8 4 f b d 8 9 1 "   n a m e = " L i n k e d   q u e s t i o n s "   t y p e = " S y s t e m . G u i d ,   m s c o r l i b ,   V e r s i o n = 4 . 0 . 0 . 0 ,   C u l t u r e = n e u t r a l ,   P u b l i c K e y T o k e n = b 7 7 a 5 c 5 6 1 9 3 4 e 0 8 9 "   o r d e r = " 9 9 9 "   k e y = " l i n k e d Q u e s t i o n "   v a l u e = " f 8 d 4 a 7 9 0 - e 0 5 1 - 4 5 1 a - a a a 5 - d 4 d 6 5 6 a f 6 f 5 b "   a r g u m e n t = " M u l t i p l e C o n t r o l "   g r o u p O r d e r = " - 1 " / >  
                 < p a r a m e t e r   i d = " c 0 6 a 9 1 3 8 - 3 c 3 0 - 4 a 4 6 - a 7 7 c - 0 7 1 4 2 4 4 7 b 7 6 9 "   n a m e = " R e p l a c e   v a l u e s   w i t h   l a b e l s "   t y p e = " S y s t e m . B o o l e a n ,   m s c o r l i b ,   V e r s i o n = 4 . 0 . 0 . 0 ,   C u l t u r e = n e u t r a l ,   P u b l i c K e y T o k e n = b 7 7 a 5 c 5 6 1 9 3 4 e 0 8 9 "   o r d e r = " 9 9 9 "   k e y = " u s e L a b e l s "   v a l u e = " F a l s e "   g r o u p O r d e r = " - 1 " / >  
             < / p a r a m e t e r s >  
         < / c o m m a n d >  
         < c o m m a n d   i d = " 0 7 e a e b c f - e 5 c 3 - 4 8 4 1 - a 1 8 a - c 4 7 0 a 0 a 2 7 5 a 8 "   n a m e = " V i s i b i l i t y P a r t y 9 "   a s s e m b l y = " I p h e l i o n . O u t l i n e . M o d e l . d l l "   t y p e = " I p h e l i o n . O u t l i n e . M o d e l . C o m m a n d s . Q u e s t i o n V i s i b i l i t y C o m m a n d "   o r d e r = " 1 3 "   a c t i v e = " t r u e "   c o m m a n d T y p e = " s t a r t u p " >  
             < p a r a m e t e r s >  
                 < p a r a m e t e r   i d = " 3 b a e 4 f c 4 - 9 4 b 5 - 4 b 4 4 - a 2 c 9 - d 1 1 2 1 f 1 e 3 b e 3 "   n a m e = " M a t c h   c r i t e r i a "   t y p e = " S y s t e m . S t r i n g ,   m s c o r l i b ,   V e r s i o n = 4 . 0 . 0 . 0 ,   C u l t u r e = n e u t r a l ,   P u b l i c K e y T o k e n = b 7 7 a 5 c 5 6 1 9 3 4 e 0 8 9 "   o r d e r = " 1 "   k e y = " m a t c h "   v a l u e = " "   a r g u m e n t = " F o r m a t S t r i n g "   g r o u p O r d e r = " - 1 " / >  
                 < p a r a m e t e r   i d = " 9 4 f 3 9 1 5 d - 6 0 1 1 - 4 d 8 c - 9 e e 9 - 6 8 e 5 c 6 4 7 7 a f b "   n a m e = " S h o w   v a l u e s "   t y p e = " S y s t e m . S t r i n g ,   m s c o r l i b ,   V e r s i o n = 4 . 0 . 0 . 0 ,   C u l t u r e = n e u t r a l ,   P u b l i c K e y T o k e n = b 7 7 a 5 c 5 6 1 9 3 4 e 0 8 9 "   o r d e r = " 2 "   k e y = " f i e l d V a l u e s "   v a l u e = " 9 , 1 0 "   a r g u m e n t = " I t e m L i s t C o n t r o l "   g r o u p O r d e r = " - 1 " / >  
                 < p a r a m e t e r   i d = " f 4 1 5 8 3 c 9 - d 3 8 3 - 4 1 5 a - a 2 a 2 - 7 0 0 1 1 b a c 6 4 d b " 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e 3 b 7 7 8 b 8 - e 6 3 2 - 4 2 7 a - b 7 7 c - 5 f b b 3 2 9 8 2 3 4 b "   n a m e = " L i n k e d   c o m m a n d s "   t y p e = " S y s t e m . G u i d ,   m s c o r l i b ,   V e r s i o n = 4 . 0 . 0 . 0 ,   C u l t u r e = n e u t r a l ,   P u b l i c K e y T o k e n = b 7 7 a 5 c 5 6 1 9 3 4 e 0 8 9 "   o r d e r = " 9 9 9 "   k e y = " l i n k e d C o m m a n d "   v a l u e = " "   a r g u m e n t = " M u l t i p l e C o m m a n d C h o o s e r "   g r o u p O r d e r = " - 1 " / >  
                 < p a r a m e t e r   i d = " 3 c 0 2 7 f 7 c - 0 e a c - 4 6 8 1 - 8 a 4 4 - 9 3 f 7 1 5 4 0 5 4 1 f "   n a m e = " L i n k e d   q u e s t i o n s "   t y p e = " S y s t e m . G u i d ,   m s c o r l i b ,   V e r s i o n = 4 . 0 . 0 . 0 ,   C u l t u r e = n e u t r a l ,   P u b l i c K e y T o k e n = b 7 7 a 5 c 5 6 1 9 3 4 e 0 8 9 "   o r d e r = " 9 9 9 "   k e y = " l i n k e d Q u e s t i o n "   v a l u e = " 5 f 7 d 4 6 2 1 - b 7 8 3 - 4 d 8 6 - 9 c 8 9 - 2 c 6 a d 7 9 6 3 5 e a "   a r g u m e n t = " M u l t i p l e C o n t r o l "   g r o u p O r d e r = " - 1 " / >  
                 < p a r a m e t e r   i d = " 3 4 e 6 7 8 7 0 - c e a b - 4 9 b 7 - 8 f 8 d - 9 e 9 e d 5 7 e 5 c 5 5 "   n a m e = " R e p l a c e   v a l u e s   w i t h   l a b e l s "   t y p e = " S y s t e m . B o o l e a n ,   m s c o r l i b ,   V e r s i o n = 4 . 0 . 0 . 0 ,   C u l t u r e = n e u t r a l ,   P u b l i c K e y T o k e n = b 7 7 a 5 c 5 6 1 9 3 4 e 0 8 9 "   o r d e r = " 9 9 9 "   k e y = " u s e L a b e l s "   v a l u e = " F a l s e "   g r o u p O r d e r = " - 1 " / >  
             < / p a r a m e t e r s >  
         < / c o m m a n d >  
         < c o m m a n d   i d = " 8 9 1 c 7 0 5 2 - 3 7 1 8 - 4 3 4 2 - 9 a a 9 - e 0 b 6 2 9 c c d e f 3 "   n a m e = " V i s i b i l i t y P a r t y T y p e 1 0 "   a s s e m b l y = " I p h e l i o n . O u t l i n e . M o d e l . d l l "   t y p e = " I p h e l i o n . O u t l i n e . M o d e l . C o m m a n d s . Q u e s t i o n V i s i b i l i t y C o m m a n d "   o r d e r = " 1 4 "   a c t i v e = " t r u e "   c o m m a n d T y p e = " s t a r t u p " >  
             < p a r a m e t e r s >  
                 < p a r a m e t e r   i d = " 8 8 0 f 6 2 2 e - 2 c 7 8 - 4 6 1 9 - b 6 3 3 - c 6 1 6 5 f 7 0 b 6 7 d "   n a m e = " M a t c h   c r i t e r i a "   t y p e = " S y s t e m . S t r i n g ,   m s c o r l i b ,   V e r s i o n = 4 . 0 . 0 . 0 ,   C u l t u r e = n e u t r a l ,   P u b l i c K e y T o k e n = b 7 7 a 5 c 5 6 1 9 3 4 e 0 8 9 "   o r d e r = " 1 "   k e y = " m a t c h "   v a l u e = " "   a r g u m e n t = " F o r m a t S t r i n g "   g r o u p O r d e r = " - 1 " / >  
                 < p a r a m e t e r   i d = " e 2 7 3 1 4 d 3 - 4 c 6 e - 4 e 6 c - b 4 b 4 - 8 c 0 7 b d e e 5 4 0 7 "   n a m e = " S h o w   v a l u e s "   t y p e = " S y s t e m . S t r i n g ,   m s c o r l i b ,   V e r s i o n = 4 . 0 . 0 . 0 ,   C u l t u r e = n e u t r a l ,   P u b l i c K e y T o k e n = b 7 7 a 5 c 5 6 1 9 3 4 e 0 8 9 "   o r d e r = " 2 "   k e y = " f i e l d V a l u e s "   v a l u e = " 1 0 "   a r g u m e n t = " I t e m L i s t C o n t r o l "   g r o u p O r d e r = " - 1 " / >  
                 < p a r a m e t e r   i d = " 8 7 c 2 2 0 3 d - 4 6 1 7 - 4 d 4 f - b 4 2 9 - 6 d 0 1 1 8 e c 7 9 5 a " 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f 9 2 c a 5 8 3 - c 1 f b - 4 e a d - 9 0 f 2 - e 5 4 8 d 3 7 4 e 4 e 3 "   n a m e = " L i n k e d   c o m m a n d s "   t y p e = " S y s t e m . G u i d ,   m s c o r l i b ,   V e r s i o n = 4 . 0 . 0 . 0 ,   C u l t u r e = n e u t r a l ,   P u b l i c K e y T o k e n = b 7 7 a 5 c 5 6 1 9 3 4 e 0 8 9 "   o r d e r = " 9 9 9 "   k e y = " l i n k e d C o m m a n d "   v a l u e = " "   a r g u m e n t = " M u l t i p l e C o m m a n d C h o o s e r "   g r o u p O r d e r = " - 1 " / >  
                 < p a r a m e t e r   i d = " 1 4 f 9 9 5 d 9 - 1 2 b f - 4 d 2 5 - 9 8 a 2 - f 9 4 1 2 f 3 9 4 1 2 4 "   n a m e = " L i n k e d   q u e s t i o n s "   t y p e = " S y s t e m . G u i d ,   m s c o r l i b ,   V e r s i o n = 4 . 0 . 0 . 0 ,   C u l t u r e = n e u t r a l ,   P u b l i c K e y T o k e n = b 7 7 a 5 c 5 6 1 9 3 4 e 0 8 9 "   o r d e r = " 9 9 9 "   k e y = " l i n k e d Q u e s t i o n "   v a l u e = " 9 b 5 4 4 6 2 e - 0 e 5 6 - 4 e a 5 - b 9 5 c - 9 3 8 c d d 9 9 7 4 5 2 "   a r g u m e n t = " M u l t i p l e C o n t r o l "   g r o u p O r d e r = " - 1 " / >  
                 < p a r a m e t e r   i d = " d 2 9 4 f 2 8 1 - b e d 3 - 4 4 d 8 - 8 4 6 a - f a a 0 c 9 8 b 7 5 c 3 "   n a m e = " R e p l a c e   v a l u e s   w i t h   l a b e l s "   t y p e = " S y s t e m . B o o l e a n ,   m s c o r l i b ,   V e r s i o n = 4 . 0 . 0 . 0 ,   C u l t u r e = n e u t r a l ,   P u b l i c K e y T o k e n = b 7 7 a 5 c 5 6 1 9 3 4 e 0 8 9 "   o r d e r = " 9 9 9 "   k e y = " u s e L a b e l s "   v a l u e = " F a l s e "   g r o u p O r d e r = " - 1 " / >  
             < / p a r a m e t e r s >  
         < / c o m m a n d >  
         < c o m m a n d   i d = " 9 8 6 1 7 b 2 3 - e 0 9 a - 4 6 3 2 - 8 b 5 f - 6 6 5 4 d f 4 6 8 c 7 2 "   n a m e = " V i s i b i l i t y P a r t y 1 0 "   a s s e m b l y = " I p h e l i o n . O u t l i n e . M o d e l . d l l "   t y p e = " I p h e l i o n . O u t l i n e . M o d e l . C o m m a n d s . Q u e s t i o n V i s i b i l i t y C o m m a n d "   o r d e r = " 1 5 "   a c t i v e = " t r u e "   c o m m a n d T y p e = " s t a r t u p " >  
             < p a r a m e t e r s >  
                 < p a r a m e t e r   i d = " d 2 b 4 d 5 0 8 - b 0 6 0 - 4 4 a 8 - a 6 9 7 - 1 6 4 2 f 6 a 4 b 9 8 3 "   n a m e = " M a t c h   c r i t e r i a "   t y p e = " S y s t e m . S t r i n g ,   m s c o r l i b ,   V e r s i o n = 4 . 0 . 0 . 0 ,   C u l t u r e = n e u t r a l ,   P u b l i c K e y T o k e n = b 7 7 a 5 c 5 6 1 9 3 4 e 0 8 9 "   o r d e r = " 1 "   k e y = " m a t c h "   v a l u e = " "   a r g u m e n t = " F o r m a t S t r i n g "   g r o u p O r d e r = " - 1 " / >  
                 < p a r a m e t e r   i d = " 4 3 6 7 f 7 0 5 - f 0 6 e - 4 0 2 3 - 8 6 e 8 - 6 e 9 d c a 3 e a e a 8 "   n a m e = " S h o w   v a l u e s "   t y p e = " S y s t e m . S t r i n g ,   m s c o r l i b ,   V e r s i o n = 4 . 0 . 0 . 0 ,   C u l t u r e = n e u t r a l ,   P u b l i c K e y T o k e n = b 7 7 a 5 c 5 6 1 9 3 4 e 0 8 9 "   o r d e r = " 2 "   k e y = " f i e l d V a l u e s "   v a l u e = " 1 0 "   a r g u m e n t = " I t e m L i s t C o n t r o l "   g r o u p O r d e r = " - 1 " / >  
                 < p a r a m e t e r   i d = " d 4 1 4 7 8 f 0 - a f d 7 - 4 2 7 9 - 9 9 7 f - 8 c 8 e 9 f 0 d 9 c 3 c " 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7 7 1 4 e 8 6 4 - 1 d 5 4 - 4 c 7 9 - 9 6 d 7 - 8 a e a f 2 b f c 8 e 5 "   n a m e = " L i n k e d   c o m m a n d s "   t y p e = " S y s t e m . G u i d ,   m s c o r l i b ,   V e r s i o n = 4 . 0 . 0 . 0 ,   C u l t u r e = n e u t r a l ,   P u b l i c K e y T o k e n = b 7 7 a 5 c 5 6 1 9 3 4 e 0 8 9 "   o r d e r = " 9 9 9 "   k e y = " l i n k e d C o m m a n d "   v a l u e = " "   a r g u m e n t = " M u l t i p l e C o m m a n d C h o o s e r "   g r o u p O r d e r = " - 1 " / >  
                 < p a r a m e t e r   i d = " 9 9 3 c 8 d 6 7 - b a 6 0 - 4 6 6 1 - 8 3 a 3 - d e c b 1 9 9 b 2 f 4 3 "   n a m e = " L i n k e d   q u e s t i o n s "   t y p e = " S y s t e m . G u i d ,   m s c o r l i b ,   V e r s i o n = 4 . 0 . 0 . 0 ,   C u l t u r e = n e u t r a l ,   P u b l i c K e y T o k e n = b 7 7 a 5 c 5 6 1 9 3 4 e 0 8 9 "   o r d e r = " 9 9 9 "   k e y = " l i n k e d Q u e s t i o n "   v a l u e = " b 2 d 9 c 1 7 c - b 5 e 5 - 4 f b b - 9 1 9 3 - 9 d c 0 d d d 3 8 f 2 e "   a r g u m e n t = " M u l t i p l e C o n t r o l "   g r o u p O r d e r = " - 1 " / >  
                 < p a r a m e t e r   i d = " 2 1 e 2 6 d 3 1 - e 4 8 3 - 4 7 e c - b e f 3 - 0 2 5 d 1 d a f 9 3 a 8 "   n a m e = " R e p l a c e   v a l u e s   w i t h   l a b e l s "   t y p e = " S y s t e m . B o o l e a n ,   m s c o r l i b ,   V e r s i o n = 4 . 0 . 0 . 0 ,   C u l t u r e = n e u t r a l ,   P u b l i c K e y T o k e n = b 7 7 a 5 c 5 6 1 9 3 4 e 0 8 9 "   o r d e r = " 9 9 9 "   k e y = " u s e L a b e l s "   v a l u e = " F a l s e "   g r o u p O r d e r = " - 1 " / >  
             < / p a r a m e t e r s >  
         < / c o m m a n d >  
         < c o m m a n d   i d = " 0 c 7 1 0 9 a b - 9 2 0 5 - 4 e a 6 - b b d 8 - f e 5 8 f 5 a 5 5 4 3 b "   n a m e = " V i s i b i l i t y   R o m a n i a n _ a s "   a s s e m b l y = " I p h e l i o n . O u t l i n e . M o d e l . d l l "   t y p e = " I p h e l i o n . O u t l i n e . M o d e l . C o m m a n d s . Q u e s t i o n V i s i b i l i t y C o m m a n d "   o r d e r = " 1 6 "   a c t i v e = " t r u e "   c o m m a n d T y p e = " s t a r t u p " >  
             < p a r a m e t e r s >  
                 < p a r a m e t e r   i d = " d 7 2 6 2 7 5 b - d 3 a e - 4 7 8 5 - 8 7 5 3 - 8 4 c 3 8 d b 7 7 8 1 a "   n a m e = " M a t c h   c r i t e r i a "   t y p e = " S y s t e m . S t r i n g ,   m s c o r l i b ,   V e r s i o n = 4 . 0 . 0 . 0 ,   C u l t u r e = n e u t r a l ,   P u b l i c K e y T o k e n = b 7 7 a 5 c 5 6 1 9 3 4 e 0 8 9 "   o r d e r = " 1 "   k e y = " m a t c h "   v a l u e = " "   a r g u m e n t = " F o r m a t S t r i n g "   g r o u p O r d e r = " - 1 " / >  
                 < p a r a m e t e r   i d = " 2 9 2 1 c f 2 8 - 1 c 9 8 - 4 2 d f - b b f 6 - 9 7 9 3 e 6 f 6 b 6 0 d "   n a m e = " S h o w   v a l u e s "   t y p e = " S y s t e m . S t r i n g ,   m s c o r l i b ,   V e r s i o n = 4 . 0 . 0 . 0 ,   C u l t u r e = n e u t r a l ,   P u b l i c K e y T o k e n = b 7 7 a 5 c 5 6 1 9 3 4 e 0 8 9 "   o r d e r = " 2 "   k e y = " f i e l d V a l u e s "   v a l u e = " R o m a n i a n "   a r g u m e n t = " I t e m L i s t C o n t r o l "   g r o u p O r d e r = " - 1 " / >  
                 < p a r a m e t e r   i d = " 1 1 b 7 f 5 1 3 - 8 3 a 6 - 4 8 2 3 - a 9 b 5 - 7 7 b 7 0 0 7 f 8 3 0 1 "   n a m e = " C h e c k   f i e l d ( s ) "   t y p e = " I p h e l i o n . O u t l i n e . M o d e l . E n t i t i e s . P a r a m e t e r F i e l d D e s c r i p t o r ,   I p h e l i o n . O u t l i n e . M o d e l ,   V e r s i o n = 1 . 6 . 7 . 1 0 ,   C u l t u r e = n e u t r a l ,   P u b l i c K e y T o k e n = n u l l "   o r d e r = " 9 9 9 "   k e y = " c h e c k F i e l d "   v a l u e = " 5 c 0 a 3 e e a - 3 c 6 6 - 4 d 9 a - 8 2 4 c - 4 2 6 1 e a 5 c 0 b a 8 | f 9 5 d c 5 f a - 6 e 9 d - 4 b e 9 - 9 d 2 3 - e 0 a d a 2 0 d 8 4 3 8 "   a r g u m e n t = " M u l t i p l e C o n t r o l "   g r o u p O r d e r = " - 1 " / >  
                 < p a r a m e t e r   i d = " a a 3 3 a 6 8 e - 4 0 6 d - 4 8 b 8 - b 9 5 a - 2 9 2 e c f a 9 c b 2 b "   n a m e = " L i n k e d   c o m m a n d s "   t y p e = " S y s t e m . G u i d ,   m s c o r l i b ,   V e r s i o n = 4 . 0 . 0 . 0 ,   C u l t u r e = n e u t r a l ,   P u b l i c K e y T o k e n = b 7 7 a 5 c 5 6 1 9 3 4 e 0 8 9 "   o r d e r = " 9 9 9 "   k e y = " l i n k e d C o m m a n d "   v a l u e = " "   a r g u m e n t = " M u l t i p l e C o m m a n d C h o o s e r "   g r o u p O r d e r = " - 1 " / >  
                 < p a r a m e t e r   i d = " 4 7 2 9 c e 9 3 - 7 0 5 7 - 4 c 1 1 - b 8 5 5 - e 4 c 7 d 8 8 a 2 f 5 0 "   n a m e = " L i n k e d   q u e s t i o n s "   t y p e = " S y s t e m . G u i d ,   m s c o r l i b ,   V e r s i o n = 4 . 0 . 0 . 0 ,   C u l t u r e = n e u t r a l ,   P u b l i c K e y T o k e n = b 7 7 a 5 c 5 6 1 9 3 4 e 0 8 9 "   o r d e r = " 9 9 9 "   k e y = " l i n k e d Q u e s t i o n "   v a l u e = " 2 f f 5 d 1 d 4 - c 0 d a - 4 e 7 8 - a 0 4 3 - c c a c 9 9 f 7 2 a f d "   a r g u m e n t = " M u l t i p l e C o n t r o l "   g r o u p O r d e r = " - 1 " / >  
                 < p a r a m e t e r   i d = " 2 c 8 e d d e 4 - e 4 2 d - 4 a 0 8 - 9 0 1 6 - f d 4 7 8 0 f 0 e 3 6 6 "   n a m e = " R e p l a c e   v a l u e s   w i t h   l a b e l s "   t y p e = " S y s t e m . B o o l e a n ,   m s c o r l i b ,   V e r s i o n = 4 . 0 . 0 . 0 ,   C u l t u r e = n e u t r a l ,   P u b l i c K e y T o k e n = b 7 7 a 5 c 5 6 1 9 3 4 e 0 8 9 "   o r d e r = " 9 9 9 "   k e y = " u s e L a b e l s "   v a l u e = " F a l s e "   g r o u p O r d e r = " - 1 " / >  
             < / p a r a m e t e r s >  
         < / c o m m a n d >  
         < c o m m a n d   i d = " f 6 5 a 6 2 8 2 - 8 2 5 4 - 4 1 9 2 - 9 5 e 3 - 5 c 6 3 4 a e 1 8 5 b 2 "   n a m e = " P a r t i e s   N e x t   p a g e "   a s s e m b l y = " I p h e l i o n . O u t l i n e . M o d e l . d l l "   t y p e = " I p h e l i o n . O u t l i n e . M o d e l . C o m m a n d s . Q u e s t i o n V i s i b i l i t y C o m m a n d "   o r d e r = " 1 7 "   a c t i v e = " t r u e "   c o m m a n d T y p e = " s t a r t u p " >  
             < p a r a m e t e r s >  
                 < p a r a m e t e r   i d = " b 2 d f 5 3 c 7 - 6 6 2 8 - 4 3 8 8 - b 1 5 7 - 3 c 3 3 8 2 8 a 2 4 2 6 "   n a m e = " M a t c h   c r i t e r i a "   t y p e = " S y s t e m . S t r i n g ,   m s c o r l i b ,   V e r s i o n = 4 . 0 . 0 . 0 ,   C u l t u r e = n e u t r a l ,   P u b l i c K e y T o k e n = b 7 7 a 5 c 5 6 1 9 3 4 e 0 8 9 "   o r d e r = " 1 "   k e y = " m a t c h "   v a l u e = " "   a r g u m e n t = " F o r m a t S t r i n g "   g r o u p O r d e r = " - 1 " / >  
                 < p a r a m e t e r   i d = " 8 f a 0 f 3 3 3 - f 1 2 0 - 4 4 0 a - 9 c 2 6 - 0 d c b a 8 3 3 a f 4 2 "   n a m e = " S h o w   v a l u e s "   t y p e = " S y s t e m . S t r i n g ,   m s c o r l i b ,   V e r s i o n = 4 . 0 . 0 . 0 ,   C u l t u r e = n e u t r a l ,   P u b l i c K e y T o k e n = b 7 7 a 5 c 5 6 1 9 3 4 e 0 8 9 "   o r d e r = " 2 "   k e y = " f i e l d V a l u e s "   v a l u e = " 6 , 7 , 8 , 9 , 1 0 "   a r g u m e n t = " I t e m L i s t C o n t r o l "   g r o u p O r d e r = " - 1 " / >  
                 < p a r a m e t e r   i d = " f a 0 0 9 5 9 e - 2 c 6 9 - 4 d a 0 - 9 1 b d - d 4 6 b a c 4 f a b 9 2 " 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6 0 a 0 7 b 9 2 - e 3 f c - 4 2 e 1 - 9 c 8 5 - 8 5 1 f 9 0 a 5 9 4 2 a "   n a m e = " L i n k e d   c o m m a n d s "   t y p e = " S y s t e m . G u i d ,   m s c o r l i b ,   V e r s i o n = 4 . 0 . 0 . 0 ,   C u l t u r e = n e u t r a l ,   P u b l i c K e y T o k e n = b 7 7 a 5 c 5 6 1 9 3 4 e 0 8 9 "   o r d e r = " 9 9 9 "   k e y = " l i n k e d C o m m a n d "   v a l u e = " "   a r g u m e n t = " M u l t i p l e C o m m a n d C h o o s e r "   g r o u p O r d e r = " - 1 " / >  
                 < p a r a m e t e r   i d = " 1 a a c b f 1 7 - 0 4 3 d - 4 6 5 0 - 8 9 7 8 - 0 5 7 1 f 4 a 6 1 b b 0 "   n a m e = " L i n k e d   q u e s t i o n s "   t y p e = " S y s t e m . G u i d ,   m s c o r l i b ,   V e r s i o n = 4 . 0 . 0 . 0 ,   C u l t u r e = n e u t r a l ,   P u b l i c K e y T o k e n = b 7 7 a 5 c 5 6 1 9 3 4 e 0 8 9 "   o r d e r = " 9 9 9 "   k e y = " l i n k e d Q u e s t i o n "   v a l u e = " 2 3 2 c c 8 e 3 - e c 5 3 - 4 a 8 6 - a 2 a 3 - d 3 5 a 7 b c 6 7 b 3 e "   a r g u m e n t = " M u l t i p l e C o n t r o l "   g r o u p O r d e r = " - 1 " / >  
                 < p a r a m e t e r   i d = " 3 7 8 6 4 c 6 e - 0 8 8 e - 4 3 7 4 - 9 4 1 0 - f 9 9 a 4 2 0 c 6 0 f d "   n a m e = " R e p l a c e   v a l u e s   w i t h   l a b e l s "   t y p e = " S y s t e m . B o o l e a n ,   m s c o r l i b ,   V e r s i o n = 4 . 0 . 0 . 0 ,   C u l t u r e = n e u t r a l ,   P u b l i c K e y T o k e n = b 7 7 a 5 c 5 6 1 9 3 4 e 0 8 9 "   o r d e r = " 9 9 9 "   k e y = " u s e L a b e l s "   v a l u e = " F a l s e "   g r o u p O r d e r = " - 1 " / >  
             < / p a r a m e t e r s >  
         < / c o m m a n d >  
         < c o m m a n d   i d = " a 9 7 b d 7 e a - 5 1 7 d - 4 6 0 8 - b a 0 3 - 4 1 b 1 9 6 c f 8 9 f 5 "   n a m e = " S h o w   Q u e s t i o n   F o r m "   a s s e m b l y = " I p h e l i o n . O u t l i n e . M o d e l . d l l "   t y p e = " I p h e l i o n . O u t l i n e . M o d e l . C o m m a n d s . S h o w F o r m C o m m a n d "   o r d e r = " 1 8 "   a c t i v e = " t r u e "   c o m m a n d T y p e = " s t a r t u p " >  
             < p a r a m e t e r s >  
                 < p a r a m e t e r   i d = " 5 a d b 1 d c a - b 5 2 e - 4 7 0 3 - b 7 d 0 - d c b b 9 a 8 8 5 f b 2 "   n a m e = " A s s e m b l y   n a m e "   t y p e = " S y s t e m . S t r i n g ,   m s c o r l i b ,   V e r s i o n = 4 . 0 . 0 . 0 ,   C u l t u r e = n e u t r a l ,   P u b l i c K e y T o k e n = b 7 7 a 5 c 5 6 1 9 3 4 e 0 8 9 "   o r d e r = " 9 9 9 "   k e y = " a s s e m b l y "   v a l u e = " I p h e l i o n . O u t l i n e . C o n t r o l s . d l l "   g r o u p O r d e r = " - 1 " / >  
                 < p a r a m e t e r   i d = " 4 d 1 7 5 c a a - 6 5 8 9 - 4 8 5 4 - 9 0 2 8 - 8 c a a 0 6 9 9 1 0 d b "   n a m e = " T y p e   n a m e "   t y p e = " S y s t e m . S t r i n g ,   m s c o r l i b ,   V e r s i o n = 4 . 0 . 0 . 0 ,   C u l t u r e = n e u t r a l ,   P u b l i c K e y T o k e n = b 7 7 a 5 c 5 6 1 9 3 4 e 0 8 9 "   o r d e r = " 9 9 9 "   k e y = " t y p e "   v a l u e = " I p h e l i o n . O u t l i n e . C o n t r o l s . Q u e s t i o n F o r m "   g r o u p O r d e r = " - 1 " / >  
             < / p a r a m e t e r s >  
         < / c o m m a n d >  
         < c o m m a n d   i d = " 3 0 0 6 2 d 9 6 - 4 b 5 5 - 4 8 2 8 - 9 3 a 7 - 8 1 e d 7 b 3 7 2 a 9 3 "   n a m e = " C l o s e   d o c u m e n t   c o m m a n d "   a s s e m b l y = " I p h e l i o n . O u t l i n e . W o r d . d l l "   t y p e = " I p h e l i o n . O u t l i n e . W o r d . C o m m a n d s . C l o s e D o c u m e n t C o m m a n d "   o r d e r = " 1 9 "   a c t i v e = " t r u e "   c o m m a n d T y p e = " s t a r t u p " >  
             < p a r a m e t e r s >  
                 < p a r a m e t e r   i d = " b f d b c 2 b a - a 5 7 e - 4 1 1 f - a 7 b 4 - c c 7 8 6 5 4 5 5 c 7 e "   n a m e = " C h e c k   q u e s t i o n "   t y p e = " S y s t e m . B o o l e a n ,   m s c o r l i b ,   V e r s i o n = 4 . 0 . 0 . 0 ,   C u l t u r e = n e u t r a l ,   P u b l i c K e y T o k e n = b 7 7 a 5 c 5 6 1 9 3 4 e 0 8 9 "   o r d e r = " 9 9 9 "   k e y = " c h e c k U s e r I n p u t "   v a l u e = " f a l s e "   g r o u p O r d e r = " - 1 " / >  
                 < p a r a m e t e r   i d = " 0 d e c 6 f 4 8 - f 0 c 0 - 4 4 8 3 - a 0 6 d - 2 d f 6 6 e b e 0 3 e f "   n a m e = " F o r c e   c l o s e "   t y p e = " S y s t e m . B o o l e a n ,   m s c o r l i b ,   V e r s i o n = 4 . 0 . 0 . 0 ,   C u l t u r e = n e u t r a l ,   P u b l i c K e y T o k e n = b 7 7 a 5 c 5 6 1 9 3 4 e 0 8 9 "   o r d e r = " 9 9 9 "   k e y = " c l o s e O n S u c e s s "   v a l u e = " F a l s e "   g r o u p O r d e r = " - 1 " / >  
             < / p a r a m e t e r s >  
         < / c o m m a n d >  
         < c o m m a n d   i d = " 3 5 2 3 d 0 2 e - 3 1 d 6 - 4 9 7 1 - 8 a 4 9 - e b 6 1 2 c b e b 5 4 a "   n a m e = " R e n d e r   f i e l d s   t o   d o c u m e n t "   a s s e m b l y = " I p h e l i o n . O u t l i n e . M o d e l . d l l "   t y p e = " I p h e l i o n . O u t l i n e . M o d e l . C o m m a n d s . R e n d e r D o c u m e n t C o m m a n d "   o r d e r = " 2 0 "   a c t i v e = " t r u e "   c o m m a n d T y p e = " s t a r t u p " >  
             < p a r a m e t e r s >  
                 < p a r a m e t e r   i d = " 7 5 2 d 9 2 2 1 - 4 8 5 0 - 4 0 d 3 - b 7 6 5 - 9 3 f e f d 1 8 e 5 0 e "   n a m e = " E x c l u d e   i n a c t i v e   q u e s t i o n s "   t y p e = " S y s t e m . B o o l e a n ,   m s c o r l i b ,   V e r s i o n = 4 . 0 . 0 . 0 ,   C u l t u r e = n e u t r a l ,   P u b l i c K e y T o k e n = b 7 7 a 5 c 5 6 1 9 3 4 e 0 8 9 "   o r d e r = " 9 9 9 "   k e y = " e x c l u d e I n a c t i v e Q u e s t i o n s "   v a l u e = " F a l s e "   g r o u p O r d e r = " - 1 " / >  
                 < p a r a m e t e r   i d = " 1 3 0 9 4 c 9 4 - d 2 0 d - 4 5 6 c - b 3 d 0 - 5 6 3 d 1 4 1 9 7 b c 0 "   n a m e = " F i r s t   o r d e r   v a l u e "   t y p e = " S y s t e m . I n t 3 2 ,   m s c o r l i b ,   V e r s i o n = 4 . 0 . 0 . 0 ,   C u l t u r e = n e u t r a l ,   P u b l i c K e y T o k e n = b 7 7 a 5 c 5 6 1 9 3 4 e 0 8 9 "   o r d e r = " 9 9 9 "   k e y = " s t a r t O r d e r "   v a l u e = " 0 "   g r o u p O r d e r = " - 1 " / >  
                 < p a r a m e t e r   i d = " e a 2 d 0 3 7 0 - 6 f d 1 - 4 6 0 b - 9 e e 3 - 0 3 2 1 b 4 b 7 4 0 5 7 "   n a m e = " L a s t   o r d e r   v a l u e "   t y p e = " S y s t e m . I n t 3 2 ,   m s c o r l i b ,   V e r s i o n = 4 . 0 . 0 . 0 ,   C u l t u r e = n e u t r a l ,   P u b l i c K e y T o k e n = b 7 7 a 5 c 5 6 1 9 3 4 e 0 8 9 "   o r d e r = " 9 9 9 "   k e y = " e n d O r d e r "   v a l u e = " 5 "   g r o u p O r d e r = " - 1 " / >  
             < / p a r a m e t e r s >  
         < / c o m m a n d >  
         < c o m m a n d   i d = " 0 d 8 3 f e d 0 - e 4 8 e - 4 9 3 3 - 9 8 e 7 - e 1 9 9 c 3 b d 2 c 2 3 "   n a m e = " S e t   p a p e r   s i z e   c o m m a n d "   a s s e m b l y = " I p h e l i o n . O u t l i n e . W o r d . d l l "   t y p e = " I p h e l i o n . O u t l i n e . W o r d . C o m m a n d s . S e t P a p e r S i z e C o m m a n d "   o r d e r = " 2 1 "   a c t i v e = " t r u e "   c o m m a n d T y p e = " s t a r t u p " >  
             < p a r a m e t e r s >  
                 < p a r a m e t e r   i d = " 3 0 7 f c 4 8 d - c 9 5 8 - 4 4 d f - 8 1 8 2 - e a 0 4 e a 0 a f 6 a 3 "   n a m e = " S e t   b o t t o m   m a r g i n "   t y p e = " S y s t e m . B o o l e a n ,   m s c o r l i b ,   V e r s i o n = 4 . 0 . 0 . 0 ,   C u l t u r e = n e u t r a l ,   P u b l i c K e y T o k e n = b 7 7 a 5 c 5 6 1 9 3 4 e 0 8 9 "   o r d e r = " 9 9 9 "   k e y = " s e t B o t t o m M a r g i n "   v a l u e = " F a l s e "   g r o u p O r d e r = " - 1 " / >  
                 < p a r a m e t e r   i d = " 7 4 2 1 4 6 3 c - c 3 7 8 - 4 0 8 6 - 8 d b 5 - e 4 a 8 3 8 f 1 3 c 7 2 "   n a m e = " S e t   l e f t   m a r g i n "   t y p e = " S y s t e m . B o o l e a n ,   m s c o r l i b ,   V e r s i o n = 4 . 0 . 0 . 0 ,   C u l t u r e = n e u t r a l ,   P u b l i c K e y T o k e n = b 7 7 a 5 c 5 6 1 9 3 4 e 0 8 9 "   o r d e r = " 9 9 9 "   k e y = " s e t L e f t M a r g i n "   v a l u e = " F a l s e "   g r o u p O r d e r = " - 1 " / >  
                 < p a r a m e t e r   i d = " 7 3 7 5 2 4 0 0 - c d a 2 - 4 3 a 6 - 9 0 2 3 - 4 5 6 1 8 b c 4 2 7 3 4 "   n a m e = " S e t   p a g e   h e i g h t "   t y p e = " S y s t e m . B o o l e a n ,   m s c o r l i b ,   V e r s i o n = 4 . 0 . 0 . 0 ,   C u l t u r e = n e u t r a l ,   P u b l i c K e y T o k e n = b 7 7 a 5 c 5 6 1 9 3 4 e 0 8 9 "   o r d e r = " 9 9 9 "   k e y = " s e t P a g e H e i g h t "   v a l u e = " T r u e "   g r o u p O r d e r = " - 1 " / >  
                 < p a r a m e t e r   i d = " f e 3 d f b 6 c - f 8 4 1 - 4 6 1 6 - b b e 6 - 6 4 a d 6 2 6 2 4 5 0 c "   n a m e = " S e t   p a g e   w i d t h "   t y p e = " S y s t e m . B o o l e a n ,   m s c o r l i b ,   V e r s i o n = 4 . 0 . 0 . 0 ,   C u l t u r e = n e u t r a l ,   P u b l i c K e y T o k e n = b 7 7 a 5 c 5 6 1 9 3 4 e 0 8 9 "   o r d e r = " 9 9 9 "   k e y = " s e t P a g e W i d t h "   v a l u e = " T r u e "   g r o u p O r d e r = " - 1 " / >  
                 < p a r a m e t e r   i d = " c a 7 3 5 d 6 8 - f 4 6 2 - 4 3 7 f - a 0 2 2 - b 5 6 4 0 3 e 0 3 c 1 9 "   n a m e = " S e t   r i g h t   m a r g i n "   t y p e = " S y s t e m . B o o l e a n ,   m s c o r l i b ,   V e r s i o n = 4 . 0 . 0 . 0 ,   C u l t u r e = n e u t r a l ,   P u b l i c K e y T o k e n = b 7 7 a 5 c 5 6 1 9 3 4 e 0 8 9 "   o r d e r = " 9 9 9 "   k e y = " s e t R i g h t M a r g i n "   v a l u e = " F a l s e "   g r o u p O r d e r = " - 1 " / >  
                 < p a r a m e t e r   i d = " 8 c c 4 4 f 3 0 - 5 f e 5 - 4 9 9 4 - 9 2 6 0 - c 4 a 4 d 6 2 c 4 f 9 6 "   n a m e = " S e t   t o p   m a r g i n "   t y p e = " S y s t e m . B o o l e a n ,   m s c o r l i b ,   V e r s i o n = 4 . 0 . 0 . 0 ,   C u l t u r e = n e u t r a l ,   P u b l i c K e y T o k e n = b 7 7 a 5 c 5 6 1 9 3 4 e 0 8 9 "   o r d e r = " 9 9 9 "   k e y = " s e t T o p M a r g i n "   v a l u e = " F a l s e "   g r o u p O r d e r = " - 1 " / >  
             < / p a r a m e t e r s >  
         < / c o m m a n d >  
         < c o m m a n d   i d = " 3 0 7 6 a f 1 9 - f 2 2 6 - 4 7 9 7 - a 8 d 8 - 8 d 3 b 7 a f c d 7 7 7 "   n a m e = " R e m o v e   r e g i o n   w h i t e   s p a c e "   a s s e m b l y = " I p h e l i o n . O u t l i n e . W o r d . d l l "   t y p e = " I p h e l i o n . O u t l i n e . W o r d . C o m m a n d s . R e m o v e R e g i o n W h i t e S p a c e C o m m a n d "   o r d e r = " 2 2 "   a c t i v e = " t r u e "   c o m m a n d T y p e = " s t a r t u p " >  
             < p a r a m e t e r s >  
                 < p a r a m e t e r   i d = " d 7 7 3 0 c d d - 6 d e f - 4 5 8 4 - b e 5 5 - c d 4 6 5 3 7 a 8 9 e 5 "   n a m e = " A r e a "   t y p e = " I p h e l i o n . O u t l i n e . M o d e l . E n t i t i e s . C o n t r o l A r e a ,   I p h e l i o n . O u t l i n e . M o d e l ,   V e r s i o n = 1 . 6 . 7 . 1 0 ,   C u l t u r e = n e u t r a l ,   P u b l i c K e y T o k e n = n u l l "   o r d e r = " 9 9 9 "   k e y = " a r e a "   v a l u e = " B o t t o m "   g r o u p O r d e r = " - 1 " / >  
                 < p a r a m e t e r   i d = " f e b e 2 6 2 2 - 9 6 b a - 4 3 4 b - 8 0 8 e - f 3 2 4 6 f 1 7 8 8 a 4 "   n a m e = " R e g i o n   c o n t r o l "   t y p e = " S y s t e m . G u i d ,   m s c o r l i b ,   V e r s i o n = 4 . 0 . 0 . 0 ,   C u l t u r e = n e u t r a l ,   P u b l i c K e y T o k e n = b 7 7 a 5 c 5 6 1 9 3 4 e 0 8 9 "   o r d e r = " 9 9 9 "   k e y = " c o n t r o l T a g "   v a l u e = " 2 9 e 4 3 d 5 4 - b f 3 2 - 4 9 6 e - a 7 5 9 - 7 3 1 d 0 a 1 5 4 3 e b "   a r g u m e n t = " C o n t r o l C h o o s e r "   g r o u p O r d e r = " - 1 " / >  
             < / p a r a m e t e r s >  
         < / c o m m a n d >  
         < c o m m a n d   i d = " c b 8 5 9 d 0 7 - a a f b - 4 8 9 9 - 8 4 8 9 - 9 8 1 b b 2 9 f b 1 b 4 "   n a m e = " R u n   V B A   M a c r o "   a s s e m b l y = " I p h e l i o n . O u t l i n e . W o r d . d l l "   t y p e = " I p h e l i o n . O u t l i n e . W o r d . C o m m a n d s . R u n M a c r o C o m m a n d "   o r d e r = " 2 3 "   a c t i v e = " t r u e "   c o m m a n d T y p e = " s t a r t u p " >  
             < p a r a m e t e r s >  
                 < p a r a m e t e r   i d = " 4 e 7 3 1 0 4 c - a b 0 8 - 4 8 3 d - b 9 c b - e 8 4 0 2 d 2 f e 2 5 c "   n a m e = " D i s a b l e   i f   n o   d o c u m e n t s   a r e   o p e n "   t y p e = " S y s t e m . B o o l e a n ,   m s c o r l i b ,   V e r s i o n = 4 . 0 . 0 . 0 ,   C u l t u r e = n e u t r a l ,   P u b l i c K e y T o k e n = b 7 7 a 5 c 5 6 1 9 3 4 e 0 8 9 "   o r d e r = " 9 9 9 "   k e y = " d i s a b l e I f N o D o c u m e n t "   v a l u e = " F a l s e "   g r o u p O r d e r = " - 1 " / >  
                 < p a r a m e t e r   i d = " e 4 f b 8 4 5 0 - 8 8 1 6 - 4 2 8 e - a 9 b 9 - c 7 4 5 f 2 0 d 9 3 a c "   n a m e = " E n a b l e d   m a c r o   n a m e "   t y p e = " S y s t e m . S t r i n g ,   m s c o r l i b ,   V e r s i o n = 4 . 0 . 0 . 0 ,   C u l t u r e = n e u t r a l ,   P u b l i c K e y T o k e n = b 7 7 a 5 c 5 6 1 9 3 4 e 0 8 9 "   o r d e r = " 9 9 9 "   k e y = " e n a b l e d M a c r o N a m e "   v a l u e = " C h i n e s e M o d u l e . C h i n e s e B e t w e e n "   g r o u p O r d e r = " - 1 " / >  
                 < p a r a m e t e r   i d = " e 8 0 9 d 4 1 c - 0 a 0 1 - 4 7 e d - 8 0 0 f - f 6 3 a a 2 3 8 e 7 9 2 "   n a m e = " M a c r o   n a m e "   t y p e = " S y s t e m . S t r i n g ,   m s c o r l i b ,   V e r s i o n = 4 . 0 . 0 . 0 ,   C u l t u r e = n e u t r a l ,   P u b l i c K e y T o k e n = b 7 7 a 5 c 5 6 1 9 3 4 e 0 8 9 "   o r d e r = " 9 9 9 "   k e y = " m a c r o N a m e "   v a l u e = " C h i n e s e M o d u l e . C h i n e s e B e t w e e n "   g r o u p O r d e r = " - 1 " / >  
                 < p a r a m e t e r   i d = " 9 7 c 1 1 2 5 f - 7 d 0 0 - 4 6 7 f - a f 6 9 - 6 0 2 6 b 2 f a d a 1 e "   n a m e = " V a l i d   t e m p l a t e s   ( e m p t y   =   a l l ) "   t y p e = " S y s t e m . S t r i n g ,   m s c o r l i b ,   V e r s i o n = 4 . 0 . 0 . 0 ,   C u l t u r e = n e u t r a l ,   P u b l i c K e y T o k e n = b 7 7 a 5 c 5 6 1 9 3 4 e 0 8 9 "   o r d e r = " 9 9 9 "   k e y = " v a l i d T e m p l a t e s "   v a l u e = " C M S C o d e . d o t m "   g r o u p O r d e r = " - 1 " / >  
                 < p a r a m e t e r   i d = " f 2 7 6 c f 0 d - d f 3 e - 4 8 3 5 - a e 1 a - 9 d 7 5 0 e d b 4 3 6 1 "   n a m e = " V i s i b l e   m a c r o   n a m e "   t y p e = " S y s t e m . S t r i n g ,   m s c o r l i b ,   V e r s i o n = 4 . 0 . 0 . 0 ,   C u l t u r e = n e u t r a l ,   P u b l i c K e y T o k e n = b 7 7 a 5 c 5 6 1 9 3 4 e 0 8 9 "   o r d e r = " 9 9 9 "   k e y = " v i s i b l e M a c r o N a m e "   v a l u e = " "   g r o u p O r d e r = " - 1 " / >  
             < / p a r a m e t e r s >  
         < / c o m m a n d >  
         < c o m m a n d   i d = " 0 4 7 b d f 8 0 - 0 3 a f - 4 d b 1 - 9 5 8 a - 2 d 7 d 0 3 d 5 6 6 e 9 "   n a m e = " R u n   V B A   m a c r o   M u s c a t "   a s s e m b l y = " I p h e l i o n . O u t l i n e . W o r d . d l l "   t y p e = " I p h e l i o n . O u t l i n e . W o r d . C o m m a n d s . R u n M a c r o C o m m a n d "   o r d e r = " 2 4 "   a c t i v e = " t r u e "   c o m m a n d T y p e = " s t a r t u p " >  
             < p a r a m e t e r s >  
                 < p a r a m e t e r   i d = " f 4 3 d 3 4 4 d - 8 f c 4 - 4 6 7 e - a 5 e d - 2 d f 7 0 c a 4 c 6 f 7 "   n a m e = " M a c r o   n a m e "   t y p e = " S y s t e m . S t r i n g ,   m s c o r l i b ,   V e r s i o n = 4 . 0 . 0 . 0 ,   C u l t u r e = n e u t r a l ,   P u b l i c K e y T o k e n = b 7 7 a 5 c 5 6 1 9 3 4 e 0 8 9 "   o r d e r = " 9 9 9 "   k e y = " m a c r o N a m e "   v a l u e = " m o d L e g a l . M u s c a t "   g r o u p O r d e r = " - 1 " / >  
                 < p a r a m e t e r   i d = " 3 4 8 b 6 c c e - e 8 0 d - 4 1 d 9 - 8 7 1 1 - 9 7 5 5 0 9 4 c 2 0 7 e "   n a m e = " D i s a b l e   i f   n o   d o c u m e n t s   a r e   o p e n "   t y p e = " S y s t e m . B o o l e a n ,   m s c o r l i b ,   V e r s i o n = 4 . 0 . 0 . 0 ,   C u l t u r e = n e u t r a l ,   P u b l i c K e y T o k e n = b 7 7 a 5 c 5 6 1 9 3 4 e 0 8 9 "   o r d e r = " 9 9 9 "   k e y = " d i s a b l e I f N o D o c u m e n t "   v a l u e = " F a l s e "   g r o u p O r d e r = " - 1 " / >  
                 < p a r a m e t e r   i d = " 4 d 3 9 9 5 a e - 6 8 0 8 - 4 a e f - a 4 4 4 - 2 e 6 1 9 4 5 c 5 7 b e "   n a m e = " V a l i d   t e m p l a t e s   ( e m p t y   =   a l l ) "   t y p e = " S y s t e m . S t r i n g ,   m s c o r l i b ,   V e r s i o n = 4 . 0 . 0 . 0 ,   C u l t u r e = n e u t r a l ,   P u b l i c K e y T o k e n = b 7 7 a 5 c 5 6 1 9 3 4 e 0 8 9 "   o r d e r = " 9 9 9 "   k e y = " v a l i d T e m p l a t e s "   v a l u e = " C M S C o d e . d o t m "   g r o u p O r d e r = " - 1 " / >  
                 < p a r a m e t e r   i d = " b 4 0 7 6 9 d 1 - 7 f 4 5 - 4 6 3 f - b 7 5 8 - a a b 4 b c 2 2 1 9 1 8 "   n a m e = " E n a b l e d   m a c r o   n a m e "   t y p e = " S y s t e m . S t r i n g ,   m s c o r l i b ,   V e r s i o n = 4 . 0 . 0 . 0 ,   C u l t u r e = n e u t r a l ,   P u b l i c K e y T o k e n = b 7 7 a 5 c 5 6 1 9 3 4 e 0 8 9 "   o r d e r = " 9 9 9 "   k e y = " e n a b l e d M a c r o N a m e "   v a l u e = " "   g r o u p O r d e r = " - 1 " / >  
                 < p a r a m e t e r   i d = " 8 d f f b b 8 4 - f 6 7 e - 4 e b 0 - 9 2 9 4 - d f 4 0 5 6 0 c 5 d e 4 "   n a m e = " V i s i b l e   m a c r o   n a m e "   t y p e = " S y s t e m . S t r i n g ,   m s c o r l i b ,   V e r s i o n = 4 . 0 . 0 . 0 ,   C u l t u r e = n e u t r a l ,   P u b l i c K e y T o k e n = b 7 7 a 5 c 5 6 1 9 3 4 e 0 8 9 "   o r d e r = " 9 9 9 "   k e y = " v i s i b l e M a c r o N a m e "   v a l u e = " "   g r o u p O r d e r = " - 1 " / >  
             < / p a r a m e t e r s >  
         < / c o m m a n d >  
         < c o m m a n d   i d = " e 7 4 7 1 e 8 c - a 1 e 1 - 4 f 7 2 - b a 3 0 - d f 4 0 7 1 a c b e 0 9 "   n a m e = " R e f o r m a t   V B A   M a c r o "   a s s e m b l y = " I p h e l i o n . O u t l i n e . W o r d . d l l "   t y p e = " I p h e l i o n . O u t l i n e . W o r d . C o m m a n d s . R u n M a c r o C o m m a n d "   o r d e r = " 2 5 "   a c t i v e = " t r u e "   c o m m a n d T y p e = " s t a r t u p " >  
             < p a r a m e t e r s >  
                 < p a r a m e t e r   i d = " 3 2 5 3 5 e 5 6 - d e b 7 - 4 a 0 6 - 8 3 f 0 - 8 c d b 0 5 9 9 0 f a 6 "   n a m e = " M a c r o   n a m e "   t y p e = " S y s t e m . S t r i n g ,   m s c o r l i b ,   V e r s i o n = 4 . 0 . 0 . 0 ,   C u l t u r e = n e u t r a l ,   P u b l i c K e y T o k e n = b 7 7 a 5 c 5 6 1 9 3 4 e 0 8 9 "   o r d e r = " 9 9 9 "   k e y = " m a c r o N a m e "   v a l u e = " "   g r o u p O r d e r = " - 1 " / >  
                 < p a r a m e t e r   i d = " c 5 7 0 a d 1 4 - a 0 6 d - 4 a 6 a - a d 0 8 - d 8 f a 0 8 6 9 9 0 f e "   n a m e = " D i s a b l e   i f   n o   d o c u m e n t s   a r e   o p e n "   t y p e = " S y s t e m . B o o l e a n ,   m s c o r l i b ,   V e r s i o n = 4 . 0 . 0 . 0 ,   C u l t u r e = n e u t r a l ,   P u b l i c K e y T o k e n = b 7 7 a 5 c 5 6 1 9 3 4 e 0 8 9 "   o r d e r = " 9 9 9 "   k e y = " d i s a b l e I f N o D o c u m e n t "   v a l u e = " F a l s e "   g r o u p O r d e r = " - 1 " / >  
                 < p a r a m e t e r   i d = " f c b 7 3 1 2 8 - 0 d 7 1 - 4 e 9 8 - 9 4 1 6 - 1 4 5 e d 2 2 1 1 a 8 3 "   n a m e = " V a l i d   t e m p l a t e s   ( e m p t y   =   a l l ) "   t y p e = " S y s t e m . S t r i n g ,   m s c o r l i b ,   V e r s i o n = 4 . 0 . 0 . 0 ,   C u l t u r e = n e u t r a l ,   P u b l i c K e y T o k e n = b 7 7 a 5 c 5 6 1 9 3 4 e 0 8 9 "   o r d e r = " 9 9 9 "   k e y = " v a l i d T e m p l a t e s "   v a l u e = " C M S C o d e . d o t m "   g r o u p O r d e r = " - 1 " / >  
                 < p a r a m e t e r   i d = " f a 9 9 4 3 d c - 0 f 1 5 - 4 a e 1 - a f c 4 - d 4 e 6 a 6 f 5 1 7 7 f "   n a m e = " E n a b l e d   m a c r o   n a m e "   t y p e = " S y s t e m . S t r i n g ,   m s c o r l i b ,   V e r s i o n = 4 . 0 . 0 . 0 ,   C u l t u r e = n e u t r a l ,   P u b l i c K e y T o k e n = b 7 7 a 5 c 5 6 1 9 3 4 e 0 8 9 "   o r d e r = " 9 9 9 "   k e y = " e n a b l e d M a c r o N a m e "   v a l u e = " b a s S c o t t i s h A d d r e s s . R e f o r m a t "   g r o u p O r d e r = " - 1 " / >  
                 < p a r a m e t e r   i d = " b 0 0 9 3 5 0 c - 3 3 4 8 - 4 f 5 b - 8 c 3 7 - 3 9 6 8 0 b 2 a 1 f 1 4 "   n a m e = " V i s i b l e   m a c r o   n a m e "   t y p e = " S y s t e m . S t r i n g ,   m s c o r l i b ,   V e r s i o n = 4 . 0 . 0 . 0 ,   C u l t u r e = n e u t r a l ,   P u b l i c K e y T o k e n = b 7 7 a 5 c 5 6 1 9 3 4 e 0 8 9 "   o r d e r = " 9 9 9 "   k e y = " v i s i b l e M a c r o N a m e "   v a l u e = " "   g r o u p O r d e r = " - 1 " / >  
                 < p a r a m e t e r   i d = " 0 4 b d e 5 9 b - 0 0 0 d - 4 2 5 d - 8 f 2 d - a e e 7 7 6 2 b 2 c b a "   n a m e = " P a s s   t e m p l a t e   a s   p a r a m e t e r "   t y p e = " S y s t e m . B o o l e a n ,   m s c o r l i b ,   V e r s i o n = 4 . 0 . 0 . 0 ,   C u l t u r e = n e u t r a l ,   P u b l i c K e y T o k e n = b 7 7 a 5 c 5 6 1 9 3 4 e 0 8 9 "   o r d e r = " 9 9 9 "   k e y = " p a s s T e m p l a t e P a r a m e t e r "   v a l u e = " F a l s e "   g r o u p O r d e r = " - 1 " / >  
                 < p a r a m e t e r   i d = " 3 6 d 7 c 1 b a - 4 f a 5 - 4 f b 8 - 8 3 5 f - c a e b 3 6 b d 4 a 4 a "   n a m e = " L a b e l   m a c r o   n a m e "   t y p e = " S y s t e m . S t r i n g ,   m s c o r l i b ,   V e r s i o n = 4 . 0 . 0 . 0 ,   C u l t u r e = n e u t r a l ,   P u b l i c K e y T o k e n = b 7 7 a 5 c 5 6 1 9 3 4 e 0 8 9 "   o r d e r = " 9 9 9 "   k e y = " l a b e l M a c r o N a m e "   v a l u e = " "   g r o u p O r d e r = " - 1 " / >  
             < / p a r a m e t e r s >  
         < / c o m m a n d >  
         < c o m m a n d   i d = " e b a 2 1 d d f - 1 1 3 5 - 4 7 2 9 - b 8 8 e - f 8 b 6 f 8 d 4 a 6 f 9 "   n a m e = " S a v e   t o   W o r k S i t e "   a s s e m b l y = " I p h e l i o n . O u t l i n e . I n t e g r a t i o n . W o r k S i t e . d l l "   t y p e = " I p h e l i o n . O u t l i n e . I n t e g r a t i o n . W o r k S i t e . S a v e T o D m s C o m m a n d "   o r d e r = " 2 8 "   a c t i v e = " t r u e "   c o m m a n d T y p e = " s t a r t u p " >  
             < p a r a m e t e r s >  
                 < p a r a m e t e r   i d = " a 5 b 0 d 6 7 d - 6 b 9 8 - 4 7 e d - 8 4 4 2 - c b 0 5 2 5 2 8 7 5 0 8 "   n a m e = " A u t h o r   F i e l d "   t y p e = " I p h e l i o n . O u t l i n e . M o d e l . E n t i t i e s . P a r a m e t e r F i e l d D e s c r i p t o r ,   I p h e l i o n . O u t l i n e . M o d e l ,   V e r s i o n = 1 . 6 . 7 . 1 0 ,   C u l t u r e = n e u t r a l ,   P u b l i c K e y T o k e n = n u l l "   o r d e r = " 9 9 9 "   k e y = " a u t h o r F i e l d "   v a l u e = " "   g r o u p O r d e r = " - 1 " / >  
                 < p a r a m e t e r   i d = " e 7 6 1 2 b 1 4 - b 5 2 7 - 4 e 5 6 - a a 6 1 - 3 1 4 1 c 3 1 6 5 1 e d "   n a m e = " D e f a u l t   F o l d e r "   t y p e = " S y s t e m . S t r i n g ,   m s c o r l i b ,   V e r s i o n = 4 . 0 . 0 . 0 ,   C u l t u r e = n e u t r a l ,   P u b l i c K e y T o k e n = b 7 7 a 5 c 5 6 1 9 3 4 e 0 8 9 "   o r d e r = " 9 9 9 "   k e y = " d e f a u l t F o l d e r "   v a l u e = " "   g r o u p O r d e r = " - 1 " / >  
                 < p a r a m e t e r   i d = " f 0 6 a 8 d a a - e c 0 0 - 4 2 5 2 - b 9 a 9 - b f 6 0 4 5 b c 0 a 9 7 "   n a m e = " D o c u m e n t   t i t l e   f i e l d "   t y p e = " I p h e l i o n . O u t l i n e . M o d e l . E n t i t i e s . P a r a m e t e r F i e l d D e s c r i p t o r ,   I p h e l i o n . O u t l i n e . M o d e l ,   V e r s i o n = 1 . 6 . 7 . 1 0 ,   C u l t u r e = n e u t r a l ,   P u b l i c K e y T o k e n = n u l l "   o r d e r = " 9 9 9 "   k e y = " t i t l e F i e l d "   v a l u e = " "   g r o u p O r d e r = " - 1 " / >  
             < / p a r a m e t e r s >  
         < / c o m m a n d >  
         < c o m m a n d   i d = " 6 e 6 e a b 2 8 - f 1 8 8 - 4 6 3 5 - 9 a e e - 3 9 a 5 9 4 6 7 f a 6 9 "   n a m e = " V i s i b i l i t y P a r t y T y p e 3 "   a s s e m b l y = " I p h e l i o n . O u t l i n e . M o d e l . d l l "   t y p e = " I p h e l i o n . O u t l i n e . M o d e l . C o m m a n d s . Q u e s t i o n V i s i b i l i t y C o m m a n d "   o r d e r = " 0 "   a c t i v e = " t r u e "   c o m m a n d T y p e = " r e l a u n c h " >  
             < p a r a m e t e r s >  
                 < p a r a m e t e r   i d = " e d f 3 3 9 6 e - 3 7 5 a - 4 1 6 e - a 7 c a - 5 d 0 4 8 0 9 6 2 a c 3 "   n a m e = " M a t c h   c r i t e r i a "   t y p e = " S y s t e m . S t r i n g ,   m s c o r l i b ,   V e r s i o n = 4 . 0 . 0 . 0 ,   C u l t u r e = n e u t r a l ,   P u b l i c K e y T o k e n = b 7 7 a 5 c 5 6 1 9 3 4 e 0 8 9 "   o r d e r = " 1 "   k e y = " m a t c h "   v a l u e = " "   a r g u m e n t = " F o r m a t S t r i n g "   g r o u p O r d e r = " - 1 " / >  
                 < p a r a m e t e r   i d = " c 7 7 8 8 4 3 7 - d b 7 2 - 4 8 6 d - b 5 9 9 - 4 c 7 7 1 9 8 0 1 f c 2 "   n a m e = " S h o w   v a l u e s "   t y p e = " S y s t e m . S t r i n g ,   m s c o r l i b ,   V e r s i o n = 4 . 0 . 0 . 0 ,   C u l t u r e = n e u t r a l ,   P u b l i c K e y T o k e n = b 7 7 a 5 c 5 6 1 9 3 4 e 0 8 9 "   o r d e r = " 2 "   k e y = " f i e l d V a l u e s "   v a l u e = " 3 , 4 , 5 , 6 , 7 , 8 , 9 , 1 0 "   a r g u m e n t = " I t e m L i s t C o n t r o l "   g r o u p O r d e r = " - 1 " / >  
                 < p a r a m e t e r   i d = " 2 b 6 d 9 4 2 f - 3 d 5 9 - 4 e d 3 - a 8 b 5 - 4 6 6 c 4 b 0 0 0 5 6 8 " 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7 d 9 5 8 d 0 1 - 0 d d 3 - 4 6 d 3 - 9 9 8 e - 9 d b 0 7 6 3 f f a 2 3 "   n a m e = " L i n k e d   c o m m a n d s "   t y p e = " S y s t e m . G u i d ,   m s c o r l i b ,   V e r s i o n = 4 . 0 . 0 . 0 ,   C u l t u r e = n e u t r a l ,   P u b l i c K e y T o k e n = b 7 7 a 5 c 5 6 1 9 3 4 e 0 8 9 "   o r d e r = " 9 9 9 "   k e y = " l i n k e d C o m m a n d "   v a l u e = " "   a r g u m e n t = " M u l t i p l e C o m m a n d C h o o s e r "   g r o u p O r d e r = " - 1 " / >  
                 < p a r a m e t e r   i d = " a a a 6 d e 4 8 - 9 0 a 9 - 4 0 9 f - 8 7 c e - f c 2 d c 1 1 7 6 0 9 0 "   n a m e = " L i n k e d   q u e s t i o n s "   t y p e = " S y s t e m . G u i d ,   m s c o r l i b ,   V e r s i o n = 4 . 0 . 0 . 0 ,   C u l t u r e = n e u t r a l ,   P u b l i c K e y T o k e n = b 7 7 a 5 c 5 6 1 9 3 4 e 0 8 9 "   o r d e r = " 9 9 9 "   k e y = " l i n k e d Q u e s t i o n "   v a l u e = " 7 1 0 7 4 9 b c - 9 2 9 6 - 4 c 3 4 - 9 3 2 3 - e b 0 1 b 2 3 4 5 5 5 f "   a r g u m e n t = " M u l t i p l e C o n t r o l "   g r o u p O r d e r = " - 1 " / >  
                 < p a r a m e t e r   i d = " 5 b d e f a c e - 2 8 f b - 4 a 4 c - 8 e b e - f 4 6 6 1 1 d 2 6 d 3 f "   n a m e = " R e p l a c e   v a l u e s   w i t h   l a b e l s "   t y p e = " S y s t e m . B o o l e a n ,   m s c o r l i b ,   V e r s i o n = 4 . 0 . 0 . 0 ,   C u l t u r e = n e u t r a l ,   P u b l i c K e y T o k e n = b 7 7 a 5 c 5 6 1 9 3 4 e 0 8 9 "   o r d e r = " 9 9 9 "   k e y = " u s e L a b e l s "   v a l u e = " F a l s e "   g r o u p O r d e r = " - 1 " / >  
             < / p a r a m e t e r s >  
         < / c o m m a n d >  
         < c o m m a n d   i d = " e 1 a 9 3 7 9 c - a 7 7 f - 4 c e e - 8 3 8 6 - c f e c 8 8 5 9 d f 1 7 "   n a m e = " V i s i b i l i t y P a r t y 3 "   a s s e m b l y = " I p h e l i o n . O u t l i n e . M o d e l . d l l "   t y p e = " I p h e l i o n . O u t l i n e . M o d e l . C o m m a n d s . Q u e s t i o n V i s i b i l i t y C o m m a n d "   o r d e r = " 1 "   a c t i v e = " t r u e "   c o m m a n d T y p e = " r e l a u n c h " >  
             < p a r a m e t e r s >  
                 < p a r a m e t e r   i d = " 0 7 0 2 b a 7 c - 3 8 d 7 - 4 b 8 d - a d 8 7 - 5 7 3 d d f 8 a 0 d 9 9 "   n a m e = " M a t c h   c r i t e r i a "   t y p e = " S y s t e m . S t r i n g ,   m s c o r l i b ,   V e r s i o n = 4 . 0 . 0 . 0 ,   C u l t u r e = n e u t r a l ,   P u b l i c K e y T o k e n = b 7 7 a 5 c 5 6 1 9 3 4 e 0 8 9 "   o r d e r = " 1 "   k e y = " m a t c h "   v a l u e = " "   a r g u m e n t = " F o r m a t S t r i n g "   g r o u p O r d e r = " - 1 " / >  
                 < p a r a m e t e r   i d = " 4 2 7 b 1 4 3 9 - a 9 a b - 4 0 3 e - a e 2 4 - 3 c 7 d 1 3 f 3 7 9 5 0 "   n a m e = " S h o w   v a l u e s "   t y p e = " S y s t e m . S t r i n g ,   m s c o r l i b ,   V e r s i o n = 4 . 0 . 0 . 0 ,   C u l t u r e = n e u t r a l ,   P u b l i c K e y T o k e n = b 7 7 a 5 c 5 6 1 9 3 4 e 0 8 9 "   o r d e r = " 2 "   k e y = " f i e l d V a l u e s "   v a l u e = " 3 , 4 , 5 , 6 , 7 , 8 , 9 , 1 0 "   a r g u m e n t = " I t e m L i s t C o n t r o l "   g r o u p O r d e r = " - 1 " / >  
                 < p a r a m e t e r   i d = " d e 3 5 b 6 c b - a 4 4 1 - 4 0 6 b - 9 4 b 4 - e a c 2 a 5 5 9 d e 8 a " 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8 6 8 7 b 0 7 0 - b 6 3 8 - 4 f 7 5 - 8 5 e 2 - 0 7 e d 5 a 5 a 1 d b 3 "   n a m e = " L i n k e d   c o m m a n d s "   t y p e = " S y s t e m . G u i d ,   m s c o r l i b ,   V e r s i o n = 4 . 0 . 0 . 0 ,   C u l t u r e = n e u t r a l ,   P u b l i c K e y T o k e n = b 7 7 a 5 c 5 6 1 9 3 4 e 0 8 9 "   o r d e r = " 9 9 9 "   k e y = " l i n k e d C o m m a n d "   v a l u e = " "   a r g u m e n t = " M u l t i p l e C o m m a n d C h o o s e r "   g r o u p O r d e r = " - 1 " / >  
                 < p a r a m e t e r   i d = " 2 0 3 a 0 3 2 0 - 2 0 6 7 - 4 6 3 a - b 5 1 4 - 9 1 e 8 f 4 3 0 6 d f 1 "   n a m e = " L i n k e d   q u e s t i o n s "   t y p e = " S y s t e m . G u i d ,   m s c o r l i b ,   V e r s i o n = 4 . 0 . 0 . 0 ,   C u l t u r e = n e u t r a l ,   P u b l i c K e y T o k e n = b 7 7 a 5 c 5 6 1 9 3 4 e 0 8 9 "   o r d e r = " 9 9 9 "   k e y = " l i n k e d Q u e s t i o n "   v a l u e = " d 1 c 1 b 0 b a - 1 a d 7 - 4 e 2 6 - a f 7 6 - 9 b 4 b 9 e c 6 8 c 7 6 "   a r g u m e n t = " M u l t i p l e C o n t r o l "   g r o u p O r d e r = " - 1 " / >  
                 < p a r a m e t e r   i d = " 8 a 3 3 a 4 3 c - 6 e 0 8 - 4 a 2 b - b d 5 a - f f 0 2 5 c 0 c 9 5 7 8 "   n a m e = " R e p l a c e   v a l u e s   w i t h   l a b e l s "   t y p e = " S y s t e m . B o o l e a n ,   m s c o r l i b ,   V e r s i o n = 4 . 0 . 0 . 0 ,   C u l t u r e = n e u t r a l ,   P u b l i c K e y T o k e n = b 7 7 a 5 c 5 6 1 9 3 4 e 0 8 9 "   o r d e r = " 9 9 9 "   k e y = " u s e L a b e l s "   v a l u e = " F a l s e "   g r o u p O r d e r = " - 1 " / >  
             < / p a r a m e t e r s >  
         < / c o m m a n d >  
         < c o m m a n d   i d = " 5 d e 0 8 a b 2 - 0 c 3 b - 4 9 c c - a 8 7 3 - 4 a 2 1 8 c 1 6 c 3 7 a "   n a m e = " V i s i b i l i t y P a r t y T y p e 4 "   a s s e m b l y = " I p h e l i o n . O u t l i n e . M o d e l . d l l "   t y p e = " I p h e l i o n . O u t l i n e . M o d e l . C o m m a n d s . Q u e s t i o n V i s i b i l i t y C o m m a n d "   o r d e r = " 2 "   a c t i v e = " t r u e "   c o m m a n d T y p e = " r e l a u n c h " >  
             < p a r a m e t e r s >  
                 < p a r a m e t e r   i d = " b 6 f 2 e a c 7 - 1 7 9 f - 4 e 5 6 - 9 9 f 8 - e b 3 f e e 0 2 a a a 7 "   n a m e = " M a t c h   c r i t e r i a "   t y p e = " S y s t e m . S t r i n g ,   m s c o r l i b ,   V e r s i o n = 4 . 0 . 0 . 0 ,   C u l t u r e = n e u t r a l ,   P u b l i c K e y T o k e n = b 7 7 a 5 c 5 6 1 9 3 4 e 0 8 9 "   o r d e r = " 1 "   k e y = " m a t c h "   v a l u e = " "   a r g u m e n t = " F o r m a t S t r i n g "   g r o u p O r d e r = " - 1 " / >  
                 < p a r a m e t e r   i d = " 0 a 7 3 c 2 9 3 - 3 9 c 5 - 4 e 7 f - b 4 8 e - d 6 3 0 f 4 d c 5 0 7 3 "   n a m e = " S h o w   v a l u e s "   t y p e = " S y s t e m . S t r i n g ,   m s c o r l i b ,   V e r s i o n = 4 . 0 . 0 . 0 ,   C u l t u r e = n e u t r a l ,   P u b l i c K e y T o k e n = b 7 7 a 5 c 5 6 1 9 3 4 e 0 8 9 "   o r d e r = " 2 "   k e y = " f i e l d V a l u e s "   v a l u e = " 4 , 5 , 6 , 7 , 8 , 9 , 1 0 "   a r g u m e n t = " I t e m L i s t C o n t r o l "   g r o u p O r d e r = " - 1 " / >  
                 < p a r a m e t e r   i d = " 2 a e 5 4 d 4 6 - f f c b - 4 5 0 a - b e c a - d 8 b c 4 c 4 1 b a f 2 " 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a d 1 d 1 a c 8 - a 4 2 d - 4 4 3 d - 9 6 6 9 - 7 5 c c 2 f 1 d e f 7 1 "   n a m e = " L i n k e d   c o m m a n d s "   t y p e = " S y s t e m . G u i d ,   m s c o r l i b ,   V e r s i o n = 4 . 0 . 0 . 0 ,   C u l t u r e = n e u t r a l ,   P u b l i c K e y T o k e n = b 7 7 a 5 c 5 6 1 9 3 4 e 0 8 9 "   o r d e r = " 9 9 9 "   k e y = " l i n k e d C o m m a n d "   v a l u e = " "   a r g u m e n t = " M u l t i p l e C o m m a n d C h o o s e r "   g r o u p O r d e r = " - 1 " / >  
                 < p a r a m e t e r   i d = " 1 f e c 4 c 4 7 - c 1 b 7 - 4 1 c 6 - 9 4 b 0 - e 8 0 8 0 c 6 6 2 0 b 2 "   n a m e = " L i n k e d   q u e s t i o n s "   t y p e = " S y s t e m . G u i d ,   m s c o r l i b ,   V e r s i o n = 4 . 0 . 0 . 0 ,   C u l t u r e = n e u t r a l ,   P u b l i c K e y T o k e n = b 7 7 a 5 c 5 6 1 9 3 4 e 0 8 9 "   o r d e r = " 9 9 9 "   k e y = " l i n k e d Q u e s t i o n "   v a l u e = " f d a 0 8 6 e 1 - b 8 2 c - 4 0 9 c - 8 5 c 9 - b 0 5 c d 5 d 1 0 8 9 3 "   a r g u m e n t = " M u l t i p l e C o n t r o l "   g r o u p O r d e r = " - 1 " / >  
                 < p a r a m e t e r   i d = " 4 d 6 c 9 8 c f - d e e 0 - 4 7 6 2 - 9 a a 1 - 2 1 f 4 6 b 5 0 3 8 7 3 "   n a m e = " R e p l a c e   v a l u e s   w i t h   l a b e l s "   t y p e = " S y s t e m . B o o l e a n ,   m s c o r l i b ,   V e r s i o n = 4 . 0 . 0 . 0 ,   C u l t u r e = n e u t r a l ,   P u b l i c K e y T o k e n = b 7 7 a 5 c 5 6 1 9 3 4 e 0 8 9 "   o r d e r = " 9 9 9 "   k e y = " u s e L a b e l s "   v a l u e = " F a l s e "   g r o u p O r d e r = " - 1 " / >  
             < / p a r a m e t e r s >  
         < / c o m m a n d >  
         < c o m m a n d   i d = " 9 6 8 d 3 9 c c - 8 8 0 c - 4 f a 9 - 9 1 4 d - 8 f 2 c 9 c 4 d 2 c 3 b "   n a m e = " V i s i b i l i t y P a r t y 4 "   a s s e m b l y = " I p h e l i o n . O u t l i n e . M o d e l . d l l "   t y p e = " I p h e l i o n . O u t l i n e . M o d e l . C o m m a n d s . Q u e s t i o n V i s i b i l i t y C o m m a n d "   o r d e r = " 3 "   a c t i v e = " t r u e "   c o m m a n d T y p e = " r e l a u n c h " >  
             < p a r a m e t e r s >  
                 < p a r a m e t e r   i d = " d 7 2 e 8 7 4 e - b f 3 a - 4 0 4 d - 9 2 7 f - 7 f b 9 e 6 4 3 d 7 d 5 "   n a m e = " M a t c h   c r i t e r i a "   t y p e = " S y s t e m . S t r i n g ,   m s c o r l i b ,   V e r s i o n = 4 . 0 . 0 . 0 ,   C u l t u r e = n e u t r a l ,   P u b l i c K e y T o k e n = b 7 7 a 5 c 5 6 1 9 3 4 e 0 8 9 "   o r d e r = " 1 "   k e y = " m a t c h "   v a l u e = " "   a r g u m e n t = " F o r m a t S t r i n g "   g r o u p O r d e r = " - 1 " / >  
                 < p a r a m e t e r   i d = " a e 6 2 c a b b - 3 4 1 6 - 4 a 4 4 - 9 f 9 5 - 4 d 9 8 8 4 5 1 9 0 1 8 "   n a m e = " S h o w   v a l u e s "   t y p e = " S y s t e m . S t r i n g ,   m s c o r l i b ,   V e r s i o n = 4 . 0 . 0 . 0 ,   C u l t u r e = n e u t r a l ,   P u b l i c K e y T o k e n = b 7 7 a 5 c 5 6 1 9 3 4 e 0 8 9 "   o r d e r = " 2 "   k e y = " f i e l d V a l u e s "   v a l u e = " 4 , 5 , 6 , 7 , 8 , 9 , 1 0 "   a r g u m e n t = " I t e m L i s t C o n t r o l "   g r o u p O r d e r = " - 1 " / >  
                 < p a r a m e t e r   i d = " b f 5 3 d b 5 6 - 1 d 0 a - 4 8 2 b - b c 0 9 - d c f a 0 1 0 3 3 c e b " 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4 4 3 5 1 5 1 c - d 4 5 b - 4 d c 7 - 9 7 c e - 2 3 9 f 5 5 9 7 3 3 d 0 "   n a m e = " L i n k e d   c o m m a n d s "   t y p e = " S y s t e m . G u i d ,   m s c o r l i b ,   V e r s i o n = 4 . 0 . 0 . 0 ,   C u l t u r e = n e u t r a l ,   P u b l i c K e y T o k e n = b 7 7 a 5 c 5 6 1 9 3 4 e 0 8 9 "   o r d e r = " 9 9 9 "   k e y = " l i n k e d C o m m a n d "   v a l u e = " "   a r g u m e n t = " M u l t i p l e C o m m a n d C h o o s e r "   g r o u p O r d e r = " - 1 " / >  
                 < p a r a m e t e r   i d = " e a 1 b 3 6 d 8 - b b 9 5 - 4 b 6 c - b 9 a 5 - e 2 a d 8 3 2 0 a a 7 1 "   n a m e = " L i n k e d   q u e s t i o n s "   t y p e = " S y s t e m . G u i d ,   m s c o r l i b ,   V e r s i o n = 4 . 0 . 0 . 0 ,   C u l t u r e = n e u t r a l ,   P u b l i c K e y T o k e n = b 7 7 a 5 c 5 6 1 9 3 4 e 0 8 9 "   o r d e r = " 9 9 9 "   k e y = " l i n k e d Q u e s t i o n "   v a l u e = " b 1 6 d 3 3 b 2 - b 2 d 1 - 4 b 3 a - b f 5 f - 1 8 2 6 5 e 6 a 0 b 1 e "   a r g u m e n t = " M u l t i p l e C o n t r o l "   g r o u p O r d e r = " - 1 " / >  
                 < p a r a m e t e r   i d = " 6 1 1 f 7 3 1 8 - 9 5 9 f - 4 6 5 f - 9 f c a - 3 a 9 1 b 6 6 0 f 7 9 b "   n a m e = " R e p l a c e   v a l u e s   w i t h   l a b e l s "   t y p e = " S y s t e m . B o o l e a n ,   m s c o r l i b ,   V e r s i o n = 4 . 0 . 0 . 0 ,   C u l t u r e = n e u t r a l ,   P u b l i c K e y T o k e n = b 7 7 a 5 c 5 6 1 9 3 4 e 0 8 9 "   o r d e r = " 9 9 9 "   k e y = " u s e L a b e l s "   v a l u e = " F a l s e "   g r o u p O r d e r = " - 1 " / >  
             < / p a r a m e t e r s >  
         < / c o m m a n d >  
         < c o m m a n d   i d = " 2 4 5 5 4 b e 5 - c b 2 4 - 4 a f b - b 6 f 8 - 5 1 9 2 1 5 9 b c 8 2 d "   n a m e = " V i s i b i l i t y P a r t y T y p e 5 "   a s s e m b l y = " I p h e l i o n . O u t l i n e . M o d e l . d l l "   t y p e = " I p h e l i o n . O u t l i n e . M o d e l . C o m m a n d s . Q u e s t i o n V i s i b i l i t y C o m m a n d "   o r d e r = " 4 "   a c t i v e = " t r u e "   c o m m a n d T y p e = " r e l a u n c h " >  
             < p a r a m e t e r s >  
                 < p a r a m e t e r   i d = " 6 4 d 2 a 5 a 2 - 1 6 b 2 - 4 9 5 9 - b a 4 d - 0 0 3 6 2 a c 3 0 2 f a "   n a m e = " M a t c h   c r i t e r i a "   t y p e = " S y s t e m . S t r i n g ,   m s c o r l i b ,   V e r s i o n = 4 . 0 . 0 . 0 ,   C u l t u r e = n e u t r a l ,   P u b l i c K e y T o k e n = b 7 7 a 5 c 5 6 1 9 3 4 e 0 8 9 "   o r d e r = " 1 "   k e y = " m a t c h "   v a l u e = " "   a r g u m e n t = " F o r m a t S t r i n g "   g r o u p O r d e r = " - 1 " / >  
                 < p a r a m e t e r   i d = " 3 6 c 0 2 d 1 1 - 8 5 4 b - 4 8 9 f - 9 4 b 3 - 6 f 3 8 3 1 0 3 2 d 9 2 "   n a m e = " S h o w   v a l u e s "   t y p e = " S y s t e m . S t r i n g ,   m s c o r l i b ,   V e r s i o n = 4 . 0 . 0 . 0 ,   C u l t u r e = n e u t r a l ,   P u b l i c K e y T o k e n = b 7 7 a 5 c 5 6 1 9 3 4 e 0 8 9 "   o r d e r = " 2 "   k e y = " f i e l d V a l u e s "   v a l u e = " 5 , 6 , 7 , 8 , 9 , 1 0 "   a r g u m e n t = " I t e m L i s t C o n t r o l "   g r o u p O r d e r = " - 1 " / >  
                 < p a r a m e t e r   i d = " a c c 5 3 5 d c - 0 7 c 1 - 4 b f 5 - 8 0 6 4 - 3 5 c 0 e f 3 7 7 8 7 9 " 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f b 7 6 2 f 3 9 - 1 1 4 3 - 4 b 4 7 - 8 1 e 7 - 3 5 5 9 e 7 0 4 e c 5 6 "   n a m e = " L i n k e d   c o m m a n d s "   t y p e = " S y s t e m . G u i d ,   m s c o r l i b ,   V e r s i o n = 4 . 0 . 0 . 0 ,   C u l t u r e = n e u t r a l ,   P u b l i c K e y T o k e n = b 7 7 a 5 c 5 6 1 9 3 4 e 0 8 9 "   o r d e r = " 9 9 9 "   k e y = " l i n k e d C o m m a n d "   v a l u e = " "   a r g u m e n t = " M u l t i p l e C o m m a n d C h o o s e r "   g r o u p O r d e r = " - 1 " / >  
                 < p a r a m e t e r   i d = " 9 8 c 4 9 9 d d - 1 6 5 9 - 4 6 7 4 - 8 e d c - 7 7 b d 0 9 d c 1 f 6 5 "   n a m e = " L i n k e d   q u e s t i o n s "   t y p e = " S y s t e m . G u i d ,   m s c o r l i b ,   V e r s i o n = 4 . 0 . 0 . 0 ,   C u l t u r e = n e u t r a l ,   P u b l i c K e y T o k e n = b 7 7 a 5 c 5 6 1 9 3 4 e 0 8 9 "   o r d e r = " 9 9 9 "   k e y = " l i n k e d Q u e s t i o n "   v a l u e = " 6 1 d 8 5 f 2 e - 1 5 d 6 - 4 e 0 d - 8 1 3 3 - 4 c b f d a f 1 c 2 5 8 "   a r g u m e n t = " M u l t i p l e C o n t r o l "   g r o u p O r d e r = " - 1 " / >  
                 < p a r a m e t e r   i d = " 6 2 f 5 b 0 3 4 - e e 9 4 - 4 0 e b - 9 3 a b - 0 7 9 1 1 d 0 2 d 4 3 2 "   n a m e = " R e p l a c e   v a l u e s   w i t h   l a b e l s "   t y p e = " S y s t e m . B o o l e a n ,   m s c o r l i b ,   V e r s i o n = 4 . 0 . 0 . 0 ,   C u l t u r e = n e u t r a l ,   P u b l i c K e y T o k e n = b 7 7 a 5 c 5 6 1 9 3 4 e 0 8 9 "   o r d e r = " 9 9 9 "   k e y = " u s e L a b e l s "   v a l u e = " F a l s e "   g r o u p O r d e r = " - 1 " / >  
             < / p a r a m e t e r s >  
         < / c o m m a n d >  
         < c o m m a n d   i d = " 7 3 d d d 4 5 0 - c 8 4 1 - 4 c 4 b - 8 5 6 6 - 2 2 6 9 4 6 6 f f 0 d 8 "   n a m e = " V i s i b i l i t y P a r t y 5 "   a s s e m b l y = " I p h e l i o n . O u t l i n e . M o d e l . d l l "   t y p e = " I p h e l i o n . O u t l i n e . M o d e l . C o m m a n d s . Q u e s t i o n V i s i b i l i t y C o m m a n d "   o r d e r = " 5 "   a c t i v e = " t r u e "   c o m m a n d T y p e = " r e l a u n c h " >  
             < p a r a m e t e r s >  
                 < p a r a m e t e r   i d = " e e e 0 2 9 c e - 7 6 d 6 - 4 8 2 d - b f a 3 - 3 7 7 9 5 1 9 7 d e f d "   n a m e = " M a t c h   c r i t e r i a "   t y p e = " S y s t e m . S t r i n g ,   m s c o r l i b ,   V e r s i o n = 4 . 0 . 0 . 0 ,   C u l t u r e = n e u t r a l ,   P u b l i c K e y T o k e n = b 7 7 a 5 c 5 6 1 9 3 4 e 0 8 9 "   o r d e r = " 1 "   k e y = " m a t c h "   v a l u e = " "   a r g u m e n t = " F o r m a t S t r i n g "   g r o u p O r d e r = " - 1 " / >  
                 < p a r a m e t e r   i d = " 2 6 1 7 a 7 3 b - 8 a 8 8 - 4 4 8 8 - 9 9 f c - d e 4 5 d 3 f 9 8 6 5 6 "   n a m e = " S h o w   v a l u e s "   t y p e = " S y s t e m . S t r i n g ,   m s c o r l i b ,   V e r s i o n = 4 . 0 . 0 . 0 ,   C u l t u r e = n e u t r a l ,   P u b l i c K e y T o k e n = b 7 7 a 5 c 5 6 1 9 3 4 e 0 8 9 "   o r d e r = " 2 "   k e y = " f i e l d V a l u e s "   v a l u e = " 5 , 6 , 7 , 8 , 9 , 1 0 "   a r g u m e n t = " I t e m L i s t C o n t r o l "   g r o u p O r d e r = " - 1 " / >  
                 < p a r a m e t e r   i d = " d 7 6 2 c d 7 1 - 3 7 8 e - 4 7 2 0 - 9 4 e b - b 4 f 8 1 1 d 0 9 1 1 c " 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c 9 f c 6 7 2 1 - 5 d 3 8 - 4 4 9 0 - 8 5 5 d - e b b e 4 6 6 b d c 2 e "   n a m e = " L i n k e d   c o m m a n d s "   t y p e = " S y s t e m . G u i d ,   m s c o r l i b ,   V e r s i o n = 4 . 0 . 0 . 0 ,   C u l t u r e = n e u t r a l ,   P u b l i c K e y T o k e n = b 7 7 a 5 c 5 6 1 9 3 4 e 0 8 9 "   o r d e r = " 9 9 9 "   k e y = " l i n k e d C o m m a n d "   v a l u e = " "   a r g u m e n t = " M u l t i p l e C o m m a n d C h o o s e r "   g r o u p O r d e r = " - 1 " / >  
                 < p a r a m e t e r   i d = " f c a c d a f 8 - 8 9 b 8 - 4 3 b 2 - b 1 1 d - d 0 0 7 3 1 e 4 4 8 c 4 "   n a m e = " L i n k e d   q u e s t i o n s "   t y p e = " S y s t e m . G u i d ,   m s c o r l i b ,   V e r s i o n = 4 . 0 . 0 . 0 ,   C u l t u r e = n e u t r a l ,   P u b l i c K e y T o k e n = b 7 7 a 5 c 5 6 1 9 3 4 e 0 8 9 "   o r d e r = " 9 9 9 "   k e y = " l i n k e d Q u e s t i o n "   v a l u e = " 0 6 8 8 3 d 0 5 - b a 5 d - 4 4 0 4 - a 7 2 1 - 9 2 0 1 0 3 8 1 f 3 9 5 "   a r g u m e n t = " M u l t i p l e C o n t r o l "   g r o u p O r d e r = " - 1 " / >  
                 < p a r a m e t e r   i d = " 5 3 f 4 d 2 2 f - d 1 f a - 4 5 6 6 - a a d a - 4 8 b 1 2 1 f a 7 e 3 5 "   n a m e = " R e p l a c e   v a l u e s   w i t h   l a b e l s "   t y p e = " S y s t e m . B o o l e a n ,   m s c o r l i b ,   V e r s i o n = 4 . 0 . 0 . 0 ,   C u l t u r e = n e u t r a l ,   P u b l i c K e y T o k e n = b 7 7 a 5 c 5 6 1 9 3 4 e 0 8 9 "   o r d e r = " 9 9 9 "   k e y = " u s e L a b e l s "   v a l u e = " F a l s e "   g r o u p O r d e r = " - 1 " / >  
             < / p a r a m e t e r s >  
         < / c o m m a n d >  
         < c o m m a n d   i d = " e 9 9 e e d 7 6 - b c b 4 - 4 4 8 1 - b c 5 3 - 0 5 8 9 b 0 0 f 9 4 c 6 "   n a m e = " V i s i b i l i t y P a r t y T y p e 6 "   a s s e m b l y = " I p h e l i o n . O u t l i n e . M o d e l . d l l "   t y p e = " I p h e l i o n . O u t l i n e . M o d e l . C o m m a n d s . Q u e s t i o n V i s i b i l i t y C o m m a n d "   o r d e r = " 6 "   a c t i v e = " t r u e "   c o m m a n d T y p e = " r e l a u n c h " >  
             < p a r a m e t e r s >  
                 < p a r a m e t e r   i d = " 5 a 6 7 1 8 9 e - f c 7 1 - 4 e 6 5 - a e 0 8 - 5 2 e a c 5 5 7 d 5 3 8 "   n a m e = " M a t c h   c r i t e r i a "   t y p e = " S y s t e m . S t r i n g ,   m s c o r l i b ,   V e r s i o n = 4 . 0 . 0 . 0 ,   C u l t u r e = n e u t r a l ,   P u b l i c K e y T o k e n = b 7 7 a 5 c 5 6 1 9 3 4 e 0 8 9 "   o r d e r = " 1 "   k e y = " m a t c h "   v a l u e = " "   a r g u m e n t = " F o r m a t S t r i n g "   g r o u p O r d e r = " - 1 " / >  
                 < p a r a m e t e r   i d = " 3 b 6 7 5 a a 9 - 4 a 8 4 - 4 3 e 7 - 8 d b 9 - c 9 b 7 e e 7 f 9 2 f 0 "   n a m e = " S h o w   v a l u e s "   t y p e = " S y s t e m . S t r i n g ,   m s c o r l i b ,   V e r s i o n = 4 . 0 . 0 . 0 ,   C u l t u r e = n e u t r a l ,   P u b l i c K e y T o k e n = b 7 7 a 5 c 5 6 1 9 3 4 e 0 8 9 "   o r d e r = " 2 "   k e y = " f i e l d V a l u e s "   v a l u e = " 6 , 7 , 8 , 9 , 1 0 "   a r g u m e n t = " I t e m L i s t C o n t r o l "   g r o u p O r d e r = " - 1 " / >  
                 < p a r a m e t e r   i d = " 4 4 a 4 5 a 2 0 - b f 3 e - 4 4 f e - 8 9 b 5 - b c f b 2 2 f 6 6 b 3 3 " 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d 1 7 0 6 7 1 9 - 0 1 f 8 - 4 6 e e - a 2 3 b - a 8 e 5 4 f 5 8 d f 0 2 "   n a m e = " L i n k e d   c o m m a n d s "   t y p e = " S y s t e m . G u i d ,   m s c o r l i b ,   V e r s i o n = 4 . 0 . 0 . 0 ,   C u l t u r e = n e u t r a l ,   P u b l i c K e y T o k e n = b 7 7 a 5 c 5 6 1 9 3 4 e 0 8 9 "   o r d e r = " 9 9 9 "   k e y = " l i n k e d C o m m a n d "   v a l u e = " "   a r g u m e n t = " M u l t i p l e C o m m a n d C h o o s e r "   g r o u p O r d e r = " - 1 " / >  
                 < p a r a m e t e r   i d = " 1 2 4 1 d 6 c 1 - 0 6 e b - 4 1 2 1 - 8 6 7 5 - 2 7 d 3 6 5 2 1 7 8 4 b "   n a m e = " L i n k e d   q u e s t i o n s "   t y p e = " S y s t e m . G u i d ,   m s c o r l i b ,   V e r s i o n = 4 . 0 . 0 . 0 ,   C u l t u r e = n e u t r a l ,   P u b l i c K e y T o k e n = b 7 7 a 5 c 5 6 1 9 3 4 e 0 8 9 "   o r d e r = " 9 9 9 "   k e y = " l i n k e d Q u e s t i o n "   v a l u e = " 8 2 a 7 8 7 9 b - 1 c 5 5 - 4 2 7 3 - b 1 7 3 - 7 3 7 9 1 8 9 2 8 7 9 e "   a r g u m e n t = " M u l t i p l e C o n t r o l "   g r o u p O r d e r = " - 1 " / >  
                 < p a r a m e t e r   i d = " d b 9 a 6 7 a f - 5 2 9 6 - 4 4 e 2 - a 0 d c - a c 7 7 5 9 9 5 b d b 6 "   n a m e = " R e p l a c e   v a l u e s   w i t h   l a b e l s "   t y p e = " S y s t e m . B o o l e a n ,   m s c o r l i b ,   V e r s i o n = 4 . 0 . 0 . 0 ,   C u l t u r e = n e u t r a l ,   P u b l i c K e y T o k e n = b 7 7 a 5 c 5 6 1 9 3 4 e 0 8 9 "   o r d e r = " 9 9 9 "   k e y = " u s e L a b e l s "   v a l u e = " F a l s e "   g r o u p O r d e r = " - 1 " / >  
             < / p a r a m e t e r s >  
         < / c o m m a n d >  
         < c o m m a n d   i d = " a 7 2 3 f 5 7 4 - 7 5 b 2 - 4 6 a 0 - 8 5 3 c - 3 a 3 a 6 6 9 7 2 b 1 e "   n a m e = " V i s i b i l i t y P a r t y 6 "   a s s e m b l y = " I p h e l i o n . O u t l i n e . M o d e l . d l l "   t y p e = " I p h e l i o n . O u t l i n e . M o d e l . C o m m a n d s . Q u e s t i o n V i s i b i l i t y C o m m a n d "   o r d e r = " 7 "   a c t i v e = " t r u e "   c o m m a n d T y p e = " r e l a u n c h " >  
             < p a r a m e t e r s >  
                 < p a r a m e t e r   i d = " f 6 5 8 e b 6 2 - 1 d 9 0 - 4 1 7 9 - a 3 4 2 - b 7 d d 9 8 3 2 a d 9 9 "   n a m e = " M a t c h   c r i t e r i a "   t y p e = " S y s t e m . S t r i n g ,   m s c o r l i b ,   V e r s i o n = 4 . 0 . 0 . 0 ,   C u l t u r e = n e u t r a l ,   P u b l i c K e y T o k e n = b 7 7 a 5 c 5 6 1 9 3 4 e 0 8 9 "   o r d e r = " 1 "   k e y = " m a t c h "   v a l u e = " "   a r g u m e n t = " F o r m a t S t r i n g "   g r o u p O r d e r = " - 1 " / >  
                 < p a r a m e t e r   i d = " 3 0 c 4 7 d 6 2 - d 9 c 9 - 4 b 3 4 - 8 f a c - 0 3 6 4 6 d 7 7 1 9 0 5 "   n a m e = " S h o w   v a l u e s "   t y p e = " S y s t e m . S t r i n g ,   m s c o r l i b ,   V e r s i o n = 4 . 0 . 0 . 0 ,   C u l t u r e = n e u t r a l ,   P u b l i c K e y T o k e n = b 7 7 a 5 c 5 6 1 9 3 4 e 0 8 9 "   o r d e r = " 2 "   k e y = " f i e l d V a l u e s "   v a l u e = " 6 , 7 , 8 , 9 , 1 0 "   a r g u m e n t = " I t e m L i s t C o n t r o l "   g r o u p O r d e r = " - 1 " / >  
                 < p a r a m e t e r   i d = " 1 3 8 8 d a b a - 6 0 6 3 - 4 6 8 7 - 8 3 9 f - 1 2 a 9 7 f c c 8 3 4 2 " 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1 2 9 7 4 9 a 1 - 4 9 3 f - 4 9 2 6 - b 8 e b - 2 7 c a 0 7 a 8 b 7 f 0 "   n a m e = " L i n k e d   c o m m a n d s "   t y p e = " S y s t e m . G u i d ,   m s c o r l i b ,   V e r s i o n = 4 . 0 . 0 . 0 ,   C u l t u r e = n e u t r a l ,   P u b l i c K e y T o k e n = b 7 7 a 5 c 5 6 1 9 3 4 e 0 8 9 "   o r d e r = " 9 9 9 "   k e y = " l i n k e d C o m m a n d "   v a l u e = " "   a r g u m e n t = " M u l t i p l e C o m m a n d C h o o s e r "   g r o u p O r d e r = " - 1 " / >  
                 < p a r a m e t e r   i d = " e c 3 2 1 f 6 0 - a 9 2 e - 4 6 7 4 - b 3 0 0 - f 0 e 6 7 1 0 7 8 3 3 5 "   n a m e = " L i n k e d   q u e s t i o n s "   t y p e = " S y s t e m . G u i d ,   m s c o r l i b ,   V e r s i o n = 4 . 0 . 0 . 0 ,   C u l t u r e = n e u t r a l ,   P u b l i c K e y T o k e n = b 7 7 a 5 c 5 6 1 9 3 4 e 0 8 9 "   o r d e r = " 9 9 9 "   k e y = " l i n k e d Q u e s t i o n "   v a l u e = " 7 0 1 c 3 6 9 0 - e e 8 6 - 4 b 4 f - 9 b c d - 6 6 f 1 3 a 7 4 f 3 3 c "   a r g u m e n t = " M u l t i p l e C o n t r o l "   g r o u p O r d e r = " - 1 " / >  
                 < p a r a m e t e r   i d = " f 1 8 c f e e 2 - e 7 2 6 - 4 e 5 7 - a f 2 d - 1 3 9 3 5 a a 9 b e 4 1 "   n a m e = " R e p l a c e   v a l u e s   w i t h   l a b e l s "   t y p e = " S y s t e m . B o o l e a n ,   m s c o r l i b ,   V e r s i o n = 4 . 0 . 0 . 0 ,   C u l t u r e = n e u t r a l ,   P u b l i c K e y T o k e n = b 7 7 a 5 c 5 6 1 9 3 4 e 0 8 9 "   o r d e r = " 9 9 9 "   k e y = " u s e L a b e l s "   v a l u e = " F a l s e "   g r o u p O r d e r = " - 1 " / >  
             < / p a r a m e t e r s >  
         < / c o m m a n d >  
         < c o m m a n d   i d = " c c 0 6 b 2 4 b - e a 5 f - 4 5 4 b - b 3 3 0 - 2 5 0 6 4 1 e e 9 a 1 b "   n a m e = " V i s i b i l i t y P a r t y T y p e 7 "   a s s e m b l y = " I p h e l i o n . O u t l i n e . M o d e l . d l l "   t y p e = " I p h e l i o n . O u t l i n e . M o d e l . C o m m a n d s . Q u e s t i o n V i s i b i l i t y C o m m a n d "   o r d e r = " 8 "   a c t i v e = " t r u e "   c o m m a n d T y p e = " r e l a u n c h " >  
             < p a r a m e t e r s >  
                 < p a r a m e t e r   i d = " 8 0 a 5 7 7 b 4 - 2 5 3 c - 4 b b d - a c a b - 3 3 6 a d 2 0 2 1 4 c 4 "   n a m e = " M a t c h   c r i t e r i a "   t y p e = " S y s t e m . S t r i n g ,   m s c o r l i b ,   V e r s i o n = 4 . 0 . 0 . 0 ,   C u l t u r e = n e u t r a l ,   P u b l i c K e y T o k e n = b 7 7 a 5 c 5 6 1 9 3 4 e 0 8 9 "   o r d e r = " 1 "   k e y = " m a t c h "   v a l u e = " "   a r g u m e n t = " F o r m a t S t r i n g "   g r o u p O r d e r = " - 1 " / >  
                 < p a r a m e t e r   i d = " e 4 1 c 8 b f 4 - 5 5 3 f - 4 1 c 6 - a 5 6 0 - 4 7 a d 3 1 d 7 b 2 5 7 "   n a m e = " S h o w   v a l u e s "   t y p e = " S y s t e m . S t r i n g ,   m s c o r l i b ,   V e r s i o n = 4 . 0 . 0 . 0 ,   C u l t u r e = n e u t r a l ,   P u b l i c K e y T o k e n = b 7 7 a 5 c 5 6 1 9 3 4 e 0 8 9 "   o r d e r = " 2 "   k e y = " f i e l d V a l u e s "   v a l u e = " 7 , 8 , 9 , 1 0 "   a r g u m e n t = " I t e m L i s t C o n t r o l "   g r o u p O r d e r = " - 1 " / >  
                 < p a r a m e t e r   i d = " f 5 e d c 3 b d - f 4 4 e - 4 9 c 0 - a e f 1 - 7 e d e 2 a 4 7 4 2 4 7 " 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c 6 a 2 d b 1 4 - b 5 8 3 - 4 3 f f - b f 0 a - 6 3 a 4 e b 7 d e d 6 8 "   n a m e = " L i n k e d   c o m m a n d s "   t y p e = " S y s t e m . G u i d ,   m s c o r l i b ,   V e r s i o n = 4 . 0 . 0 . 0 ,   C u l t u r e = n e u t r a l ,   P u b l i c K e y T o k e n = b 7 7 a 5 c 5 6 1 9 3 4 e 0 8 9 "   o r d e r = " 9 9 9 "   k e y = " l i n k e d C o m m a n d "   v a l u e = " "   a r g u m e n t = " M u l t i p l e C o m m a n d C h o o s e r "   g r o u p O r d e r = " - 1 " / >  
                 < p a r a m e t e r   i d = " f 9 1 5 7 9 f e - d 2 c 7 - 4 c c 9 - 9 6 f 0 - 9 1 b 1 2 6 5 4 6 9 b d "   n a m e = " L i n k e d   q u e s t i o n s "   t y p e = " S y s t e m . G u i d ,   m s c o r l i b ,   V e r s i o n = 4 . 0 . 0 . 0 ,   C u l t u r e = n e u t r a l ,   P u b l i c K e y T o k e n = b 7 7 a 5 c 5 6 1 9 3 4 e 0 8 9 "   o r d e r = " 9 9 9 "   k e y = " l i n k e d Q u e s t i o n "   v a l u e = " d 5 1 0 0 6 d 7 - 4 6 d 4 - 4 c d b - 9 a 0 2 - e 3 e 0 2 8 7 8 6 e d 4 "   a r g u m e n t = " M u l t i p l e C o n t r o l "   g r o u p O r d e r = " - 1 " / >  
                 < p a r a m e t e r   i d = " a 3 b f 1 5 d 8 - c 8 6 4 - 4 4 7 8 - 9 3 3 3 - 3 1 0 d e 5 0 a 7 e 1 7 "   n a m e = " R e p l a c e   v a l u e s   w i t h   l a b e l s "   t y p e = " S y s t e m . B o o l e a n ,   m s c o r l i b ,   V e r s i o n = 4 . 0 . 0 . 0 ,   C u l t u r e = n e u t r a l ,   P u b l i c K e y T o k e n = b 7 7 a 5 c 5 6 1 9 3 4 e 0 8 9 "   o r d e r = " 9 9 9 "   k e y = " u s e L a b e l s "   v a l u e = " F a l s e "   g r o u p O r d e r = " - 1 " / >  
             < / p a r a m e t e r s >  
         < / c o m m a n d >  
         < c o m m a n d   i d = " 1 6 2 0 6 a 6 e - e 1 a f - 4 e e 3 - b 9 9 f - 5 b 4 8 1 5 e f 4 a 4 3 "   n a m e = " V i s i b i l i t y P a r t y 7 "   a s s e m b l y = " I p h e l i o n . O u t l i n e . M o d e l . d l l "   t y p e = " I p h e l i o n . O u t l i n e . M o d e l . C o m m a n d s . Q u e s t i o n V i s i b i l i t y C o m m a n d "   o r d e r = " 9 "   a c t i v e = " t r u e "   c o m m a n d T y p e = " r e l a u n c h " >  
             < p a r a m e t e r s >  
                 < p a r a m e t e r   i d = " 4 7 8 3 2 c e b - 1 7 3 5 - 4 2 1 b - 8 4 a 3 - 8 2 c 8 7 c 6 8 4 6 5 4 "   n a m e = " M a t c h   c r i t e r i a "   t y p e = " S y s t e m . S t r i n g ,   m s c o r l i b ,   V e r s i o n = 4 . 0 . 0 . 0 ,   C u l t u r e = n e u t r a l ,   P u b l i c K e y T o k e n = b 7 7 a 5 c 5 6 1 9 3 4 e 0 8 9 "   o r d e r = " 1 "   k e y = " m a t c h "   v a l u e = " "   a r g u m e n t = " F o r m a t S t r i n g "   g r o u p O r d e r = " - 1 " / >  
                 < p a r a m e t e r   i d = " 0 1 6 4 f 3 b 4 - 3 1 3 d - 4 3 7 6 - b c 9 6 - 0 7 b 3 6 2 e 6 b 5 9 7 "   n a m e = " S h o w   v a l u e s "   t y p e = " S y s t e m . S t r i n g ,   m s c o r l i b ,   V e r s i o n = 4 . 0 . 0 . 0 ,   C u l t u r e = n e u t r a l ,   P u b l i c K e y T o k e n = b 7 7 a 5 c 5 6 1 9 3 4 e 0 8 9 "   o r d e r = " 2 "   k e y = " f i e l d V a l u e s "   v a l u e = " 7 , 8 , 9 , 1 0 "   a r g u m e n t = " I t e m L i s t C o n t r o l "   g r o u p O r d e r = " - 1 " / >  
                 < p a r a m e t e r   i d = " b b 7 4 a f 3 d - 7 f 6 5 - 4 c 8 b - a 2 9 d - 6 3 d b f d 7 1 7 4 2 3 " 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3 8 a b 6 4 d 6 - 8 1 1 7 - 4 8 7 9 - 9 e b 2 - b 0 9 3 6 f a 3 0 f c e "   n a m e = " L i n k e d   c o m m a n d s "   t y p e = " S y s t e m . G u i d ,   m s c o r l i b ,   V e r s i o n = 4 . 0 . 0 . 0 ,   C u l t u r e = n e u t r a l ,   P u b l i c K e y T o k e n = b 7 7 a 5 c 5 6 1 9 3 4 e 0 8 9 "   o r d e r = " 9 9 9 "   k e y = " l i n k e d C o m m a n d "   v a l u e = " "   a r g u m e n t = " M u l t i p l e C o m m a n d C h o o s e r "   g r o u p O r d e r = " - 1 " / >  
                 < p a r a m e t e r   i d = " f f 2 1 6 a 6 5 - 6 c e e - 4 6 b 6 - 9 9 7 2 - 3 c 6 c d 5 5 2 a 3 d 4 "   n a m e = " L i n k e d   q u e s t i o n s "   t y p e = " S y s t e m . G u i d ,   m s c o r l i b ,   V e r s i o n = 4 . 0 . 0 . 0 ,   C u l t u r e = n e u t r a l ,   P u b l i c K e y T o k e n = b 7 7 a 5 c 5 6 1 9 3 4 e 0 8 9 "   o r d e r = " 9 9 9 "   k e y = " l i n k e d Q u e s t i o n "   v a l u e = " 3 0 2 6 5 4 4 a - e 9 5 6 - 4 0 e c - b 5 6 4 - c 6 f 5 0 c 5 9 4 8 e d "   a r g u m e n t = " M u l t i p l e C o n t r o l "   g r o u p O r d e r = " - 1 " / >  
                 < p a r a m e t e r   i d = " 8 6 c 9 7 7 d 3 - 6 d 2 2 - 4 3 f 0 - 8 8 0 1 - 5 b 7 b 2 e 7 d 0 0 7 a "   n a m e = " R e p l a c e   v a l u e s   w i t h   l a b e l s "   t y p e = " S y s t e m . B o o l e a n ,   m s c o r l i b ,   V e r s i o n = 4 . 0 . 0 . 0 ,   C u l t u r e = n e u t r a l ,   P u b l i c K e y T o k e n = b 7 7 a 5 c 5 6 1 9 3 4 e 0 8 9 "   o r d e r = " 9 9 9 "   k e y = " u s e L a b e l s "   v a l u e = " F a l s e "   g r o u p O r d e r = " - 1 " / >  
             < / p a r a m e t e r s >  
         < / c o m m a n d >  
         < c o m m a n d   i d = " 2 b b 8 6 2 a e - 5 c c 9 - 4 c 1 5 - 9 2 5 b - 3 d 1 7 9 f 5 0 f 9 b 2 "   n a m e = " V i s i b i l i t y P a r t y T y p e 8 "   a s s e m b l y = " I p h e l i o n . O u t l i n e . M o d e l . d l l "   t y p e = " I p h e l i o n . O u t l i n e . M o d e l . C o m m a n d s . Q u e s t i o n V i s i b i l i t y C o m m a n d "   o r d e r = " 1 0 "   a c t i v e = " t r u e "   c o m m a n d T y p e = " r e l a u n c h " >  
             < p a r a m e t e r s >  
                 < p a r a m e t e r   i d = " f 1 0 0 1 1 0 c - 2 4 a 2 - 4 6 3 1 - 9 2 1 8 - 2 0 0 0 f f 4 3 d 7 b 0 "   n a m e = " M a t c h   c r i t e r i a "   t y p e = " S y s t e m . S t r i n g ,   m s c o r l i b ,   V e r s i o n = 4 . 0 . 0 . 0 ,   C u l t u r e = n e u t r a l ,   P u b l i c K e y T o k e n = b 7 7 a 5 c 5 6 1 9 3 4 e 0 8 9 "   o r d e r = " 1 "   k e y = " m a t c h "   v a l u e = " "   a r g u m e n t = " F o r m a t S t r i n g "   g r o u p O r d e r = " - 1 " / >  
                 < p a r a m e t e r   i d = " 5 9 9 5 5 b 8 7 - d 7 c 6 - 4 1 6 2 - a 0 1 f - c 7 a 7 8 d 5 4 c 2 1 8 "   n a m e = " S h o w   v a l u e s "   t y p e = " S y s t e m . S t r i n g ,   m s c o r l i b ,   V e r s i o n = 4 . 0 . 0 . 0 ,   C u l t u r e = n e u t r a l ,   P u b l i c K e y T o k e n = b 7 7 a 5 c 5 6 1 9 3 4 e 0 8 9 "   o r d e r = " 2 "   k e y = " f i e l d V a l u e s "   v a l u e = " 8 , 9 , 1 0 "   a r g u m e n t = " I t e m L i s t C o n t r o l "   g r o u p O r d e r = " - 1 " / >  
                 < p a r a m e t e r   i d = " 7 f 2 6 b 8 1 9 - 2 9 5 1 - 4 8 9 8 - 9 e 7 b - a 5 4 4 c 4 9 b 5 7 4 d " 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c 4 9 9 9 0 6 8 - 0 c c a - 4 b f 0 - b a 7 0 - 3 5 b 8 0 b 5 5 d 9 8 8 "   n a m e = " L i n k e d   c o m m a n d s "   t y p e = " S y s t e m . G u i d ,   m s c o r l i b ,   V e r s i o n = 4 . 0 . 0 . 0 ,   C u l t u r e = n e u t r a l ,   P u b l i c K e y T o k e n = b 7 7 a 5 c 5 6 1 9 3 4 e 0 8 9 "   o r d e r = " 9 9 9 "   k e y = " l i n k e d C o m m a n d "   v a l u e = " "   a r g u m e n t = " M u l t i p l e C o m m a n d C h o o s e r "   g r o u p O r d e r = " - 1 " / >  
                 < p a r a m e t e r   i d = " 9 0 b 3 a 2 0 0 - d 2 4 3 - 4 b 1 c - 8 f a 8 - 4 8 5 7 4 3 c 9 8 4 a 0 "   n a m e = " L i n k e d   q u e s t i o n s "   t y p e = " S y s t e m . G u i d ,   m s c o r l i b ,   V e r s i o n = 4 . 0 . 0 . 0 ,   C u l t u r e = n e u t r a l ,   P u b l i c K e y T o k e n = b 7 7 a 5 c 5 6 1 9 3 4 e 0 8 9 "   o r d e r = " 9 9 9 "   k e y = " l i n k e d Q u e s t i o n "   v a l u e = " 2 0 8 4 e 8 9 1 - 3 d 2 0 - 4 3 0 7 - 9 4 6 f - b c 5 3 3 7 d 9 9 3 9 8 "   a r g u m e n t = " M u l t i p l e C o n t r o l "   g r o u p O r d e r = " - 1 " / >  
                 < p a r a m e t e r   i d = " 2 6 0 c f f 1 a - c c 5 a - 4 d 1 d - 9 9 c 9 - e 0 1 8 4 1 9 6 1 0 7 6 "   n a m e = " R e p l a c e   v a l u e s   w i t h   l a b e l s "   t y p e = " S y s t e m . B o o l e a n ,   m s c o r l i b ,   V e r s i o n = 4 . 0 . 0 . 0 ,   C u l t u r e = n e u t r a l ,   P u b l i c K e y T o k e n = b 7 7 a 5 c 5 6 1 9 3 4 e 0 8 9 "   o r d e r = " 9 9 9 "   k e y = " u s e L a b e l s "   v a l u e = " F a l s e "   g r o u p O r d e r = " - 1 " / >  
             < / p a r a m e t e r s >  
         < / c o m m a n d >  
         < c o m m a n d   i d = " f e 5 a e 4 e 4 - c 4 d f - 4 a 8 c - a b b a - d 4 3 f 0 8 8 0 c 6 b 4 "   n a m e = " V i s i b i l i t y P a r t y 8 "   a s s e m b l y = " I p h e l i o n . O u t l i n e . M o d e l . d l l "   t y p e = " I p h e l i o n . O u t l i n e . M o d e l . C o m m a n d s . Q u e s t i o n V i s i b i l i t y C o m m a n d "   o r d e r = " 1 1 "   a c t i v e = " t r u e "   c o m m a n d T y p e = " r e l a u n c h " >  
             < p a r a m e t e r s >  
                 < p a r a m e t e r   i d = " 5 9 c d c 3 c 0 - 5 c 5 8 - 4 7 a 2 - b 8 b 2 - c 1 f 2 3 1 4 8 7 c 7 b "   n a m e = " M a t c h   c r i t e r i a "   t y p e = " S y s t e m . S t r i n g ,   m s c o r l i b ,   V e r s i o n = 4 . 0 . 0 . 0 ,   C u l t u r e = n e u t r a l ,   P u b l i c K e y T o k e n = b 7 7 a 5 c 5 6 1 9 3 4 e 0 8 9 "   o r d e r = " 1 "   k e y = " m a t c h "   v a l u e = " "   a r g u m e n t = " F o r m a t S t r i n g "   g r o u p O r d e r = " - 1 " / >  
                 < p a r a m e t e r   i d = " 5 4 3 2 6 9 0 a - c 0 d e - 4 1 5 f - b f a 8 - 0 b d 3 c 2 8 a 9 7 7 2 "   n a m e = " S h o w   v a l u e s "   t y p e = " S y s t e m . S t r i n g ,   m s c o r l i b ,   V e r s i o n = 4 . 0 . 0 . 0 ,   C u l t u r e = n e u t r a l ,   P u b l i c K e y T o k e n = b 7 7 a 5 c 5 6 1 9 3 4 e 0 8 9 "   o r d e r = " 2 "   k e y = " f i e l d V a l u e s "   v a l u e = " 8 , 9 , 1 0 , "   a r g u m e n t = " I t e m L i s t C o n t r o l "   g r o u p O r d e r = " - 1 " / >  
                 < p a r a m e t e r   i d = " 3 3 5 2 5 8 4 6 - c 6 2 f - 4 2 b d - b 0 7 d - f 9 a 6 5 2 2 c 2 4 4 c " 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1 e b 0 2 5 8 e - 5 f 8 c - 4 6 2 2 - b 0 8 e - 2 b e c 4 0 7 a 2 0 4 d "   n a m e = " L i n k e d   c o m m a n d s "   t y p e = " S y s t e m . G u i d ,   m s c o r l i b ,   V e r s i o n = 4 . 0 . 0 . 0 ,   C u l t u r e = n e u t r a l ,   P u b l i c K e y T o k e n = b 7 7 a 5 c 5 6 1 9 3 4 e 0 8 9 "   o r d e r = " 9 9 9 "   k e y = " l i n k e d C o m m a n d "   v a l u e = " "   a r g u m e n t = " M u l t i p l e C o m m a n d C h o o s e r "   g r o u p O r d e r = " - 1 " / >  
                 < p a r a m e t e r   i d = " b 5 0 e 7 f a 0 - 7 0 a 7 - 4 0 0 3 - a 7 2 3 - b 0 7 2 7 7 9 b 3 5 e d "   n a m e = " L i n k e d   q u e s t i o n s "   t y p e = " S y s t e m . G u i d ,   m s c o r l i b ,   V e r s i o n = 4 . 0 . 0 . 0 ,   C u l t u r e = n e u t r a l ,   P u b l i c K e y T o k e n = b 7 7 a 5 c 5 6 1 9 3 4 e 0 8 9 "   o r d e r = " 9 9 9 "   k e y = " l i n k e d Q u e s t i o n "   v a l u e = " f f c c b 0 c c - 9 c d 6 - 4 f 9 9 - a 2 4 f - f 9 c 9 9 8 3 6 d 0 5 1 "   a r g u m e n t = " M u l t i p l e C o n t r o l "   g r o u p O r d e r = " - 1 " / >  
                 < p a r a m e t e r   i d = " 8 8 e 2 0 0 6 6 - e 8 b 0 - 4 1 9 3 - b 6 c 5 - 6 9 6 c 6 b f 3 8 b 3 e "   n a m e = " R e p l a c e   v a l u e s   w i t h   l a b e l s "   t y p e = " S y s t e m . B o o l e a n ,   m s c o r l i b ,   V e r s i o n = 4 . 0 . 0 . 0 ,   C u l t u r e = n e u t r a l ,   P u b l i c K e y T o k e n = b 7 7 a 5 c 5 6 1 9 3 4 e 0 8 9 "   o r d e r = " 9 9 9 "   k e y = " u s e L a b e l s "   v a l u e = " F a l s e "   g r o u p O r d e r = " - 1 " / >  
             < / p a r a m e t e r s >  
         < / c o m m a n d >  
         < c o m m a n d   i d = " 0 8 4 e 0 d 9 d - 5 c f 4 - 4 3 9 3 - 9 6 0 1 - a f 4 3 a 2 1 9 6 e 4 7 "   n a m e = " V i s i b i l i t y P a r t y T y p e 9 "   a s s e m b l y = " I p h e l i o n . O u t l i n e . M o d e l . d l l "   t y p e = " I p h e l i o n . O u t l i n e . M o d e l . C o m m a n d s . Q u e s t i o n V i s i b i l i t y C o m m a n d "   o r d e r = " 1 2 "   a c t i v e = " t r u e "   c o m m a n d T y p e = " r e l a u n c h " >  
             < p a r a m e t e r s >  
                 < p a r a m e t e r   i d = " 4 a 6 3 4 a e 9 - 8 a 9 e - 4 3 a a - 8 8 b e - 0 5 6 5 1 1 1 e 8 2 a 1 "   n a m e = " M a t c h   c r i t e r i a "   t y p e = " S y s t e m . S t r i n g ,   m s c o r l i b ,   V e r s i o n = 4 . 0 . 0 . 0 ,   C u l t u r e = n e u t r a l ,   P u b l i c K e y T o k e n = b 7 7 a 5 c 5 6 1 9 3 4 e 0 8 9 "   o r d e r = " 1 "   k e y = " m a t c h "   v a l u e = " "   a r g u m e n t = " F o r m a t S t r i n g "   g r o u p O r d e r = " - 1 " / >  
                 < p a r a m e t e r   i d = " 7 4 4 7 e a 8 f - 3 3 3 f - 4 6 7 c - 9 8 c 7 - c b a 1 2 0 0 4 b 4 9 f "   n a m e = " S h o w   v a l u e s "   t y p e = " S y s t e m . S t r i n g ,   m s c o r l i b ,   V e r s i o n = 4 . 0 . 0 . 0 ,   C u l t u r e = n e u t r a l ,   P u b l i c K e y T o k e n = b 7 7 a 5 c 5 6 1 9 3 4 e 0 8 9 "   o r d e r = " 2 "   k e y = " f i e l d V a l u e s "   v a l u e = " 9 , 1 0 "   a r g u m e n t = " I t e m L i s t C o n t r o l "   g r o u p O r d e r = " - 1 " / >  
                 < p a r a m e t e r   i d = " 5 3 b a 9 5 7 f - 4 7 4 b - 4 1 2 c - 9 1 4 6 - 6 5 2 0 6 1 b e 4 e 3 3 " 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b 8 0 5 4 4 e e - e f d 3 - 4 e 1 8 - a 0 c 2 - d 2 7 5 0 7 6 6 5 6 f 2 "   n a m e = " L i n k e d   c o m m a n d s "   t y p e = " S y s t e m . G u i d ,   m s c o r l i b ,   V e r s i o n = 4 . 0 . 0 . 0 ,   C u l t u r e = n e u t r a l ,   P u b l i c K e y T o k e n = b 7 7 a 5 c 5 6 1 9 3 4 e 0 8 9 "   o r d e r = " 9 9 9 "   k e y = " l i n k e d C o m m a n d "   v a l u e = " "   a r g u m e n t = " M u l t i p l e C o m m a n d C h o o s e r "   g r o u p O r d e r = " - 1 " / >  
                 < p a r a m e t e r   i d = " 6 e 7 9 7 0 0 2 - 4 8 e 6 - 4 1 0 7 - b a 4 7 - 2 8 d c 1 5 a 7 d 8 c 4 "   n a m e = " L i n k e d   q u e s t i o n s "   t y p e = " S y s t e m . G u i d ,   m s c o r l i b ,   V e r s i o n = 4 . 0 . 0 . 0 ,   C u l t u r e = n e u t r a l ,   P u b l i c K e y T o k e n = b 7 7 a 5 c 5 6 1 9 3 4 e 0 8 9 "   o r d e r = " 9 9 9 "   k e y = " l i n k e d Q u e s t i o n "   v a l u e = " f 8 d 4 a 7 9 0 - e 0 5 1 - 4 5 1 a - a a a 5 - d 4 d 6 5 6 a f 6 f 5 b "   a r g u m e n t = " M u l t i p l e C o n t r o l "   g r o u p O r d e r = " - 1 " / >  
                 < p a r a m e t e r   i d = " 4 1 1 c 2 a 9 a - c 3 d 8 - 4 d 8 a - 9 8 9 9 - 9 e 9 2 1 a b b d e c a "   n a m e = " R e p l a c e   v a l u e s   w i t h   l a b e l s "   t y p e = " S y s t e m . B o o l e a n ,   m s c o r l i b ,   V e r s i o n = 4 . 0 . 0 . 0 ,   C u l t u r e = n e u t r a l ,   P u b l i c K e y T o k e n = b 7 7 a 5 c 5 6 1 9 3 4 e 0 8 9 "   o r d e r = " 9 9 9 "   k e y = " u s e L a b e l s "   v a l u e = " F a l s e "   g r o u p O r d e r = " - 1 " / >  
             < / p a r a m e t e r s >  
         < / c o m m a n d >  
         < c o m m a n d   i d = " 7 9 3 2 2 8 8 0 - 4 2 4 7 - 4 8 3 d - a 7 2 d - c b b f 6 d 2 5 4 c 8 5 "   n a m e = " V i s i b i l i t y P a r t y 9 "   a s s e m b l y = " I p h e l i o n . O u t l i n e . M o d e l . d l l "   t y p e = " I p h e l i o n . O u t l i n e . M o d e l . C o m m a n d s . Q u e s t i o n V i s i b i l i t y C o m m a n d "   o r d e r = " 1 3 "   a c t i v e = " t r u e "   c o m m a n d T y p e = " r e l a u n c h " >  
             < p a r a m e t e r s >  
                 < p a r a m e t e r   i d = " d 8 a b d e e 8 - b 2 c 0 - 4 4 b 3 - 8 f 4 2 - 2 d 9 4 7 c 1 6 5 f b f "   n a m e = " M a t c h   c r i t e r i a "   t y p e = " S y s t e m . S t r i n g ,   m s c o r l i b ,   V e r s i o n = 4 . 0 . 0 . 0 ,   C u l t u r e = n e u t r a l ,   P u b l i c K e y T o k e n = b 7 7 a 5 c 5 6 1 9 3 4 e 0 8 9 "   o r d e r = " 1 "   k e y = " m a t c h "   v a l u e = " "   a r g u m e n t = " F o r m a t S t r i n g "   g r o u p O r d e r = " - 1 " / >  
                 < p a r a m e t e r   i d = " f e 6 d a 9 2 d - 8 f 4 0 - 4 d c 2 - a 9 f 7 - d f a 9 2 e b c f d 1 2 "   n a m e = " S h o w   v a l u e s "   t y p e = " S y s t e m . S t r i n g ,   m s c o r l i b ,   V e r s i o n = 4 . 0 . 0 . 0 ,   C u l t u r e = n e u t r a l ,   P u b l i c K e y T o k e n = b 7 7 a 5 c 5 6 1 9 3 4 e 0 8 9 "   o r d e r = " 2 "   k e y = " f i e l d V a l u e s "   v a l u e = " 9 , 1 0 "   a r g u m e n t = " I t e m L i s t C o n t r o l "   g r o u p O r d e r = " - 1 " / >  
                 < p a r a m e t e r   i d = " d 2 2 c 2 2 9 9 - 1 0 6 1 - 4 7 6 3 - 9 5 9 b - 9 b b 2 b 3 c 8 6 5 2 2 " 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d 6 8 d a 1 0 e - e 2 7 6 - 4 c 1 f - a c 5 0 - 8 4 8 3 2 d f 7 6 8 d b "   n a m e = " L i n k e d   c o m m a n d s "   t y p e = " S y s t e m . G u i d ,   m s c o r l i b ,   V e r s i o n = 4 . 0 . 0 . 0 ,   C u l t u r e = n e u t r a l ,   P u b l i c K e y T o k e n = b 7 7 a 5 c 5 6 1 9 3 4 e 0 8 9 "   o r d e r = " 9 9 9 "   k e y = " l i n k e d C o m m a n d "   v a l u e = " "   a r g u m e n t = " M u l t i p l e C o m m a n d C h o o s e r "   g r o u p O r d e r = " - 1 " / >  
                 < p a r a m e t e r   i d = " a c 8 0 2 0 1 9 - e 0 7 3 - 4 d e 0 - b f e 0 - 6 5 5 6 8 3 1 d b 2 7 d "   n a m e = " L i n k e d   q u e s t i o n s "   t y p e = " S y s t e m . G u i d ,   m s c o r l i b ,   V e r s i o n = 4 . 0 . 0 . 0 ,   C u l t u r e = n e u t r a l ,   P u b l i c K e y T o k e n = b 7 7 a 5 c 5 6 1 9 3 4 e 0 8 9 "   o r d e r = " 9 9 9 "   k e y = " l i n k e d Q u e s t i o n "   v a l u e = " 5 f 7 d 4 6 2 1 - b 7 8 3 - 4 d 8 6 - 9 c 8 9 - 2 c 6 a d 7 9 6 3 5 e a "   a r g u m e n t = " M u l t i p l e C o n t r o l "   g r o u p O r d e r = " - 1 " / >  
                 < p a r a m e t e r   i d = " 6 5 9 4 8 5 2 1 - 8 3 8 7 - 4 e c a - b a 3 b - f 2 e f 9 9 f d 0 8 c 2 "   n a m e = " R e p l a c e   v a l u e s   w i t h   l a b e l s "   t y p e = " S y s t e m . B o o l e a n ,   m s c o r l i b ,   V e r s i o n = 4 . 0 . 0 . 0 ,   C u l t u r e = n e u t r a l ,   P u b l i c K e y T o k e n = b 7 7 a 5 c 5 6 1 9 3 4 e 0 8 9 "   o r d e r = " 9 9 9 "   k e y = " u s e L a b e l s "   v a l u e = " F a l s e "   g r o u p O r d e r = " - 1 " / >  
             < / p a r a m e t e r s >  
         < / c o m m a n d >  
         < c o m m a n d   i d = " 7 c 9 c b 4 4 c - 7 e d 6 - 4 a e d - 8 f a 0 - 0 d 6 0 b 9 2 b 9 2 0 c "   n a m e = " V i s i b i l i t y P a r t y T y p e 1 0 "   a s s e m b l y = " I p h e l i o n . O u t l i n e . M o d e l . d l l "   t y p e = " I p h e l i o n . O u t l i n e . M o d e l . C o m m a n d s . Q u e s t i o n V i s i b i l i t y C o m m a n d "   o r d e r = " 1 4 "   a c t i v e = " t r u e "   c o m m a n d T y p e = " r e l a u n c h " >  
             < p a r a m e t e r s >  
                 < p a r a m e t e r   i d = " 3 f 6 a 2 8 e d - d 2 a e - 4 5 0 b - b d 8 4 - 5 7 8 8 b 9 4 7 e 4 b 8 "   n a m e = " M a t c h   c r i t e r i a "   t y p e = " S y s t e m . S t r i n g ,   m s c o r l i b ,   V e r s i o n = 4 . 0 . 0 . 0 ,   C u l t u r e = n e u t r a l ,   P u b l i c K e y T o k e n = b 7 7 a 5 c 5 6 1 9 3 4 e 0 8 9 "   o r d e r = " 1 "   k e y = " m a t c h "   v a l u e = " "   a r g u m e n t = " F o r m a t S t r i n g "   g r o u p O r d e r = " - 1 " / >  
                 < p a r a m e t e r   i d = " d b 5 1 f 4 2 2 - 6 d 1 c - 4 3 a 7 - 8 0 e 4 - 8 b d 4 b 9 b c a 6 d 7 "   n a m e = " S h o w   v a l u e s "   t y p e = " S y s t e m . S t r i n g ,   m s c o r l i b ,   V e r s i o n = 4 . 0 . 0 . 0 ,   C u l t u r e = n e u t r a l ,   P u b l i c K e y T o k e n = b 7 7 a 5 c 5 6 1 9 3 4 e 0 8 9 "   o r d e r = " 2 "   k e y = " f i e l d V a l u e s "   v a l u e = " 1 0 "   a r g u m e n t = " I t e m L i s t C o n t r o l "   g r o u p O r d e r = " - 1 " / >  
                 < p a r a m e t e r   i d = " 3 3 3 2 3 b c a - 0 8 5 b - 4 3 5 3 - b 0 4 b - 6 c 4 5 5 9 d d d 1 2 e " 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f 3 3 6 b 1 4 d - 8 7 d 4 - 4 6 9 9 - b 5 b 7 - b 7 1 d f b 8 d 5 0 9 3 "   n a m e = " L i n k e d   c o m m a n d s "   t y p e = " S y s t e m . G u i d ,   m s c o r l i b ,   V e r s i o n = 4 . 0 . 0 . 0 ,   C u l t u r e = n e u t r a l ,   P u b l i c K e y T o k e n = b 7 7 a 5 c 5 6 1 9 3 4 e 0 8 9 "   o r d e r = " 9 9 9 "   k e y = " l i n k e d C o m m a n d "   v a l u e = " "   a r g u m e n t = " M u l t i p l e C o m m a n d C h o o s e r "   g r o u p O r d e r = " - 1 " / >  
                 < p a r a m e t e r   i d = " b 4 3 7 4 a c 8 - d 6 7 2 - 4 f 9 b - a 6 c b - f 6 d 8 a 0 b 8 b 6 f e "   n a m e = " L i n k e d   q u e s t i o n s "   t y p e = " S y s t e m . G u i d ,   m s c o r l i b ,   V e r s i o n = 4 . 0 . 0 . 0 ,   C u l t u r e = n e u t r a l ,   P u b l i c K e y T o k e n = b 7 7 a 5 c 5 6 1 9 3 4 e 0 8 9 "   o r d e r = " 9 9 9 "   k e y = " l i n k e d Q u e s t i o n "   v a l u e = " 9 b 5 4 4 6 2 e - 0 e 5 6 - 4 e a 5 - b 9 5 c - 9 3 8 c d d 9 9 7 4 5 2 "   a r g u m e n t = " M u l t i p l e C o n t r o l "   g r o u p O r d e r = " - 1 " / >  
                 < p a r a m e t e r   i d = " 2 4 9 c 2 5 3 9 - 5 3 3 d - 4 b e f - a d 5 e - 9 5 a a d 1 0 f f b 9 3 "   n a m e = " R e p l a c e   v a l u e s   w i t h   l a b e l s "   t y p e = " S y s t e m . B o o l e a n ,   m s c o r l i b ,   V e r s i o n = 4 . 0 . 0 . 0 ,   C u l t u r e = n e u t r a l ,   P u b l i c K e y T o k e n = b 7 7 a 5 c 5 6 1 9 3 4 e 0 8 9 "   o r d e r = " 9 9 9 "   k e y = " u s e L a b e l s "   v a l u e = " F a l s e "   g r o u p O r d e r = " - 1 " / >  
             < / p a r a m e t e r s >  
         < / c o m m a n d >  
         < c o m m a n d   i d = " 2 a 0 c 7 7 4 1 - e 5 3 c - 4 7 9 2 - b d 1 d - b e 9 f 8 1 2 2 5 7 6 6 "   n a m e = " V i s i b i l i t y P a r t y 1 0 "   a s s e m b l y = " I p h e l i o n . O u t l i n e . M o d e l . d l l "   t y p e = " I p h e l i o n . O u t l i n e . M o d e l . C o m m a n d s . Q u e s t i o n V i s i b i l i t y C o m m a n d "   o r d e r = " 1 5 "   a c t i v e = " t r u e "   c o m m a n d T y p e = " r e l a u n c h " >  
             < p a r a m e t e r s >  
                 < p a r a m e t e r   i d = " e a 0 b b 8 7 6 - 6 4 0 2 - 4 3 9 c - a 2 1 6 - 4 c 2 5 7 e 0 c c 4 a b "   n a m e = " M a t c h   c r i t e r i a "   t y p e = " S y s t e m . S t r i n g ,   m s c o r l i b ,   V e r s i o n = 4 . 0 . 0 . 0 ,   C u l t u r e = n e u t r a l ,   P u b l i c K e y T o k e n = b 7 7 a 5 c 5 6 1 9 3 4 e 0 8 9 "   o r d e r = " 1 "   k e y = " m a t c h "   v a l u e = " "   a r g u m e n t = " F o r m a t S t r i n g "   g r o u p O r d e r = " - 1 " / >  
                 < p a r a m e t e r   i d = " 6 8 3 3 3 a a 4 - 8 b 8 7 - 4 e 2 e - a f f 0 - e 9 e c b 5 3 d 6 1 1 f "   n a m e = " S h o w   v a l u e s "   t y p e = " S y s t e m . S t r i n g ,   m s c o r l i b ,   V e r s i o n = 4 . 0 . 0 . 0 ,   C u l t u r e = n e u t r a l ,   P u b l i c K e y T o k e n = b 7 7 a 5 c 5 6 1 9 3 4 e 0 8 9 "   o r d e r = " 2 "   k e y = " f i e l d V a l u e s "   v a l u e = " 1 0 "   a r g u m e n t = " I t e m L i s t C o n t r o l "   g r o u p O r d e r = " - 1 " / >  
                 < p a r a m e t e r   i d = " 9 5 e 3 c 1 4 c - 8 8 8 6 - 4 a b 8 - 9 e 2 8 - d 5 1 d 0 c 0 c 1 2 4 1 " 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1 6 e 5 c f b 2 - b c 8 7 - 4 4 6 e - 9 4 7 2 - 1 0 7 e 5 a 9 b 2 6 1 3 "   n a m e = " L i n k e d   c o m m a n d s "   t y p e = " S y s t e m . G u i d ,   m s c o r l i b ,   V e r s i o n = 4 . 0 . 0 . 0 ,   C u l t u r e = n e u t r a l ,   P u b l i c K e y T o k e n = b 7 7 a 5 c 5 6 1 9 3 4 e 0 8 9 "   o r d e r = " 9 9 9 "   k e y = " l i n k e d C o m m a n d "   v a l u e = " "   a r g u m e n t = " M u l t i p l e C o m m a n d C h o o s e r "   g r o u p O r d e r = " - 1 " / >  
                 < p a r a m e t e r   i d = " d d 0 5 5 9 6 c - a e a 7 - 4 5 c 3 - 8 9 7 d - 6 3 e 8 4 7 2 a b 9 3 3 "   n a m e = " L i n k e d   q u e s t i o n s "   t y p e = " S y s t e m . G u i d ,   m s c o r l i b ,   V e r s i o n = 4 . 0 . 0 . 0 ,   C u l t u r e = n e u t r a l ,   P u b l i c K e y T o k e n = b 7 7 a 5 c 5 6 1 9 3 4 e 0 8 9 "   o r d e r = " 9 9 9 "   k e y = " l i n k e d Q u e s t i o n "   v a l u e = " b 2 d 9 c 1 7 c - b 5 e 5 - 4 f b b - 9 1 9 3 - 9 d c 0 d d d 3 8 f 2 e "   a r g u m e n t = " M u l t i p l e C o n t r o l "   g r o u p O r d e r = " - 1 " / >  
                 < p a r a m e t e r   i d = " c 1 5 2 8 6 2 b - 2 9 7 6 - 4 e e c - a 2 2 4 - 0 4 b 8 d 1 c b 6 7 2 3 "   n a m e = " R e p l a c e   v a l u e s   w i t h   l a b e l s "   t y p e = " S y s t e m . B o o l e a n ,   m s c o r l i b ,   V e r s i o n = 4 . 0 . 0 . 0 ,   C u l t u r e = n e u t r a l ,   P u b l i c K e y T o k e n = b 7 7 a 5 c 5 6 1 9 3 4 e 0 8 9 "   o r d e r = " 9 9 9 "   k e y = " u s e L a b e l s "   v a l u e = " F a l s e "   g r o u p O r d e r = " - 1 " / >  
             < / p a r a m e t e r s >  
         < / c o m m a n d >  
         < c o m m a n d   i d = " 2 a a f 3 5 b 8 - 2 a b 9 - 4 a f 8 - b 3 5 7 - 7 b 6 c 7 c d e 1 7 1 f "   n a m e = " V i s i b i l i t y   R o m a n i a n _ a s "   a s s e m b l y = " I p h e l i o n . O u t l i n e . M o d e l . d l l "   t y p e = " I p h e l i o n . O u t l i n e . M o d e l . C o m m a n d s . Q u e s t i o n V i s i b i l i t y C o m m a n d "   o r d e r = " 1 6 "   a c t i v e = " t r u e "   c o m m a n d T y p e = " r e l a u n c h " >  
             < p a r a m e t e r s >  
                 < p a r a m e t e r   i d = " d 6 3 2 9 d 3 2 - d 5 e 7 - 4 e a 8 - 9 e b a - b 4 9 6 a 0 a f d 0 1 1 "   n a m e = " M a t c h   c r i t e r i a "   t y p e = " S y s t e m . S t r i n g ,   m s c o r l i b ,   V e r s i o n = 4 . 0 . 0 . 0 ,   C u l t u r e = n e u t r a l ,   P u b l i c K e y T o k e n = b 7 7 a 5 c 5 6 1 9 3 4 e 0 8 9 "   o r d e r = " 1 "   k e y = " m a t c h "   v a l u e = " "   a r g u m e n t = " F o r m a t S t r i n g "   g r o u p O r d e r = " - 1 " / >  
                 < p a r a m e t e r   i d = " 1 8 8 a b 0 e f - 0 f b e - 4 1 5 f - 9 d 2 2 - 9 1 2 e 6 6 a 4 b b c 1 "   n a m e = " S h o w   v a l u e s "   t y p e = " S y s t e m . S t r i n g ,   m s c o r l i b ,   V e r s i o n = 4 . 0 . 0 . 0 ,   C u l t u r e = n e u t r a l ,   P u b l i c K e y T o k e n = b 7 7 a 5 c 5 6 1 9 3 4 e 0 8 9 "   o r d e r = " 2 "   k e y = " f i e l d V a l u e s "   v a l u e = " R o m a n i a n "   a r g u m e n t = " I t e m L i s t C o n t r o l "   g r o u p O r d e r = " - 1 " / >  
                 < p a r a m e t e r   i d = " 7 1 e a 5 6 d a - a 3 1 a - 4 a 2 2 - b 7 2 8 - 1 2 4 f 7 6 5 e f 4 7 0 "   n a m e = " C h e c k   f i e l d ( s ) "   t y p e = " I p h e l i o n . O u t l i n e . M o d e l . E n t i t i e s . P a r a m e t e r F i e l d D e s c r i p t o r ,   I p h e l i o n . O u t l i n e . M o d e l ,   V e r s i o n = 1 . 6 . 7 . 1 0 ,   C u l t u r e = n e u t r a l ,   P u b l i c K e y T o k e n = n u l l "   o r d e r = " 9 9 9 "   k e y = " c h e c k F i e l d "   v a l u e = " 5 c 0 a 3 e e a - 3 c 6 6 - 4 d 9 a - 8 2 4 c - 4 2 6 1 e a 5 c 0 b a 8 | f 9 5 d c 5 f a - 6 e 9 d - 4 b e 9 - 9 d 2 3 - e 0 a d a 2 0 d 8 4 3 8 "   a r g u m e n t = " M u l t i p l e C o n t r o l "   g r o u p O r d e r = " - 1 " / >  
                 < p a r a m e t e r   i d = " 5 2 3 1 1 e 5 7 - d 6 a 2 - 4 e 9 9 - b 5 7 b - 2 b f 4 3 b 3 3 e 7 4 9 "   n a m e = " L i n k e d   c o m m a n d s "   t y p e = " S y s t e m . G u i d ,   m s c o r l i b ,   V e r s i o n = 4 . 0 . 0 . 0 ,   C u l t u r e = n e u t r a l ,   P u b l i c K e y T o k e n = b 7 7 a 5 c 5 6 1 9 3 4 e 0 8 9 "   o r d e r = " 9 9 9 "   k e y = " l i n k e d C o m m a n d "   v a l u e = " "   a r g u m e n t = " M u l t i p l e C o m m a n d C h o o s e r "   g r o u p O r d e r = " - 1 " / >  
                 < p a r a m e t e r   i d = " 2 b 1 1 6 b f 2 - 9 4 c f - 4 5 8 3 - 9 1 9 e - 0 4 f 2 0 f 1 b 8 c f c "   n a m e = " L i n k e d   q u e s t i o n s "   t y p e = " S y s t e m . G u i d ,   m s c o r l i b ,   V e r s i o n = 4 . 0 . 0 . 0 ,   C u l t u r e = n e u t r a l ,   P u b l i c K e y T o k e n = b 7 7 a 5 c 5 6 1 9 3 4 e 0 8 9 "   o r d e r = " 9 9 9 "   k e y = " l i n k e d Q u e s t i o n "   v a l u e = " 2 f f 5 d 1 d 4 - c 0 d a - 4 e 7 8 - a 0 4 3 - c c a c 9 9 f 7 2 a f d "   a r g u m e n t = " M u l t i p l e C o n t r o l "   g r o u p O r d e r = " - 1 " / >  
                 < p a r a m e t e r   i d = " d 5 b b f 8 9 1 - c 7 2 7 - 4 4 1 b - 8 e 1 e - a 4 5 d 7 8 9 1 5 7 6 d "   n a m e = " R e p l a c e   v a l u e s   w i t h   l a b e l s "   t y p e = " S y s t e m . B o o l e a n ,   m s c o r l i b ,   V e r s i o n = 4 . 0 . 0 . 0 ,   C u l t u r e = n e u t r a l ,   P u b l i c K e y T o k e n = b 7 7 a 5 c 5 6 1 9 3 4 e 0 8 9 "   o r d e r = " 9 9 9 "   k e y = " u s e L a b e l s "   v a l u e = " F a l s e "   g r o u p O r d e r = " - 1 " / >  
             < / p a r a m e t e r s >  
         < / c o m m a n d >  
         < c o m m a n d   i d = " 7 a 7 d 3 a 2 6 - c c 6 8 - 4 3 a a - 9 3 b b - a b 9 a d 9 c 1 c 1 e 4 "   n a m e = " P a r t i e s   N e x t   p a g e "   a s s e m b l y = " I p h e l i o n . O u t l i n e . M o d e l . d l l "   t y p e = " I p h e l i o n . O u t l i n e . M o d e l . C o m m a n d s . Q u e s t i o n V i s i b i l i t y C o m m a n d "   o r d e r = " 1 7 "   a c t i v e = " t r u e "   c o m m a n d T y p e = " r e l a u n c h " >  
             < p a r a m e t e r s >  
                 < p a r a m e t e r   i d = " 1 1 c a e c 8 3 - b e 8 1 - 4 c e 6 - b e e d - 7 e e e 2 c 2 4 5 6 a a "   n a m e = " M a t c h   c r i t e r i a "   t y p e = " S y s t e m . S t r i n g ,   m s c o r l i b ,   V e r s i o n = 4 . 0 . 0 . 0 ,   C u l t u r e = n e u t r a l ,   P u b l i c K e y T o k e n = b 7 7 a 5 c 5 6 1 9 3 4 e 0 8 9 "   o r d e r = " 1 "   k e y = " m a t c h "   v a l u e = " "   a r g u m e n t = " F o r m a t S t r i n g "   g r o u p O r d e r = " - 1 " / >  
                 < p a r a m e t e r   i d = " 4 5 6 9 4 b 5 c - c f 9 9 - 4 c 0 7 - b 5 e c - b b 2 e 6 b 9 1 0 3 2 c "   n a m e = " S h o w   v a l u e s "   t y p e = " S y s t e m . S t r i n g ,   m s c o r l i b ,   V e r s i o n = 4 . 0 . 0 . 0 ,   C u l t u r e = n e u t r a l ,   P u b l i c K e y T o k e n = b 7 7 a 5 c 5 6 1 9 3 4 e 0 8 9 "   o r d e r = " 2 "   k e y = " f i e l d V a l u e s "   v a l u e = " 6 , 7 , 8 , 9 , 1 0 "   a r g u m e n t = " I t e m L i s t C o n t r o l "   g r o u p O r d e r = " - 1 " / >  
                 < p a r a m e t e r   i d = " 7 5 d c f 2 d 0 - 8 0 f 7 - 4 3 d b - 9 f 6 a - f 8 f 2 3 4 0 5 4 e 9 a "   n a m e = " C h e c k   f i e l d ( s ) "   t y p e = " I p h e l i o n . O u t l i n e . M o d e l . E n t i t i e s . P a r a m e t e r F i e l d D e s c r i p t o r ,   I p h e l i o n . O u t l i n e . M o d e l ,   V e r s i o n = 1 . 6 . 7 . 1 0 ,   C u l t u r e = n e u t r a l ,   P u b l i c K e y T o k e n = n u l l "   o r d e r = " 9 9 9 "   k e y = " c h e c k F i e l d "   v a l u e = " 8 1 e 9 2 d 9 c - b 5 8 3 - 4 e 1 1 - a c a 5 - 6 4 2 d 8 c a e 8 1 5 7 | f f 7 a f a b 4 - 7 d 2 7 - 4 4 0 c - a e f b - c 3 e 5 3 0 8 6 c 2 e 5 "   a r g u m e n t = " M u l t i p l e C o n t r o l "   g r o u p O r d e r = " - 1 " / >  
                 < p a r a m e t e r   i d = " a 6 0 8 7 f 0 0 - d 4 3 3 - 4 8 2 6 - a 0 c 8 - 4 a 3 3 0 2 d 3 7 d a d "   n a m e = " L i n k e d   c o m m a n d s "   t y p e = " S y s t e m . G u i d ,   m s c o r l i b ,   V e r s i o n = 4 . 0 . 0 . 0 ,   C u l t u r e = n e u t r a l ,   P u b l i c K e y T o k e n = b 7 7 a 5 c 5 6 1 9 3 4 e 0 8 9 "   o r d e r = " 9 9 9 "   k e y = " l i n k e d C o m m a n d "   v a l u e = " "   a r g u m e n t = " M u l t i p l e C o m m a n d C h o o s e r "   g r o u p O r d e r = " - 1 " / >  
                 < p a r a m e t e r   i d = " f 2 a 0 9 1 4 6 - d 5 c 7 - 4 7 d e - b a 8 b - b f c 5 6 d b 3 c 5 0 d "   n a m e = " L i n k e d   q u e s t i o n s "   t y p e = " S y s t e m . G u i d ,   m s c o r l i b ,   V e r s i o n = 4 . 0 . 0 . 0 ,   C u l t u r e = n e u t r a l ,   P u b l i c K e y T o k e n = b 7 7 a 5 c 5 6 1 9 3 4 e 0 8 9 "   o r d e r = " 9 9 9 "   k e y = " l i n k e d Q u e s t i o n "   v a l u e = " 2 3 2 c c 8 e 3 - e c 5 3 - 4 a 8 6 - a 2 a 3 - d 3 5 a 7 b c 6 7 b 3 e "   a r g u m e n t = " M u l t i p l e C o n t r o l "   g r o u p O r d e r = " - 1 " / >  
                 < p a r a m e t e r   i d = " 2 0 c 4 4 6 e 5 - 1 5 7 a - 4 3 2 3 - 9 b d a - 7 9 8 0 b a 5 5 4 e e 9 "   n a m e = " R e p l a c e   v a l u e s   w i t h   l a b e l s "   t y p e = " S y s t e m . B o o l e a n ,   m s c o r l i b ,   V e r s i o n = 4 . 0 . 0 . 0 ,   C u l t u r e = n e u t r a l ,   P u b l i c K e y T o k e n = b 7 7 a 5 c 5 6 1 9 3 4 e 0 8 9 "   o r d e r = " 9 9 9 "   k e y = " u s e L a b e l s "   v a l u e = " F a l s e "   g r o u p O r d e r = " - 1 " / >  
             < / p a r a m e t e r s >  
         < / c o m m a n d >  
         < c o m m a n d   i d = " f 6 e 9 d 2 f b - b d c 2 - 4 3 3 c - 9 3 4 b - 3 5 9 2 1 0 8 6 a 1 d e "   n a m e = " S h o w   Q u e s t i o n   F o r m "   a s s e m b l y = " I p h e l i o n . O u t l i n e . M o d e l . d l l "   t y p e = " I p h e l i o n . O u t l i n e . M o d e l . C o m m a n d s . S h o w F o r m C o m m a n d "   o r d e r = " 1 8 "   a c t i v e = " t r u e "   c o m m a n d T y p e = " r e l a u n c h " >  
             < p a r a m e t e r s >  
                 < p a r a m e t e r   i d = " a f 8 a 5 3 8 3 - b 3 e f - 4 1 d c - 9 6 d 5 - 5 7 4 3 0 2 6 4 8 d b e "   n a m e = " A s s e m b l y   n a m e "   t y p e = " S y s t e m . S t r i n g ,   m s c o r l i b ,   V e r s i o n = 4 . 0 . 0 . 0 ,   C u l t u r e = n e u t r a l ,   P u b l i c K e y T o k e n = b 7 7 a 5 c 5 6 1 9 3 4 e 0 8 9 "   o r d e r = " 9 9 9 "   k e y = " a s s e m b l y "   v a l u e = " I p h e l i o n . O u t l i n e . C o n t r o l s . d l l "   g r o u p O r d e r = " - 1 " / >  
                 < p a r a m e t e r   i d = " 3 2 3 4 5 8 d a - a d 2 2 - 4 9 f f - 9 8 2 e - 7 2 7 c 7 c f d 1 d e 5 "   n a m e = " T y p e   n a m e "   t y p e = " S y s t e m . S t r i n g ,   m s c o r l i b ,   V e r s i o n = 4 . 0 . 0 . 0 ,   C u l t u r e = n e u t r a l ,   P u b l i c K e y T o k e n = b 7 7 a 5 c 5 6 1 9 3 4 e 0 8 9 "   o r d e r = " 9 9 9 "   k e y = " t y p e "   v a l u e = " I p h e l i o n . O u t l i n e . C o n t r o l s . Q u e s t i o n F o r m "   g r o u p O r d e r = " - 1 " / >  
             < / p a r a m e t e r s >  
         < / c o m m a n d >  
         < c o m m a n d   i d = " 4 9 3 2 c c a a - 5 2 e 8 - 4 0 f a - b 4 d 1 - 4 2 8 c 3 d 5 0 a a d a "   n a m e = " R u n   V B A   C o v e r "   a s s e m b l y = " I p h e l i o n . O u t l i n e . W o r d . d l l "   t y p e = " I p h e l i o n . O u t l i n e . W o r d . C o m m a n d s . R u n M a c r o C o m m a n d "   o r d e r = " 1 9 "   a c t i v e = " t r u e "   c o m m a n d T y p e = " r e l a u n c h " >  
             < p a r a m e t e r s >  
                 < p a r a m e t e r   i d = " b e 2 b 2 8 7 e - 2 2 7 d - 4 2 0 b - 9 d 9 d - 4 6 8 7 b 2 3 9 e e c 9 "   n a m e = " D i s a b l e   i f   n o   d o c u m e n t s   a r e   o p e n "   t y p e = " S y s t e m . B o o l e a n ,   m s c o r l i b ,   V e r s i o n = 4 . 0 . 0 . 0 ,   C u l t u r e = n e u t r a l ,   P u b l i c K e y T o k e n = b 7 7 a 5 c 5 6 1 9 3 4 e 0 8 9 "   o r d e r = " 9 9 9 "   k e y = " d i s a b l e I f N o D o c u m e n t "   v a l u e = " F a l s e "   g r o u p O r d e r = " - 1 " / >  
                 < p a r a m e t e r   i d = " 8 6 f b f e 5 c - 0 3 2 3 - 4 b f 0 - b a 1 f - 4 4 1 d f a f b 2 5 a 4 "   n a m e = " E n a b l e d   m a c r o   n a m e "   t y p e = " S y s t e m . S t r i n g ,   m s c o r l i b ,   V e r s i o n = 4 . 0 . 0 . 0 ,   C u l t u r e = n e u t r a l ,   P u b l i c K e y T o k e n = b 7 7 a 5 c 5 6 1 9 3 4 e 0 8 9 "   o r d e r = " 9 9 9 "   k e y = " e n a b l e d M a c r o N a m e "   v a l u e = " "   g r o u p O r d e r = " - 1 " / >  
                 < p a r a m e t e r   i d = " 4 6 a f e 4 1 b - 2 c 4 7 - 4 0 7 7 - a 4 8 9 - a d 1 6 3 c d a 0 8 4 9 "   n a m e = " M a c r o   n a m e "   t y p e = " S y s t e m . S t r i n g ,   m s c o r l i b ,   V e r s i o n = 4 . 0 . 0 . 0 ,   C u l t u r e = n e u t r a l ,   P u b l i c K e y T o k e n = b 7 7 a 5 c 5 6 1 9 3 4 e 0 8 9 "   o r d e r = " 9 9 9 "   k e y = " m a c r o N a m e "   v a l u e = " M o d L e g a l . D r a f t L e g a l "   g r o u p O r d e r = " - 1 " / >  
                 < p a r a m e t e r   i d = " 0 2 0 3 1 3 d 1 - 3 4 5 7 - 4 1 d d - 9 8 2 4 - 3 f 6 a d b e 7 5 5 2 7 "   n a m e = " V a l i d   t e m p l a t e s   ( e m p t y   =   a l l ) "   t y p e = " S y s t e m . S t r i n g ,   m s c o r l i b ,   V e r s i o n = 4 . 0 . 0 . 0 ,   C u l t u r e = n e u t r a l ,   P u b l i c K e y T o k e n = b 7 7 a 5 c 5 6 1 9 3 4 e 0 8 9 "   o r d e r = " 9 9 9 "   k e y = " v a l i d T e m p l a t e s "   v a l u e = " C M S C o d e . d o t m "   g r o u p O r d e r = " - 1 " / >  
                 < p a r a m e t e r   i d = " 2 1 e e 1 4 2 f - 9 c 9 d - 4 a 4 9 - 9 c 6 1 - b 1 7 2 0 e b f 5 3 2 0 "   n a m e = " V i s i b l e   m a c r o   n a m e "   t y p e = " S y s t e m . S t r i n g ,   m s c o r l i b ,   V e r s i o n = 4 . 0 . 0 . 0 ,   C u l t u r e = n e u t r a l ,   P u b l i c K e y T o k e n = b 7 7 a 5 c 5 6 1 9 3 4 e 0 8 9 "   o r d e r = " 9 9 9 "   k e y = " v i s i b l e M a c r o N a m e "   v a l u e = " "   g r o u p O r d e r = " - 1 " / >  
             < / p a r a m e t e r s >  
         < / c o m m a n d >  
         < c o m m a n d   i d = " c 0 e e e 5 4 8 - 2 7 0 c - 4 a 2 4 - 9 c 9 1 - c a 7 5 1 7 0 d 4 7 8 8 "   n a m e = " R e n d e r   f i e l d s   t o   d o c u m e n t "   a s s e m b l y = " I p h e l i o n . O u t l i n e . M o d e l . d l l "   t y p e = " I p h e l i o n . O u t l i n e . M o d e l . C o m m a n d s . R e n d e r D o c u m e n t C o m m a n d "   o r d e r = " 2 0 "   a c t i v e = " t r u e "   c o m m a n d T y p e = " r e l a u n c h " >  
             < p a r a m e t e r s >  
                 < p a r a m e t e r   i d = " c 9 a 4 2 2 4 4 - 0 2 e 6 - 4 a b 3 - b f 0 1 - d 6 d 3 e 1 a c 7 b a f "   n a m e = " E x c l u d e   i n a c t i v e   q u e s t i o n s "   t y p e = " S y s t e m . B o o l e a n ,   m s c o r l i b ,   V e r s i o n = 4 . 0 . 0 . 0 ,   C u l t u r e = n e u t r a l ,   P u b l i c K e y T o k e n = b 7 7 a 5 c 5 6 1 9 3 4 e 0 8 9 "   o r d e r = " 9 9 9 "   k e y = " e x c l u d e I n a c t i v e Q u e s t i o n s "   v a l u e = " F a l s e "   g r o u p O r d e r = " - 1 " / >  
                 < p a r a m e t e r   i d = " f a b 4 b 0 1 c - 4 d 2 8 - 4 5 a 4 - b 8 1 f - b 0 d 1 6 c d a 4 c 9 4 "   n a m e = " F i r s t   o r d e r   v a l u e "   t y p e = " S y s t e m . I n t 3 2 ,   m s c o r l i b ,   V e r s i o n = 4 . 0 . 0 . 0 ,   C u l t u r e = n e u t r a l ,   P u b l i c K e y T o k e n = b 7 7 a 5 c 5 6 1 9 3 4 e 0 8 9 "   o r d e r = " 9 9 9 "   k e y = " s t a r t O r d e r "   v a l u e = " 0 "   g r o u p O r d e r = " - 1 " / >  
                 < p a r a m e t e r   i d = " 2 b f 8 f c a 7 - 1 5 7 6 - 4 7 f 8 - b d c 6 - e 0 d d 5 8 0 3 0 e 9 7 "   n a m e = " L a s t   o r d e r   v a l u e "   t y p e = " S y s t e m . I n t 3 2 ,   m s c o r l i b ,   V e r s i o n = 4 . 0 . 0 . 0 ,   C u l t u r e = n e u t r a l ,   P u b l i c K e y T o k e n = b 7 7 a 5 c 5 6 1 9 3 4 e 0 8 9 "   o r d e r = " 9 9 9 "   k e y = " e n d O r d e r "   v a l u e = " 5 "   g r o u p O r d e r = " - 1 " / >  
             < / p a r a m e t e r s >  
         < / c o m m a n d >  
         < c o m m a n d   i d = " 9 7 1 0 9 7 9 f - 6 2 f f - 4 4 8 c - 9 e 6 7 - 7 0 e 3 9 d 8 2 7 b a 4 "   n a m e = " R e m o v e   r e g i o n   w h i t e   s p a c e "   a s s e m b l y = " I p h e l i o n . O u t l i n e . W o r d . d l l "   t y p e = " I p h e l i o n . O u t l i n e . W o r d . C o m m a n d s . R e m o v e R e g i o n W h i t e S p a c e C o m m a n d "   o r d e r = " 2 1 "   a c t i v e = " t r u e "   c o m m a n d T y p e = " r e l a u n c h " >  
             < p a r a m e t e r s >  
                 < p a r a m e t e r   i d = " b 4 a 8 d f d 7 - 5 2 f 0 - 4 f 7 a - 8 3 8 1 - 2 c 7 9 6 2 5 1 c 1 0 4 "   n a m e = " A r e a "   t y p e = " I p h e l i o n . O u t l i n e . M o d e l . E n t i t i e s . C o n t r o l A r e a ,   I p h e l i o n . O u t l i n e . M o d e l ,   V e r s i o n = 1 . 6 . 7 . 1 0 ,   C u l t u r e = n e u t r a l ,   P u b l i c K e y T o k e n = n u l l "   o r d e r = " 9 9 9 "   k e y = " a r e a "   v a l u e = " B o t t o m "   g r o u p O r d e r = " - 1 " / >  
                 < p a r a m e t e r   i d = " c e 8 3 2 4 1 9 - 1 7 5 1 - 4 6 7 8 - 9 2 6 7 - 5 4 e 2 7 f 2 6 f 0 5 1 "   n a m e = " R e g i o n   c o n t r o l "   t y p e = " S y s t e m . G u i d ,   m s c o r l i b ,   V e r s i o n = 4 . 0 . 0 . 0 ,   C u l t u r e = n e u t r a l ,   P u b l i c K e y T o k e n = b 7 7 a 5 c 5 6 1 9 3 4 e 0 8 9 "   o r d e r = " 9 9 9 "   k e y = " c o n t r o l T a g "   v a l u e = " 2 9 e 4 3 d 5 4 - b f 3 2 - 4 9 6 e - a 7 5 9 - 7 3 1 d 0 a 1 5 4 3 e b "   a r g u m e n t = " C o n t r o l C h o o s e r "   g r o u p O r d e r = " - 1 " / >  
             < / p a r a m e t e r s >  
         < / c o m m a n d >  
         < c o m m a n d   i d = " 3 e 6 3 2 c 5 e - e 8 0 0 - 4 5 3 1 - a 9 1 5 - 1 e 1 7 0 1 6 3 f 6 0 4 "   n a m e = " S e t   p a p e r   s i z e   c o m m a n d "   a s s e m b l y = " I p h e l i o n . O u t l i n e . W o r d . d l l "   t y p e = " I p h e l i o n . O u t l i n e . W o r d . C o m m a n d s . S e t P a p e r S i z e C o m m a n d "   o r d e r = " 2 2 "   a c t i v e = " t r u e "   c o m m a n d T y p e = " r e l a u n c h " >  
             < p a r a m e t e r s >  
                 < p a r a m e t e r   i d = " 4 a 8 1 2 1 8 e - d 1 0 5 - 4 a b 6 - a 2 d 0 - e 5 2 d f d b 1 f e 3 d "   n a m e = " S e t   b o t t o m   m a r g i n "   t y p e = " S y s t e m . B o o l e a n ,   m s c o r l i b ,   V e r s i o n = 4 . 0 . 0 . 0 ,   C u l t u r e = n e u t r a l ,   P u b l i c K e y T o k e n = b 7 7 a 5 c 5 6 1 9 3 4 e 0 8 9 "   o r d e r = " 9 9 9 "   k e y = " s e t B o t t o m M a r g i n "   v a l u e = " F a l s e "   g r o u p O r d e r = " - 1 " / >  
                 < p a r a m e t e r   i d = " b b 7 f 5 f d b - 2 9 7 b - 4 9 8 3 - b 3 0 1 - 1 6 f d b 3 6 e d 5 b 8 "   n a m e = " S e t   l e f t   m a r g i n "   t y p e = " S y s t e m . B o o l e a n ,   m s c o r l i b ,   V e r s i o n = 4 . 0 . 0 . 0 ,   C u l t u r e = n e u t r a l ,   P u b l i c K e y T o k e n = b 7 7 a 5 c 5 6 1 9 3 4 e 0 8 9 "   o r d e r = " 9 9 9 "   k e y = " s e t L e f t M a r g i n "   v a l u e = " F a l s e "   g r o u p O r d e r = " - 1 " / >  
                 < p a r a m e t e r   i d = " e e 5 d d a c 5 - a 4 e 0 - 4 8 0 b - 8 f a e - a 4 e 6 5 8 a e 9 3 c b "   n a m e = " S e t   p a g e   h e i g h t "   t y p e = " S y s t e m . B o o l e a n ,   m s c o r l i b ,   V e r s i o n = 4 . 0 . 0 . 0 ,   C u l t u r e = n e u t r a l ,   P u b l i c K e y T o k e n = b 7 7 a 5 c 5 6 1 9 3 4 e 0 8 9 "   o r d e r = " 9 9 9 "   k e y = " s e t P a g e H e i g h t "   v a l u e = " T r u e "   g r o u p O r d e r = " - 1 " / >  
                 < p a r a m e t e r   i d = " 9 0 8 9 f e f 0 - 7 6 5 d - 4 b e 0 - 8 c 7 5 - b d 6 c a 7 8 6 5 d 7 1 "   n a m e = " S e t   p a g e   w i d t h "   t y p e = " S y s t e m . B o o l e a n ,   m s c o r l i b ,   V e r s i o n = 4 . 0 . 0 . 0 ,   C u l t u r e = n e u t r a l ,   P u b l i c K e y T o k e n = b 7 7 a 5 c 5 6 1 9 3 4 e 0 8 9 "   o r d e r = " 9 9 9 "   k e y = " s e t P a g e W i d t h "   v a l u e = " T r u e "   g r o u p O r d e r = " - 1 " / >  
                 < p a r a m e t e r   i d = " 9 e 9 2 f 4 b 9 - 4 0 7 4 - 4 8 1 4 - 8 f 7 6 - 7 e 6 9 9 8 f 4 d 7 f 2 "   n a m e = " S e t   r i g h t   m a r g i n "   t y p e = " S y s t e m . B o o l e a n ,   m s c o r l i b ,   V e r s i o n = 4 . 0 . 0 . 0 ,   C u l t u r e = n e u t r a l ,   P u b l i c K e y T o k e n = b 7 7 a 5 c 5 6 1 9 3 4 e 0 8 9 "   o r d e r = " 9 9 9 "   k e y = " s e t R i g h t M a r g i n "   v a l u e = " F a l s e "   g r o u p O r d e r = " - 1 " / >  
                 < p a r a m e t e r   i d = " 3 6 a 1 3 f 9 8 - 1 d 3 9 - 4 5 f 3 - 9 8 5 7 - e 0 8 b c 8 f d 0 6 c 5 "   n a m e = " S e t   t o p   m a r g i n "   t y p e = " S y s t e m . B o o l e a n ,   m s c o r l i b ,   V e r s i o n = 4 . 0 . 0 . 0 ,   C u l t u r e = n e u t r a l ,   P u b l i c K e y T o k e n = b 7 7 a 5 c 5 6 1 9 3 4 e 0 8 9 "   o r d e r = " 9 9 9 "   k e y = " s e t T o p M a r g i n "   v a l u e = " F a l s e "   g r o u p O r d e r = " - 1 " / >  
             < / p a r a m e t e r s >  
         < / c o m m a n d >  
         < c o m m a n d   i d = " d a 0 e b 2 b 1 - 1 5 1 7 - 4 8 2 0 - 8 4 f 7 - d d a 6 6 6 f b 3 c d 7 "   n a m e = " R u n   V B A   C h i n e s e F o n t "   a s s e m b l y = " I p h e l i o n . O u t l i n e . W o r d . d l l "   t y p e = " I p h e l i o n . O u t l i n e . W o r d . C o m m a n d s . R u n M a c r o C o m m a n d "   o r d e r = " 2 3 "   a c t i v e = " t r u e "   c o m m a n d T y p e = " r e l a u n c h " >  
             < p a r a m e t e r s >  
                 < p a r a m e t e r   i d = " 5 d 3 c c 9 e a - a 7 9 5 - 4 a 4 0 - 9 3 0 c - 3 8 c 2 1 8 c f 3 5 7 e "   n a m e = " D i s a b l e   i f   n o   d o c u m e n t s   a r e   o p e n "   t y p e = " S y s t e m . B o o l e a n ,   m s c o r l i b ,   V e r s i o n = 4 . 0 . 0 . 0 ,   C u l t u r e = n e u t r a l ,   P u b l i c K e y T o k e n = b 7 7 a 5 c 5 6 1 9 3 4 e 0 8 9 "   o r d e r = " 9 9 9 "   k e y = " d i s a b l e I f N o D o c u m e n t "   v a l u e = " F a l s e "   g r o u p O r d e r = " - 1 " / >  
                 < p a r a m e t e r   i d = " 1 a 8 7 3 c 6 e - 5 e 6 0 - 4 b 5 9 - 9 4 e c - 3 2 9 d e 1 2 3 5 6 1 7 "   n a m e = " E n a b l e d   m a c r o   n a m e "   t y p e = " S y s t e m . S t r i n g ,   m s c o r l i b ,   V e r s i o n = 4 . 0 . 0 . 0 ,   C u l t u r e = n e u t r a l ,   P u b l i c K e y T o k e n = b 7 7 a 5 c 5 6 1 9 3 4 e 0 8 9 "   o r d e r = " 9 9 9 "   k e y = " e n a b l e d M a c r o N a m e "   v a l u e = " C h i n e s e M o d u l e . C h i n e s e F o n t "   g r o u p O r d e r = " - 1 " / >  
                 < p a r a m e t e r   i d = " 5 d 8 9 5 7 1 3 - 7 b 2 b - 4 1 3 5 - b e 5 8 - 4 0 2 7 b c a 8 d a 4 6 "   n a m e = " M a c r o   n a m e "   t y p e = " S y s t e m . S t r i n g ,   m s c o r l i b ,   V e r s i o n = 4 . 0 . 0 . 0 ,   C u l t u r e = n e u t r a l ,   P u b l i c K e y T o k e n = b 7 7 a 5 c 5 6 1 9 3 4 e 0 8 9 "   o r d e r = " 9 9 9 "   k e y = " m a c r o N a m e "   v a l u e = " C h i n e s e M o d u l e . C h i n e s e F o n t "   g r o u p O r d e r = " - 1 " / >  
                 < p a r a m e t e r   i d = " a 8 a 9 a 5 2 2 - 4 8 3 0 - 4 4 a c - b 2 7 d - c 5 9 6 b 4 b 4 8 e b 0 "   n a m e = " V a l i d   t e m p l a t e s   ( e m p t y   =   a l l ) "   t y p e = " S y s t e m . S t r i n g ,   m s c o r l i b ,   V e r s i o n = 4 . 0 . 0 . 0 ,   C u l t u r e = n e u t r a l ,   P u b l i c K e y T o k e n = b 7 7 a 5 c 5 6 1 9 3 4 e 0 8 9 "   o r d e r = " 9 9 9 "   k e y = " v a l i d T e m p l a t e s "   v a l u e = " C M S C o d e . d o t m "   g r o u p O r d e r = " - 1 " / >  
                 < p a r a m e t e r   i d = " 9 6 b 7 b f d 0 - 6 8 0 f - 4 1 f 7 - 8 3 7 a - 9 1 e 0 a 7 9 3 3 a 8 8 "   n a m e = " V i s i b l e   m a c r o   n a m e "   t y p e = " S y s t e m . S t r i n g ,   m s c o r l i b ,   V e r s i o n = 4 . 0 . 0 . 0 ,   C u l t u r e = n e u t r a l ,   P u b l i c K e y T o k e n = b 7 7 a 5 c 5 6 1 9 3 4 e 0 8 9 "   o r d e r = " 9 9 9 "   k e y = " v i s i b l e M a c r o N a m e "   v a l u e = " "   g r o u p O r d e r = " - 1 " / >  
             < / p a r a m e t e r s >  
         < / c o m m a n d >  
         < c o m m a n d   i d = " 9 1 7 a c 7 f 7 - 1 2 f e - 4 a 5 8 - b c 0 4 - 8 4 b 4 5 1 0 5 c c 6 f "   n a m e = " R u n   V B A   m a c r o   M u s c a t "   a s s e m b l y = " I p h e l i o n . O u t l i n e . W o r d . d l l "   t y p e = " I p h e l i o n . O u t l i n e . W o r d . C o m m a n d s . R u n M a c r o C o m m a n d "   o r d e r = " 2 4 "   a c t i v e = " t r u e "   c o m m a n d T y p e = " r e l a u n c h " >  
             < p a r a m e t e r s >  
                 < p a r a m e t e r   i d = " f 4 3 d 3 4 4 d - 8 f c 4 - 4 6 7 e - a 5 e d - 2 d f 7 0 c a 4 c 6 f 7 "   n a m e = " M a c r o   n a m e "   t y p e = " S y s t e m . S t r i n g ,   m s c o r l i b ,   V e r s i o n = 4 . 0 . 0 . 0 ,   C u l t u r e = n e u t r a l ,   P u b l i c K e y T o k e n = b 7 7 a 5 c 5 6 1 9 3 4 e 0 8 9 "   o r d e r = " 9 9 9 "   k e y = " m a c r o N a m e "   v a l u e = " m o d L e g a l . M u s c a t "   g r o u p O r d e r = " - 1 " / >  
                 < p a r a m e t e r   i d = " 3 4 8 b 6 c c e - e 8 0 d - 4 1 d 9 - 8 7 1 1 - 9 7 5 5 0 9 4 c 2 0 7 e "   n a m e = " D i s a b l e   i f   n o   d o c u m e n t s   a r e   o p e n "   t y p e = " S y s t e m . B o o l e a n ,   m s c o r l i b ,   V e r s i o n = 4 . 0 . 0 . 0 ,   C u l t u r e = n e u t r a l ,   P u b l i c K e y T o k e n = b 7 7 a 5 c 5 6 1 9 3 4 e 0 8 9 "   o r d e r = " 9 9 9 "   k e y = " d i s a b l e I f N o D o c u m e n t "   v a l u e = " F a l s e "   g r o u p O r d e r = " - 1 " / >  
                 < p a r a m e t e r   i d = " 4 d 3 9 9 5 a e - 6 8 0 8 - 4 a e f - a 4 4 4 - 2 e 6 1 9 4 5 c 5 7 b e "   n a m e = " V a l i d   t e m p l a t e s   ( e m p t y   =   a l l ) "   t y p e = " S y s t e m . S t r i n g ,   m s c o r l i b ,   V e r s i o n = 4 . 0 . 0 . 0 ,   C u l t u r e = n e u t r a l ,   P u b l i c K e y T o k e n = b 7 7 a 5 c 5 6 1 9 3 4 e 0 8 9 "   o r d e r = " 9 9 9 "   k e y = " v a l i d T e m p l a t e s "   v a l u e = " C M S C o d e . d o t m "   g r o u p O r d e r = " - 1 " / >  
                 < p a r a m e t e r   i d = " b 4 0 7 6 9 d 1 - 7 f 4 5 - 4 6 3 f - b 7 5 8 - a a b 4 b c 2 2 1 9 1 8 "   n a m e = " E n a b l e d   m a c r o   n a m e "   t y p e = " S y s t e m . S t r i n g ,   m s c o r l i b ,   V e r s i o n = 4 . 0 . 0 . 0 ,   C u l t u r e = n e u t r a l ,   P u b l i c K e y T o k e n = b 7 7 a 5 c 5 6 1 9 3 4 e 0 8 9 "   o r d e r = " 9 9 9 "   k e y = " e n a b l e d M a c r o N a m e "   v a l u e = " "   g r o u p O r d e r = " - 1 " / >  
                 < p a r a m e t e r   i d = " 8 d f f b b 8 4 - f 6 7 e - 4 e b 0 - 9 2 9 4 - d f 4 0 5 6 0 c 5 d e 4 "   n a m e = " V i s i b l e   m a c r o   n a m e "   t y p e = " S y s t e m . S t r i n g ,   m s c o r l i b ,   V e r s i o n = 4 . 0 . 0 . 0 ,   C u l t u r e = n e u t r a l ,   P u b l i c K e y T o k e n = b 7 7 a 5 c 5 6 1 9 3 4 e 0 8 9 "   o r d e r = " 9 9 9 "   k e y = " v i s i b l e M a c r o N a m e "   v a l u e = " "   g r o u p O r d e r = " - 1 " / >  
             < / p a r a m e t e r s >  
         < / c o m m a n d >  
         < c o m m a n d   i d = " e e a 8 4 8 2 4 - f f 1 0 - 4 0 0 e - 8 1 7 9 - 6 1 0 7 2 a 9 f 9 6 4 5 "   n a m e = " R e f o r m a t   V B A   M a c r o "   a s s e m b l y = " I p h e l i o n . O u t l i n e . W o r d . d l l "   t y p e = " I p h e l i o n . O u t l i n e . W o r d . C o m m a n d s . R u n M a c r o C o m m a n d "   o r d e r = " 2 5 "   a c t i v e = " t r u e "   c o m m a n d T y p e = " r e l a u n c h " >  
             < p a r a m e t e r s >  
                 < p a r a m e t e r   i d = " 3 2 5 3 5 e 5 6 - d e b 7 - 4 a 0 6 - 8 3 f 0 - 8 c d b 0 5 9 9 0 f a 6 "   n a m e = " M a c r o   n a m e "   t y p e = " S y s t e m . S t r i n g ,   m s c o r l i b ,   V e r s i o n = 4 . 0 . 0 . 0 ,   C u l t u r e = n e u t r a l ,   P u b l i c K e y T o k e n = b 7 7 a 5 c 5 6 1 9 3 4 e 0 8 9 "   o r d e r = " 9 9 9 "   k e y = " m a c r o N a m e "   v a l u e = " "   g r o u p O r d e r = " - 1 " / >  
                 < p a r a m e t e r   i d = " c 5 7 0 a d 1 4 - a 0 6 d - 4 a 6 a - a d 0 8 - d 8 f a 0 8 6 9 9 0 f e "   n a m e = " D i s a b l e   i f   n o   d o c u m e n t s   a r e   o p e n "   t y p e = " S y s t e m . B o o l e a n ,   m s c o r l i b ,   V e r s i o n = 4 . 0 . 0 . 0 ,   C u l t u r e = n e u t r a l ,   P u b l i c K e y T o k e n = b 7 7 a 5 c 5 6 1 9 3 4 e 0 8 9 "   o r d e r = " 9 9 9 "   k e y = " d i s a b l e I f N o D o c u m e n t "   v a l u e = " F a l s e "   g r o u p O r d e r = " - 1 " / >  
                 < p a r a m e t e r   i d = " f c b 7 3 1 2 8 - 0 d 7 1 - 4 e 9 8 - 9 4 1 6 - 1 4 5 e d 2 2 1 1 a 8 3 "   n a m e = " V a l i d   t e m p l a t e s   ( e m p t y   =   a l l ) "   t y p e = " S y s t e m . S t r i n g ,   m s c o r l i b ,   V e r s i o n = 4 . 0 . 0 . 0 ,   C u l t u r e = n e u t r a l ,   P u b l i c K e y T o k e n = b 7 7 a 5 c 5 6 1 9 3 4 e 0 8 9 "   o r d e r = " 9 9 9 "   k e y = " v a l i d T e m p l a t e s "   v a l u e = " C M S C o d e . d o t m "   g r o u p O r d e r = " - 1 " / >  
                 < p a r a m e t e r   i d = " f a 9 9 4 3 d c - 0 f 1 5 - 4 a e 1 - a f c 4 - d 4 e 6 a 6 f 5 1 7 7 f "   n a m e = " E n a b l e d   m a c r o   n a m e "   t y p e = " S y s t e m . S t r i n g ,   m s c o r l i b ,   V e r s i o n = 4 . 0 . 0 . 0 ,   C u l t u r e = n e u t r a l ,   P u b l i c K e y T o k e n = b 7 7 a 5 c 5 6 1 9 3 4 e 0 8 9 "   o r d e r = " 9 9 9 "   k e y = " e n a b l e d M a c r o N a m e "   v a l u e = " b a s S c o t t i s h A d d r e s s . R e f o r m a t "   g r o u p O r d e r = " - 1 " / >  
                 < p a r a m e t e r   i d = " b 0 0 9 3 5 0 c - 3 3 4 8 - 4 f 5 b - 8 c 3 7 - 3 9 6 8 0 b 2 a 1 f 1 4 "   n a m e = " V i s i b l e   m a c r o   n a m e "   t y p e = " S y s t e m . S t r i n g ,   m s c o r l i b ,   V e r s i o n = 4 . 0 . 0 . 0 ,   C u l t u r e = n e u t r a l ,   P u b l i c K e y T o k e n = b 7 7 a 5 c 5 6 1 9 3 4 e 0 8 9 "   o r d e r = " 9 9 9 "   k e y = " v i s i b l e M a c r o N a m e "   v a l u e = " "   g r o u p O r d e r = " - 1 " / >  
                 < p a r a m e t e r   i d = " 0 4 b d e 5 9 b - 0 0 0 d - 4 2 5 d - 8 f 2 d - a e e 7 7 6 2 b 2 c b a "   n a m e = " P a s s   t e m p l a t e   a s   p a r a m e t e r "   t y p e = " S y s t e m . B o o l e a n ,   m s c o r l i b ,   V e r s i o n = 4 . 0 . 0 . 0 ,   C u l t u r e = n e u t r a l ,   P u b l i c K e y T o k e n = b 7 7 a 5 c 5 6 1 9 3 4 e 0 8 9 "   o r d e r = " 9 9 9 "   k e y = " p a s s T e m p l a t e P a r a m e t e r "   v a l u e = " F a l s e "   g r o u p O r d e r = " - 1 " / >  
                 < p a r a m e t e r   i d = " 3 6 d 7 c 1 b a - 4 f a 5 - 4 f b 8 - 8 3 5 f - c a e b 3 6 b d 4 a 4 a "   n a m e = " L a b e l   m a c r o   n a m e "   t y p e = " S y s t e m . S t r i n g ,   m s c o r l i b ,   V e r s i o n = 4 . 0 . 0 . 0 ,   C u l t u r e = n e u t r a l ,   P u b l i c K e y T o k e n = b 7 7 a 5 c 5 6 1 9 3 4 e 0 8 9 "   o r d e r = " 9 9 9 "   k e y = " l a b e l M a c r o N a m e "   v a l u e = " "   g r o u p O r d e r = " - 1 " / >  
             < / p a r a m e t e r s >  
         < / c o m m a n d >  
         < c o m m a n d   i d = " c 5 d c 0 2 b d - a f 6 4 - 4 d a 8 - b 7 2 a - 3 3 e c 5 5 e 3 3 9 4 1 "   n a m e = " U p d a t e   W o r k S i t e   a u t h o r "   a s s e m b l y = " I p h e l i o n . O u t l i n e . I n t e g r a t i o n . W o r k S i t e . d l l "   t y p e = " I p h e l i o n . O u t l i n e . I n t e g r a t i o n . W o r k S i t e . U p d a t e A u t h o r C o m m a n d "   o r d e r = " 2 6 "   a c t i v e = " t r u e "   c o m m a n d T y p e = " r e l a u n c h " >  
             < p a r a m e t e r s >  
                 < p a r a m e t e r   i d = " e 2 4 0 3 d 2 8 - d f 6 6 - 4 e 4 5 - a 2 6 9 - 6 0 b c 5 d 7 d 1 6 8 a "   n a m e = " A u t h o r   F i e l d "   t y p e = " I p h e l i o n . O u t l i n e . M o d e l . E n t i t i e s . P a r a m e t e r F i e l d D e s c r i p t o r ,   I p h e l i o n . O u t l i n e . M o d e l ,   V e r s i o n = 1 . 6 . 7 . 1 0 ,   C u l t u r e = n e u t r a l ,   P u b l i c K e y T o k e n = n u l l "   o r d e r = " 9 9 9 "   k e y = " a u t h o r F i e l d "   v a l u e = " 0 8 3 d 5 a 5 f - 7 a 4 6 - 4 9 2 7 - a d 1 b - 2 e 7 1 0 3 f 3 6 8 b 1 | f 2 9 4 b 1 d 2 - 1 b 4 5 - 4 e 5 f - 9 4 c 4 - 2 9 5 3 e 5 1 5 0 1 3 7 "   g r o u p O r d e r = " - 1 " / >  
             < / p a r a m e t e r s >  
         < / c o m m a n d >  
     < / c o m m a n d s >  
     < f i e l d s >  
         < f i e l d   i d = " c c 2 2 6 c f 8 - d 3 1 1 - 4 d 6 6 - a 9 e c - a 0 f 9 f 3 2 d c e 0 a "   n a m e = " A d d r e s s "   t y p e = " "   o r d e r = " 9 9 9 "   e n t i t y I d = " 0 6 8 8 3 d 0 5 - b a 5 d - 4 4 0 4 - a 7 2 1 - 9 2 0 1 0 3 8 1 f 3 9 5 "   l i n k e d E n t i t y I d = " 0 0 0 0 0 0 0 0 - 0 0 0 0 - 0 0 0 0 - 0 0 0 0 - 0 0 0 0 0 0 0 0 0 0 0 0 "   l i n k e d F i e l d I d = " 0 0 0 0 0 0 0 0 - 0 0 0 0 - 0 0 0 0 - 0 0 0 0 - 0 0 0 0 0 0 0 0 0 0 0 0 "   l i n k e d F i e l d I n d e x = " 0 "   i n d e x = " 0 "   f i e l d T y p e = " q u e s t i o n "   f o r m a t E v a l u a t o r T y p e = " f o r m a t S t r i n g "   h i d d e n = " f a l s e " >  
             < m a p p i n g s / >  
         < / f i e l d >  
         < f i e l d   i d = " 4 e c a 2 d b 0 - 0 5 e 5 - 4 f a 9 - a d 2 a - 6 0 f e c e 1 c 9 5 7 9 "   n a m e = " C o m p a n y "   t y p e = " "   o r d e r = " 9 9 9 "   e n t i t y I d = " 0 6 8 8 3 d 0 5 - b a 5 d - 4 4 0 4 - a 7 2 1 - 9 2 0 1 0 3 8 1 f 3 9 5 "   l i n k e d E n t i t y I d = " 0 0 0 0 0 0 0 0 - 0 0 0 0 - 0 0 0 0 - 0 0 0 0 - 0 0 0 0 0 0 0 0 0 0 0 0 "   l i n k e d F i e l d I d = " 0 0 0 0 0 0 0 0 - 0 0 0 0 - 0 0 0 0 - 0 0 0 0 - 0 0 0 0 0 0 0 0 0 0 0 0 "   l i n k e d F i e l d I n d e x = " 0 "   i n d e x = " 0 "   f i e l d T y p e = " q u e s t i o n "   f o r m a t E v a l u a t o r T y p e = " f o r m a t S t r i n g "   h i d d e n = " f a l s e " >  
             < m a p p i n g s / >  
         < / f i e l d >  
         < f i e l d   i d = " 3 8 3 a 6 e 4 c - c 1 3 0 - 4 8 6 d - 9 d 3 f - 9 2 e d b 3 9 d 1 3 d f "   n a m e = " E m a i l "   t y p e = " "   o r d e r = " 9 9 9 "   e n t i t y I d = " 0 6 8 8 3 d 0 5 - b a 5 d - 4 4 0 4 - a 7 2 1 - 9 2 0 1 0 3 8 1 f 3 9 5 "   l i n k e d E n t i t y I d = " 0 0 0 0 0 0 0 0 - 0 0 0 0 - 0 0 0 0 - 0 0 0 0 - 0 0 0 0 0 0 0 0 0 0 0 0 "   l i n k e d F i e l d I d = " 0 0 0 0 0 0 0 0 - 0 0 0 0 - 0 0 0 0 - 0 0 0 0 - 0 0 0 0 0 0 0 0 0 0 0 0 "   l i n k e d F i e l d I n d e x = " 0 "   i n d e x = " 0 "   f i e l d T y p e = " q u e s t i o n "   f o r m a t E v a l u a t o r T y p e = " f o r m a t S t r i n g "   h i d d e n = " f a l s e " >  
             < m a p p i n g s / >  
         < / f i e l d >  
         < f i e l d   i d = " 1 0 e 7 9 f 0 c - e 1 7 0 - 4 9 c 0 - b 1 3 8 - 5 2 6 a b e 5 4 6 b 4 f "   n a m e = " F a x   N u m b e r "   t y p e = " "   o r d e r = " 9 9 9 "   e n t i t y I d = " 0 6 8 8 3 d 0 5 - b a 5 d - 4 4 0 4 - a 7 2 1 - 9 2 0 1 0 3 8 1 f 3 9 5 "   l i n k e d E n t i t y I d = " 0 0 0 0 0 0 0 0 - 0 0 0 0 - 0 0 0 0 - 0 0 0 0 - 0 0 0 0 0 0 0 0 0 0 0 0 "   l i n k e d F i e l d I d = " 0 0 0 0 0 0 0 0 - 0 0 0 0 - 0 0 0 0 - 0 0 0 0 - 0 0 0 0 0 0 0 0 0 0 0 0 "   l i n k e d F i e l d I n d e x = " 0 "   i n d e x = " 0 "   f i e l d T y p e = " q u e s t i o n "   f o r m a t E v a l u a t o r T y p e = " f o r m a t S t r i n g "   h i d d e n = " f a l s e " >  
             < m a p p i n g s / >  
         < / f i e l d >  
         < f i e l d   i d = " b d a e 3 b 1 5 - 7 2 b 5 - 4 8 b c - 9 e 3 6 - 3 e f 5 c a 0 7 e e 2 3 "   n a m e = " F o r e n a m e "   t y p e = " "   o r d e r = " 9 9 9 "   e n t i t y I d = " 0 6 8 8 3 d 0 5 - b a 5 d - 4 4 0 4 - a 7 2 1 - 9 2 0 1 0 3 8 1 f 3 9 5 "   l i n k e d E n t i t y I d = " 0 0 0 0 0 0 0 0 - 0 0 0 0 - 0 0 0 0 - 0 0 0 0 - 0 0 0 0 0 0 0 0 0 0 0 0 "   l i n k e d F i e l d I d = " 0 0 0 0 0 0 0 0 - 0 0 0 0 - 0 0 0 0 - 0 0 0 0 - 0 0 0 0 0 0 0 0 0 0 0 0 "   l i n k e d F i e l d I n d e x = " 0 "   i n d e x = " 0 "   f i e l d T y p e = " q u e s t i o n "   f o r m a t E v a l u a t o r T y p e = " f o r m a t S t r i n g "   c o i D o c u m e n t F i e l d = " A d d r e s s e e _ F o r e n a m e "   h i d d e n = " f a l s e " >  
             < m a p p i n g s / >  
         < / f i e l d >  
         < f i e l d   i d = " a d 4 7 3 b 1 4 - 4 5 c 6 - 4 7 2 7 - 8 b 7 a - c 0 b 9 e e 6 1 b 6 8 a "   n a m e = " I n i t i a l "   t y p e = " "   o r d e r = " 9 9 9 "   e n t i t y I d = " 0 6 8 8 3 d 0 5 - b a 5 d - 4 4 0 4 - a 7 2 1 - 9 2 0 1 0 3 8 1 f 3 9 5 "   l i n k e d E n t i t y I d = " 0 0 0 0 0 0 0 0 - 0 0 0 0 - 0 0 0 0 - 0 0 0 0 - 0 0 0 0 0 0 0 0 0 0 0 0 "   l i n k e d F i e l d I d = " 0 0 0 0 0 0 0 0 - 0 0 0 0 - 0 0 0 0 - 0 0 0 0 - 0 0 0 0 0 0 0 0 0 0 0 0 "   l i n k e d F i e l d I n d e x = " 0 "   i n d e x = " 0 "   f i e l d T y p e = " q u e s t i o n "   f o r m a t E v a l u a t o r T y p e = " f o r m a t S t r i n g "   c o i D o c u m e n t F i e l d = " A d d r e s s e e _ I n i t i a l "   h i d d e n = " f a l s e " >  
             < m a p p i n g s / >  
         < / f i e l d >  
         < f i e l d   i d = " 4 e 2 1 8 1 2 3 - 2 9 3 b - 4 f e 1 - 8 2 a d - a 5 5 b 7 5 2 f 6 5 e 2 "   n a m e = " J o b   T i t l e "   t y p e = " "   o r d e r = " 9 9 9 "   e n t i t y I d = " 0 6 8 8 3 d 0 5 - b a 5 d - 4 4 0 4 - a 7 2 1 - 9 2 0 1 0 3 8 1 f 3 9 5 "   l i n k e d E n t i t y I d = " 0 0 0 0 0 0 0 0 - 0 0 0 0 - 0 0 0 0 - 0 0 0 0 - 0 0 0 0 0 0 0 0 0 0 0 0 "   l i n k e d F i e l d I d = " 0 0 0 0 0 0 0 0 - 0 0 0 0 - 0 0 0 0 - 0 0 0 0 - 0 0 0 0 0 0 0 0 0 0 0 0 "   l i n k e d F i e l d I n d e x = " 0 "   i n d e x = " 0 "   f i e l d T y p e = " q u e s t i o n "   f o r m a t E v a l u a t o r T y p e = " f o r m a t S t r i n g "   h i d d e n = " f a l s e " >  
             < m a p p i n g s / >  
         < / f i e l d >  
         < f i e l d   i d = " a 6 1 c 9 a 6 6 - 1 5 0 a - 4 6 e 0 - 8 8 e 8 - f b 2 a 8 2 3 5 5 a c 0 "   n a m e = " M o b i l e "   t y p e = " "   o r d e r = " 9 9 9 "   e n t i t y I d = " 0 6 8 8 3 d 0 5 - b a 5 d - 4 4 0 4 - a 7 2 1 - 9 2 0 1 0 3 8 1 f 3 9 5 "   l i n k e d E n t i t y I d = " 0 0 0 0 0 0 0 0 - 0 0 0 0 - 0 0 0 0 - 0 0 0 0 - 0 0 0 0 0 0 0 0 0 0 0 0 "   l i n k e d F i e l d I d = " 0 0 0 0 0 0 0 0 - 0 0 0 0 - 0 0 0 0 - 0 0 0 0 - 0 0 0 0 0 0 0 0 0 0 0 0 "   l i n k e d F i e l d I n d e x = " 0 "   i n d e x = " 0 "   f i e l d T y p e = " q u e s t i o n "   f o r m a t E v a l u a t o r T y p e = " f o r m a t S t r i n g "   h i d d e n = " f a l s e " >  
             < m a p p i n g s / >  
         < / f i e l d >  
         < f i e l d   i d = " f 0 0 e 1 b 4 c - c e b 5 - 4 d f 9 - 8 5 e d - 1 d b 3 2 3 6 8 1 7 2 0 "   n a m e = " N a m e "   t y p e = " "   o r d e r = " 9 9 9 "   e n t i t y I d = " 0 6 8 8 3 d 0 5 - b a 5 d - 4 4 0 4 - a 7 2 1 - 9 2 0 1 0 3 8 1 f 3 9 5 "   l i n k e d E n t i t y I d = " 0 0 0 0 0 0 0 0 - 0 0 0 0 - 0 0 0 0 - 0 0 0 0 - 0 0 0 0 0 0 0 0 0 0 0 0 "   l i n k e d F i e l d I d = " 0 0 0 0 0 0 0 0 - 0 0 0 0 - 0 0 0 0 - 0 0 0 0 - 0 0 0 0 0 0 0 0 0 0 0 0 "   l i n k e d F i e l d I n d e x = " 0 "   i n d e x = " 0 "   f i e l d T y p e = " q u e s t i o n "   f o r m a t E v a l u a t o r T y p e = " f o r m a t S t r i n g "   h i d d e n = " f a l s e " >  
             < m a p p i n g s / >  
         < / f i e l d >  
         < f i e l d   i d = " 5 d 9 8 e 3 3 4 - 4 a f 6 - 4 a b 3 - 8 0 0 4 - 1 7 0 c c e d 3 7 b 2 8 "   n a m e = " R e f e r e n c e "   t y p e = " "   o r d e r = " 9 9 9 "   e n t i t y I d = " 0 6 8 8 3 d 0 5 - b a 5 d - 4 4 0 4 - a 7 2 1 - 9 2 0 1 0 3 8 1 f 3 9 5 "   l i n k e d E n t i t y I d = " 0 0 0 0 0 0 0 0 - 0 0 0 0 - 0 0 0 0 - 0 0 0 0 - 0 0 0 0 0 0 0 0 0 0 0 0 "   l i n k e d F i e l d I d = " 0 0 0 0 0 0 0 0 - 0 0 0 0 - 0 0 0 0 - 0 0 0 0 - 0 0 0 0 0 0 0 0 0 0 0 0 "   l i n k e d F i e l d I n d e x = " 0 "   i n d e x = " 0 "   f i e l d T y p e = " q u e s t i o n "   f o r m a t E v a l u a t o r T y p e = " f o r m a t S t r i n g "   h i d d e n = " f a l s e " >  
             < m a p p i n g s / >  
         < / f i e l d >  
         < f i e l d   i d = " 4 5 4 b 5 5 2 8 - 0 d 0 1 - 4 1 3 2 - a d 4 6 - 6 1 f 7 b 7 e 4 4 e 5 1 "   n a m e = " S u r n a m e "   t y p e = " "   o r d e r = " 9 9 9 "   e n t i t y I d = " 0 6 8 8 3 d 0 5 - b a 5 d - 4 4 0 4 - a 7 2 1 - 9 2 0 1 0 3 8 1 f 3 9 5 "   l i n k e d E n t i t y I d = " 0 0 0 0 0 0 0 0 - 0 0 0 0 - 0 0 0 0 - 0 0 0 0 - 0 0 0 0 0 0 0 0 0 0 0 0 "   l i n k e d F i e l d I d = " 0 0 0 0 0 0 0 0 - 0 0 0 0 - 0 0 0 0 - 0 0 0 0 - 0 0 0 0 0 0 0 0 0 0 0 0 "   l i n k e d F i e l d I n d e x = " 0 "   i n d e x = " 0 "   f i e l d T y p e = " q u e s t i o n "   f o r m a t E v a l u a t o r T y p e = " f o r m a t S t r i n g "   c o i D o c u m e n t F i e l d = " A d d r e s s e e _ S u r n a m e "   h i d d e n = " f a l s e " >  
             < m a p p i n g s / >  
         < / f i e l d >  
         < f i e l d   i d = " c 9 d 1 4 e 8 2 - d d 9 d - 4 2 9 e - 8 3 4 6 - b 3 1 c 0 3 1 7 1 6 0 d "   n a m e = " T e l e p h o n e   N u m b e r "   t y p e = " "   o r d e r = " 9 9 9 "   e n t i t y I d = " 0 6 8 8 3 d 0 5 - b a 5 d - 4 4 0 4 - a 7 2 1 - 9 2 0 1 0 3 8 1 f 3 9 5 "   l i n k e d E n t i t y I d = " 0 0 0 0 0 0 0 0 - 0 0 0 0 - 0 0 0 0 - 0 0 0 0 - 0 0 0 0 0 0 0 0 0 0 0 0 "   l i n k e d F i e l d I d = " 0 0 0 0 0 0 0 0 - 0 0 0 0 - 0 0 0 0 - 0 0 0 0 - 0 0 0 0 0 0 0 0 0 0 0 0 "   l i n k e d F i e l d I n d e x = " 0 "   i n d e x = " 0 "   f i e l d T y p e = " q u e s t i o n "   f o r m a t E v a l u a t o r T y p e = " f o r m a t S t r i n g "   h i d d e n = " f a l s e " >  
             < m a p p i n g s / >  
         < / f i e l d >  
         < f i e l d   i d = " a 4 d 2 d a 0 3 - e d 3 0 - 4 f 0 a - 8 8 3 8 - 0 4 a d 7 8 2 d 0 6 4 e "   n a m e = " T i t l e "   t y p e = " "   o r d e r = " 9 9 9 "   e n t i t y I d = " 0 6 8 8 3 d 0 5 - b a 5 d - 4 4 0 4 - a 7 2 1 - 9 2 0 1 0 3 8 1 f 3 9 5 "   l i n k e d E n t i t y I d = " 0 0 0 0 0 0 0 0 - 0 0 0 0 - 0 0 0 0 - 0 0 0 0 - 0 0 0 0 0 0 0 0 0 0 0 0 "   l i n k e d F i e l d I d = " 0 0 0 0 0 0 0 0 - 0 0 0 0 - 0 0 0 0 - 0 0 0 0 - 0 0 0 0 0 0 0 0 0 0 0 0 "   l i n k e d F i e l d I n d e x = " 0 "   i n d e x = " 0 "   f i e l d T y p e = " q u e s t i o n "   f o r m a t E v a l u a t o r T y p e = " f o r m a t S t r i n g "   c o i D o c u m e n t F i e l d = " A d d r e s s e e _ T i t l e "   h i d d e n = " f a l s e " >  
             < m a p p i n g s / >  
         < / f i e l d >  
         < f i e l d   i d = " d 3 3 b 9 1 d a - b 4 f 8 - 4 e 7 2 - a 5 e 5 - 9 3 9 6 5 0 d 0 9 8 8 6 "   n a m e = " F a x   N u m b e r "   t y p e = " "   o r d e r = " 9 9 9 "   e n t i t y I d = " 0 9 4 a 3 b 3 a - 5 2 e f - 4 8 4 8 - 9 6 f 7 - b 0 c e 0 4 b d e 2 e 8 "   l i n k e d E n t i t y I d = " 0 0 0 0 0 0 0 0 - 0 0 0 0 - 0 0 0 0 - 0 0 0 0 - 0 0 0 0 0 0 0 0 0 0 0 0 "   l i n k e d F i e l d I d = " 0 0 0 0 0 0 0 0 - 0 0 0 0 - 0 0 0 0 - 0 0 0 0 - 0 0 0 0 0 0 0 0 0 0 0 0 "   l i n k e d F i e l d I n d e x = " 0 "   i n d e x = " 0 "   f i e l d T y p e = " c o i "   f o r m a t E v a l u a t o r T y p e = " f o r m a t S t r i n g "   h i d d e n = " f a l s e " > + 4 2 0   2 9 6   7 9 8   0 0 0 < m a p p i n g s / > < / f i e l d >  
         < f i e l d   i d = " 0 b 7 a 1 9 5 3 - 6 6 b c - 4 2 a f - 9 a 3 d - e 8 f f 0 b 0 2 f 4 b 5 "   n a m e = " F o r m a t t e d   A d d r e s s "   t y p e = " "   o r d e r = " 9 9 9 "   e n t i t y I d = " 0 9 4 a 3 b 3 a - 5 2 e f - 4 8 4 8 - 9 6 f 7 - b 0 c e 0 4 b d e 2 e 8 "   l i n k e d E n t i t y I d = " 0 0 0 0 0 0 0 0 - 0 0 0 0 - 0 0 0 0 - 0 0 0 0 - 0 0 0 0 0 0 0 0 0 0 0 0 "   l i n k e d F i e l d I d = " 0 0 0 0 0 0 0 0 - 0 0 0 0 - 0 0 0 0 - 0 0 0 0 - 0 0 0 0 0 0 0 0 0 0 0 0 "   l i n k e d F i e l d I n d e x = " 0 "   i n d e x = " 0 "   f i e l d T y p e = " c o i "   f o r m a t E v a l u a t o r T y p e = " f o r m a t S t r i n g "   h i d d e n = " f a l s e " > P a l l a d i u m  
 N a   P o Y� �   1 0 7 9 / 3 a  
 1 1 0   0 0   P r a g u e   1 < m a p p i n g s / > < / f i e l d >  
         < f i e l d   i d = " 6 0 1 2 4 0 4 c - d 3 6 8 - 4 5 b 8 - a 6 6 e - 7 a d 6 8 8 0 d 9 e 4 6 "   n a m e = " L o c a t i o n "   t y p e = " "   o r d e r = " 9 9 9 "   e n t i t y I d = " 0 9 4 a 3 b 3 a - 5 2 e f - 4 8 4 8 - 9 6 f 7 - b 0 c e 0 4 b d e 2 e 8 "   l i n k e d E n t i t y I d = " 0 0 0 0 0 0 0 0 - 0 0 0 0 - 0 0 0 0 - 0 0 0 0 - 0 0 0 0 0 0 0 0 0 0 0 0 "   l i n k e d F i e l d I d = " 0 0 0 0 0 0 0 0 - 0 0 0 0 - 0 0 0 0 - 0 0 0 0 - 0 0 0 0 0 0 0 0 0 0 0 0 "   l i n k e d F i e l d I n d e x = " 0 "   i n d e x = " 0 "   f i e l d T y p e = " c o i "   f o r m a t E v a l u a t o r T y p e = " f o r m a t S t r i n g "   h i d d e n = " f a l s e " > P r a g u e < m a p p i n g s / > < / f i e l d >  
         < f i e l d   i d = " a f 5 2 d 8 7 e - 9 f a 3 - 4 4 4 e - b 8 9 2 - c 2 b 7 d 4 8 5 2 8 e 5 "   n a m e = " N a m e   1 "   t y p e = " "   o r d e r = " 9 9 9 "   e n t i t y I d = " 0 9 4 a 3 b 3 a - 5 2 e f - 4 8 4 8 - 9 6 f 7 - b 0 c e 0 4 b d e 2 e 8 "   l i n k e d E n t i t y I d = " 0 0 0 0 0 0 0 0 - 0 0 0 0 - 0 0 0 0 - 0 0 0 0 - 0 0 0 0 0 0 0 0 0 0 0 0 "   l i n k e d F i e l d I d = " 0 0 0 0 0 0 0 0 - 0 0 0 0 - 0 0 0 0 - 0 0 0 0 - 0 0 0 0 0 0 0 0 0 0 0 0 "   l i n k e d F i e l d I n d e x = " 0 "   i n d e x = " 0 "   f i e l d T y p e = " c o i "   f o r m a t E v a l u a t o r T y p e = " f o r m a t S t r i n g "   h i d d e n = " f a l s e " > C M S   C a m e r o n   M c K e n n a   N a b a r r o   O l s w a n g ,   a d v o k � t i ,   v . o . s . < m a p p i n g s / > < / f i e l d >  
         < f i e l d   i d = " 3 a a b c c 2 b - 1 0 4 b - 4 d 5 2 - 8 c b b - 5 4 e e 0 7 d e b 8 b 7 "   n a m e = " O f f i c e   U R L "   t y p e = " "   o r d e r = " 9 9 9 "   e n t i t y I d = " 0 9 4 a 3 b 3 a - 5 2 e f - 4 8 4 8 - 9 6 f 7 - b 0 c e 0 4 b d e 2 e 8 "   l i n k e d E n t i t y I d = " 0 0 0 0 0 0 0 0 - 0 0 0 0 - 0 0 0 0 - 0 0 0 0 - 0 0 0 0 0 0 0 0 0 0 0 0 "   l i n k e d F i e l d I d = " 0 0 0 0 0 0 0 0 - 0 0 0 0 - 0 0 0 0 - 0 0 0 0 - 0 0 0 0 0 0 0 0 0 0 0 0 "   l i n k e d F i e l d I n d e x = " 0 "   i n d e x = " 0 "   f i e l d T y p e = " c o i "   f o r m a t E v a l u a t o r T y p e = " f o r m a t S t r i n g "   h i d d e n = " f a l s e " > c m s . l a w < m a p p i n g s / > < / f i e l d >  
         < f i e l d   i d = " 1 c 4 8 9 2 e 1 - e c 5 8 - 4 8 9 4 - 8 9 e 8 - e 3 3 1 d 4 0 a b 6 e e "   n a m e = " S w i t c h b o a r d   N u m b e r "   t y p e = " "   o r d e r = " 9 9 9 "   e n t i t y I d = " 0 9 4 a 3 b 3 a - 5 2 e f - 4 8 4 8 - 9 6 f 7 - b 0 c e 0 4 b d e 2 e 8 "   l i n k e d E n t i t y I d = " 0 0 0 0 0 0 0 0 - 0 0 0 0 - 0 0 0 0 - 0 0 0 0 - 0 0 0 0 0 0 0 0 0 0 0 0 "   l i n k e d F i e l d I d = " 0 0 0 0 0 0 0 0 - 0 0 0 0 - 0 0 0 0 - 0 0 0 0 - 0 0 0 0 0 0 0 0 0 0 0 0 "   l i n k e d F i e l d I n d e x = " 0 "   i n d e x = " 0 "   f i e l d T y p e = " c o i "   f o r m a t E v a l u a t o r T y p e = " f o r m a t S t r i n g "   h i d d e n = " f a l s e " > + 4 2 0   2 9 6   7 9 8   1 1 1 < m a p p i n g s / > < / f i e l d >  
         < f i e l d   i d = " c c 2 2 6 c f 8 - d 3 1 1 - 4 d 6 6 - a 9 e c - a 0 f 9 f 3 2 d c e 0 a "   n a m e = " A d d r e s s "   t y p e = " "   o r d e r = " 9 9 9 "   e n t i t y I d = " 1 6 a 3 6 6 b c - 2 3 c d - 4 b 6 f - a 6 e 4 - 1 c a b 4 9 c 8 8 c 6 e "   l i n k e d E n t i t y I d = " 0 0 0 0 0 0 0 0 - 0 0 0 0 - 0 0 0 0 - 0 0 0 0 - 0 0 0 0 0 0 0 0 0 0 0 0 "   l i n k e d F i e l d I d = " 0 0 0 0 0 0 0 0 - 0 0 0 0 - 0 0 0 0 - 0 0 0 0 - 0 0 0 0 0 0 0 0 0 0 0 0 "   l i n k e d F i e l d I n d e x = " 0 "   i n d e x = " 0 "   f i e l d T y p e = " q u e s t i o n "   f o r m a t E v a l u a t o r T y p e = " f o r m a t S t r i n g "   h i d d e n = " f a l s e " >  
             < m a p p i n g s / >  
         < / f i e l d >  
         < f i e l d   i d = " 4 e c a 2 d b 0 - 0 5 e 5 - 4 f a 9 - a d 2 a - 6 0 f e c e 1 c 9 5 7 9 "   n a m e = " C o m p a n y "   t y p e = " "   o r d e r = " 9 9 9 "   e n t i t y I d = " 1 6 a 3 6 6 b c - 2 3 c d - 4 b 6 f - a 6 e 4 - 1 c a b 4 9 c 8 8 c 6 e "   l i n k e d E n t i t y I d = " 0 0 0 0 0 0 0 0 - 0 0 0 0 - 0 0 0 0 - 0 0 0 0 - 0 0 0 0 0 0 0 0 0 0 0 0 "   l i n k e d F i e l d I d = " 0 0 0 0 0 0 0 0 - 0 0 0 0 - 0 0 0 0 - 0 0 0 0 - 0 0 0 0 0 0 0 0 0 0 0 0 "   l i n k e d F i e l d I n d e x = " 0 "   i n d e x = " 0 "   f i e l d T y p e = " q u e s t i o n "   f o r m a t E v a l u a t o r T y p e = " f o r m a t S t r i n g "   h i d d e n = " f a l s e " >  
             < m a p p i n g s / >  
         < / f i e l d >  
         < f i e l d   i d = " 3 8 3 a 6 e 4 c - c 1 3 0 - 4 8 6 d - 9 d 3 f - 9 2 e d b 3 9 d 1 3 d f "   n a m e = " E m a i l "   t y p e = " "   o r d e r = " 9 9 9 "   e n t i t y I d = " 1 6 a 3 6 6 b c - 2 3 c d - 4 b 6 f - a 6 e 4 - 1 c a b 4 9 c 8 8 c 6 e "   l i n k e d E n t i t y I d = " 0 0 0 0 0 0 0 0 - 0 0 0 0 - 0 0 0 0 - 0 0 0 0 - 0 0 0 0 0 0 0 0 0 0 0 0 "   l i n k e d F i e l d I d = " 0 0 0 0 0 0 0 0 - 0 0 0 0 - 0 0 0 0 - 0 0 0 0 - 0 0 0 0 0 0 0 0 0 0 0 0 "   l i n k e d F i e l d I n d e x = " 0 "   i n d e x = " 0 "   f i e l d T y p e = " q u e s t i o n "   f o r m a t E v a l u a t o r T y p e = " f o r m a t S t r i n g "   h i d d e n = " f a l s e " >  
             < m a p p i n g s / >  
         < / f i e l d >  
         < f i e l d   i d = " 1 0 e 7 9 f 0 c - e 1 7 0 - 4 9 c 0 - b 1 3 8 - 5 2 6 a b e 5 4 6 b 4 f "   n a m e = " F a x   N u m b e r "   t y p e = " "   o r d e r = " 9 9 9 "   e n t i t y I d = " 1 6 a 3 6 6 b c - 2 3 c d - 4 b 6 f - a 6 e 4 - 1 c a b 4 9 c 8 8 c 6 e "   l i n k e d E n t i t y I d = " 0 0 0 0 0 0 0 0 - 0 0 0 0 - 0 0 0 0 - 0 0 0 0 - 0 0 0 0 0 0 0 0 0 0 0 0 "   l i n k e d F i e l d I d = " 0 0 0 0 0 0 0 0 - 0 0 0 0 - 0 0 0 0 - 0 0 0 0 - 0 0 0 0 0 0 0 0 0 0 0 0 "   l i n k e d F i e l d I n d e x = " 0 "   i n d e x = " 0 "   f i e l d T y p e = " q u e s t i o n "   f o r m a t E v a l u a t o r T y p e = " f o r m a t S t r i n g "   h i d d e n = " f a l s e " >  
             < m a p p i n g s / >  
         < / f i e l d >  
         < f i e l d   i d = " b d a e 3 b 1 5 - 7 2 b 5 - 4 8 b c - 9 e 3 6 - 3 e f 5 c a 0 7 e e 2 3 "   n a m e = " F o r e n a m e "   t y p e = " "   o r d e r = " 9 9 9 "   e n t i t y I d = " 1 6 a 3 6 6 b c - 2 3 c d - 4 b 6 f - a 6 e 4 - 1 c a b 4 9 c 8 8 c 6 e "   l i n k e d E n t i t y I d = " 0 0 0 0 0 0 0 0 - 0 0 0 0 - 0 0 0 0 - 0 0 0 0 - 0 0 0 0 0 0 0 0 0 0 0 0 "   l i n k e d F i e l d I d = " 0 0 0 0 0 0 0 0 - 0 0 0 0 - 0 0 0 0 - 0 0 0 0 - 0 0 0 0 0 0 0 0 0 0 0 0 "   l i n k e d F i e l d I n d e x = " 0 "   i n d e x = " 0 "   f i e l d T y p e = " q u e s t i o n "   f o r m a t E v a l u a t o r T y p e = " f o r m a t S t r i n g "   c o i D o c u m e n t F i e l d = " A d d r e s s e e _ F o r e n a m e "   h i d d e n = " f a l s e " >  
             < m a p p i n g s / >  
         < / f i e l d >  
         < f i e l d   i d = " a d 4 7 3 b 1 4 - 4 5 c 6 - 4 7 2 7 - 8 b 7 a - c 0 b 9 e e 6 1 b 6 8 a "   n a m e = " I n i t i a l "   t y p e = " "   o r d e r = " 9 9 9 "   e n t i t y I d = " 1 6 a 3 6 6 b c - 2 3 c d - 4 b 6 f - a 6 e 4 - 1 c a b 4 9 c 8 8 c 6 e "   l i n k e d E n t i t y I d = " 0 0 0 0 0 0 0 0 - 0 0 0 0 - 0 0 0 0 - 0 0 0 0 - 0 0 0 0 0 0 0 0 0 0 0 0 "   l i n k e d F i e l d I d = " 0 0 0 0 0 0 0 0 - 0 0 0 0 - 0 0 0 0 - 0 0 0 0 - 0 0 0 0 0 0 0 0 0 0 0 0 "   l i n k e d F i e l d I n d e x = " 0 "   i n d e x = " 0 "   f i e l d T y p e = " q u e s t i o n "   f o r m a t E v a l u a t o r T y p e = " f o r m a t S t r i n g "   h i d d e n = " f a l s e " >  
             < m a p p i n g s / >  
         < / f i e l d >  
         < f i e l d   i d = " 4 e 2 1 8 1 2 3 - 2 9 3 b - 4 f e 1 - 8 2 a d - a 5 5 b 7 5 2 f 6 5 e 2 "   n a m e = " J o b   T i t l e "   t y p e = " "   o r d e r = " 9 9 9 "   e n t i t y I d = " 1 6 a 3 6 6 b c - 2 3 c d - 4 b 6 f - a 6 e 4 - 1 c a b 4 9 c 8 8 c 6 e "   l i n k e d E n t i t y I d = " 0 0 0 0 0 0 0 0 - 0 0 0 0 - 0 0 0 0 - 0 0 0 0 - 0 0 0 0 0 0 0 0 0 0 0 0 "   l i n k e d F i e l d I d = " 0 0 0 0 0 0 0 0 - 0 0 0 0 - 0 0 0 0 - 0 0 0 0 - 0 0 0 0 0 0 0 0 0 0 0 0 "   l i n k e d F i e l d I n d e x = " 0 "   i n d e x = " 0 "   f i e l d T y p e = " q u e s t i o n "   f o r m a t E v a l u a t o r T y p e = " f o r m a t S t r i n g "   h i d d e n = " f a l s e " >  
             < m a p p i n g s / >  
         < / f i e l d >  
         < f i e l d   i d = " a 6 1 c 9 a 6 6 - 1 5 0 a - 4 6 e 0 - 8 8 e 8 - f b 2 a 8 2 3 5 5 a c 0 "   n a m e = " M o b i l e "   t y p e = " "   o r d e r = " 9 9 9 "   e n t i t y I d = " 1 6 a 3 6 6 b c - 2 3 c d - 4 b 6 f - a 6 e 4 - 1 c a b 4 9 c 8 8 c 6 e "   l i n k e d E n t i t y I d = " 0 0 0 0 0 0 0 0 - 0 0 0 0 - 0 0 0 0 - 0 0 0 0 - 0 0 0 0 0 0 0 0 0 0 0 0 "   l i n k e d F i e l d I d = " 0 0 0 0 0 0 0 0 - 0 0 0 0 - 0 0 0 0 - 0 0 0 0 - 0 0 0 0 0 0 0 0 0 0 0 0 "   l i n k e d F i e l d I n d e x = " 0 "   i n d e x = " 0 "   f i e l d T y p e = " q u e s t i o n "   f o r m a t E v a l u a t o r T y p e = " f o r m a t S t r i n g "   h i d d e n = " f a l s e " >  
             < m a p p i n g s / >  
         < / f i e l d >  
         < f i e l d   i d = " f 0 0 e 1 b 4 c - c e b 5 - 4 d f 9 - 8 5 e d - 1 d b 3 2 3 6 8 1 7 2 0 "   n a m e = " N a m e "   t y p e = " "   o r d e r = " 9 9 9 "   e n t i t y I d = " 1 6 a 3 6 6 b c - 2 3 c d - 4 b 6 f - a 6 e 4 - 1 c a b 4 9 c 8 8 c 6 e "   l i n k e d E n t i t y I d = " 0 0 0 0 0 0 0 0 - 0 0 0 0 - 0 0 0 0 - 0 0 0 0 - 0 0 0 0 0 0 0 0 0 0 0 0 "   l i n k e d F i e l d I d = " 0 0 0 0 0 0 0 0 - 0 0 0 0 - 0 0 0 0 - 0 0 0 0 - 0 0 0 0 0 0 0 0 0 0 0 0 "   l i n k e d F i e l d I n d e x = " 0 "   i n d e x = " 0 "   f i e l d T y p e = " q u e s t i o n "   f o r m a t E v a l u a t o r T y p e = " f o r m a t S t r i n g "   h i d d e n = " f a l s e " > [ T H E   R E P U B L I C   O F   S E R B I A ] < m a p p i n g s / > < / f i e l d >  
         < f i e l d   i d = " 5 d 9 8 e 3 3 4 - 4 a f 6 - 4 a b 3 - 8 0 0 4 - 1 7 0 c c e d 3 7 b 2 8 "   n a m e = " R e f e r e n c e "   t y p e = " "   o r d e r = " 9 9 9 "   e n t i t y I d = " 1 6 a 3 6 6 b c - 2 3 c d - 4 b 6 f - a 6 e 4 - 1 c a b 4 9 c 8 8 c 6 e "   l i n k e d E n t i t y I d = " 0 0 0 0 0 0 0 0 - 0 0 0 0 - 0 0 0 0 - 0 0 0 0 - 0 0 0 0 0 0 0 0 0 0 0 0 "   l i n k e d F i e l d I d = " 0 0 0 0 0 0 0 0 - 0 0 0 0 - 0 0 0 0 - 0 0 0 0 - 0 0 0 0 0 0 0 0 0 0 0 0 "   l i n k e d F i e l d I n d e x = " 0 "   i n d e x = " 0 "   f i e l d T y p e = " q u e s t i o n "   f o r m a t E v a l u a t o r T y p e = " f o r m a t S t r i n g "   h i d d e n = " f a l s e " >  
             < m a p p i n g s / >  
         < / f i e l d >  
         < f i e l d   i d = " 4 5 4 b 5 5 2 8 - 0 d 0 1 - 4 1 3 2 - a d 4 6 - 6 1 f 7 b 7 e 4 4 e 5 1 "   n a m e = " S u r n a m e "   t y p e = " "   o r d e r = " 9 9 9 "   e n t i t y I d = " 1 6 a 3 6 6 b c - 2 3 c d - 4 b 6 f - a 6 e 4 - 1 c a b 4 9 c 8 8 c 6 e "   l i n k e d E n t i t y I d = " 0 0 0 0 0 0 0 0 - 0 0 0 0 - 0 0 0 0 - 0 0 0 0 - 0 0 0 0 0 0 0 0 0 0 0 0 "   l i n k e d F i e l d I d = " 0 0 0 0 0 0 0 0 - 0 0 0 0 - 0 0 0 0 - 0 0 0 0 - 0 0 0 0 0 0 0 0 0 0 0 0 "   l i n k e d F i e l d I n d e x = " 0 "   i n d e x = " 0 "   f i e l d T y p e = " q u e s t i o n "   f o r m a t E v a l u a t o r T y p e = " f o r m a t S t r i n g "   c o i D o c u m e n t F i e l d = " A d d r e s s e e _ S u r n a m e "   h i d d e n = " f a l s e " >  
             < m a p p i n g s / >  
         < / f i e l d >  
         < f i e l d   i d = " c 9 d 1 4 e 8 2 - d d 9 d - 4 2 9 e - 8 3 4 6 - b 3 1 c 0 3 1 7 1 6 0 d "   n a m e = " T e l e p h o n e   N u m b e r "   t y p e = " "   o r d e r = " 9 9 9 "   e n t i t y I d = " 1 6 a 3 6 6 b c - 2 3 c d - 4 b 6 f - a 6 e 4 - 1 c a b 4 9 c 8 8 c 6 e "   l i n k e d E n t i t y I d = " 0 0 0 0 0 0 0 0 - 0 0 0 0 - 0 0 0 0 - 0 0 0 0 - 0 0 0 0 0 0 0 0 0 0 0 0 "   l i n k e d F i e l d I d = " 0 0 0 0 0 0 0 0 - 0 0 0 0 - 0 0 0 0 - 0 0 0 0 - 0 0 0 0 0 0 0 0 0 0 0 0 "   l i n k e d F i e l d I n d e x = " 0 "   i n d e x = " 0 "   f i e l d T y p e = " q u e s t i o n "   f o r m a t E v a l u a t o r T y p e = " f o r m a t S t r i n g "   h i d d e n = " f a l s e " >  
             < m a p p i n g s / >  
         < / f i e l d >  
         < f i e l d   i d = " a 4 d 2 d a 0 3 - e d 3 0 - 4 f 0 a - 8 8 3 8 - 0 4 a d 7 8 2 d 0 6 4 e "   n a m e = " T i t l e "   t y p e = " "   o r d e r = " 9 9 9 "   e n t i t y I d = " 1 6 a 3 6 6 b c - 2 3 c d - 4 b 6 f - a 6 e 4 - 1 c a b 4 9 c 8 8 c 6 e "   l i n k e d E n t i t y I d = " 0 0 0 0 0 0 0 0 - 0 0 0 0 - 0 0 0 0 - 0 0 0 0 - 0 0 0 0 0 0 0 0 0 0 0 0 "   l i n k e d F i e l d I d = " 0 0 0 0 0 0 0 0 - 0 0 0 0 - 0 0 0 0 - 0 0 0 0 - 0 0 0 0 0 0 0 0 0 0 0 0 "   l i n k e d F i e l d I n d e x = " 0 "   i n d e x = " 0 "   f i e l d T y p e = " q u e s t i o n "   f o r m a t E v a l u a t o r T y p e = " f o r m a t S t r i n g "   h i d d e n = " f a l s e " >  
             < m a p p i n g s / >  
         < / f i e l d >  
         < f i e l d   i d = " 9 0 b 0 3 9 7 8 - e 2 1 7 - 4 e 3 2 - a 4 f e - a 3 2 c b a 5 7 d 1 8 6 "   n a m e = " T e x t "   t y p e = " "   o r d e r = " 9 9 9 "   e n t i t y I d = " 2 0 8 4 e 8 9 1 - 3 d 2 0 - 4 3 0 7 - 9 4 6 f - b c 5 3 3 7 d 9 9 3 9 8 "   l i n k e d E n t i t y I d = " 0 0 0 0 0 0 0 0 - 0 0 0 0 - 0 0 0 0 - 0 0 0 0 - 0 0 0 0 0 0 0 0 0 0 0 0 "   l i n k e d F i e l d I d = " 0 0 0 0 0 0 0 0 - 0 0 0 0 - 0 0 0 0 - 0 0 0 0 - 0 0 0 0 0 0 0 0 0 0 0 0 "   l i n k e d F i e l d I n d e x = " 0 "   i n d e x = " 0 "   f i e l d T y p e = " q u e s t i o n "   f o r m a t E v a l u a t o r T y p e = " f o r m a t S t r i n g "   h i d d e n = " f a l s e " >  
             < m a p p i n g s / >  
         < / f i e l d >  
         < f i e l d   i d = " 4 8 6 8 6 8 f 2 - e 0 4 a - 4 5 5 b - b b 1 5 - 0 d a 9 7 0 d 3 0 5 b 0 "   n a m e = " T e x t   F i e l d "   t y p e = " "   o r d e r = " 9 9 9 "   e n t i t y I d = " 2 2 c 7 f 0 8 6 - 0 e 1 d - 4 a 9 6 - a b 4 b - c d 3 1 0 8 3 4 4 9 9 d "   l i n k e d E n t i t y I d = " 0 0 0 0 0 0 0 0 - 0 0 0 0 - 0 0 0 0 - 0 0 0 0 - 0 0 0 0 0 0 0 0 0 0 0 0 "   l i n k e d F i e l d I d = " 0 0 0 0 0 0 0 0 - 0 0 0 0 - 0 0 0 0 - 0 0 0 0 - 0 0 0 0 0 0 0 0 0 0 0 0 "   l i n k e d F i e l d I n d e x = " 0 "   i n d e x = " 0 "   f i e l d T y p e = " q u e s t i o n "   f o r m a t E v a l u a t o r T y p e = " f o r m a t S t r i n g "   h i d d e n = " f a l s e " > N o < m a p p i n g s / > < / f i e l d >  
         < f i e l d   i d = " 8 1 e 3 e 9 e a - 9 b 6 0 - 4 9 7 8 - a 8 8 a - e 3 d d b 2 6 9 6 2 1 7 "   n a m e = " V a l u e   F i e l d "   t y p e = " S y s t e m . B o o l e a n ,   m s c o r l i b ,   V e r s i o n = 4 . 0 . 0 . 0 ,   C u l t u r e = n e u t r a l ,   P u b l i c K e y T o k e n = b 7 7 a 5 c 5 6 1 9 3 4 e 0 8 9 "   o r d e r = " 9 9 9 "   e n t i t y I d = " 2 2 c 7 f 0 8 6 - 0 e 1 d - 4 a 9 6 - a b 4 b - c d 3 1 0 8 3 4 4 9 9 d "   l i n k e d E n t i t y I d = " 0 0 0 0 0 0 0 0 - 0 0 0 0 - 0 0 0 0 - 0 0 0 0 - 0 0 0 0 0 0 0 0 0 0 0 0 "   l i n k e d F i e l d I d = " 0 0 0 0 0 0 0 0 - 0 0 0 0 - 0 0 0 0 - 0 0 0 0 - 0 0 0 0 0 0 0 0 0 0 0 0 "   l i n k e d F i e l d I n d e x = " 0 "   i n d e x = " 0 "   f i e l d T y p e = " q u e s t i o n "   f o r m a t E v a l u a t o r T y p e = " f o r m a t S t r i n g "   h i d d e n = " f a l s e " > F a l s e < m a p p i n g s / > < / f i e l d >  
         < f i e l d   i d = " 9 0 b 0 3 9 7 8 - e 2 1 7 - 4 e 3 2 - a 4 f e - a 3 2 c b a 5 7 d 1 8 6 "   n a m e = " T e x t "   t y p e = " "   o r d e r = " 9 9 9 "   e n t i t y I d = " 2 e 1 f 0 3 c e - 7 6 3 7 - 4 d 8 5 - 8 2 f f - 2 a 8 d 5 f 1 d 5 3 3 5 "   l i n k e d E n t i t y I d = " 0 0 0 0 0 0 0 0 - 0 0 0 0 - 0 0 0 0 - 0 0 0 0 - 0 0 0 0 0 0 0 0 0 0 0 0 "   l i n k e d F i e l d I d = " 0 0 0 0 0 0 0 0 - 0 0 0 0 - 0 0 0 0 - 0 0 0 0 - 0 0 0 0 0 0 0 0 0 0 0 0 "   l i n k e d F i e l d I n d e x = " 0 "   i n d e x = " 0 "   f i e l d T y p e = " q u e s t i o n "   f o r m a t E v a l u a t o r T y p e = " f o r m a t S t r i n g "   h i d d e n = " f a l s e " > B o r r o w e r < m a p p i n g s / > < / f i e l d >  
         < f i e l d   i d = " 1 8 4 5 7 3 0 2 - b e 9 7 - 4 2 4 d - 8 7 3 5 - 2 1 2 b c d 9 6 e 2 a 2 "   n a m e = " S e l e c t e d   I t e m s "   t y p e = " "   o r d e r = " 9 9 9 "   e n t i t y I d = " 2 f f 5 d 1 d 4 - c 0 d a - 4 e 7 8 - a 0 4 3 - c c a c 9 9 f 7 2 a f d "   l i n k e d E n t i t y I d = " 0 0 0 0 0 0 0 0 - 0 0 0 0 - 0 0 0 0 - 0 0 0 0 - 0 0 0 0 0 0 0 0 0 0 0 0 "   l i n k e d F i e l d I d = " 0 0 0 0 0 0 0 0 - 0 0 0 0 - 0 0 0 0 - 0 0 0 0 - 0 0 0 0 0 0 0 0 0 0 0 0 "   l i n k e d F i e l d I n d e x = " 0 "   i n d e x = " 0 "   f i e l d T y p e = " q u e s t i o n "   f o r m a t E v a l u a t o r T y p e = " f o r m a t S t r i n g "   h i d d e n = " f a l s e " >  
             < m a p p i n g s / >  
         < / f i e l d >  
         < f i e l d   i d = " 3 3 7 c d 5 c 0 - 5 d 4 e - 4 2 3 e - 9 3 0 d - a f e d 7 d f b 9 7 e 9 "   n a m e = " S e l e c t e d   T e x t "   t y p e = " S y s t e m . S t r i n g ,   m s c o r l i b ,   V e r s i o n = 4 . 0 . 0 . 0 ,   C u l t u r e = n e u t r a l ,   P u b l i c K e y T o k e n = b 7 7 a 5 c 5 6 1 9 3 4 e 0 8 9 "   o r d e r = " 9 9 9 "   e n t i t y I d = " 2 f f 5 d 1 d 4 - c 0 d a - 4 e 7 8 - a 0 4 3 - c c a c 9 9 f 7 2 a f d "   l i n k e d E n t i t y I d = " 0 0 0 0 0 0 0 0 - 0 0 0 0 - 0 0 0 0 - 0 0 0 0 - 0 0 0 0 0 0 0 0 0 0 0 0 "   l i n k e d F i e l d I d = " 0 0 0 0 0 0 0 0 - 0 0 0 0 - 0 0 0 0 - 0 0 0 0 - 0 0 0 0 0 0 0 0 0 0 0 0 "   l i n k e d F i e l d I n d e x = " 0 "   i n d e x = " 0 "   f i e l d T y p e = " q u e s t i o n "   f o r m a t E v a l u a t o r T y p e = " f o r m a t S t r i n g "   h i d d e n = " f a l s e " >  
             < m a p p i n g s / >  
         < / f i e l d >  
         < f i e l d   i d = " a e 9 c a 6 1 7 - 6 d b b - 4 f 8 3 - 8 c a 9 - 3 9 f e 5 a 2 e 2 b d 5 "   n a m e = " S e l e c t e d   V a l u e s "   t y p e = " S y s t e m . B o o l e a n ,   m s c o r l i b ,   V e r s i o n = 4 . 0 . 0 . 0 ,   C u l t u r e = n e u t r a l ,   P u b l i c K e y T o k e n = b 7 7 a 5 c 5 6 1 9 3 4 e 0 8 9 "   o r d e r = " 9 9 9 "   e n t i t y I d = " 2 f f 5 d 1 d 4 - c 0 d a - 4 e 7 8 - a 0 4 3 - c c a c 9 9 f 7 2 a f d "   l i n k e d E n t i t y I d = " 0 0 0 0 0 0 0 0 - 0 0 0 0 - 0 0 0 0 - 0 0 0 0 - 0 0 0 0 0 0 0 0 0 0 0 0 "   l i n k e d F i e l d I d = " 0 0 0 0 0 0 0 0 - 0 0 0 0 - 0 0 0 0 - 0 0 0 0 - 0 0 0 0 0 0 0 0 0 0 0 0 "   l i n k e d F i e l d I n d e x = " 0 "   i n d e x = " 0 "   f i e l d T y p e = " q u e s t i o n "   f o r m a t E v a l u a t o r T y p e = " f o r m a t S t r i n g "   h i d d e n = " f a l s e " >  
             < m a p p i n g s / >  
         < / f i e l d >  
         < f i e l d   i d = " c c 2 2 6 c f 8 - d 3 1 1 - 4 d 6 6 - a 9 e c - a 0 f 9 f 3 2 d c e 0 a "   n a m e = " A d d r e s s "   t y p e = " "   o r d e r = " 9 9 9 "   e n t i t y I d = " 3 0 2 6 5 4 4 a - e 9 5 6 - 4 0 e c - b 5 6 4 - c 6 f 5 0 c 5 9 4 8 e d "   l i n k e d E n t i t y I d = " 0 0 0 0 0 0 0 0 - 0 0 0 0 - 0 0 0 0 - 0 0 0 0 - 0 0 0 0 0 0 0 0 0 0 0 0 "   l i n k e d F i e l d I d = " 0 0 0 0 0 0 0 0 - 0 0 0 0 - 0 0 0 0 - 0 0 0 0 - 0 0 0 0 0 0 0 0 0 0 0 0 "   l i n k e d F i e l d I n d e x = " 0 "   i n d e x = " 0 "   f i e l d T y p e = " q u e s t i o n "   f o r m a t E v a l u a t o r T y p e = " f o r m a t S t r i n g "   h i d d e n = " f a l s e " >  
             < m a p p i n g s / >  
         < / f i e l d >  
         < f i e l d   i d = " 4 e c a 2 d b 0 - 0 5 e 5 - 4 f a 9 - a d 2 a - 6 0 f e c e 1 c 9 5 7 9 "   n a m e = " C o m p a n y "   t y p e = " "   o r d e r = " 9 9 9 "   e n t i t y I d = " 3 0 2 6 5 4 4 a - e 9 5 6 - 4 0 e c - b 5 6 4 - c 6 f 5 0 c 5 9 4 8 e d "   l i n k e d E n t i t y I d = " 0 0 0 0 0 0 0 0 - 0 0 0 0 - 0 0 0 0 - 0 0 0 0 - 0 0 0 0 0 0 0 0 0 0 0 0 "   l i n k e d F i e l d I d = " 0 0 0 0 0 0 0 0 - 0 0 0 0 - 0 0 0 0 - 0 0 0 0 - 0 0 0 0 0 0 0 0 0 0 0 0 "   l i n k e d F i e l d I n d e x = " 0 "   i n d e x = " 0 "   f i e l d T y p e = " q u e s t i o n "   f o r m a t E v a l u a t o r T y p e = " f o r m a t S t r i n g "   h i d d e n = " f a l s e " >  
             < m a p p i n g s / >  
         < / f i e l d >  
         < f i e l d   i d = " 3 8 3 a 6 e 4 c - c 1 3 0 - 4 8 6 d - 9 d 3 f - 9 2 e d b 3 9 d 1 3 d f "   n a m e = " E m a i l "   t y p e = " "   o r d e r = " 9 9 9 "   e n t i t y I d = " 3 0 2 6 5 4 4 a - e 9 5 6 - 4 0 e c - b 5 6 4 - c 6 f 5 0 c 5 9 4 8 e d "   l i n k e d E n t i t y I d = " 0 0 0 0 0 0 0 0 - 0 0 0 0 - 0 0 0 0 - 0 0 0 0 - 0 0 0 0 0 0 0 0 0 0 0 0 "   l i n k e d F i e l d I d = " 0 0 0 0 0 0 0 0 - 0 0 0 0 - 0 0 0 0 - 0 0 0 0 - 0 0 0 0 0 0 0 0 0 0 0 0 "   l i n k e d F i e l d I n d e x = " 0 "   i n d e x = " 0 "   f i e l d T y p e = " q u e s t i o n "   f o r m a t E v a l u a t o r T y p e = " f o r m a t S t r i n g "   h i d d e n = " f a l s e " >  
             < m a p p i n g s / >  
         < / f i e l d >  
         < f i e l d   i d = " 1 0 e 7 9 f 0 c - e 1 7 0 - 4 9 c 0 - b 1 3 8 - 5 2 6 a b e 5 4 6 b 4 f "   n a m e = " F a x   N u m b e r "   t y p e = " "   o r d e r = " 9 9 9 "   e n t i t y I d = " 3 0 2 6 5 4 4 a - e 9 5 6 - 4 0 e c - b 5 6 4 - c 6 f 5 0 c 5 9 4 8 e d "   l i n k e d E n t i t y I d = " 0 0 0 0 0 0 0 0 - 0 0 0 0 - 0 0 0 0 - 0 0 0 0 - 0 0 0 0 0 0 0 0 0 0 0 0 "   l i n k e d F i e l d I d = " 0 0 0 0 0 0 0 0 - 0 0 0 0 - 0 0 0 0 - 0 0 0 0 - 0 0 0 0 0 0 0 0 0 0 0 0 "   l i n k e d F i e l d I n d e x = " 0 "   i n d e x = " 0 "   f i e l d T y p e = " q u e s t i o n "   f o r m a t E v a l u a t o r T y p e = " f o r m a t S t r i n g "   h i d d e n = " f a l s e " >  
             < m a p p i n g s / >  
         < / f i e l d >  
         < f i e l d   i d = " b d a e 3 b 1 5 - 7 2 b 5 - 4 8 b c - 9 e 3 6 - 3 e f 5 c a 0 7 e e 2 3 "   n a m e = " F o r e n a m e "   t y p e = " "   o r d e r = " 9 9 9 "   e n t i t y I d = " 3 0 2 6 5 4 4 a - e 9 5 6 - 4 0 e c - b 5 6 4 - c 6 f 5 0 c 5 9 4 8 e d "   l i n k e d E n t i t y I d = " 0 0 0 0 0 0 0 0 - 0 0 0 0 - 0 0 0 0 - 0 0 0 0 - 0 0 0 0 0 0 0 0 0 0 0 0 "   l i n k e d F i e l d I d = " 0 0 0 0 0 0 0 0 - 0 0 0 0 - 0 0 0 0 - 0 0 0 0 - 0 0 0 0 0 0 0 0 0 0 0 0 "   l i n k e d F i e l d I n d e x = " 0 "   i n d e x = " 0 "   f i e l d T y p e = " q u e s t i o n "   f o r m a t E v a l u a t o r T y p e = " f o r m a t S t r i n g "   c o i D o c u m e n t F i e l d = " A d d r e s s e e _ F o r e n a m e "   h i d d e n = " f a l s e " >  
             < m a p p i n g s / >  
         < / f i e l d >  
         < f i e l d   i d = " a d 4 7 3 b 1 4 - 4 5 c 6 - 4 7 2 7 - 8 b 7 a - c 0 b 9 e e 6 1 b 6 8 a "   n a m e = " I n i t i a l "   t y p e = " "   o r d e r = " 9 9 9 "   e n t i t y I d = " 3 0 2 6 5 4 4 a - e 9 5 6 - 4 0 e c - b 5 6 4 - c 6 f 5 0 c 5 9 4 8 e d "   l i n k e d E n t i t y I d = " 0 0 0 0 0 0 0 0 - 0 0 0 0 - 0 0 0 0 - 0 0 0 0 - 0 0 0 0 0 0 0 0 0 0 0 0 "   l i n k e d F i e l d I d = " 0 0 0 0 0 0 0 0 - 0 0 0 0 - 0 0 0 0 - 0 0 0 0 - 0 0 0 0 0 0 0 0 0 0 0 0 "   l i n k e d F i e l d I n d e x = " 0 "   i n d e x = " 0 "   f i e l d T y p e = " q u e s t i o n "   f o r m a t E v a l u a t o r T y p e = " f o r m a t S t r i n g "   c o i D o c u m e n t F i e l d = " A d d r e s s e e _ I n i t i a l "   h i d d e n = " f a l s e " >  
             < m a p p i n g s / >  
         < / f i e l d >  
         < f i e l d   i d = " 4 e 2 1 8 1 2 3 - 2 9 3 b - 4 f e 1 - 8 2 a d - a 5 5 b 7 5 2 f 6 5 e 2 "   n a m e = " J o b   T i t l e "   t y p e = " "   o r d e r = " 9 9 9 "   e n t i t y I d = " 3 0 2 6 5 4 4 a - e 9 5 6 - 4 0 e c - b 5 6 4 - c 6 f 5 0 c 5 9 4 8 e d "   l i n k e d E n t i t y I d = " 0 0 0 0 0 0 0 0 - 0 0 0 0 - 0 0 0 0 - 0 0 0 0 - 0 0 0 0 0 0 0 0 0 0 0 0 "   l i n k e d F i e l d I d = " 0 0 0 0 0 0 0 0 - 0 0 0 0 - 0 0 0 0 - 0 0 0 0 - 0 0 0 0 0 0 0 0 0 0 0 0 "   l i n k e d F i e l d I n d e x = " 0 "   i n d e x = " 0 "   f i e l d T y p e = " q u e s t i o n "   f o r m a t E v a l u a t o r T y p e = " f o r m a t S t r i n g "   h i d d e n = " f a l s e " >  
             < m a p p i n g s / >  
         < / f i e l d >  
         < f i e l d   i d = " a 6 1 c 9 a 6 6 - 1 5 0 a - 4 6 e 0 - 8 8 e 8 - f b 2 a 8 2 3 5 5 a c 0 "   n a m e = " M o b i l e "   t y p e = " "   o r d e r = " 9 9 9 "   e n t i t y I d = " 3 0 2 6 5 4 4 a - e 9 5 6 - 4 0 e c - b 5 6 4 - c 6 f 5 0 c 5 9 4 8 e d "   l i n k e d E n t i t y I d = " 0 0 0 0 0 0 0 0 - 0 0 0 0 - 0 0 0 0 - 0 0 0 0 - 0 0 0 0 0 0 0 0 0 0 0 0 "   l i n k e d F i e l d I d = " 0 0 0 0 0 0 0 0 - 0 0 0 0 - 0 0 0 0 - 0 0 0 0 - 0 0 0 0 0 0 0 0 0 0 0 0 "   l i n k e d F i e l d I n d e x = " 0 "   i n d e x = " 0 "   f i e l d T y p e = " q u e s t i o n "   f o r m a t E v a l u a t o r T y p e = " f o r m a t S t r i n g "   h i d d e n = " f a l s e " >  
             < m a p p i n g s / >  
         < / f i e l d >  
         < f i e l d   i d = " f 0 0 e 1 b 4 c - c e b 5 - 4 d f 9 - 8 5 e d - 1 d b 3 2 3 6 8 1 7 2 0 "   n a m e = " N a m e "   t y p e = " "   o r d e r = " 9 9 9 "   e n t i t y I d = " 3 0 2 6 5 4 4 a - e 9 5 6 - 4 0 e c - b 5 6 4 - c 6 f 5 0 c 5 9 4 8 e d "   l i n k e d E n t i t y I d = " 0 0 0 0 0 0 0 0 - 0 0 0 0 - 0 0 0 0 - 0 0 0 0 - 0 0 0 0 0 0 0 0 0 0 0 0 "   l i n k e d F i e l d I d = " 0 0 0 0 0 0 0 0 - 0 0 0 0 - 0 0 0 0 - 0 0 0 0 - 0 0 0 0 0 0 0 0 0 0 0 0 "   l i n k e d F i e l d I n d e x = " 0 "   i n d e x = " 0 "   f i e l d T y p e = " q u e s t i o n "   f o r m a t E v a l u a t o r T y p e = " f o r m a t S t r i n g "   h i d d e n = " f a l s e " >  
             < m a p p i n g s / >  
         < / f i e l d >  
         < f i e l d   i d = " 5 d 9 8 e 3 3 4 - 4 a f 6 - 4 a b 3 - 8 0 0 4 - 1 7 0 c c e d 3 7 b 2 8 "   n a m e = " R e f e r e n c e "   t y p e = " "   o r d e r = " 9 9 9 "   e n t i t y I d = " 3 0 2 6 5 4 4 a - e 9 5 6 - 4 0 e c - b 5 6 4 - c 6 f 5 0 c 5 9 4 8 e d "   l i n k e d E n t i t y I d = " 0 0 0 0 0 0 0 0 - 0 0 0 0 - 0 0 0 0 - 0 0 0 0 - 0 0 0 0 0 0 0 0 0 0 0 0 "   l i n k e d F i e l d I d = " 0 0 0 0 0 0 0 0 - 0 0 0 0 - 0 0 0 0 - 0 0 0 0 - 0 0 0 0 0 0 0 0 0 0 0 0 "   l i n k e d F i e l d I n d e x = " 0 "   i n d e x = " 0 "   f i e l d T y p e = " q u e s t i o n "   f o r m a t E v a l u a t o r T y p e = " f o r m a t S t r i n g "   h i d d e n = " f a l s e " >  
             < m a p p i n g s / >  
         < / f i e l d >  
         < f i e l d   i d = " 4 5 4 b 5 5 2 8 - 0 d 0 1 - 4 1 3 2 - a d 4 6 - 6 1 f 7 b 7 e 4 4 e 5 1 "   n a m e = " S u r n a m e "   t y p e = " "   o r d e r = " 9 9 9 "   e n t i t y I d = " 3 0 2 6 5 4 4 a - e 9 5 6 - 4 0 e c - b 5 6 4 - c 6 f 5 0 c 5 9 4 8 e d "   l i n k e d E n t i t y I d = " 0 0 0 0 0 0 0 0 - 0 0 0 0 - 0 0 0 0 - 0 0 0 0 - 0 0 0 0 0 0 0 0 0 0 0 0 "   l i n k e d F i e l d I d = " 0 0 0 0 0 0 0 0 - 0 0 0 0 - 0 0 0 0 - 0 0 0 0 - 0 0 0 0 0 0 0 0 0 0 0 0 "   l i n k e d F i e l d I n d e x = " 0 "   i n d e x = " 0 "   f i e l d T y p e = " q u e s t i o n "   f o r m a t E v a l u a t o r T y p e = " f o r m a t S t r i n g "   c o i D o c u m e n t F i e l d = " A d d r e s s e e _ S u r n a m e "   h i d d e n = " f a l s e " >  
             < m a p p i n g s / >  
         < / f i e l d >  
         < f i e l d   i d = " c 9 d 1 4 e 8 2 - d d 9 d - 4 2 9 e - 8 3 4 6 - b 3 1 c 0 3 1 7 1 6 0 d "   n a m e = " T e l e p h o n e   N u m b e r "   t y p e = " "   o r d e r = " 9 9 9 "   e n t i t y I d = " 3 0 2 6 5 4 4 a - e 9 5 6 - 4 0 e c - b 5 6 4 - c 6 f 5 0 c 5 9 4 8 e d "   l i n k e d E n t i t y I d = " 0 0 0 0 0 0 0 0 - 0 0 0 0 - 0 0 0 0 - 0 0 0 0 - 0 0 0 0 0 0 0 0 0 0 0 0 "   l i n k e d F i e l d I d = " 0 0 0 0 0 0 0 0 - 0 0 0 0 - 0 0 0 0 - 0 0 0 0 - 0 0 0 0 0 0 0 0 0 0 0 0 "   l i n k e d F i e l d I n d e x = " 0 "   i n d e x = " 0 "   f i e l d T y p e = " q u e s t i o n "   f o r m a t E v a l u a t o r T y p e = " f o r m a t S t r i n g "   h i d d e n = " f a l s e " >  
             < m a p p i n g s / >  
         < / f i e l d >  
         < f i e l d   i d = " a 4 d 2 d a 0 3 - e d 3 0 - 4 f 0 a - 8 8 3 8 - 0 4 a d 7 8 2 d 0 6 4 e "   n a m e = " T i t l e "   t y p e = " "   o r d e r = " 9 9 9 "   e n t i t y I d = " 3 0 2 6 5 4 4 a - e 9 5 6 - 4 0 e c - b 5 6 4 - c 6 f 5 0 c 5 9 4 8 e d "   l i n k e d E n t i t y I d = " 0 0 0 0 0 0 0 0 - 0 0 0 0 - 0 0 0 0 - 0 0 0 0 - 0 0 0 0 0 0 0 0 0 0 0 0 "   l i n k e d F i e l d I d = " 0 0 0 0 0 0 0 0 - 0 0 0 0 - 0 0 0 0 - 0 0 0 0 - 0 0 0 0 0 0 0 0 0 0 0 0 "   l i n k e d F i e l d I n d e x = " 0 "   i n d e x = " 0 "   f i e l d T y p e = " q u e s t i o n "   f o r m a t E v a l u a t o r T y p e = " f o r m a t S t r i n g "   c o i D o c u m e n t F i e l d = " A d d r e s s e e _ T i t l e "   h i d d e n = " f a l s e " >  
             < m a p p i n g s / >  
         < / f i e l d >  
         < f i e l d   i d = " c c 2 2 6 c f 8 - d 3 1 1 - 4 d 6 6 - a 9 e c - a 0 f 9 f 3 2 d c e 0 a "   n a m e = " A d d r e s s "   t y p e = " "   o r d e r = " 9 9 9 "   e n t i t y I d = " 5 f 7 d 4 6 2 1 - b 7 8 3 - 4 d 8 6 - 9 c 8 9 - 2 c 6 a d 7 9 6 3 5 e a "   l i n k e d E n t i t y I d = " 0 0 0 0 0 0 0 0 - 0 0 0 0 - 0 0 0 0 - 0 0 0 0 - 0 0 0 0 0 0 0 0 0 0 0 0 "   l i n k e d F i e l d I d = " 0 0 0 0 0 0 0 0 - 0 0 0 0 - 0 0 0 0 - 0 0 0 0 - 0 0 0 0 0 0 0 0 0 0 0 0 "   l i n k e d F i e l d I n d e x = " 0 "   i n d e x = " 0 "   f i e l d T y p e = " q u e s t i o n "   f o r m a t E v a l u a t o r T y p e = " f o r m a t S t r i n g "   h i d d e n = " f a l s e " >  
             < m a p p i n g s / >  
         < / f i e l d >  
         < f i e l d   i d = " 4 e c a 2 d b 0 - 0 5 e 5 - 4 f a 9 - a d 2 a - 6 0 f e c e 1 c 9 5 7 9 "   n a m e = " C o m p a n y "   t y p e = " "   o r d e r = " 9 9 9 "   e n t i t y I d = " 5 f 7 d 4 6 2 1 - b 7 8 3 - 4 d 8 6 - 9 c 8 9 - 2 c 6 a d 7 9 6 3 5 e a "   l i n k e d E n t i t y I d = " 0 0 0 0 0 0 0 0 - 0 0 0 0 - 0 0 0 0 - 0 0 0 0 - 0 0 0 0 0 0 0 0 0 0 0 0 "   l i n k e d F i e l d I d = " 0 0 0 0 0 0 0 0 - 0 0 0 0 - 0 0 0 0 - 0 0 0 0 - 0 0 0 0 0 0 0 0 0 0 0 0 "   l i n k e d F i e l d I n d e x = " 0 "   i n d e x = " 0 "   f i e l d T y p e = " q u e s t i o n "   f o r m a t E v a l u a t o r T y p e = " f o r m a t S t r i n g "   h i d d e n = " f a l s e " >  
             < m a p p i n g s / >  
         < / f i e l d >  
         < f i e l d   i d = " 3 8 3 a 6 e 4 c - c 1 3 0 - 4 8 6 d - 9 d 3 f - 9 2 e d b 3 9 d 1 3 d f "   n a m e = " E m a i l "   t y p e = " "   o r d e r = " 9 9 9 "   e n t i t y I d = " 5 f 7 d 4 6 2 1 - b 7 8 3 - 4 d 8 6 - 9 c 8 9 - 2 c 6 a d 7 9 6 3 5 e a "   l i n k e d E n t i t y I d = " 0 0 0 0 0 0 0 0 - 0 0 0 0 - 0 0 0 0 - 0 0 0 0 - 0 0 0 0 0 0 0 0 0 0 0 0 "   l i n k e d F i e l d I d = " 0 0 0 0 0 0 0 0 - 0 0 0 0 - 0 0 0 0 - 0 0 0 0 - 0 0 0 0 0 0 0 0 0 0 0 0 "   l i n k e d F i e l d I n d e x = " 0 "   i n d e x = " 0 "   f i e l d T y p e = " q u e s t i o n "   f o r m a t E v a l u a t o r T y p e = " f o r m a t S t r i n g "   h i d d e n = " f a l s e " >  
             < m a p p i n g s / >  
         < / f i e l d >  
         < f i e l d   i d = " 1 0 e 7 9 f 0 c - e 1 7 0 - 4 9 c 0 - b 1 3 8 - 5 2 6 a b e 5 4 6 b 4 f "   n a m e = " F a x   N u m b e r "   t y p e = " "   o r d e r = " 9 9 9 "   e n t i t y I d = " 5 f 7 d 4 6 2 1 - b 7 8 3 - 4 d 8 6 - 9 c 8 9 - 2 c 6 a d 7 9 6 3 5 e a "   l i n k e d E n t i t y I d = " 0 0 0 0 0 0 0 0 - 0 0 0 0 - 0 0 0 0 - 0 0 0 0 - 0 0 0 0 0 0 0 0 0 0 0 0 "   l i n k e d F i e l d I d = " 0 0 0 0 0 0 0 0 - 0 0 0 0 - 0 0 0 0 - 0 0 0 0 - 0 0 0 0 0 0 0 0 0 0 0 0 "   l i n k e d F i e l d I n d e x = " 0 "   i n d e x = " 0 "   f i e l d T y p e = " q u e s t i o n "   f o r m a t E v a l u a t o r T y p e = " f o r m a t S t r i n g "   h i d d e n = " f a l s e " >  
             < m a p p i n g s / >  
         < / f i e l d >  
         < f i e l d   i d = " b d a e 3 b 1 5 - 7 2 b 5 - 4 8 b c - 9 e 3 6 - 3 e f 5 c a 0 7 e e 2 3 "   n a m e = " F o r e n a m e "   t y p e = " "   o r d e r = " 9 9 9 "   e n t i t y I d = " 5 f 7 d 4 6 2 1 - b 7 8 3 - 4 d 8 6 - 9 c 8 9 - 2 c 6 a d 7 9 6 3 5 e a "   l i n k e d E n t i t y I d = " 0 0 0 0 0 0 0 0 - 0 0 0 0 - 0 0 0 0 - 0 0 0 0 - 0 0 0 0 0 0 0 0 0 0 0 0 "   l i n k e d F i e l d I d = " 0 0 0 0 0 0 0 0 - 0 0 0 0 - 0 0 0 0 - 0 0 0 0 - 0 0 0 0 0 0 0 0 0 0 0 0 "   l i n k e d F i e l d I n d e x = " 0 "   i n d e x = " 0 "   f i e l d T y p e = " q u e s t i o n "   f o r m a t E v a l u a t o r T y p e = " f o r m a t S t r i n g "   c o i D o c u m e n t F i e l d = " A d d r e s s e e _ F o r e n a m e "   h i d d e n = " f a l s e " >  
             < m a p p i n g s / >  
         < / f i e l d >  
         < f i e l d   i d = " a d 4 7 3 b 1 4 - 4 5 c 6 - 4 7 2 7 - 8 b 7 a - c 0 b 9 e e 6 1 b 6 8 a "   n a m e = " I n i t i a l "   t y p e = " "   o r d e r = " 9 9 9 "   e n t i t y I d = " 5 f 7 d 4 6 2 1 - b 7 8 3 - 4 d 8 6 - 9 c 8 9 - 2 c 6 a d 7 9 6 3 5 e a "   l i n k e d E n t i t y I d = " 0 0 0 0 0 0 0 0 - 0 0 0 0 - 0 0 0 0 - 0 0 0 0 - 0 0 0 0 0 0 0 0 0 0 0 0 "   l i n k e d F i e l d I d = " 0 0 0 0 0 0 0 0 - 0 0 0 0 - 0 0 0 0 - 0 0 0 0 - 0 0 0 0 0 0 0 0 0 0 0 0 "   l i n k e d F i e l d I n d e x = " 0 "   i n d e x = " 0 "   f i e l d T y p e = " q u e s t i o n "   f o r m a t E v a l u a t o r T y p e = " f o r m a t S t r i n g "   c o i D o c u m e n t F i e l d = " A d d r e s s e e _ I n i t i a l "   h i d d e n = " f a l s e " >  
             < m a p p i n g s / >  
         < / f i e l d >  
         < f i e l d   i d = " 4 e 2 1 8 1 2 3 - 2 9 3 b - 4 f e 1 - 8 2 a d - a 5 5 b 7 5 2 f 6 5 e 2 "   n a m e = " J o b   T i t l e "   t y p e = " "   o r d e r = " 9 9 9 "   e n t i t y I d = " 5 f 7 d 4 6 2 1 - b 7 8 3 - 4 d 8 6 - 9 c 8 9 - 2 c 6 a d 7 9 6 3 5 e a "   l i n k e d E n t i t y I d = " 0 0 0 0 0 0 0 0 - 0 0 0 0 - 0 0 0 0 - 0 0 0 0 - 0 0 0 0 0 0 0 0 0 0 0 0 "   l i n k e d F i e l d I d = " 0 0 0 0 0 0 0 0 - 0 0 0 0 - 0 0 0 0 - 0 0 0 0 - 0 0 0 0 0 0 0 0 0 0 0 0 "   l i n k e d F i e l d I n d e x = " 0 "   i n d e x = " 0 "   f i e l d T y p e = " q u e s t i o n "   f o r m a t E v a l u a t o r T y p e = " f o r m a t S t r i n g "   h i d d e n = " f a l s e " >  
             < m a p p i n g s / >  
         < / f i e l d >  
         < f i e l d   i d = " a 6 1 c 9 a 6 6 - 1 5 0 a - 4 6 e 0 - 8 8 e 8 - f b 2 a 8 2 3 5 5 a c 0 "   n a m e = " M o b i l e "   t y p e = " "   o r d e r = " 9 9 9 "   e n t i t y I d = " 5 f 7 d 4 6 2 1 - b 7 8 3 - 4 d 8 6 - 9 c 8 9 - 2 c 6 a d 7 9 6 3 5 e a "   l i n k e d E n t i t y I d = " 0 0 0 0 0 0 0 0 - 0 0 0 0 - 0 0 0 0 - 0 0 0 0 - 0 0 0 0 0 0 0 0 0 0 0 0 "   l i n k e d F i e l d I d = " 0 0 0 0 0 0 0 0 - 0 0 0 0 - 0 0 0 0 - 0 0 0 0 - 0 0 0 0 0 0 0 0 0 0 0 0 "   l i n k e d F i e l d I n d e x = " 0 "   i n d e x = " 0 "   f i e l d T y p e = " q u e s t i o n "   f o r m a t E v a l u a t o r T y p e = " f o r m a t S t r i n g "   h i d d e n = " f a l s e " >  
             < m a p p i n g s / >  
         < / f i e l d >  
         < f i e l d   i d = " f 0 0 e 1 b 4 c - c e b 5 - 4 d f 9 - 8 5 e d - 1 d b 3 2 3 6 8 1 7 2 0 "   n a m e = " N a m e "   t y p e = " "   o r d e r = " 9 9 9 "   e n t i t y I d = " 5 f 7 d 4 6 2 1 - b 7 8 3 - 4 d 8 6 - 9 c 8 9 - 2 c 6 a d 7 9 6 3 5 e a "   l i n k e d E n t i t y I d = " 0 0 0 0 0 0 0 0 - 0 0 0 0 - 0 0 0 0 - 0 0 0 0 - 0 0 0 0 0 0 0 0 0 0 0 0 "   l i n k e d F i e l d I d = " 0 0 0 0 0 0 0 0 - 0 0 0 0 - 0 0 0 0 - 0 0 0 0 - 0 0 0 0 0 0 0 0 0 0 0 0 "   l i n k e d F i e l d I n d e x = " 0 "   i n d e x = " 0 "   f i e l d T y p e = " q u e s t i o n "   f o r m a t E v a l u a t o r T y p e = " f o r m a t S t r i n g "   h i d d e n = " f a l s e " >  
             < m a p p i n g s / >  
         < / f i e l d >  
         < f i e l d   i d = " 5 d 9 8 e 3 3 4 - 4 a f 6 - 4 a b 3 - 8 0 0 4 - 1 7 0 c c e d 3 7 b 2 8 "   n a m e = " R e f e r e n c e "   t y p e = " "   o r d e r = " 9 9 9 "   e n t i t y I d = " 5 f 7 d 4 6 2 1 - b 7 8 3 - 4 d 8 6 - 9 c 8 9 - 2 c 6 a d 7 9 6 3 5 e a "   l i n k e d E n t i t y I d = " 0 0 0 0 0 0 0 0 - 0 0 0 0 - 0 0 0 0 - 0 0 0 0 - 0 0 0 0 0 0 0 0 0 0 0 0 "   l i n k e d F i e l d I d = " 0 0 0 0 0 0 0 0 - 0 0 0 0 - 0 0 0 0 - 0 0 0 0 - 0 0 0 0 0 0 0 0 0 0 0 0 "   l i n k e d F i e l d I n d e x = " 0 "   i n d e x = " 0 "   f i e l d T y p e = " q u e s t i o n "   f o r m a t E v a l u a t o r T y p e = " f o r m a t S t r i n g "   h i d d e n = " f a l s e " >  
             < m a p p i n g s / >  
         < / f i e l d >  
         < f i e l d   i d = " 4 5 4 b 5 5 2 8 - 0 d 0 1 - 4 1 3 2 - a d 4 6 - 6 1 f 7 b 7 e 4 4 e 5 1 "   n a m e = " S u r n a m e "   t y p e = " "   o r d e r = " 9 9 9 "   e n t i t y I d = " 5 f 7 d 4 6 2 1 - b 7 8 3 - 4 d 8 6 - 9 c 8 9 - 2 c 6 a d 7 9 6 3 5 e a "   l i n k e d E n t i t y I d = " 0 0 0 0 0 0 0 0 - 0 0 0 0 - 0 0 0 0 - 0 0 0 0 - 0 0 0 0 0 0 0 0 0 0 0 0 "   l i n k e d F i e l d I d = " 0 0 0 0 0 0 0 0 - 0 0 0 0 - 0 0 0 0 - 0 0 0 0 - 0 0 0 0 0 0 0 0 0 0 0 0 "   l i n k e d F i e l d I n d e x = " 0 "   i n d e x = " 0 "   f i e l d T y p e = " q u e s t i o n "   f o r m a t E v a l u a t o r T y p e = " f o r m a t S t r i n g "   c o i D o c u m e n t F i e l d = " A d d r e s s e e _ S u r n a m e "   h i d d e n = " f a l s e " >  
             < m a p p i n g s / >  
         < / f i e l d >  
         < f i e l d   i d = " c 9 d 1 4 e 8 2 - d d 9 d - 4 2 9 e - 8 3 4 6 - b 3 1 c 0 3 1 7 1 6 0 d "   n a m e = " T e l e p h o n e   N u m b e r "   t y p e = " "   o r d e r = " 9 9 9 "   e n t i t y I d = " 5 f 7 d 4 6 2 1 - b 7 8 3 - 4 d 8 6 - 9 c 8 9 - 2 c 6 a d 7 9 6 3 5 e a "   l i n k e d E n t i t y I d = " 0 0 0 0 0 0 0 0 - 0 0 0 0 - 0 0 0 0 - 0 0 0 0 - 0 0 0 0 0 0 0 0 0 0 0 0 "   l i n k e d F i e l d I d = " 0 0 0 0 0 0 0 0 - 0 0 0 0 - 0 0 0 0 - 0 0 0 0 - 0 0 0 0 0 0 0 0 0 0 0 0 "   l i n k e d F i e l d I n d e x = " 0 "   i n d e x = " 0 "   f i e l d T y p e = " q u e s t i o n "   f o r m a t E v a l u a t o r T y p e = " f o r m a t S t r i n g "   h i d d e n = " f a l s e " >  
             < m a p p i n g s / >  
         < / f i e l d >  
         < f i e l d   i d = " a 4 d 2 d a 0 3 - e d 3 0 - 4 f 0 a - 8 8 3 8 - 0 4 a d 7 8 2 d 0 6 4 e "   n a m e = " T i t l e "   t y p e = " "   o r d e r = " 9 9 9 "   e n t i t y I d = " 5 f 7 d 4 6 2 1 - b 7 8 3 - 4 d 8 6 - 9 c 8 9 - 2 c 6 a d 7 9 6 3 5 e a "   l i n k e d E n t i t y I d = " 0 0 0 0 0 0 0 0 - 0 0 0 0 - 0 0 0 0 - 0 0 0 0 - 0 0 0 0 0 0 0 0 0 0 0 0 "   l i n k e d F i e l d I d = " 0 0 0 0 0 0 0 0 - 0 0 0 0 - 0 0 0 0 - 0 0 0 0 - 0 0 0 0 0 0 0 0 0 0 0 0 "   l i n k e d F i e l d I n d e x = " 0 "   i n d e x = " 0 "   f i e l d T y p e = " q u e s t i o n "   f o r m a t E v a l u a t o r T y p e = " f o r m a t S t r i n g "   c o i D o c u m e n t F i e l d = " A d d r e s s e e _ T i t l e "   h i d d e n = " f a l s e " >  
             < m a p p i n g s / >  
         < / f i e l d >  
         < f i e l d   i d = " 9 0 b 0 3 9 7 8 - e 2 1 7 - 4 e 3 2 - a 4 f e - a 3 2 c b a 5 7 d 1 8 6 "   n a m e = " T e x t "   t y p e = " "   o r d e r = " 9 9 9 "   e n t i t y I d = " 6 1 d 8 5 f 2 e - 1 5 d 6 - 4 e 0 d - 8 1 3 3 - 4 c b f d a f 1 c 2 5 8 "   l i n k e d E n t i t y I d = " 0 0 0 0 0 0 0 0 - 0 0 0 0 - 0 0 0 0 - 0 0 0 0 - 0 0 0 0 0 0 0 0 0 0 0 0 "   l i n k e d F i e l d I d = " 0 0 0 0 0 0 0 0 - 0 0 0 0 - 0 0 0 0 - 0 0 0 0 - 0 0 0 0 0 0 0 0 0 0 0 0 "   l i n k e d F i e l d I n d e x = " 0 "   i n d e x = " 0 "   f i e l d T y p e = " q u e s t i o n "   f o r m a t E v a l u a t o r T y p e = " f o r m a t S t r i n g "   h i d d e n = " f a l s e " >  
             < m a p p i n g s / >  
         < / f i e l d >  
         < f i e l d   i d = " c c 2 2 6 c f 8 - d 3 1 1 - 4 d 6 6 - a 9 e c - a 0 f 9 f 3 2 d c e 0 a "   n a m e = " A d d r e s s "   t y p e = " "   o r d e r = " 9 9 9 "   e n t i t y I d = " 7 0 1 c 3 6 9 0 - e e 8 6 - 4 b 4 f - 9 b c d - 6 6 f 1 3 a 7 4 f 3 3 c "   l i n k e d E n t i t y I d = " 0 0 0 0 0 0 0 0 - 0 0 0 0 - 0 0 0 0 - 0 0 0 0 - 0 0 0 0 0 0 0 0 0 0 0 0 "   l i n k e d F i e l d I d = " 0 0 0 0 0 0 0 0 - 0 0 0 0 - 0 0 0 0 - 0 0 0 0 - 0 0 0 0 0 0 0 0 0 0 0 0 "   l i n k e d F i e l d I n d e x = " 0 "   i n d e x = " 0 "   f i e l d T y p e = " q u e s t i o n "   f o r m a t E v a l u a t o r T y p e = " f o r m a t S t r i n g "   h i d d e n = " f a l s e " >  
             < m a p p i n g s / >  
         < / f i e l d >  
         < f i e l d   i d = " 4 e c a 2 d b 0 - 0 5 e 5 - 4 f a 9 - a d 2 a - 6 0 f e c e 1 c 9 5 7 9 "   n a m e = " C o m p a n y "   t y p e = " "   o r d e r = " 9 9 9 "   e n t i t y I d = " 7 0 1 c 3 6 9 0 - e e 8 6 - 4 b 4 f - 9 b c d - 6 6 f 1 3 a 7 4 f 3 3 c "   l i n k e d E n t i t y I d = " 0 0 0 0 0 0 0 0 - 0 0 0 0 - 0 0 0 0 - 0 0 0 0 - 0 0 0 0 0 0 0 0 0 0 0 0 "   l i n k e d F i e l d I d = " 0 0 0 0 0 0 0 0 - 0 0 0 0 - 0 0 0 0 - 0 0 0 0 - 0 0 0 0 0 0 0 0 0 0 0 0 "   l i n k e d F i e l d I n d e x = " 0 "   i n d e x = " 0 "   f i e l d T y p e = " q u e s t i o n "   f o r m a t E v a l u a t o r T y p e = " f o r m a t S t r i n g "   h i d d e n = " f a l s e " >  
             < m a p p i n g s / >  
         < / f i e l d >  
         < f i e l d   i d = " 3 8 3 a 6 e 4 c - c 1 3 0 - 4 8 6 d - 9 d 3 f - 9 2 e d b 3 9 d 1 3 d f "   n a m e = " E m a i l "   t y p e = " "   o r d e r = " 9 9 9 "   e n t i t y I d = " 7 0 1 c 3 6 9 0 - e e 8 6 - 4 b 4 f - 9 b c d - 6 6 f 1 3 a 7 4 f 3 3 c "   l i n k e d E n t i t y I d = " 0 0 0 0 0 0 0 0 - 0 0 0 0 - 0 0 0 0 - 0 0 0 0 - 0 0 0 0 0 0 0 0 0 0 0 0 "   l i n k e d F i e l d I d = " 0 0 0 0 0 0 0 0 - 0 0 0 0 - 0 0 0 0 - 0 0 0 0 - 0 0 0 0 0 0 0 0 0 0 0 0 "   l i n k e d F i e l d I n d e x = " 0 "   i n d e x = " 0 "   f i e l d T y p e = " q u e s t i o n "   f o r m a t E v a l u a t o r T y p e = " f o r m a t S t r i n g "   h i d d e n = " f a l s e " >  
             < m a p p i n g s / >  
         < / f i e l d >  
         < f i e l d   i d = " 1 0 e 7 9 f 0 c - e 1 7 0 - 4 9 c 0 - b 1 3 8 - 5 2 6 a b e 5 4 6 b 4 f "   n a m e = " F a x   N u m b e r "   t y p e = " "   o r d e r = " 9 9 9 "   e n t i t y I d = " 7 0 1 c 3 6 9 0 - e e 8 6 - 4 b 4 f - 9 b c d - 6 6 f 1 3 a 7 4 f 3 3 c "   l i n k e d E n t i t y I d = " 0 0 0 0 0 0 0 0 - 0 0 0 0 - 0 0 0 0 - 0 0 0 0 - 0 0 0 0 0 0 0 0 0 0 0 0 "   l i n k e d F i e l d I d = " 0 0 0 0 0 0 0 0 - 0 0 0 0 - 0 0 0 0 - 0 0 0 0 - 0 0 0 0 0 0 0 0 0 0 0 0 "   l i n k e d F i e l d I n d e x = " 0 "   i n d e x = " 0 "   f i e l d T y p e = " q u e s t i o n "   f o r m a t E v a l u a t o r T y p e = " f o r m a t S t r i n g "   h i d d e n = " f a l s e " >  
             < m a p p i n g s / >  
         < / f i e l d >  
         < f i e l d   i d = " b d a e 3 b 1 5 - 7 2 b 5 - 4 8 b c - 9 e 3 6 - 3 e f 5 c a 0 7 e e 2 3 "   n a m e = " F o r e n a m e "   t y p e = " "   o r d e r = " 9 9 9 "   e n t i t y I d = " 7 0 1 c 3 6 9 0 - e e 8 6 - 4 b 4 f - 9 b c d - 6 6 f 1 3 a 7 4 f 3 3 c "   l i n k e d E n t i t y I d = " 0 0 0 0 0 0 0 0 - 0 0 0 0 - 0 0 0 0 - 0 0 0 0 - 0 0 0 0 0 0 0 0 0 0 0 0 "   l i n k e d F i e l d I d = " 0 0 0 0 0 0 0 0 - 0 0 0 0 - 0 0 0 0 - 0 0 0 0 - 0 0 0 0 0 0 0 0 0 0 0 0 "   l i n k e d F i e l d I n d e x = " 0 "   i n d e x = " 0 "   f i e l d T y p e = " q u e s t i o n "   f o r m a t E v a l u a t o r T y p e = " f o r m a t S t r i n g "   c o i D o c u m e n t F i e l d = " A d d r e s s e e _ F o r e n a m e "   h i d d e n = " f a l s e " >  
             < m a p p i n g s / >  
         < / f i e l d >  
         < f i e l d   i d = " a d 4 7 3 b 1 4 - 4 5 c 6 - 4 7 2 7 - 8 b 7 a - c 0 b 9 e e 6 1 b 6 8 a "   n a m e = " I n i t i a l "   t y p e = " "   o r d e r = " 9 9 9 "   e n t i t y I d = " 7 0 1 c 3 6 9 0 - e e 8 6 - 4 b 4 f - 9 b c d - 6 6 f 1 3 a 7 4 f 3 3 c "   l i n k e d E n t i t y I d = " 0 0 0 0 0 0 0 0 - 0 0 0 0 - 0 0 0 0 - 0 0 0 0 - 0 0 0 0 0 0 0 0 0 0 0 0 "   l i n k e d F i e l d I d = " 0 0 0 0 0 0 0 0 - 0 0 0 0 - 0 0 0 0 - 0 0 0 0 - 0 0 0 0 0 0 0 0 0 0 0 0 "   l i n k e d F i e l d I n d e x = " 0 "   i n d e x = " 0 "   f i e l d T y p e = " q u e s t i o n "   f o r m a t E v a l u a t o r T y p e = " f o r m a t S t r i n g "   c o i D o c u m e n t F i e l d = " A d d r e s s e e _ I n i t i a l "   h i d d e n = " f a l s e " >  
             < m a p p i n g s / >  
         < / f i e l d >  
         < f i e l d   i d = " 4 e 2 1 8 1 2 3 - 2 9 3 b - 4 f e 1 - 8 2 a d - a 5 5 b 7 5 2 f 6 5 e 2 "   n a m e = " J o b   T i t l e "   t y p e = " "   o r d e r = " 9 9 9 "   e n t i t y I d = " 7 0 1 c 3 6 9 0 - e e 8 6 - 4 b 4 f - 9 b c d - 6 6 f 1 3 a 7 4 f 3 3 c "   l i n k e d E n t i t y I d = " 0 0 0 0 0 0 0 0 - 0 0 0 0 - 0 0 0 0 - 0 0 0 0 - 0 0 0 0 0 0 0 0 0 0 0 0 "   l i n k e d F i e l d I d = " 0 0 0 0 0 0 0 0 - 0 0 0 0 - 0 0 0 0 - 0 0 0 0 - 0 0 0 0 0 0 0 0 0 0 0 0 "   l i n k e d F i e l d I n d e x = " 0 "   i n d e x = " 0 "   f i e l d T y p e = " q u e s t i o n "   f o r m a t E v a l u a t o r T y p e = " f o r m a t S t r i n g "   h i d d e n = " f a l s e " >  
             < m a p p i n g s / >  
         < / f i e l d >  
         < f i e l d   i d = " a 6 1 c 9 a 6 6 - 1 5 0 a - 4 6 e 0 - 8 8 e 8 - f b 2 a 8 2 3 5 5 a c 0 "   n a m e = " M o b i l e "   t y p e = " "   o r d e r = " 9 9 9 "   e n t i t y I d = " 7 0 1 c 3 6 9 0 - e e 8 6 - 4 b 4 f - 9 b c d - 6 6 f 1 3 a 7 4 f 3 3 c "   l i n k e d E n t i t y I d = " 0 0 0 0 0 0 0 0 - 0 0 0 0 - 0 0 0 0 - 0 0 0 0 - 0 0 0 0 0 0 0 0 0 0 0 0 "   l i n k e d F i e l d I d = " 0 0 0 0 0 0 0 0 - 0 0 0 0 - 0 0 0 0 - 0 0 0 0 - 0 0 0 0 0 0 0 0 0 0 0 0 "   l i n k e d F i e l d I n d e x = " 0 "   i n d e x = " 0 "   f i e l d T y p e = " q u e s t i o n "   f o r m a t E v a l u a t o r T y p e = " f o r m a t S t r i n g "   h i d d e n = " f a l s e " >  
             < m a p p i n g s / >  
         < / f i e l d >  
         < f i e l d   i d = " f 0 0 e 1 b 4 c - c e b 5 - 4 d f 9 - 8 5 e d - 1 d b 3 2 3 6 8 1 7 2 0 "   n a m e = " N a m e "   t y p e = " "   o r d e r = " 9 9 9 "   e n t i t y I d = " 7 0 1 c 3 6 9 0 - e e 8 6 - 4 b 4 f - 9 b c d - 6 6 f 1 3 a 7 4 f 3 3 c "   l i n k e d E n t i t y I d = " 0 0 0 0 0 0 0 0 - 0 0 0 0 - 0 0 0 0 - 0 0 0 0 - 0 0 0 0 0 0 0 0 0 0 0 0 "   l i n k e d F i e l d I d = " 0 0 0 0 0 0 0 0 - 0 0 0 0 - 0 0 0 0 - 0 0 0 0 - 0 0 0 0 0 0 0 0 0 0 0 0 "   l i n k e d F i e l d I n d e x = " 0 "   i n d e x = " 0 "   f i e l d T y p e = " q u e s t i o n "   f o r m a t E v a l u a t o r T y p e = " f o r m a t S t r i n g "   h i d d e n = " f a l s e " >  
             < m a p p i n g s / >  
         < / f i e l d >  
         < f i e l d   i d = " 5 d 9 8 e 3 3 4 - 4 a f 6 - 4 a b 3 - 8 0 0 4 - 1 7 0 c c e d 3 7 b 2 8 "   n a m e = " R e f e r e n c e "   t y p e = " "   o r d e r = " 9 9 9 "   e n t i t y I d = " 7 0 1 c 3 6 9 0 - e e 8 6 - 4 b 4 f - 9 b c d - 6 6 f 1 3 a 7 4 f 3 3 c "   l i n k e d E n t i t y I d = " 0 0 0 0 0 0 0 0 - 0 0 0 0 - 0 0 0 0 - 0 0 0 0 - 0 0 0 0 0 0 0 0 0 0 0 0 "   l i n k e d F i e l d I d = " 0 0 0 0 0 0 0 0 - 0 0 0 0 - 0 0 0 0 - 0 0 0 0 - 0 0 0 0 0 0 0 0 0 0 0 0 "   l i n k e d F i e l d I n d e x = " 0 "   i n d e x = " 0 "   f i e l d T y p e = " q u e s t i o n "   f o r m a t E v a l u a t o r T y p e = " f o r m a t S t r i n g "   h i d d e n = " f a l s e " >  
             < m a p p i n g s / >  
         < / f i e l d >  
         < f i e l d   i d = " 4 5 4 b 5 5 2 8 - 0 d 0 1 - 4 1 3 2 - a d 4 6 - 6 1 f 7 b 7 e 4 4 e 5 1 "   n a m e = " S u r n a m e "   t y p e = " "   o r d e r = " 9 9 9 "   e n t i t y I d = " 7 0 1 c 3 6 9 0 - e e 8 6 - 4 b 4 f - 9 b c d - 6 6 f 1 3 a 7 4 f 3 3 c "   l i n k e d E n t i t y I d = " 0 0 0 0 0 0 0 0 - 0 0 0 0 - 0 0 0 0 - 0 0 0 0 - 0 0 0 0 0 0 0 0 0 0 0 0 "   l i n k e d F i e l d I d = " 0 0 0 0 0 0 0 0 - 0 0 0 0 - 0 0 0 0 - 0 0 0 0 - 0 0 0 0 0 0 0 0 0 0 0 0 "   l i n k e d F i e l d I n d e x = " 0 "   i n d e x = " 0 "   f i e l d T y p e = " q u e s t i o n "   f o r m a t E v a l u a t o r T y p e = " f o r m a t S t r i n g "   c o i D o c u m e n t F i e l d = " A d d r e s s e e _ S u r n a m e "   h i d d e n = " f a l s e " >  
             < m a p p i n g s / >  
         < / f i e l d >  
         < f i e l d   i d = " c 9 d 1 4 e 8 2 - d d 9 d - 4 2 9 e - 8 3 4 6 - b 3 1 c 0 3 1 7 1 6 0 d "   n a m e = " T e l e p h o n e   N u m b e r "   t y p e = " "   o r d e r = " 9 9 9 "   e n t i t y I d = " 7 0 1 c 3 6 9 0 - e e 8 6 - 4 b 4 f - 9 b c d - 6 6 f 1 3 a 7 4 f 3 3 c "   l i n k e d E n t i t y I d = " 0 0 0 0 0 0 0 0 - 0 0 0 0 - 0 0 0 0 - 0 0 0 0 - 0 0 0 0 0 0 0 0 0 0 0 0 "   l i n k e d F i e l d I d = " 0 0 0 0 0 0 0 0 - 0 0 0 0 - 0 0 0 0 - 0 0 0 0 - 0 0 0 0 0 0 0 0 0 0 0 0 "   l i n k e d F i e l d I n d e x = " 0 "   i n d e x = " 0 "   f i e l d T y p e = " q u e s t i o n "   f o r m a t E v a l u a t o r T y p e = " f o r m a t S t r i n g "   h i d d e n = " f a l s e " >  
             < m a p p i n g s / >  
         < / f i e l d >  
         < f i e l d   i d = " a 4 d 2 d a 0 3 - e d 3 0 - 4 f 0 a - 8 8 3 8 - 0 4 a d 7 8 2 d 0 6 4 e "   n a m e = " T i t l e "   t y p e = " "   o r d e r = " 9 9 9 "   e n t i t y I d = " 7 0 1 c 3 6 9 0 - e e 8 6 - 4 b 4 f - 9 b c d - 6 6 f 1 3 a 7 4 f 3 3 c "   l i n k e d E n t i t y I d = " 0 0 0 0 0 0 0 0 - 0 0 0 0 - 0 0 0 0 - 0 0 0 0 - 0 0 0 0 0 0 0 0 0 0 0 0 "   l i n k e d F i e l d I d = " 0 0 0 0 0 0 0 0 - 0 0 0 0 - 0 0 0 0 - 0 0 0 0 - 0 0 0 0 0 0 0 0 0 0 0 0 "   l i n k e d F i e l d I n d e x = " 0 "   i n d e x = " 0 "   f i e l d T y p e = " q u e s t i o n "   f o r m a t E v a l u a t o r T y p e = " f o r m a t S t r i n g "   c o i D o c u m e n t F i e l d = " A d d r e s s e e _ T i t l e "   h i d d e n = " f a l s e " >  
             < m a p p i n g s / >  
         < / f i e l d >  
         < f i e l d   i d = " 9 0 b 0 3 9 7 8 - e 2 1 7 - 4 e 3 2 - a 4 f e - a 3 2 c b a 5 7 d 1 8 6 "   n a m e = " T e x t "   t y p e = " "   o r d e r = " 9 9 9 "   e n t i t y I d = " 7 1 0 7 4 9 b c - 9 2 9 6 - 4 c 3 4 - 9 3 2 3 - e b 0 1 b 2 3 4 5 5 5 f "   l i n k e d E n t i t y I d = " 0 0 0 0 0 0 0 0 - 0 0 0 0 - 0 0 0 0 - 0 0 0 0 - 0 0 0 0 0 0 0 0 0 0 0 0 "   l i n k e d F i e l d I d = " 0 0 0 0 0 0 0 0 - 0 0 0 0 - 0 0 0 0 - 0 0 0 0 - 0 0 0 0 0 0 0 0 0 0 0 0 "   l i n k e d F i e l d I n d e x = " 0 "   i n d e x = " 0 "   f i e l d T y p e = " q u e s t i o n "   f o r m a t E v a l u a t o r T y p e = " f o r m a t S t r i n g "   h i d d e n = " f a l s e " > O r i g i n a l   L e n d e r < m a p p i n g s / > < / f i e l d >  
         < f i e l d   i d = " 9 a 9 2 6 9 a e - 1 d 5 b - 4 3 6 5 - 9 d a 1 - 6 3 7 c 5 f 3 3 0 a 8 f "   n a m e = " A u t h o r "   t y p e = " "   o r d e r = " 9 9 9 "   e n t i t y I d = " 7 b 6 1 9 7 8 0 - 5 b 3 e - 4 6 8 0 - 8 3 b e - 7 4 d 5 d 7 3 f 3 0 a 3 "   l i n k e d E n t i t y I d = " 0 0 0 0 0 0 0 0 - 0 0 0 0 - 0 0 0 0 - 0 0 0 0 - 0 0 0 0 0 0 0 0 0 0 0 0 "   l i n k e d F i e l d I d = " 0 0 0 0 0 0 0 0 - 0 0 0 0 - 0 0 0 0 - 0 0 0 0 - 0 0 0 0 0 0 0 0 0 0 0 0 "   l i n k e d F i e l d I n d e x = " 0 "   i n d e x = " 0 "   f i e l d T y p e = " q u e s t i o n "   f o r m a t E v a l u a t o r T y p e = " f o r m a t S t r i n g "   h i d d e n = " f a l s e " > a z r < m a p p i n g s / > < / f i e l d >  
         < f i e l d   i d = " a f 0 2 0 c 1 a - f 8 2 6 - 4 9 4 c - b b a a - 2 1 0 0 b 3 9 7 7 0 a 7 "   n a m e = " C l i e n t "   t y p e = " "   o r d e r = " 9 9 9 "   e n t i t y I d = " 7 b 6 1 9 7 8 0 - 5 b 3 e - 4 6 8 0 - 8 3 b e - 7 4 d 5 d 7 3 f 3 0 a 3 "   l i n k e d E n t i t y I d = " 0 0 0 0 0 0 0 0 - 0 0 0 0 - 0 0 0 0 - 0 0 0 0 - 0 0 0 0 0 0 0 0 0 0 0 0 "   l i n k e d F i e l d I d = " 0 0 0 0 0 0 0 0 - 0 0 0 0 - 0 0 0 0 - 0 0 0 0 - 0 0 0 0 0 0 0 0 0 0 0 0 "   l i n k e d F i e l d I n d e x = " 0 "   i n d e x = " 0 "   f i e l d T y p e = " q u e s t i o n "   f o r m a t E v a l u a t o r T y p e = " f o r m a t S t r i n g "   c o i D o c u m e n t F i e l d = " C l i e n t "   h i d d e n = " f a l s e " > 1 2 0 0 2 5 < m a p p i n g s / > < / f i e l d >  
         < f i e l d   i d = " d 1 a 0 c 0 3 d - 0 2 5 8 - 4 7 a c - b b 6 d - 4 5 8 a 7 8 e 5 6 4 7 4 "   n a m e = " C l i e n t N a m e "   t y p e = " "   o r d e r = " 9 9 9 "   e n t i t y I d = " 7 b 6 1 9 7 8 0 - 5 b 3 e - 4 6 8 0 - 8 3 b e - 7 4 d 5 d 7 3 f 3 0 a 3 "   l i n k e d E n t i t y I d = " 0 0 0 0 0 0 0 0 - 0 0 0 0 - 0 0 0 0 - 0 0 0 0 - 0 0 0 0 0 0 0 0 0 0 0 0 "   l i n k e d F i e l d I d = " 0 0 0 0 0 0 0 0 - 0 0 0 0 - 0 0 0 0 - 0 0 0 0 - 0 0 0 0 0 0 0 0 0 0 0 0 "   l i n k e d F i e l d I n d e x = " 0 "   i n d e x = " 0 "   f i e l d T y p e = " q u e s t i o n "   f o r m a t E v a l u a t o r T y p e = " f o r m a t S t r i n g "   c o i D o c u m e n t F i e l d = " C l i e n t N a m e "   h i d d e n = " f a l s e " > C M S   R e i c h - R o h r w i g   H a i n z   R e c h t s a n w a l t e   G m b H < m a p p i n g s / > < / f i e l d >  
         < f i e l d   i d = " 9 0 1 6 3 5 3 d - 0 a b 3 - 4 5 1 f - 9 8 2 8 - 3 f e e 9 6 c f 6 8 b a "   n a m e = " C o n n e c t e d "   t y p e = " S y s t e m . B o o l e a n ,   m s c o r l i b ,   V e r s i o n = 4 . 0 . 0 . 0 ,   C u l t u r e = n e u t r a l ,   P u b l i c K e y T o k e n = b 7 7 a 5 c 5 6 1 9 3 4 e 0 8 9 "   o r d e r = " 9 9 9 "   e n t i t y I d = " 7 b 6 1 9 7 8 0 - 5 b 3 e - 4 6 8 0 - 8 3 b e - 7 4 d 5 d 7 3 f 3 0 a 3 "   l i n k e d E n t i t y I d = " 0 0 0 0 0 0 0 0 - 0 0 0 0 - 0 0 0 0 - 0 0 0 0 - 0 0 0 0 0 0 0 0 0 0 0 0 "   l i n k e d F i e l d I d = " 0 0 0 0 0 0 0 0 - 0 0 0 0 - 0 0 0 0 - 0 0 0 0 - 0 0 0 0 0 0 0 0 0 0 0 0 "   l i n k e d F i e l d I n d e x = " 0 "   i n d e x = " 0 "   f i e l d T y p e = " q u e s t i o n "   f o r m a t E v a l u a t o r T y p e = " f o r m a t S t r i n g "   h i d d e n = " f a l s e " > T r u e < m a p p i n g s / > < / f i e l d >  
         < f i e l d   i d = " 2 4 0 3 d 3 4 2 - 5 3 3 b - 4 5 e 7 - 8 4 b 2 - 6 2 d 6 8 1 2 9 0 4 8 5 "   n a m e = " C r e a t e   n e w   v e r s i o n "   t y p e = " S y s t e m . B o o l e a n ,   m s c o r l i b ,   V e r s i o n = 4 . 0 . 0 . 0 ,   C u l t u r e = n e u t r a l ,   P u b l i c K e y T o k e n = b 7 7 a 5 c 5 6 1 9 3 4 e 0 8 9 "   o r d e r = " 9 9 9 "   e n t i t y I d = " 7 b 6 1 9 7 8 0 - 5 b 3 e - 4 6 8 0 - 8 3 b e - 7 4 d 5 d 7 3 f 3 0 a 3 "   l i n k e d E n t i t y I d = " 0 0 0 0 0 0 0 0 - 0 0 0 0 - 0 0 0 0 - 0 0 0 0 - 0 0 0 0 0 0 0 0 0 0 0 0 "   l i n k e d F i e l d I d = " 0 0 0 0 0 0 0 0 - 0 0 0 0 - 0 0 0 0 - 0 0 0 0 - 0 0 0 0 0 0 0 0 0 0 0 0 "   l i n k e d F i e l d I n d e x = " 0 "   i n d e x = " 0 "   f i e l d T y p e = " q u e s t i o n "   f o r m a t E v a l u a t o r T y p e = " f o r m a t S t r i n g "   h i d d e n = " f a l s e " > F a l s e < m a p p i n g s / > < / f i e l d >  
         < f i e l d   i d = " d 8 d 8 a 1 b 7 - 2 9 f 2 - 4 1 8 4 - b 4 b b - 9 4 e 8 6 8 1 1 b 1 d c "   n a m e = " D o c F o l d e r I d "   t y p e = " "   o r d e r = " 9 9 9 "   e n t i t y I d = " 7 b 6 1 9 7 8 0 - 5 b 3 e - 4 6 8 0 - 8 3 b e - 7 4 d 5 d 7 3 f 3 0 a 3 "   l i n k e d E n t i t y I d = " 0 0 0 0 0 0 0 0 - 0 0 0 0 - 0 0 0 0 - 0 0 0 0 - 0 0 0 0 0 0 0 0 0 0 0 0 "   l i n k e d F i e l d I d = " 0 0 0 0 0 0 0 0 - 0 0 0 0 - 0 0 0 0 - 0 0 0 0 - 0 0 0 0 0 0 0 0 0 0 0 0 "   l i n k e d F i e l d I n d e x = " 0 "   i n d e x = " 0 "   f i e l d T y p e = " q u e s t i o n "   f o r m a t E v a l u a t o r T y p e = " f o r m a t S t r i n g "   h i d d e n = " f a l s e " > 2 1 3 3 8 8 < m a p p i n g s / > < / f i e l d >  
         < f i e l d   i d = " 7 2 9 0 4 a 4 7 - 5 7 8 0 - 4 5 9 c - b e 7 a - 4 4 8 f 9 a d 8 d 6 b 4 "   n a m e = " D o c I d F o r m a t "   t y p e = " "   o r d e r = " 9 9 9 "   e n t i t y I d = " 7 b 6 1 9 7 8 0 - 5 b 3 e - 4 6 8 0 - 8 3 b e - 7 4 d 5 d 7 3 f 3 0 a 3 "   l i n k e d E n t i t y I d = " 7 b 6 1 9 7 8 0 - 5 b 3 e - 4 6 8 0 - 8 3 b e - 7 4 d 5 d 7 3 f 3 0 a 3 "   l i n k e d F i e l d I d = " 0 0 0 0 0 0 0 0 - 0 0 0 0 - 0 0 0 0 - 0 0 0 0 - 0 0 0 0 0 0 0 0 0 0 0 0 "   l i n k e d F i e l d I n d e x = " 0 "   i n d e x = " 0 "   f i e l d T y p e = " q u e s t i o n "   f o r m a t = " { D M S . L i b r a r y }   & a m p ;   & q u o t ;   -   & q u o t ;   & a m p ;   { D M S . D o c N u m b e r }   & a m p ;   & q u o t ; . & q u o t ;   & a m p ;   { D M S . D o c V e r s i o n } "   f o r m a t E v a l u a t o r T y p e = " e x p r e s s i o n "   h i d d e n = " f a l s e " >  
             < m a p p i n g s / >  
         < / f i e l d >  
         < f i e l d   i d = " a 1 f 2 3 1 e a - a 0 0 f - 4 6 0 6 - 9 f a b - d 2 a c d 8 5 9 d 3 a d "   n a m e = " D o c N u m b e r "   t y p e = " "   o r d e r = " 9 9 9 "   e n t i t y I d = " 7 b 6 1 9 7 8 0 - 5 b 3 e - 4 6 8 0 - 8 3 b e - 7 4 d 5 d 7 3 f 3 0 a 3 "   l i n k e d E n t i t y I d = " 0 0 0 0 0 0 0 0 - 0 0 0 0 - 0 0 0 0 - 0 0 0 0 - 0 0 0 0 0 0 0 0 0 0 0 0 "   l i n k e d F i e l d I d = " 0 0 0 0 0 0 0 0 - 0 0 0 0 - 0 0 0 0 - 0 0 0 0 - 0 0 0 0 0 0 0 0 0 0 0 0 "   l i n k e d F i e l d I n d e x = " 0 "   i n d e x = " 0 "   f i e l d T y p e = " q u e s t i o n "   f o r m a t E v a l u a t o r T y p e = " f o r m a t S t r i n g "   h i d d e n = " f a l s e " > 1 3 4 9 9 8 5 7 < m a p p i n g s / > < / f i e l d >  
         < f i e l d   i d = " 7 a b e a 0 f 8 - 4 6 b 7 - 4 9 6 8 - b b 1 2 - 0 4 a 8 9 9 f 0 d 7 7 8 "   n a m e = " D o c S u b T y p e "   t y p e = " "   o r d e r = " 9 9 9 "   e n t i t y I d = " 7 b 6 1 9 7 8 0 - 5 b 3 e - 4 6 8 0 - 8 3 b e - 7 4 d 5 d 7 3 f 3 0 a 3 "   l i n k e d E n t i t y I d = " 0 0 0 0 0 0 0 0 - 0 0 0 0 - 0 0 0 0 - 0 0 0 0 - 0 0 0 0 0 0 0 0 0 0 0 0 "   l i n k e d F i e l d I d = " 0 0 0 0 0 0 0 0 - 0 0 0 0 - 0 0 0 0 - 0 0 0 0 - 0 0 0 0 0 0 0 0 0 0 0 0 "   l i n k e d F i e l d I n d e x = " 0 "   i n d e x = " 0 "   f i e l d T y p e = " q u e s t i o n "   f o r m a t E v a l u a t o r T y p e = " f o r m a t S t r i n g "   h i d d e n = " f a l s e " >  
             < m a p p i n g s / >  
         < / f i e l d >  
         < f i e l d   i d = " 6 4 f f 0 0 3 6 - a 6 a f - 4 b 1 1 - a 4 e a - 4 0 2 a 2 f 2 7 3 e 2 1 "   n a m e = " D o c T y p e "   t y p e = " "   o r d e r = " 9 9 9 "   e n t i t y I d = " 7 b 6 1 9 7 8 0 - 5 b 3 e - 4 6 8 0 - 8 3 b e - 7 4 d 5 d 7 3 f 3 0 a 3 "   l i n k e d E n t i t y I d = " 0 0 0 0 0 0 0 0 - 0 0 0 0 - 0 0 0 0 - 0 0 0 0 - 0 0 0 0 0 0 0 0 0 0 0 0 "   l i n k e d F i e l d I d = " 0 0 0 0 0 0 0 0 - 0 0 0 0 - 0 0 0 0 - 0 0 0 0 - 0 0 0 0 0 0 0 0 0 0 0 0 "   l i n k e d F i e l d I n d e x = " 0 "   i n d e x = " 0 "   f i e l d T y p e = " q u e s t i o n "   f o r m a t E v a l u a t o r T y p e = " f o r m a t S t r i n g "   h i d d e n = " f a l s e " > A G R < m a p p i n g s / > < / f i e l d >  
         < f i e l d   i d = " c 9 0 9 4 b 9 c - 5 2 f d - 4 4 0 3 - b b 8 3 - 9 b b 3 a b 5 3 6 8 a d "   n a m e = " D o c V e r s i o n "   t y p e = " "   o r d e r = " 9 9 9 "   e n t i t y I d = " 7 b 6 1 9 7 8 0 - 5 b 3 e - 4 6 8 0 - 8 3 b e - 7 4 d 5 d 7 3 f 3 0 a 3 "   l i n k e d E n t i t y I d = " 0 0 0 0 0 0 0 0 - 0 0 0 0 - 0 0 0 0 - 0 0 0 0 - 0 0 0 0 0 0 0 0 0 0 0 0 "   l i n k e d F i e l d I d = " 0 0 0 0 0 0 0 0 - 0 0 0 0 - 0 0 0 0 - 0 0 0 0 - 0 0 0 0 0 0 0 0 0 0 0 0 "   l i n k e d F i e l d I n d e x = " 0 "   i n d e x = " 0 "   f i e l d T y p e = " q u e s t i o n "   f o r m a t E v a l u a t o r T y p e = " f o r m a t S t r i n g "   h i d d e n = " f a l s e " > 2 < m a p p i n g s / > < / f i e l d >  
         < f i e l d   i d = " 2 f e f 3 f 1 9 - 2 3 2 d - 4 1 4 2 - b 5 2 5 - 1 1 d 8 a 7 6 a 6 e 9 b "   n a m e = " L i b r a r y "   t y p e = " "   o r d e r = " 9 9 9 "   e n t i t y I d = " 7 b 6 1 9 7 8 0 - 5 b 3 e - 4 6 8 0 - 8 3 b e - 7 4 d 5 d 7 3 f 3 0 a 3 "   l i n k e d E n t i t y I d = " 0 0 0 0 0 0 0 0 - 0 0 0 0 - 0 0 0 0 - 0 0 0 0 - 0 0 0 0 0 0 0 0 0 0 0 0 "   l i n k e d F i e l d I d = " 0 0 0 0 0 0 0 0 - 0 0 0 0 - 0 0 0 0 - 0 0 0 0 - 0 0 0 0 0 0 0 0 0 0 0 0 "   l i n k e d F i e l d I n d e x = " 0 "   i n d e x = " 0 "   f i e l d T y p e = " q u e s t i o n "   f o r m a t E v a l u a t o r T y p e = " f o r m a t S t r i n g "   h i d d e n = " f a l s e " > P r a g u e < m a p p i n g s / > < / f i e l d >  
         < f i e l d   i d = " 3 6 2 d d c e b - 8 f c 2 - 4 e a d - b 5 3 5 - e d 9 e 8 3 5 9 8 3 8 4 "   n a m e = " M a t t e r "   t y p e = " "   o r d e r = " 9 9 9 "   e n t i t y I d = " 7 b 6 1 9 7 8 0 - 5 b 3 e - 4 6 8 0 - 8 3 b e - 7 4 d 5 d 7 3 f 3 0 a 3 "   l i n k e d E n t i t y I d = " 0 0 0 0 0 0 0 0 - 0 0 0 0 - 0 0 0 0 - 0 0 0 0 - 0 0 0 0 0 0 0 0 0 0 0 0 "   l i n k e d F i e l d I d = " 0 0 0 0 0 0 0 0 - 0 0 0 0 - 0 0 0 0 - 0 0 0 0 - 0 0 0 0 0 0 0 0 0 0 0 0 "   l i n k e d F i e l d I n d e x = " 0 "   i n d e x = " 0 "   f i e l d T y p e = " q u e s t i o n "   f o r m a t E v a l u a t o r T y p e = " f o r m a t S t r i n g "   c o i D o c u m e n t F i e l d = " M a t t e r "   h i d d e n = " f a l s e " > 0 0 7 1 1 < m a p p i n g s / > < / f i e l d >  
         < f i e l d   i d = " a 3 e e f 5 1 4 - 2 4 7 f - 4 2 8 1 - b 6 a 2 - 3 b 4 d 3 4 b c 6 8 c f "   n a m e = " M a t t e r N a m e "   t y p e = " "   o r d e r = " 9 9 9 "   e n t i t y I d = " 7 b 6 1 9 7 8 0 - 5 b 3 e - 4 6 8 0 - 8 3 b e - 7 4 d 5 d 7 3 f 3 0 a 3 "   l i n k e d E n t i t y I d = " 0 0 0 0 0 0 0 0 - 0 0 0 0 - 0 0 0 0 - 0 0 0 0 - 0 0 0 0 0 0 0 0 0 0 0 0 "   l i n k e d F i e l d I d = " 0 0 0 0 0 0 0 0 - 0 0 0 0 - 0 0 0 0 - 0 0 0 0 - 0 0 0 0 0 0 0 0 0 0 0 0 "   l i n k e d F i e l d I n d e x = " 0 "   i n d e x = " 0 "   f i e l d T y p e = " q u e s t i o n "   f o r m a t E v a l u a t o r T y p e = " f o r m a t S t r i n g "   c o i D o c u m e n t F i e l d = " M a t t e r N a m e "   h i d d e n = " f a l s e " > S e r b i a n   H i g h w a y   P r o j e c t < m a p p i n g s / > < / f i e l d >  
         < f i e l d   i d = " 0 1 a 5 9 1 9 e - 9 f 8 0 - 4 7 f 4 - 9 3 c 4 - a 9 7 8 7 8 0 8 8 c 9 c "   n a m e = " S e r v e r "   t y p e = " "   o r d e r = " 9 9 9 "   e n t i t y I d = " 7 b 6 1 9 7 8 0 - 5 b 3 e - 4 6 8 0 - 8 3 b e - 7 4 d 5 d 7 3 f 3 0 a 3 "   l i n k e d E n t i t y I d = " 0 0 0 0 0 0 0 0 - 0 0 0 0 - 0 0 0 0 - 0 0 0 0 - 0 0 0 0 0 0 0 0 0 0 0 0 "   l i n k e d F i e l d I d = " 0 0 0 0 0 0 0 0 - 0 0 0 0 - 0 0 0 0 - 0 0 0 0 - 0 0 0 0 0 0 0 0 0 0 0 0 "   l i n k e d F i e l d I n d e x = " 0 "   i n d e x = " 0 "   f i e l d T y p e = " q u e s t i o n "   f o r m a t E v a l u a t o r T y p e = " f o r m a t S t r i n g "   h i d d e n = " f a l s e " > P R A G U E _ D M S < m a p p i n g s / > < / f i e l d >  
         < f i e l d   i d = " a 0 0 2 e 7 8 a - 8 e 1 8 - 4 3 7 5 - b e f 7 - 9 f 6 8 7 e 9 3 1 f 6 5 "   n a m e = " T i t l e "   t y p e = " "   o r d e r = " 9 9 9 "   e n t i t y I d = " 7 b 6 1 9 7 8 0 - 5 b 3 e - 4 6 8 0 - 8 3 b e - 7 4 d 5 d 7 3 f 3 0 a 3 "   l i n k e d E n t i t y I d = " 0 0 0 0 0 0 0 0 - 0 0 0 0 - 0 0 0 0 - 0 0 0 0 - 0 0 0 0 0 0 0 0 0 0 0 0 "   l i n k e d F i e l d I d = " 0 0 0 0 0 0 0 0 - 0 0 0 0 - 0 0 0 0 - 0 0 0 0 - 0 0 0 0 0 0 0 0 0 0 0 0 "   l i n k e d F i e l d I n d e x = " 0 "   i n d e x = " 0 "   f i e l d T y p e = " q u e s t i o n "   f o r m a t E v a l u a t o r T y p e = " f o r m a t S t r i n g "   h i d d e n = " f a l s e " > S e r b i a n   H i g h w a y s _ L o a n   A g r e e m e n t _ e x e c u t i o n   v e r s i o n < m a p p i n g s / > < / f i e l d >  
         < f i e l d   i d = " 3 8 8 a 1 e 1 3 - 9 9 7 8 - 4 5 4 7 - 8 c 3 9 - 2 9 b 8 9 a 1 1 d 7 2 a "   n a m e = " W o r k s p a c e I d "   t y p e = " "   o r d e r = " 9 9 9 "   e n t i t y I d = " 7 b 6 1 9 7 8 0 - 5 b 3 e - 4 6 8 0 - 8 3 b e - 7 4 d 5 d 7 3 f 3 0 a 3 "   l i n k e d E n t i t y I d = " 0 0 0 0 0 0 0 0 - 0 0 0 0 - 0 0 0 0 - 0 0 0 0 - 0 0 0 0 0 0 0 0 0 0 0 0 "   l i n k e d F i e l d I d = " 0 0 0 0 0 0 0 0 - 0 0 0 0 - 0 0 0 0 - 0 0 0 0 - 0 0 0 0 0 0 0 0 0 0 0 0 "   l i n k e d F i e l d I n d e x = " 0 "   i n d e x = " 0 "   f i e l d T y p e = " q u e s t i o n "   f o r m a t E v a l u a t o r T y p e = " f o r m a t S t r i n g "   h i d d e n = " f a l s e " > 2 1 3 3 8 5 < m a p p i n g s / > < / f i e l d >  
         < f i e l d   i d = " 9 0 b 0 3 9 7 8 - e 2 1 7 - 4 e 3 2 - a 4 f e - a 3 2 c b a 5 7 d 1 8 6 "   n a m e = " T e x t "   t y p e = " "   o r d e r = " 9 9 9 "   e n t i t y I d = " 8 2 a 7 8 7 9 b - 1 c 5 5 - 4 2 7 3 - b 1 7 3 - 7 3 7 9 1 8 9 2 8 7 9 e "   l i n k e d E n t i t y I d = " 0 0 0 0 0 0 0 0 - 0 0 0 0 - 0 0 0 0 - 0 0 0 0 - 0 0 0 0 0 0 0 0 0 0 0 0 "   l i n k e d F i e l d I d = " 0 0 0 0 0 0 0 0 - 0 0 0 0 - 0 0 0 0 - 0 0 0 0 - 0 0 0 0 0 0 0 0 0 0 0 0 "   l i n k e d F i e l d I n d e x = " 0 "   i n d e x = " 0 "   f i e l d T y p e = " q u e s t i o n "   f o r m a t E v a l u a t o r T y p e = " f o r m a t S t r i n g "   h i d d e n = " f a l s e " >  
             < m a p p i n g s / >  
         < / f i e l d >  
         < f i e l d   i d = " b 7 c e f a 4 1 - f 9 d 1 - 4 f 7 3 - a b f 3 - c e 1 4 0 e 7 a 8 4 9 7 "   n a m e = " D a t e "   t y p e = " S y s t e m . D a t e T i m e ,   m s c o r l i b ,   V e r s i o n = 4 . 0 . 0 . 0 ,   C u l t u r e = n e u t r a l ,   P u b l i c K e y T o k e n = b 7 7 a 5 c 5 6 1 9 3 4 e 0 8 9 "   d a t a F o r m a t = " d   M M M M   y y y y "   o r d e r = " 9 9 9 "   e n t i t y I d = " 8 3 6 9 f c 0 0 - 1 6 5 3 - 4 8 6 b - 9 6 0 2 - 1 d 9 0 6 8 8 8 2 b a 0 "   l i n k e d E n t i t y I d = " 0 0 0 0 0 0 0 0 - 0 0 0 0 - 0 0 0 0 - 0 0 0 0 - 0 0 0 0 0 0 0 0 0 0 0 0 "   l i n k e d F i e l d I d = " 0 0 0 0 0 0 0 0 - 0 0 0 0 - 0 0 0 0 - 0 0 0 0 - 0 0 0 0 0 0 0 0 0 0 0 0 "   l i n k e d F i e l d I n d e x = " 0 "   i n d e x = " 0 "   f i e l d T y p e = " q u e s t i o n "   f o r m a t E v a l u a t o r T y p e = " f o r m a t S t r i n g "   h i d d e n = " f a l s e " >  
             < m a p p i n g s / >  
         < / f i e l d >  
         < f i e l d   i d = " 9 0 b 0 3 9 7 8 - e 2 1 7 - 4 e 3 2 - a 4 f e - a 3 2 c b a 5 7 d 1 8 6 "   n a m e = " T e x t "   t y p e = " "   o r d e r = " 9 9 9 "   e n t i t y I d = " 8 9 c 2 9 a e 3 - f 2 0 4 - 4 0 1 a - 8 d c d - 5 d a 0 b 4 6 4 8 3 6 a "   l i n k e d E n t i t y I d = " 0 0 0 0 0 0 0 0 - 0 0 0 0 - 0 0 0 0 - 0 0 0 0 - 0 0 0 0 0 0 0 0 0 0 0 0 "   l i n k e d F i e l d I d = " 0 0 0 0 0 0 0 0 - 0 0 0 0 - 0 0 0 0 - 0 0 0 0 - 0 0 0 0 0 0 0 0 0 0 0 0 "   l i n k e d F i e l d I n d e x = " 0 "   i n d e x = " 0 "   f i e l d T y p e = " q u e s t i o n "   f o r m a t E v a l u a t o r T y p e = " f o r m a t S t r i n g "   h i d d e n = " f a l s e " > O r i g i n a l   L e n d e r   a n d   B o o k r u n n e r < m a p p i n g s / > < / f i e l d >  
         < f i e l d   i d = " 9 0 b 0 3 9 7 8 - e 2 1 7 - 4 e 3 2 - a 4 f e - a 3 2 c b a 5 7 d 1 8 6 "   n a m e = " T e x t "   t y p e = " "   o r d e r = " 9 9 9 "   e n t i t y I d = " 9 b 5 4 4 6 2 e - 0 e 5 6 - 4 e a 5 - b 9 5 c - 9 3 8 c d d 9 9 7 4 5 2 "   l i n k e d E n t i t y I d = " 0 0 0 0 0 0 0 0 - 0 0 0 0 - 0 0 0 0 - 0 0 0 0 - 0 0 0 0 0 0 0 0 0 0 0 0 "   l i n k e d F i e l d I d = " 0 0 0 0 0 0 0 0 - 0 0 0 0 - 0 0 0 0 - 0 0 0 0 - 0 0 0 0 0 0 0 0 0 0 0 0 "   l i n k e d F i e l d I n d e x = " 0 "   i n d e x = " 0 "   f i e l d T y p e = " q u e s t i o n "   f o r m a t E v a l u a t o r T y p e = " f o r m a t S t r i n g "   h i d d e n = " f a l s e " >  
             < m a p p i n g s / >  
         < / f i e l d >  
         < f i e l d   i d = " c c 2 2 6 c f 8 - d 3 1 1 - 4 d 6 6 - a 9 e c - a 0 f 9 f 3 2 d c e 0 a "   n a m e = " A d d r e s s "   t y p e = " "   o r d e r = " 9 9 9 "   e n t i t y I d = " a f f c 4 9 7 f - 5 7 0 7 - 4 f 6 f - b 7 c 4 - 0 3 c d f 0 7 3 8 8 f 9 "   l i n k e d E n t i t y I d = " 0 0 0 0 0 0 0 0 - 0 0 0 0 - 0 0 0 0 - 0 0 0 0 - 0 0 0 0 0 0 0 0 0 0 0 0 "   l i n k e d F i e l d I d = " 0 0 0 0 0 0 0 0 - 0 0 0 0 - 0 0 0 0 - 0 0 0 0 - 0 0 0 0 0 0 0 0 0 0 0 0 "   l i n k e d F i e l d I n d e x = " 0 "   i n d e x = " 0 "   f i e l d T y p e = " q u e s t i o n "   f o r m a t E v a l u a t o r T y p e = " f o r m a t S t r i n g "   h i d d e n = " f a l s e " >  
             < m a p p i n g s / >  
         < / f i e l d >  
         < f i e l d   i d = " 4 e c a 2 d b 0 - 0 5 e 5 - 4 f a 9 - a d 2 a - 6 0 f e c e 1 c 9 5 7 9 "   n a m e = " C o m p a n y "   t y p e = " "   o r d e r = " 9 9 9 "   e n t i t y I d = " a f f c 4 9 7 f - 5 7 0 7 - 4 f 6 f - b 7 c 4 - 0 3 c d f 0 7 3 8 8 f 9 "   l i n k e d E n t i t y I d = " 0 0 0 0 0 0 0 0 - 0 0 0 0 - 0 0 0 0 - 0 0 0 0 - 0 0 0 0 0 0 0 0 0 0 0 0 "   l i n k e d F i e l d I d = " 0 0 0 0 0 0 0 0 - 0 0 0 0 - 0 0 0 0 - 0 0 0 0 - 0 0 0 0 0 0 0 0 0 0 0 0 "   l i n k e d F i e l d I n d e x = " 0 "   i n d e x = " 0 "   f i e l d T y p e = " q u e s t i o n "   f o r m a t E v a l u a t o r T y p e = " f o r m a t S t r i n g "   h i d d e n = " f a l s e " >  
             < m a p p i n g s / >  
         < / f i e l d >  
         < f i e l d   i d = " 3 8 3 a 6 e 4 c - c 1 3 0 - 4 8 6 d - 9 d 3 f - 9 2 e d b 3 9 d 1 3 d f "   n a m e = " E m a i l "   t y p e = " "   o r d e r = " 9 9 9 "   e n t i t y I d = " a f f c 4 9 7 f - 5 7 0 7 - 4 f 6 f - b 7 c 4 - 0 3 c d f 0 7 3 8 8 f 9 "   l i n k e d E n t i t y I d = " 0 0 0 0 0 0 0 0 - 0 0 0 0 - 0 0 0 0 - 0 0 0 0 - 0 0 0 0 0 0 0 0 0 0 0 0 "   l i n k e d F i e l d I d = " 0 0 0 0 0 0 0 0 - 0 0 0 0 - 0 0 0 0 - 0 0 0 0 - 0 0 0 0 0 0 0 0 0 0 0 0 "   l i n k e d F i e l d I n d e x = " 0 "   i n d e x = " 0 "   f i e l d T y p e = " q u e s t i o n "   f o r m a t E v a l u a t o r T y p e = " f o r m a t S t r i n g "   h i d d e n = " f a l s e " >  
             < m a p p i n g s / >  
         < / f i e l d >  
         < f i e l d   i d = " 1 0 e 7 9 f 0 c - e 1 7 0 - 4 9 c 0 - b 1 3 8 - 5 2 6 a b e 5 4 6 b 4 f "   n a m e = " F a x   N u m b e r "   t y p e = " "   o r d e r = " 9 9 9 "   e n t i t y I d = " a f f c 4 9 7 f - 5 7 0 7 - 4 f 6 f - b 7 c 4 - 0 3 c d f 0 7 3 8 8 f 9 "   l i n k e d E n t i t y I d = " 0 0 0 0 0 0 0 0 - 0 0 0 0 - 0 0 0 0 - 0 0 0 0 - 0 0 0 0 0 0 0 0 0 0 0 0 "   l i n k e d F i e l d I d = " 0 0 0 0 0 0 0 0 - 0 0 0 0 - 0 0 0 0 - 0 0 0 0 - 0 0 0 0 0 0 0 0 0 0 0 0 "   l i n k e d F i e l d I n d e x = " 0 "   i n d e x = " 0 "   f i e l d T y p e = " q u e s t i o n "   f o r m a t E v a l u a t o r T y p e = " f o r m a t S t r i n g "   h i d d e n = " f a l s e " >  
             < m a p p i n g s / >  
         < / f i e l d >  
         < f i e l d   i d = " b d a e 3 b 1 5 - 7 2 b 5 - 4 8 b c - 9 e 3 6 - 3 e f 5 c a 0 7 e e 2 3 "   n a m e = " F o r e n a m e "   t y p e = " "   o r d e r = " 9 9 9 "   e n t i t y I d = " a f f c 4 9 7 f - 5 7 0 7 - 4 f 6 f - b 7 c 4 - 0 3 c d f 0 7 3 8 8 f 9 "   l i n k e d E n t i t y I d = " 0 0 0 0 0 0 0 0 - 0 0 0 0 - 0 0 0 0 - 0 0 0 0 - 0 0 0 0 0 0 0 0 0 0 0 0 "   l i n k e d F i e l d I d = " 0 0 0 0 0 0 0 0 - 0 0 0 0 - 0 0 0 0 - 0 0 0 0 - 0 0 0 0 0 0 0 0 0 0 0 0 "   l i n k e d F i e l d I n d e x = " 0 "   i n d e x = " 0 "   f i e l d T y p e = " q u e s t i o n "   f o r m a t E v a l u a t o r T y p e = " f o r m a t S t r i n g "   c o i D o c u m e n t F i e l d = " A d d r e s s e e _ F o r e n a m e "   h i d d e n = " f a l s e " >  
             < m a p p i n g s / >  
         < / f i e l d >  
         < f i e l d   i d = " a d 4 7 3 b 1 4 - 4 5 c 6 - 4 7 2 7 - 8 b 7 a - c 0 b 9 e e 6 1 b 6 8 a "   n a m e = " I n i t i a l "   t y p e = " "   o r d e r = " 9 9 9 "   e n t i t y I d = " a f f c 4 9 7 f - 5 7 0 7 - 4 f 6 f - b 7 c 4 - 0 3 c d f 0 7 3 8 8 f 9 "   l i n k e d E n t i t y I d = " 0 0 0 0 0 0 0 0 - 0 0 0 0 - 0 0 0 0 - 0 0 0 0 - 0 0 0 0 0 0 0 0 0 0 0 0 "   l i n k e d F i e l d I d = " 0 0 0 0 0 0 0 0 - 0 0 0 0 - 0 0 0 0 - 0 0 0 0 - 0 0 0 0 0 0 0 0 0 0 0 0 "   l i n k e d F i e l d I n d e x = " 0 "   i n d e x = " 0 "   f i e l d T y p e = " q u e s t i o n "   f o r m a t E v a l u a t o r T y p e = " f o r m a t S t r i n g "   h i d d e n = " f a l s e " >  
             < m a p p i n g s / >  
         < / f i e l d >  
         < f i e l d   i d = " 4 e 2 1 8 1 2 3 - 2 9 3 b - 4 f e 1 - 8 2 a d - a 5 5 b 7 5 2 f 6 5 e 2 "   n a m e = " J o b   T i t l e "   t y p e = " "   o r d e r = " 9 9 9 "   e n t i t y I d = " a f f c 4 9 7 f - 5 7 0 7 - 4 f 6 f - b 7 c 4 - 0 3 c d f 0 7 3 8 8 f 9 "   l i n k e d E n t i t y I d = " 0 0 0 0 0 0 0 0 - 0 0 0 0 - 0 0 0 0 - 0 0 0 0 - 0 0 0 0 0 0 0 0 0 0 0 0 "   l i n k e d F i e l d I d = " 0 0 0 0 0 0 0 0 - 0 0 0 0 - 0 0 0 0 - 0 0 0 0 - 0 0 0 0 0 0 0 0 0 0 0 0 "   l i n k e d F i e l d I n d e x = " 0 "   i n d e x = " 0 "   f i e l d T y p e = " q u e s t i o n "   f o r m a t E v a l u a t o r T y p e = " f o r m a t S t r i n g "   h i d d e n = " f a l s e " >  
             < m a p p i n g s / >  
         < / f i e l d >  
         < f i e l d   i d = " a 6 1 c 9 a 6 6 - 1 5 0 a - 4 6 e 0 - 8 8 e 8 - f b 2 a 8 2 3 5 5 a c 0 "   n a m e = " M o b i l e "   t y p e = " "   o r d e r = " 9 9 9 "   e n t i t y I d = " a f f c 4 9 7 f - 5 7 0 7 - 4 f 6 f - b 7 c 4 - 0 3 c d f 0 7 3 8 8 f 9 "   l i n k e d E n t i t y I d = " 0 0 0 0 0 0 0 0 - 0 0 0 0 - 0 0 0 0 - 0 0 0 0 - 0 0 0 0 0 0 0 0 0 0 0 0 "   l i n k e d F i e l d I d = " 0 0 0 0 0 0 0 0 - 0 0 0 0 - 0 0 0 0 - 0 0 0 0 - 0 0 0 0 0 0 0 0 0 0 0 0 "   l i n k e d F i e l d I n d e x = " 0 "   i n d e x = " 0 "   f i e l d T y p e = " q u e s t i o n "   f o r m a t E v a l u a t o r T y p e = " f o r m a t S t r i n g "   h i d d e n = " f a l s e " >  
             < m a p p i n g s / >  
         < / f i e l d >  
         < f i e l d   i d = " f 0 0 e 1 b 4 c - c e b 5 - 4 d f 9 - 8 5 e d - 1 d b 3 2 3 6 8 1 7 2 0 "   n a m e = " N a m e "   t y p e = " "   o r d e r = " 9 9 9 "   e n t i t y I d = " a f f c 4 9 7 f - 5 7 0 7 - 4 f 6 f - b 7 c 4 - 0 3 c d f 0 7 3 8 8 f 9 "   l i n k e d E n t i t y I d = " 0 0 0 0 0 0 0 0 - 0 0 0 0 - 0 0 0 0 - 0 0 0 0 - 0 0 0 0 0 0 0 0 0 0 0 0 "   l i n k e d F i e l d I d = " 0 0 0 0 0 0 0 0 - 0 0 0 0 - 0 0 0 0 - 0 0 0 0 - 0 0 0 0 0 0 0 0 0 0 0 0 "   l i n k e d F i e l d I n d e x = " 0 "   i n d e x = " 0 "   f i e l d T y p e = " q u e s t i o n "   f o r m a t E v a l u a t o r T y p e = " f o r m a t S t r i n g "   h i d d e n = " f a l s e " > [ D E N I Z B A N K   A . ^. ] < m a p p i n g s / > < / f i e l d >  
         < f i e l d   i d = " 5 d 9 8 e 3 3 4 - 4 a f 6 - 4 a b 3 - 8 0 0 4 - 1 7 0 c c e d 3 7 b 2 8 "   n a m e = " R e f e r e n c e "   t y p e = " "   o r d e r = " 9 9 9 "   e n t i t y I d = " a f f c 4 9 7 f - 5 7 0 7 - 4 f 6 f - b 7 c 4 - 0 3 c d f 0 7 3 8 8 f 9 "   l i n k e d E n t i t y I d = " 0 0 0 0 0 0 0 0 - 0 0 0 0 - 0 0 0 0 - 0 0 0 0 - 0 0 0 0 0 0 0 0 0 0 0 0 "   l i n k e d F i e l d I d = " 0 0 0 0 0 0 0 0 - 0 0 0 0 - 0 0 0 0 - 0 0 0 0 - 0 0 0 0 0 0 0 0 0 0 0 0 "   l i n k e d F i e l d I n d e x = " 0 "   i n d e x = " 0 "   f i e l d T y p e = " q u e s t i o n "   f o r m a t E v a l u a t o r T y p e = " f o r m a t S t r i n g "   h i d d e n = " f a l s e " >  
             < m a p p i n g s / >  
         < / f i e l d >  
         < f i e l d   i d = " 4 5 4 b 5 5 2 8 - 0 d 0 1 - 4 1 3 2 - a d 4 6 - 6 1 f 7 b 7 e 4 4 e 5 1 "   n a m e = " S u r n a m e "   t y p e = " "   o r d e r = " 9 9 9 "   e n t i t y I d = " a f f c 4 9 7 f - 5 7 0 7 - 4 f 6 f - b 7 c 4 - 0 3 c d f 0 7 3 8 8 f 9 "   l i n k e d E n t i t y I d = " 0 0 0 0 0 0 0 0 - 0 0 0 0 - 0 0 0 0 - 0 0 0 0 - 0 0 0 0 0 0 0 0 0 0 0 0 "   l i n k e d F i e l d I d = " 0 0 0 0 0 0 0 0 - 0 0 0 0 - 0 0 0 0 - 0 0 0 0 - 0 0 0 0 0 0 0 0 0 0 0 0 "   l i n k e d F i e l d I n d e x = " 0 "   i n d e x = " 0 "   f i e l d T y p e = " q u e s t i o n "   f o r m a t E v a l u a t o r T y p e = " f o r m a t S t r i n g "   c o i D o c u m e n t F i e l d = " A d d r e s s e e _ S u r n a m e "   h i d d e n = " f a l s e " >  
             < m a p p i n g s / >  
         < / f i e l d >  
         < f i e l d   i d = " c 9 d 1 4 e 8 2 - d d 9 d - 4 2 9 e - 8 3 4 6 - b 3 1 c 0 3 1 7 1 6 0 d "   n a m e = " T e l e p h o n e   N u m b e r "   t y p e = " "   o r d e r = " 9 9 9 "   e n t i t y I d = " a f f c 4 9 7 f - 5 7 0 7 - 4 f 6 f - b 7 c 4 - 0 3 c d f 0 7 3 8 8 f 9 "   l i n k e d E n t i t y I d = " 0 0 0 0 0 0 0 0 - 0 0 0 0 - 0 0 0 0 - 0 0 0 0 - 0 0 0 0 0 0 0 0 0 0 0 0 "   l i n k e d F i e l d I d = " 0 0 0 0 0 0 0 0 - 0 0 0 0 - 0 0 0 0 - 0 0 0 0 - 0 0 0 0 0 0 0 0 0 0 0 0 "   l i n k e d F i e l d I n d e x = " 0 "   i n d e x = " 0 "   f i e l d T y p e = " q u e s t i o n "   f o r m a t E v a l u a t o r T y p e = " f o r m a t S t r i n g "   h i d d e n = " f a l s e " >  
             < m a p p i n g s / >  
         < / f i e l d >  
         < f i e l d   i d = " a 4 d 2 d a 0 3 - e d 3 0 - 4 f 0 a - 8 8 3 8 - 0 4 a d 7 8 2 d 0 6 4 e "   n a m e = " T i t l e "   t y p e = " "   o r d e r = " 9 9 9 "   e n t i t y I d = " a f f c 4 9 7 f - 5 7 0 7 - 4 f 6 f - b 7 c 4 - 0 3 c d f 0 7 3 8 8 f 9 "   l i n k e d E n t i t y I d = " 0 0 0 0 0 0 0 0 - 0 0 0 0 - 0 0 0 0 - 0 0 0 0 - 0 0 0 0 0 0 0 0 0 0 0 0 "   l i n k e d F i e l d I d = " 0 0 0 0 0 0 0 0 - 0 0 0 0 - 0 0 0 0 - 0 0 0 0 - 0 0 0 0 0 0 0 0 0 0 0 0 "   l i n k e d F i e l d I n d e x = " 0 "   i n d e x = " 0 "   f i e l d T y p e = " q u e s t i o n "   f o r m a t E v a l u a t o r T y p e = " f o r m a t S t r i n g "   h i d d e n = " f a l s e " >  
             < m a p p i n g s / >  
         < / f i e l d >  
         < f i e l d   i d = " c c 2 2 6 c f 8 - d 3 1 1 - 4 d 6 6 - a 9 e c - a 0 f 9 f 3 2 d c e 0 a "   n a m e = " A d d r e s s "   t y p e = " "   o r d e r = " 9 9 9 "   e n t i t y I d = " b 1 6 d 3 3 b 2 - b 2 d 1 - 4 b 3 a - b f 5 f - 1 8 2 6 5 e 6 a 0 b 1 e "   l i n k e d E n t i t y I d = " 0 0 0 0 0 0 0 0 - 0 0 0 0 - 0 0 0 0 - 0 0 0 0 - 0 0 0 0 0 0 0 0 0 0 0 0 "   l i n k e d F i e l d I d = " 0 0 0 0 0 0 0 0 - 0 0 0 0 - 0 0 0 0 - 0 0 0 0 - 0 0 0 0 0 0 0 0 0 0 0 0 "   l i n k e d F i e l d I n d e x = " 0 "   i n d e x = " 0 "   f i e l d T y p e = " q u e s t i o n "   f o r m a t E v a l u a t o r T y p e = " f o r m a t S t r i n g "   h i d d e n = " f a l s e " >  
             < m a p p i n g s / >  
         < / f i e l d >  
         < f i e l d   i d = " 4 e c a 2 d b 0 - 0 5 e 5 - 4 f a 9 - a d 2 a - 6 0 f e c e 1 c 9 5 7 9 "   n a m e = " C o m p a n y "   t y p e = " "   o r d e r = " 9 9 9 "   e n t i t y I d = " b 1 6 d 3 3 b 2 - b 2 d 1 - 4 b 3 a - b f 5 f - 1 8 2 6 5 e 6 a 0 b 1 e "   l i n k e d E n t i t y I d = " 0 0 0 0 0 0 0 0 - 0 0 0 0 - 0 0 0 0 - 0 0 0 0 - 0 0 0 0 0 0 0 0 0 0 0 0 "   l i n k e d F i e l d I d = " 0 0 0 0 0 0 0 0 - 0 0 0 0 - 0 0 0 0 - 0 0 0 0 - 0 0 0 0 0 0 0 0 0 0 0 0 "   l i n k e d F i e l d I n d e x = " 0 "   i n d e x = " 0 "   f i e l d T y p e = " q u e s t i o n "   f o r m a t E v a l u a t o r T y p e = " f o r m a t S t r i n g "   h i d d e n = " f a l s e " >  
             < m a p p i n g s / >  
         < / f i e l d >  
         < f i e l d   i d = " 3 8 3 a 6 e 4 c - c 1 3 0 - 4 8 6 d - 9 d 3 f - 9 2 e d b 3 9 d 1 3 d f "   n a m e = " E m a i l "   t y p e = " "   o r d e r = " 9 9 9 "   e n t i t y I d = " b 1 6 d 3 3 b 2 - b 2 d 1 - 4 b 3 a - b f 5 f - 1 8 2 6 5 e 6 a 0 b 1 e "   l i n k e d E n t i t y I d = " 0 0 0 0 0 0 0 0 - 0 0 0 0 - 0 0 0 0 - 0 0 0 0 - 0 0 0 0 0 0 0 0 0 0 0 0 "   l i n k e d F i e l d I d = " 0 0 0 0 0 0 0 0 - 0 0 0 0 - 0 0 0 0 - 0 0 0 0 - 0 0 0 0 0 0 0 0 0 0 0 0 "   l i n k e d F i e l d I n d e x = " 0 "   i n d e x = " 0 "   f i e l d T y p e = " q u e s t i o n "   f o r m a t E v a l u a t o r T y p e = " f o r m a t S t r i n g "   h i d d e n = " f a l s e " >  
             < m a p p i n g s / >  
         < / f i e l d >  
         < f i e l d   i d = " 1 0 e 7 9 f 0 c - e 1 7 0 - 4 9 c 0 - b 1 3 8 - 5 2 6 a b e 5 4 6 b 4 f "   n a m e = " F a x   N u m b e r "   t y p e = " "   o r d e r = " 9 9 9 "   e n t i t y I d = " b 1 6 d 3 3 b 2 - b 2 d 1 - 4 b 3 a - b f 5 f - 1 8 2 6 5 e 6 a 0 b 1 e "   l i n k e d E n t i t y I d = " 0 0 0 0 0 0 0 0 - 0 0 0 0 - 0 0 0 0 - 0 0 0 0 - 0 0 0 0 0 0 0 0 0 0 0 0 "   l i n k e d F i e l d I d = " 0 0 0 0 0 0 0 0 - 0 0 0 0 - 0 0 0 0 - 0 0 0 0 - 0 0 0 0 0 0 0 0 0 0 0 0 "   l i n k e d F i e l d I n d e x = " 0 "   i n d e x = " 0 "   f i e l d T y p e = " q u e s t i o n "   f o r m a t E v a l u a t o r T y p e = " f o r m a t S t r i n g "   h i d d e n = " f a l s e " >  
             < m a p p i n g s / >  
         < / f i e l d >  
         < f i e l d   i d = " b d a e 3 b 1 5 - 7 2 b 5 - 4 8 b c - 9 e 3 6 - 3 e f 5 c a 0 7 e e 2 3 "   n a m e = " F o r e n a m e "   t y p e = " "   o r d e r = " 9 9 9 "   e n t i t y I d = " b 1 6 d 3 3 b 2 - b 2 d 1 - 4 b 3 a - b f 5 f - 1 8 2 6 5 e 6 a 0 b 1 e "   l i n k e d E n t i t y I d = " 0 0 0 0 0 0 0 0 - 0 0 0 0 - 0 0 0 0 - 0 0 0 0 - 0 0 0 0 0 0 0 0 0 0 0 0 "   l i n k e d F i e l d I d = " 0 0 0 0 0 0 0 0 - 0 0 0 0 - 0 0 0 0 - 0 0 0 0 - 0 0 0 0 0 0 0 0 0 0 0 0 "   l i n k e d F i e l d I n d e x = " 0 "   i n d e x = " 0 "   f i e l d T y p e = " q u e s t i o n "   f o r m a t E v a l u a t o r T y p e = " f o r m a t S t r i n g "   c o i D o c u m e n t F i e l d = " A d d r e s s e e _ F o r e n a m e "   h i d d e n = " f a l s e " >  
             < m a p p i n g s / >  
         < / f i e l d >  
         < f i e l d   i d = " a d 4 7 3 b 1 4 - 4 5 c 6 - 4 7 2 7 - 8 b 7 a - c 0 b 9 e e 6 1 b 6 8 a "   n a m e = " I n i t i a l "   t y p e = " "   o r d e r = " 9 9 9 "   e n t i t y I d = " b 1 6 d 3 3 b 2 - b 2 d 1 - 4 b 3 a - b f 5 f - 1 8 2 6 5 e 6 a 0 b 1 e "   l i n k e d E n t i t y I d = " 0 0 0 0 0 0 0 0 - 0 0 0 0 - 0 0 0 0 - 0 0 0 0 - 0 0 0 0 0 0 0 0 0 0 0 0 "   l i n k e d F i e l d I d = " 0 0 0 0 0 0 0 0 - 0 0 0 0 - 0 0 0 0 - 0 0 0 0 - 0 0 0 0 0 0 0 0 0 0 0 0 "   l i n k e d F i e l d I n d e x = " 0 "   i n d e x = " 0 "   f i e l d T y p e = " q u e s t i o n "   f o r m a t E v a l u a t o r T y p e = " f o r m a t S t r i n g "   c o i D o c u m e n t F i e l d = " A d d r e s s e e _ I n i t i a l "   h i d d e n = " f a l s e " >  
             < m a p p i n g s / >  
         < / f i e l d >  
         < f i e l d   i d = " 4 e 2 1 8 1 2 3 - 2 9 3 b - 4 f e 1 - 8 2 a d - a 5 5 b 7 5 2 f 6 5 e 2 "   n a m e = " J o b   T i t l e "   t y p e = " "   o r d e r = " 9 9 9 "   e n t i t y I d = " b 1 6 d 3 3 b 2 - b 2 d 1 - 4 b 3 a - b f 5 f - 1 8 2 6 5 e 6 a 0 b 1 e "   l i n k e d E n t i t y I d = " 0 0 0 0 0 0 0 0 - 0 0 0 0 - 0 0 0 0 - 0 0 0 0 - 0 0 0 0 0 0 0 0 0 0 0 0 "   l i n k e d F i e l d I d = " 0 0 0 0 0 0 0 0 - 0 0 0 0 - 0 0 0 0 - 0 0 0 0 - 0 0 0 0 0 0 0 0 0 0 0 0 "   l i n k e d F i e l d I n d e x = " 0 "   i n d e x = " 0 "   f i e l d T y p e = " q u e s t i o n "   f o r m a t E v a l u a t o r T y p e = " f o r m a t S t r i n g "   h i d d e n = " f a l s e " >  
             < m a p p i n g s / >  
         < / f i e l d >  
         < f i e l d   i d = " a 6 1 c 9 a 6 6 - 1 5 0 a - 4 6 e 0 - 8 8 e 8 - f b 2 a 8 2 3 5 5 a c 0 "   n a m e = " M o b i l e "   t y p e = " "   o r d e r = " 9 9 9 "   e n t i t y I d = " b 1 6 d 3 3 b 2 - b 2 d 1 - 4 b 3 a - b f 5 f - 1 8 2 6 5 e 6 a 0 b 1 e "   l i n k e d E n t i t y I d = " 0 0 0 0 0 0 0 0 - 0 0 0 0 - 0 0 0 0 - 0 0 0 0 - 0 0 0 0 0 0 0 0 0 0 0 0 "   l i n k e d F i e l d I d = " 0 0 0 0 0 0 0 0 - 0 0 0 0 - 0 0 0 0 - 0 0 0 0 - 0 0 0 0 0 0 0 0 0 0 0 0 "   l i n k e d F i e l d I n d e x = " 0 "   i n d e x = " 0 "   f i e l d T y p e = " q u e s t i o n "   f o r m a t E v a l u a t o r T y p e = " f o r m a t S t r i n g "   h i d d e n = " f a l s e " >  
             < m a p p i n g s / >  
         < / f i e l d >  
         < f i e l d   i d = " f 0 0 e 1 b 4 c - c e b 5 - 4 d f 9 - 8 5 e d - 1 d b 3 2 3 6 8 1 7 2 0 "   n a m e = " N a m e "   t y p e = " "   o r d e r = " 9 9 9 "   e n t i t y I d = " b 1 6 d 3 3 b 2 - b 2 d 1 - 4 b 3 a - b f 5 f - 1 8 2 6 5 e 6 a 0 b 1 e "   l i n k e d E n t i t y I d = " 0 0 0 0 0 0 0 0 - 0 0 0 0 - 0 0 0 0 - 0 0 0 0 - 0 0 0 0 0 0 0 0 0 0 0 0 "   l i n k e d F i e l d I d = " 0 0 0 0 0 0 0 0 - 0 0 0 0 - 0 0 0 0 - 0 0 0 0 - 0 0 0 0 0 0 0 0 0 0 0 0 "   l i n k e d F i e l d I n d e x = " 0 "   i n d e x = " 0 "   f i e l d T y p e = " q u e s t i o n "   f o r m a t E v a l u a t o r T y p e = " f o r m a t S t r i n g "   h i d d e n = " f a l s e " > [ T . C .   Z I R A A T   B A N K A S I   A . ^. ] < m a p p i n g s / > < / f i e l d >  
         < f i e l d   i d = " 5 d 9 8 e 3 3 4 - 4 a f 6 - 4 a b 3 - 8 0 0 4 - 1 7 0 c c e d 3 7 b 2 8 "   n a m e = " R e f e r e n c e "   t y p e = " "   o r d e r = " 9 9 9 "   e n t i t y I d = " b 1 6 d 3 3 b 2 - b 2 d 1 - 4 b 3 a - b f 5 f - 1 8 2 6 5 e 6 a 0 b 1 e "   l i n k e d E n t i t y I d = " 0 0 0 0 0 0 0 0 - 0 0 0 0 - 0 0 0 0 - 0 0 0 0 - 0 0 0 0 0 0 0 0 0 0 0 0 "   l i n k e d F i e l d I d = " 0 0 0 0 0 0 0 0 - 0 0 0 0 - 0 0 0 0 - 0 0 0 0 - 0 0 0 0 0 0 0 0 0 0 0 0 "   l i n k e d F i e l d I n d e x = " 0 "   i n d e x = " 0 "   f i e l d T y p e = " q u e s t i o n "   f o r m a t E v a l u a t o r T y p e = " f o r m a t S t r i n g "   h i d d e n = " f a l s e " >  
             < m a p p i n g s / >  
         < / f i e l d >  
         < f i e l d   i d = " 4 5 4 b 5 5 2 8 - 0 d 0 1 - 4 1 3 2 - a d 4 6 - 6 1 f 7 b 7 e 4 4 e 5 1 "   n a m e = " S u r n a m e "   t y p e = " "   o r d e r = " 9 9 9 "   e n t i t y I d = " b 1 6 d 3 3 b 2 - b 2 d 1 - 4 b 3 a - b f 5 f - 1 8 2 6 5 e 6 a 0 b 1 e "   l i n k e d E n t i t y I d = " 0 0 0 0 0 0 0 0 - 0 0 0 0 - 0 0 0 0 - 0 0 0 0 - 0 0 0 0 0 0 0 0 0 0 0 0 "   l i n k e d F i e l d I d = " 0 0 0 0 0 0 0 0 - 0 0 0 0 - 0 0 0 0 - 0 0 0 0 - 0 0 0 0 0 0 0 0 0 0 0 0 "   l i n k e d F i e l d I n d e x = " 0 "   i n d e x = " 0 "   f i e l d T y p e = " q u e s t i o n "   f o r m a t E v a l u a t o r T y p e = " f o r m a t S t r i n g "   c o i D o c u m e n t F i e l d = " A d d r e s s e e _ S u r n a m e "   h i d d e n = " f a l s e " >  
             < m a p p i n g s / >  
         < / f i e l d >  
         < f i e l d   i d = " c 9 d 1 4 e 8 2 - d d 9 d - 4 2 9 e - 8 3 4 6 - b 3 1 c 0 3 1 7 1 6 0 d "   n a m e = " T e l e p h o n e   N u m b e r "   t y p e = " "   o r d e r = " 9 9 9 "   e n t i t y I d = " b 1 6 d 3 3 b 2 - b 2 d 1 - 4 b 3 a - b f 5 f - 1 8 2 6 5 e 6 a 0 b 1 e "   l i n k e d E n t i t y I d = " 0 0 0 0 0 0 0 0 - 0 0 0 0 - 0 0 0 0 - 0 0 0 0 - 0 0 0 0 0 0 0 0 0 0 0 0 "   l i n k e d F i e l d I d = " 0 0 0 0 0 0 0 0 - 0 0 0 0 - 0 0 0 0 - 0 0 0 0 - 0 0 0 0 0 0 0 0 0 0 0 0 "   l i n k e d F i e l d I n d e x = " 0 "   i n d e x = " 0 "   f i e l d T y p e = " q u e s t i o n "   f o r m a t E v a l u a t o r T y p e = " f o r m a t S t r i n g "   h i d d e n = " f a l s e " >  
             < m a p p i n g s / >  
         < / f i e l d >  
         < f i e l d   i d = " a 4 d 2 d a 0 3 - e d 3 0 - 4 f 0 a - 8 8 3 8 - 0 4 a d 7 8 2 d 0 6 4 e "   n a m e = " T i t l e "   t y p e = " "   o r d e r = " 9 9 9 "   e n t i t y I d = " b 1 6 d 3 3 b 2 - b 2 d 1 - 4 b 3 a - b f 5 f - 1 8 2 6 5 e 6 a 0 b 1 e "   l i n k e d E n t i t y I d = " 0 0 0 0 0 0 0 0 - 0 0 0 0 - 0 0 0 0 - 0 0 0 0 - 0 0 0 0 0 0 0 0 0 0 0 0 "   l i n k e d F i e l d I d = " 0 0 0 0 0 0 0 0 - 0 0 0 0 - 0 0 0 0 - 0 0 0 0 - 0 0 0 0 0 0 0 0 0 0 0 0 "   l i n k e d F i e l d I n d e x = " 0 "   i n d e x = " 0 "   f i e l d T y p e = " q u e s t i o n "   f o r m a t E v a l u a t o r T y p e = " f o r m a t S t r i n g "   c o i D o c u m e n t F i e l d = " A d d r e s s e e _ T i t l e "   h i d d e n = " f a l s e " >  
             < m a p p i n g s / >  
         < / f i e l d >  
         < f i e l d   i d = " c c 2 2 6 c f 8 - d 3 1 1 - 4 d 6 6 - a 9 e c - a 0 f 9 f 3 2 d c e 0 a "   n a m e = " A d d r e s s "   t y p e = " "   o r d e r = " 9 9 9 "   e n t i t y I d = " b 2 d 9 c 1 7 c - b 5 e 5 - 4 f b b - 9 1 9 3 - 9 d c 0 d d d 3 8 f 2 e "   l i n k e d E n t i t y I d = " 0 0 0 0 0 0 0 0 - 0 0 0 0 - 0 0 0 0 - 0 0 0 0 - 0 0 0 0 0 0 0 0 0 0 0 0 "   l i n k e d F i e l d I d = " 0 0 0 0 0 0 0 0 - 0 0 0 0 - 0 0 0 0 - 0 0 0 0 - 0 0 0 0 0 0 0 0 0 0 0 0 "   l i n k e d F i e l d I n d e x = " 0 "   i n d e x = " 0 "   f i e l d T y p e = " q u e s t i o n "   f o r m a t E v a l u a t o r T y p e = " f o r m a t S t r i n g "   h i d d e n = " f a l s e " >  
             < m a p p i n g s / >  
         < / f i e l d >  
         < f i e l d   i d = " 4 e c a 2 d b 0 - 0 5 e 5 - 4 f a 9 - a d 2 a - 6 0 f e c e 1 c 9 5 7 9 "   n a m e = " C o m p a n y "   t y p e = " "   o r d e r = " 9 9 9 "   e n t i t y I d = " b 2 d 9 c 1 7 c - b 5 e 5 - 4 f b b - 9 1 9 3 - 9 d c 0 d d d 3 8 f 2 e "   l i n k e d E n t i t y I d = " 0 0 0 0 0 0 0 0 - 0 0 0 0 - 0 0 0 0 - 0 0 0 0 - 0 0 0 0 0 0 0 0 0 0 0 0 "   l i n k e d F i e l d I d = " 0 0 0 0 0 0 0 0 - 0 0 0 0 - 0 0 0 0 - 0 0 0 0 - 0 0 0 0 0 0 0 0 0 0 0 0 "   l i n k e d F i e l d I n d e x = " 0 "   i n d e x = " 0 "   f i e l d T y p e = " q u e s t i o n "   f o r m a t E v a l u a t o r T y p e = " f o r m a t S t r i n g "   h i d d e n = " f a l s e " >  
             < m a p p i n g s / >  
         < / f i e l d >  
         < f i e l d   i d = " 3 8 3 a 6 e 4 c - c 1 3 0 - 4 8 6 d - 9 d 3 f - 9 2 e d b 3 9 d 1 3 d f "   n a m e = " E m a i l "   t y p e = " "   o r d e r = " 9 9 9 "   e n t i t y I d = " b 2 d 9 c 1 7 c - b 5 e 5 - 4 f b b - 9 1 9 3 - 9 d c 0 d d d 3 8 f 2 e "   l i n k e d E n t i t y I d = " 0 0 0 0 0 0 0 0 - 0 0 0 0 - 0 0 0 0 - 0 0 0 0 - 0 0 0 0 0 0 0 0 0 0 0 0 "   l i n k e d F i e l d I d = " 0 0 0 0 0 0 0 0 - 0 0 0 0 - 0 0 0 0 - 0 0 0 0 - 0 0 0 0 0 0 0 0 0 0 0 0 "   l i n k e d F i e l d I n d e x = " 0 "   i n d e x = " 0 "   f i e l d T y p e = " q u e s t i o n "   f o r m a t E v a l u a t o r T y p e = " f o r m a t S t r i n g "   h i d d e n = " f a l s e " >  
             < m a p p i n g s / >  
         < / f i e l d >  
         < f i e l d   i d = " 1 0 e 7 9 f 0 c - e 1 7 0 - 4 9 c 0 - b 1 3 8 - 5 2 6 a b e 5 4 6 b 4 f "   n a m e = " F a x   N u m b e r "   t y p e = " "   o r d e r = " 9 9 9 "   e n t i t y I d = " b 2 d 9 c 1 7 c - b 5 e 5 - 4 f b b - 9 1 9 3 - 9 d c 0 d d d 3 8 f 2 e "   l i n k e d E n t i t y I d = " 0 0 0 0 0 0 0 0 - 0 0 0 0 - 0 0 0 0 - 0 0 0 0 - 0 0 0 0 0 0 0 0 0 0 0 0 "   l i n k e d F i e l d I d = " 0 0 0 0 0 0 0 0 - 0 0 0 0 - 0 0 0 0 - 0 0 0 0 - 0 0 0 0 0 0 0 0 0 0 0 0 "   l i n k e d F i e l d I n d e x = " 0 "   i n d e x = " 0 "   f i e l d T y p e = " q u e s t i o n "   f o r m a t E v a l u a t o r T y p e = " f o r m a t S t r i n g "   h i d d e n = " f a l s e " >  
             < m a p p i n g s / >  
         < / f i e l d >  
         < f i e l d   i d = " b d a e 3 b 1 5 - 7 2 b 5 - 4 8 b c - 9 e 3 6 - 3 e f 5 c a 0 7 e e 2 3 "   n a m e = " F o r e n a m e "   t y p e = " "   o r d e r = " 9 9 9 "   e n t i t y I d = " b 2 d 9 c 1 7 c - b 5 e 5 - 4 f b b - 9 1 9 3 - 9 d c 0 d d d 3 8 f 2 e "   l i n k e d E n t i t y I d = " 0 0 0 0 0 0 0 0 - 0 0 0 0 - 0 0 0 0 - 0 0 0 0 - 0 0 0 0 0 0 0 0 0 0 0 0 "   l i n k e d F i e l d I d = " 0 0 0 0 0 0 0 0 - 0 0 0 0 - 0 0 0 0 - 0 0 0 0 - 0 0 0 0 0 0 0 0 0 0 0 0 "   l i n k e d F i e l d I n d e x = " 0 "   i n d e x = " 0 "   f i e l d T y p e = " q u e s t i o n "   f o r m a t E v a l u a t o r T y p e = " f o r m a t S t r i n g "   c o i D o c u m e n t F i e l d = " A d d r e s s e e _ F o r e n a m e "   h i d d e n = " f a l s e " >  
             < m a p p i n g s / >  
         < / f i e l d >  
         < f i e l d   i d = " a d 4 7 3 b 1 4 - 4 5 c 6 - 4 7 2 7 - 8 b 7 a - c 0 b 9 e e 6 1 b 6 8 a "   n a m e = " I n i t i a l "   t y p e = " "   o r d e r = " 9 9 9 "   e n t i t y I d = " b 2 d 9 c 1 7 c - b 5 e 5 - 4 f b b - 9 1 9 3 - 9 d c 0 d d d 3 8 f 2 e "   l i n k e d E n t i t y I d = " 0 0 0 0 0 0 0 0 - 0 0 0 0 - 0 0 0 0 - 0 0 0 0 - 0 0 0 0 0 0 0 0 0 0 0 0 "   l i n k e d F i e l d I d = " 0 0 0 0 0 0 0 0 - 0 0 0 0 - 0 0 0 0 - 0 0 0 0 - 0 0 0 0 0 0 0 0 0 0 0 0 "   l i n k e d F i e l d I n d e x = " 0 "   i n d e x = " 0 "   f i e l d T y p e = " q u e s t i o n "   f o r m a t E v a l u a t o r T y p e = " f o r m a t S t r i n g "   c o i D o c u m e n t F i e l d = " A d d r e s s e e _ I n i t i a l "   h i d d e n = " f a l s e " >  
             < m a p p i n g s / >  
         < / f i e l d >  
         < f i e l d   i d = " 4 e 2 1 8 1 2 3 - 2 9 3 b - 4 f e 1 - 8 2 a d - a 5 5 b 7 5 2 f 6 5 e 2 "   n a m e = " J o b   T i t l e "   t y p e = " "   o r d e r = " 9 9 9 "   e n t i t y I d = " b 2 d 9 c 1 7 c - b 5 e 5 - 4 f b b - 9 1 9 3 - 9 d c 0 d d d 3 8 f 2 e "   l i n k e d E n t i t y I d = " 0 0 0 0 0 0 0 0 - 0 0 0 0 - 0 0 0 0 - 0 0 0 0 - 0 0 0 0 0 0 0 0 0 0 0 0 "   l i n k e d F i e l d I d = " 0 0 0 0 0 0 0 0 - 0 0 0 0 - 0 0 0 0 - 0 0 0 0 - 0 0 0 0 0 0 0 0 0 0 0 0 "   l i n k e d F i e l d I n d e x = " 0 "   i n d e x = " 0 "   f i e l d T y p e = " q u e s t i o n "   f o r m a t E v a l u a t o r T y p e = " f o r m a t S t r i n g "   h i d d e n = " f a l s e " >  
             < m a p p i n g s / >  
         < / f i e l d >  
         < f i e l d   i d = " a 6 1 c 9 a 6 6 - 1 5 0 a - 4 6 e 0 - 8 8 e 8 - f b 2 a 8 2 3 5 5 a c 0 "   n a m e = " M o b i l e "   t y p e = " "   o r d e r = " 9 9 9 "   e n t i t y I d = " b 2 d 9 c 1 7 c - b 5 e 5 - 4 f b b - 9 1 9 3 - 9 d c 0 d d d 3 8 f 2 e "   l i n k e d E n t i t y I d = " 0 0 0 0 0 0 0 0 - 0 0 0 0 - 0 0 0 0 - 0 0 0 0 - 0 0 0 0 0 0 0 0 0 0 0 0 "   l i n k e d F i e l d I d = " 0 0 0 0 0 0 0 0 - 0 0 0 0 - 0 0 0 0 - 0 0 0 0 - 0 0 0 0 0 0 0 0 0 0 0 0 "   l i n k e d F i e l d I n d e x = " 0 "   i n d e x = " 0 "   f i e l d T y p e = " q u e s t i o n "   f o r m a t E v a l u a t o r T y p e = " f o r m a t S t r i n g "   h i d d e n = " f a l s e " >  
             < m a p p i n g s / >  
         < / f i e l d >  
         < f i e l d   i d = " f 0 0 e 1 b 4 c - c e b 5 - 4 d f 9 - 8 5 e d - 1 d b 3 2 3 6 8 1 7 2 0 "   n a m e = " N a m e "   t y p e = " "   o r d e r = " 9 9 9 "   e n t i t y I d = " b 2 d 9 c 1 7 c - b 5 e 5 - 4 f b b - 9 1 9 3 - 9 d c 0 d d d 3 8 f 2 e "   l i n k e d E n t i t y I d = " 0 0 0 0 0 0 0 0 - 0 0 0 0 - 0 0 0 0 - 0 0 0 0 - 0 0 0 0 0 0 0 0 0 0 0 0 "   l i n k e d F i e l d I d = " 0 0 0 0 0 0 0 0 - 0 0 0 0 - 0 0 0 0 - 0 0 0 0 - 0 0 0 0 0 0 0 0 0 0 0 0 "   l i n k e d F i e l d I n d e x = " 0 "   i n d e x = " 0 "   f i e l d T y p e = " q u e s t i o n "   f o r m a t E v a l u a t o r T y p e = " f o r m a t S t r i n g "   h i d d e n = " f a l s e " >  
             < m a p p i n g s / >  
         < / f i e l d >  
         < f i e l d   i d = " 5 d 9 8 e 3 3 4 - 4 a f 6 - 4 a b 3 - 8 0 0 4 - 1 7 0 c c e d 3 7 b 2 8 "   n a m e = " R e f e r e n c e "   t y p e = " "   o r d e r = " 9 9 9 "   e n t i t y I d = " b 2 d 9 c 1 7 c - b 5 e 5 - 4 f b b - 9 1 9 3 - 9 d c 0 d d d 3 8 f 2 e "   l i n k e d E n t i t y I d = " 0 0 0 0 0 0 0 0 - 0 0 0 0 - 0 0 0 0 - 0 0 0 0 - 0 0 0 0 0 0 0 0 0 0 0 0 "   l i n k e d F i e l d I d = " 0 0 0 0 0 0 0 0 - 0 0 0 0 - 0 0 0 0 - 0 0 0 0 - 0 0 0 0 0 0 0 0 0 0 0 0 "   l i n k e d F i e l d I n d e x = " 0 "   i n d e x = " 0 "   f i e l d T y p e = " q u e s t i o n "   f o r m a t E v a l u a t o r T y p e = " f o r m a t S t r i n g "   h i d d e n = " f a l s e " >  
             < m a p p i n g s / >  
         < / f i e l d >  
         < f i e l d   i d = " 4 5 4 b 5 5 2 8 - 0 d 0 1 - 4 1 3 2 - a d 4 6 - 6 1 f 7 b 7 e 4 4 e 5 1 "   n a m e = " S u r n a m e "   t y p e = " "   o r d e r = " 9 9 9 "   e n t i t y I d = " b 2 d 9 c 1 7 c - b 5 e 5 - 4 f b b - 9 1 9 3 - 9 d c 0 d d d 3 8 f 2 e "   l i n k e d E n t i t y I d = " 0 0 0 0 0 0 0 0 - 0 0 0 0 - 0 0 0 0 - 0 0 0 0 - 0 0 0 0 0 0 0 0 0 0 0 0 "   l i n k e d F i e l d I d = " 0 0 0 0 0 0 0 0 - 0 0 0 0 - 0 0 0 0 - 0 0 0 0 - 0 0 0 0 0 0 0 0 0 0 0 0 "   l i n k e d F i e l d I n d e x = " 0 "   i n d e x = " 0 "   f i e l d T y p e = " q u e s t i o n "   f o r m a t E v a l u a t o r T y p e = " f o r m a t S t r i n g "   c o i D o c u m e n t F i e l d = " A d d r e s s e e _ S u r n a m e "   h i d d e n = " f a l s e " >  
             < m a p p i n g s / >  
         < / f i e l d >  
         < f i e l d   i d = " c 9 d 1 4 e 8 2 - d d 9 d - 4 2 9 e - 8 3 4 6 - b 3 1 c 0 3 1 7 1 6 0 d "   n a m e = " T e l e p h o n e   N u m b e r "   t y p e = " "   o r d e r = " 9 9 9 "   e n t i t y I d = " b 2 d 9 c 1 7 c - b 5 e 5 - 4 f b b - 9 1 9 3 - 9 d c 0 d d d 3 8 f 2 e "   l i n k e d E n t i t y I d = " 0 0 0 0 0 0 0 0 - 0 0 0 0 - 0 0 0 0 - 0 0 0 0 - 0 0 0 0 0 0 0 0 0 0 0 0 "   l i n k e d F i e l d I d = " 0 0 0 0 0 0 0 0 - 0 0 0 0 - 0 0 0 0 - 0 0 0 0 - 0 0 0 0 0 0 0 0 0 0 0 0 "   l i n k e d F i e l d I n d e x = " 0 "   i n d e x = " 0 "   f i e l d T y p e = " q u e s t i o n "   f o r m a t E v a l u a t o r T y p e = " f o r m a t S t r i n g "   h i d d e n = " f a l s e " >  
             < m a p p i n g s / >  
         < / f i e l d >  
         < f i e l d   i d = " a 4 d 2 d a 0 3 - e d 3 0 - 4 f 0 a - 8 8 3 8 - 0 4 a d 7 8 2 d 0 6 4 e "   n a m e = " T i t l e "   t y p e = " "   o r d e r = " 9 9 9 "   e n t i t y I d = " b 2 d 9 c 1 7 c - b 5 e 5 - 4 f b b - 9 1 9 3 - 9 d c 0 d d d 3 8 f 2 e "   l i n k e d E n t i t y I d = " 0 0 0 0 0 0 0 0 - 0 0 0 0 - 0 0 0 0 - 0 0 0 0 - 0 0 0 0 0 0 0 0 0 0 0 0 "   l i n k e d F i e l d I d = " 0 0 0 0 0 0 0 0 - 0 0 0 0 - 0 0 0 0 - 0 0 0 0 - 0 0 0 0 0 0 0 0 0 0 0 0 "   l i n k e d F i e l d I n d e x = " 0 "   i n d e x = " 0 "   f i e l d T y p e = " q u e s t i o n "   f o r m a t E v a l u a t o r T y p e = " f o r m a t S t r i n g "   c o i D o c u m e n t F i e l d = " A d d r e s s e e _ T i t l e "   h i d d e n = " f a l s e " >  
             < m a p p i n g s / >  
         < / f i e l d >  
         < f i e l d   i d = " c c 2 2 6 c f 8 - d 3 1 1 - 4 d 6 6 - a 9 e c - a 0 f 9 f 3 2 d c e 0 a "   n a m e = " A d d r e s s "   t y p e = " "   o r d e r = " 9 9 9 "   e n t i t y I d = " d 1 c 1 b 0 b a - 1 a d 7 - 4 e 2 6 - a f 7 6 - 9 b 4 b 9 e c 6 8 c 7 6 "   l i n k e d E n t i t y I d = " 0 0 0 0 0 0 0 0 - 0 0 0 0 - 0 0 0 0 - 0 0 0 0 - 0 0 0 0 0 0 0 0 0 0 0 0 "   l i n k e d F i e l d I d = " 0 0 0 0 0 0 0 0 - 0 0 0 0 - 0 0 0 0 - 0 0 0 0 - 0 0 0 0 0 0 0 0 0 0 0 0 "   l i n k e d F i e l d I n d e x = " 0 "   i n d e x = " 0 "   f i e l d T y p e = " q u e s t i o n "   f o r m a t E v a l u a t o r T y p e = " f o r m a t S t r i n g "   h i d d e n = " f a l s e " >  
             < m a p p i n g s / >  
         < / f i e l d >  
         < f i e l d   i d = " 4 e c a 2 d b 0 - 0 5 e 5 - 4 f a 9 - a d 2 a - 6 0 f e c e 1 c 9 5 7 9 "   n a m e = " C o m p a n y "   t y p e = " "   o r d e r = " 9 9 9 "   e n t i t y I d = " d 1 c 1 b 0 b a - 1 a d 7 - 4 e 2 6 - a f 7 6 - 9 b 4 b 9 e c 6 8 c 7 6 "   l i n k e d E n t i t y I d = " 0 0 0 0 0 0 0 0 - 0 0 0 0 - 0 0 0 0 - 0 0 0 0 - 0 0 0 0 0 0 0 0 0 0 0 0 "   l i n k e d F i e l d I d = " 0 0 0 0 0 0 0 0 - 0 0 0 0 - 0 0 0 0 - 0 0 0 0 - 0 0 0 0 0 0 0 0 0 0 0 0 "   l i n k e d F i e l d I n d e x = " 0 "   i n d e x = " 0 "   f i e l d T y p e = " q u e s t i o n "   f o r m a t E v a l u a t o r T y p e = " f o r m a t S t r i n g "   h i d d e n = " f a l s e " >  
             < m a p p i n g s / >  
         < / f i e l d >  
         < f i e l d   i d = " 3 8 3 a 6 e 4 c - c 1 3 0 - 4 8 6 d - 9 d 3 f - 9 2 e d b 3 9 d 1 3 d f "   n a m e = " E m a i l "   t y p e = " "   o r d e r = " 9 9 9 "   e n t i t y I d = " d 1 c 1 b 0 b a - 1 a d 7 - 4 e 2 6 - a f 7 6 - 9 b 4 b 9 e c 6 8 c 7 6 "   l i n k e d E n t i t y I d = " 0 0 0 0 0 0 0 0 - 0 0 0 0 - 0 0 0 0 - 0 0 0 0 - 0 0 0 0 0 0 0 0 0 0 0 0 "   l i n k e d F i e l d I d = " 0 0 0 0 0 0 0 0 - 0 0 0 0 - 0 0 0 0 - 0 0 0 0 - 0 0 0 0 0 0 0 0 0 0 0 0 "   l i n k e d F i e l d I n d e x = " 0 "   i n d e x = " 0 "   f i e l d T y p e = " q u e s t i o n "   f o r m a t E v a l u a t o r T y p e = " f o r m a t S t r i n g "   h i d d e n = " f a l s e " >  
             < m a p p i n g s / >  
         < / f i e l d >  
         < f i e l d   i d = " 1 0 e 7 9 f 0 c - e 1 7 0 - 4 9 c 0 - b 1 3 8 - 5 2 6 a b e 5 4 6 b 4 f "   n a m e = " F a x   N u m b e r "   t y p e = " "   o r d e r = " 9 9 9 "   e n t i t y I d = " d 1 c 1 b 0 b a - 1 a d 7 - 4 e 2 6 - a f 7 6 - 9 b 4 b 9 e c 6 8 c 7 6 "   l i n k e d E n t i t y I d = " 0 0 0 0 0 0 0 0 - 0 0 0 0 - 0 0 0 0 - 0 0 0 0 - 0 0 0 0 0 0 0 0 0 0 0 0 "   l i n k e d F i e l d I d = " 0 0 0 0 0 0 0 0 - 0 0 0 0 - 0 0 0 0 - 0 0 0 0 - 0 0 0 0 0 0 0 0 0 0 0 0 "   l i n k e d F i e l d I n d e x = " 0 "   i n d e x = " 0 "   f i e l d T y p e = " q u e s t i o n "   f o r m a t E v a l u a t o r T y p e = " f o r m a t S t r i n g "   h i d d e n = " f a l s e " >  
             < m a p p i n g s / >  
         < / f i e l d >  
         < f i e l d   i d = " b d a e 3 b 1 5 - 7 2 b 5 - 4 8 b c - 9 e 3 6 - 3 e f 5 c a 0 7 e e 2 3 "   n a m e = " F o r e n a m e "   t y p e = " "   o r d e r = " 9 9 9 "   e n t i t y I d = " d 1 c 1 b 0 b a - 1 a d 7 - 4 e 2 6 - a f 7 6 - 9 b 4 b 9 e c 6 8 c 7 6 "   l i n k e d E n t i t y I d = " 0 0 0 0 0 0 0 0 - 0 0 0 0 - 0 0 0 0 - 0 0 0 0 - 0 0 0 0 0 0 0 0 0 0 0 0 "   l i n k e d F i e l d I d = " 0 0 0 0 0 0 0 0 - 0 0 0 0 - 0 0 0 0 - 0 0 0 0 - 0 0 0 0 0 0 0 0 0 0 0 0 "   l i n k e d F i e l d I n d e x = " 0 "   i n d e x = " 0 "   f i e l d T y p e = " q u e s t i o n "   f o r m a t E v a l u a t o r T y p e = " f o r m a t S t r i n g "   c o i D o c u m e n t F i e l d = " A d d r e s s e e _ F o r e n a m e "   h i d d e n = " f a l s e " >  
             < m a p p i n g s / >  
         < / f i e l d >  
         < f i e l d   i d = " a d 4 7 3 b 1 4 - 4 5 c 6 - 4 7 2 7 - 8 b 7 a - c 0 b 9 e e 6 1 b 6 8 a "   n a m e = " I n i t i a l "   t y p e = " "   o r d e r = " 9 9 9 "   e n t i t y I d = " d 1 c 1 b 0 b a - 1 a d 7 - 4 e 2 6 - a f 7 6 - 9 b 4 b 9 e c 6 8 c 7 6 "   l i n k e d E n t i t y I d = " 0 0 0 0 0 0 0 0 - 0 0 0 0 - 0 0 0 0 - 0 0 0 0 - 0 0 0 0 0 0 0 0 0 0 0 0 "   l i n k e d F i e l d I d = " 0 0 0 0 0 0 0 0 - 0 0 0 0 - 0 0 0 0 - 0 0 0 0 - 0 0 0 0 0 0 0 0 0 0 0 0 "   l i n k e d F i e l d I n d e x = " 0 "   i n d e x = " 0 "   f i e l d T y p e = " q u e s t i o n "   f o r m a t E v a l u a t o r T y p e = " f o r m a t S t r i n g "   c o i D o c u m e n t F i e l d = " A d d r e s s e e _ I n i t i a l "   h i d d e n = " f a l s e " >  
             < m a p p i n g s / >  
         < / f i e l d >  
         < f i e l d   i d = " 4 e 2 1 8 1 2 3 - 2 9 3 b - 4 f e 1 - 8 2 a d - a 5 5 b 7 5 2 f 6 5 e 2 "   n a m e = " J o b   T i t l e "   t y p e = " "   o r d e r = " 9 9 9 "   e n t i t y I d = " d 1 c 1 b 0 b a - 1 a d 7 - 4 e 2 6 - a f 7 6 - 9 b 4 b 9 e c 6 8 c 7 6 "   l i n k e d E n t i t y I d = " 0 0 0 0 0 0 0 0 - 0 0 0 0 - 0 0 0 0 - 0 0 0 0 - 0 0 0 0 0 0 0 0 0 0 0 0 "   l i n k e d F i e l d I d = " 0 0 0 0 0 0 0 0 - 0 0 0 0 - 0 0 0 0 - 0 0 0 0 - 0 0 0 0 0 0 0 0 0 0 0 0 "   l i n k e d F i e l d I n d e x = " 0 "   i n d e x = " 0 "   f i e l d T y p e = " q u e s t i o n "   f o r m a t E v a l u a t o r T y p e = " f o r m a t S t r i n g "   h i d d e n = " f a l s e " >  
             < m a p p i n g s / >  
         < / f i e l d >  
         < f i e l d   i d = " a 6 1 c 9 a 6 6 - 1 5 0 a - 4 6 e 0 - 8 8 e 8 - f b 2 a 8 2 3 5 5 a c 0 "   n a m e = " M o b i l e "   t y p e = " "   o r d e r = " 9 9 9 "   e n t i t y I d = " d 1 c 1 b 0 b a - 1 a d 7 - 4 e 2 6 - a f 7 6 - 9 b 4 b 9 e c 6 8 c 7 6 "   l i n k e d E n t i t y I d = " 0 0 0 0 0 0 0 0 - 0 0 0 0 - 0 0 0 0 - 0 0 0 0 - 0 0 0 0 0 0 0 0 0 0 0 0 "   l i n k e d F i e l d I d = " 0 0 0 0 0 0 0 0 - 0 0 0 0 - 0 0 0 0 - 0 0 0 0 - 0 0 0 0 0 0 0 0 0 0 0 0 "   l i n k e d F i e l d I n d e x = " 0 "   i n d e x = " 0 "   f i e l d T y p e = " q u e s t i o n "   f o r m a t E v a l u a t o r T y p e = " f o r m a t S t r i n g "   h i d d e n = " f a l s e " >  
             < m a p p i n g s / >  
         < / f i e l d >  
         < f i e l d   i d = " f 0 0 e 1 b 4 c - c e b 5 - 4 d f 9 - 8 5 e d - 1 d b 3 2 3 6 8 1 7 2 0 "   n a m e = " N a m e "   t y p e = " "   o r d e r = " 9 9 9 "   e n t i t y I d = " d 1 c 1 b 0 b a - 1 a d 7 - 4 e 2 6 - a f 7 6 - 9 b 4 b 9 e c 6 8 c 7 6 "   l i n k e d E n t i t y I d = " 0 0 0 0 0 0 0 0 - 0 0 0 0 - 0 0 0 0 - 0 0 0 0 - 0 0 0 0 0 0 0 0 0 0 0 0 "   l i n k e d F i e l d I d = " 0 0 0 0 0 0 0 0 - 0 0 0 0 - 0 0 0 0 - 0 0 0 0 - 0 0 0 0 0 0 0 0 0 0 0 0 "   l i n k e d F i e l d I n d e x = " 0 "   i n d e x = " 0 "   f i e l d T y p e = " q u e s t i o n "   f o r m a t E v a l u a t o r T y p e = " f o r m a t S t r i n g "   h i d d e n = " f a l s e " > [ T . C .   Z I R A A T   B A N K A S I   A . ^. ] < m a p p i n g s / > < / f i e l d >  
         < f i e l d   i d = " 5 d 9 8 e 3 3 4 - 4 a f 6 - 4 a b 3 - 8 0 0 4 - 1 7 0 c c e d 3 7 b 2 8 "   n a m e = " R e f e r e n c e "   t y p e = " "   o r d e r = " 9 9 9 "   e n t i t y I d = " d 1 c 1 b 0 b a - 1 a d 7 - 4 e 2 6 - a f 7 6 - 9 b 4 b 9 e c 6 8 c 7 6 "   l i n k e d E n t i t y I d = " 0 0 0 0 0 0 0 0 - 0 0 0 0 - 0 0 0 0 - 0 0 0 0 - 0 0 0 0 0 0 0 0 0 0 0 0 "   l i n k e d F i e l d I d = " 0 0 0 0 0 0 0 0 - 0 0 0 0 - 0 0 0 0 - 0 0 0 0 - 0 0 0 0 0 0 0 0 0 0 0 0 "   l i n k e d F i e l d I n d e x = " 0 "   i n d e x = " 0 "   f i e l d T y p e = " q u e s t i o n "   f o r m a t E v a l u a t o r T y p e = " f o r m a t S t r i n g "   h i d d e n = " f a l s e " >  
             < m a p p i n g s / >  
         < / f i e l d >  
         < f i e l d   i d = " 4 5 4 b 5 5 2 8 - 0 d 0 1 - 4 1 3 2 - a d 4 6 - 6 1 f 7 b 7 e 4 4 e 5 1 "   n a m e = " S u r n a m e "   t y p e = " "   o r d e r = " 9 9 9 "   e n t i t y I d = " d 1 c 1 b 0 b a - 1 a d 7 - 4 e 2 6 - a f 7 6 - 9 b 4 b 9 e c 6 8 c 7 6 "   l i n k e d E n t i t y I d = " 0 0 0 0 0 0 0 0 - 0 0 0 0 - 0 0 0 0 - 0 0 0 0 - 0 0 0 0 0 0 0 0 0 0 0 0 "   l i n k e d F i e l d I d = " 0 0 0 0 0 0 0 0 - 0 0 0 0 - 0 0 0 0 - 0 0 0 0 - 0 0 0 0 0 0 0 0 0 0 0 0 "   l i n k e d F i e l d I n d e x = " 0 "   i n d e x = " 0 "   f i e l d T y p e = " q u e s t i o n "   f o r m a t E v a l u a t o r T y p e = " f o r m a t S t r i n g "   c o i D o c u m e n t F i e l d = " A d d r e s s e e _ S u r n a m e "   h i d d e n = " f a l s e " >  
             < m a p p i n g s / >  
         < / f i e l d >  
         < f i e l d   i d = " c 9 d 1 4 e 8 2 - d d 9 d - 4 2 9 e - 8 3 4 6 - b 3 1 c 0 3 1 7 1 6 0 d "   n a m e = " T e l e p h o n e   N u m b e r "   t y p e = " "   o r d e r = " 9 9 9 "   e n t i t y I d = " d 1 c 1 b 0 b a - 1 a d 7 - 4 e 2 6 - a f 7 6 - 9 b 4 b 9 e c 6 8 c 7 6 "   l i n k e d E n t i t y I d = " 0 0 0 0 0 0 0 0 - 0 0 0 0 - 0 0 0 0 - 0 0 0 0 - 0 0 0 0 0 0 0 0 0 0 0 0 "   l i n k e d F i e l d I d = " 0 0 0 0 0 0 0 0 - 0 0 0 0 - 0 0 0 0 - 0 0 0 0 - 0 0 0 0 0 0 0 0 0 0 0 0 "   l i n k e d F i e l d I n d e x = " 0 "   i n d e x = " 0 "   f i e l d T y p e = " q u e s t i o n "   f o r m a t E v a l u a t o r T y p e = " f o r m a t S t r i n g "   h i d d e n = " f a l s e " >  
             < m a p p i n g s / >  
         < / f i e l d >  
         < f i e l d   i d = " a 4 d 2 d a 0 3 - e d 3 0 - 4 f 0 a - 8 8 3 8 - 0 4 a d 7 8 2 d 0 6 4 e "   n a m e = " T i t l e "   t y p e = " "   o r d e r = " 9 9 9 "   e n t i t y I d = " d 1 c 1 b 0 b a - 1 a d 7 - 4 e 2 6 - a f 7 6 - 9 b 4 b 9 e c 6 8 c 7 6 "   l i n k e d E n t i t y I d = " 0 0 0 0 0 0 0 0 - 0 0 0 0 - 0 0 0 0 - 0 0 0 0 - 0 0 0 0 0 0 0 0 0 0 0 0 "   l i n k e d F i e l d I d = " 0 0 0 0 0 0 0 0 - 0 0 0 0 - 0 0 0 0 - 0 0 0 0 - 0 0 0 0 0 0 0 0 0 0 0 0 "   l i n k e d F i e l d I n d e x = " 0 "   i n d e x = " 0 "   f i e l d T y p e = " q u e s t i o n "   f o r m a t E v a l u a t o r T y p e = " f o r m a t S t r i n g "   c o i D o c u m e n t F i e l d = " A d d r e s s e e _ T i t l e "   h i d d e n = " f a l s e " >  
             < m a p p i n g s / >  
         < / f i e l d >  
         < f i e l d   i d = " 9 0 b 0 3 9 7 8 - e 2 1 7 - 4 e 3 2 - a 4 f e - a 3 2 c b a 5 7 d 1 8 6 "   n a m e = " T e x t "   t y p e = " "   o r d e r = " 9 9 9 "   e n t i t y I d = " d 5 1 0 0 6 d 7 - 4 6 d 4 - 4 c d b - 9 a 0 2 - e 3 e 0 2 8 7 8 6 e d 4 "   l i n k e d E n t i t y I d = " 0 0 0 0 0 0 0 0 - 0 0 0 0 - 0 0 0 0 - 0 0 0 0 - 0 0 0 0 0 0 0 0 0 0 0 0 "   l i n k e d F i e l d I d = " 0 0 0 0 0 0 0 0 - 0 0 0 0 - 0 0 0 0 - 0 0 0 0 - 0 0 0 0 0 0 0 0 0 0 0 0 "   l i n k e d F i e l d I n d e x = " 0 "   i n d e x = " 0 "   f i e l d T y p e = " q u e s t i o n "   f o r m a t E v a l u a t o r T y p e = " f o r m a t S t r i n g "   h i d d e n = " f a l s e " >  
             < m a p p i n g s / >  
         < / f i e l d >  
         < f i e l d   i d = " 8 2 d d e e 8 e - e 8 3 e - 4 f 9 b - b e 1 b - 0 e 8 b 0 4 3 1 d b 6 3 "   n a m e = " D r a f t   N u m b e r "   t y p e = " "   o r d e r = " 9 9 9 "   e n t i t y I d = " e 0 4 8 1 d 8 4 - b 4 a c - 4 6 3 f - a c 2 8 - c 6 0 e 8 3 b c b 2 7 8 "   l i n k e d E n t i t y I d = " 0 0 0 0 0 0 0 0 - 0 0 0 0 - 0 0 0 0 - 0 0 0 0 - 0 0 0 0 0 0 0 0 0 0 0 0 "   l i n k e d F i e l d I d = " 0 0 0 0 0 0 0 0 - 0 0 0 0 - 0 0 0 0 - 0 0 0 0 - 0 0 0 0 0 0 0 0 0 0 0 0 "   l i n k e d F i e l d I n d e x = " 0 "   i n d e x = " 0 "   f i e l d T y p e = " q u e s t i o n "   f o r m a t E v a l u a t o r T y p e = " f o r m a t S t r i n g "   h i d d e n = " f a l s e " >  
             < m a p p i n g s / >  
         < / f i e l d >  
         < f i e l d   i d = " 9 0 b 0 3 9 7 8 - e 2 1 7 - 4 e 3 2 - a 4 f e - a 3 2 c b a 5 7 d 1 8 6 "   n a m e = " T e x t "   t y p e = " "   o r d e r = " 9 9 9 "   e n t i t y I d = " e 7 3 f e 5 a a - 5 c 1 7 - 4 7 1 7 - 9 8 c 5 - f d 2 8 d 4 9 0 5 c b e "   l i n k e d E n t i t y I d = " 0 0 0 0 0 0 0 0 - 0 0 0 0 - 0 0 0 0 - 0 0 0 0 - 0 0 0 0 0 0 0 0 0 0 0 0 "   l i n k e d F i e l d I d = " 0 0 0 0 0 0 0 0 - 0 0 0 0 - 0 0 0 0 - 0 0 0 0 - 0 0 0 0 0 0 0 0 0 0 0 0 "   l i n k e d F i e l d I n d e x = " 0 "   i n d e x = " 0 "   f i e l d T y p e = " q u e s t i o n "   f o r m a t E v a l u a t o r T y p e = " f o r m a t S t r i n g "   h i d d e n = " f a l s e " > [ E U R   2 1 9 . 2 0 0 . 0 0 0 ]     T E R M   L O A N   F A C I L I T Y   A G R E E M E N T < m a p p i n g s / > < / f i e l d >  
         < f i e l d   i d = " 0 8 3 d 5 a 5 f - 7 a 4 6 - 4 9 2 7 - a d 1 b - 2 e 7 1 0 3 f 3 6 8 b 1 "   n a m e = " L o g i n "   t y p e = " "   o r d e r = " 9 9 9 "   e n t i t y I d = " f 2 9 4 b 1 d 2 - 1 b 4 5 - 4 e 5 f - 9 4 c 4 - 2 9 5 3 e 5 1 5 0 1 3 7 "   l i n k e d E n t i t y I d = " 0 0 0 0 0 0 0 0 - 0 0 0 0 - 0 0 0 0 - 0 0 0 0 - 0 0 0 0 0 0 0 0 0 0 0 0 "   l i n k e d F i e l d I d = " 0 0 0 0 0 0 0 0 - 0 0 0 0 - 0 0 0 0 - 0 0 0 0 - 0 0 0 0 0 0 0 0 0 0 0 0 "   l i n k e d F i e l d I n d e x = " 0 "   i n d e x = " 0 "   f i e l d T y p e = " c o i "   f o r m a t E v a l u a t o r T y p e = " f o r m a t S t r i n g "   h i d d e n = " f a l s e " > a z r < m a p p i n g s / > < / f i e l d >  
         < f i e l d   i d = " 9 0 b 0 3 9 7 8 - e 2 1 7 - 4 e 3 2 - a 4 f e - a 3 2 c b a 5 7 d 1 8 6 "   n a m e = " T e x t "   t y p e = " "   o r d e r = " 9 9 9 "   e n t i t y I d = " f 8 d 4 a 7 9 0 - e 0 5 1 - 4 5 1 a - a a a 5 - d 4 d 6 5 6 a f 6 f 5 b "   l i n k e d E n t i t y I d = " 0 0 0 0 0 0 0 0 - 0 0 0 0 - 0 0 0 0 - 0 0 0 0 - 0 0 0 0 0 0 0 0 0 0 0 0 "   l i n k e d F i e l d I d = " 0 0 0 0 0 0 0 0 - 0 0 0 0 - 0 0 0 0 - 0 0 0 0 - 0 0 0 0 0 0 0 0 0 0 0 0 "   l i n k e d F i e l d I n d e x = " 0 "   i n d e x = " 0 "   f i e l d T y p e = " q u e s t i o n "   f o r m a t E v a l u a t o r T y p e = " f o r m a t S t r i n g "   h i d d e n = " f a l s e " >  
             < m a p p i n g s / >  
         < / f i e l d >  
         < f i e l d   i d = " 3 a 3 8 3 e 3 9 - c c a a - 4 9 2 a - 9 f b 5 - 1 8 4 2 8 0 1 7 9 3 c 3 "   n a m e = " a n d " 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 a n d < m a p p i n g s / > < / f i e l d >  
         < f i e l d   i d = " 5 d 1 0 9 1 1 9 - e 1 a 5 - 4 1 3 9 - 8 0 6 c - 7 a 8 5 c 2 2 5 e e a 9 "   n a m e = " B e t w e e n " 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 B e t w e e n < m a p p i n g s / > < / f i e l d >  
         < f i e l d   i d = " d c 0 4 e a 2 a - 7 4 3 9 - 4 0 f 4 - 8 6 c f - 2 d 1 6 d 8 9 7 a 7 0 c "   n a m e = " B e t w e e n   a f t e r " 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 
             < m a p p i n g s / >  
         < / f i e l d >  
         < f i e l d   i d = " 8 1 5 7 7 9 d 5 - 7 d a 7 - 4 6 1 1 - b 9 4 6 - 7 4 6 e d 3 d 3 2 6 b a "   n a m e = " D a t e " 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 D a t e < m a p p i n g s / > < / f i e l d >  
         < f i e l d   i d = " 8 b 3 d c f d 9 - e 0 9 b - 4 5 5 a - b e b d - b 3 b 5 0 b b 4 2 3 c 7 "   n a m e = " D a t e F o r m a t " 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 d   M M M M   y y y y < m a p p i n g s / > < / f i e l d >  
         < f i e l d   i d = " 5 8 4 4 e 5 b 6 - e 9 0 1 - 4 5 3 b - 9 b c a - f e 3 b 9 5 1 7 0 3 d b "   n a m e = " F a x " 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 F < m a p p i n g s / > < / f i e l d >  
         < f i e l d   i d = " a 2 7 4 9 7 5 8 - 1 0 2 a - 4 8 d 2 - 9 2 1 a - 6 6 5 b 6 a 1 7 9 5 d 5 "   n a m e = " F a x N o " 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 F a x   n o < m a p p i n g s / > < / f i e l d >  
         < f i e l d   i d = " 5 c 0 a 3 e e a - 3 c 6 6 - 4 d 9 a - 8 2 4 c - 4 2 6 1 e a 5 c 0 b a 8 "   n a m e = " L a n g u a g e " 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 E n g l i s h < m a p p i n g s / > < / f i e l d >  
         < f i e l d   i d = " d e 8 e a 2 5 6 - 0 4 8 b - 4 f a 2 - 9 1 6 4 - a 2 f 5 d 1 e b e 9 e 8 "   n a m e = " T e l " 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 T < m a p p i n g s / > < / f i e l d >  
         < f i e l d   i d = " d 7 9 a 3 3 b 3 - b 7 f 9 - 4 0 7 4 - b e 4 3 - d f 4 d b 9 6 4 f 1 f e "   n a m e = " T O C T i t l e " 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 T a b l e   o f   C o n t e n t s < m a p p i n g s / > < / f i e l d >  
         < f i e l d   i d = " b 2 7 4 c 6 3 e - c 8 2 f - 4 e f 7 - 9 7 5 8 - f 6 5 b f e 0 f 5 8 9 4 "   n a m e = " Y e a r " 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 
             < m a p p i n g s / >  
         < / f i e l d >  
         < f i e l d   i d = " 9 0 b 0 3 9 7 8 - e 2 1 7 - 4 e 3 2 - a 4 f e - a 3 2 c b a 5 7 d 1 8 6 "   n a m e = " T e x t "   t y p e = " "   o r d e r = " 9 9 9 "   e n t i t y I d = " f d a 0 8 6 e 1 - b 8 2 c - 4 0 9 c - 8 5 c 9 - b 0 5 c d 5 d 1 0 8 9 3 "   l i n k e d E n t i t y I d = " 0 0 0 0 0 0 0 0 - 0 0 0 0 - 0 0 0 0 - 0 0 0 0 - 0 0 0 0 0 0 0 0 0 0 0 0 "   l i n k e d F i e l d I d = " 0 0 0 0 0 0 0 0 - 0 0 0 0 - 0 0 0 0 - 0 0 0 0 - 0 0 0 0 0 0 0 0 0 0 0 0 "   l i n k e d F i e l d I n d e x = " 0 "   i n d e x = " 0 "   f i e l d T y p e = " q u e s t i o n "   f o r m a t E v a l u a t o r T y p e = " f o r m a t S t r i n g "   h i d d e n = " f a l s e " > A g e n t < m a p p i n g s / > < / f i e l d >  
         < f i e l d   i d = " 8 1 e 9 2 d 9 c - b 5 8 3 - 4 e 1 1 - a c a 5 - 6 4 2 d 8 c a e 8 1 5 7 "   n a m e = " S e l e c t e d V a l u e "   t y p e = " "   o r d e r = " 9 9 9 "   e n t i t y I d = " f f 7 a f a b 4 - 7 d 2 7 - 4 4 0 c - a e f b - c 3 e 5 3 0 8 6 c 2 e 5 "   l i n k e d E n t i t y I d = " 0 0 0 0 0 0 0 0 - 0 0 0 0 - 0 0 0 0 - 0 0 0 0 - 0 0 0 0 0 0 0 0 0 0 0 0 "   l i n k e d F i e l d I d = " 0 0 0 0 0 0 0 0 - 0 0 0 0 - 0 0 0 0 - 0 0 0 0 - 0 0 0 0 0 0 0 0 0 0 0 0 "   l i n k e d F i e l d I n d e x = " 0 "   i n d e x = " 0 "   f i e l d T y p e = " q u e s t i o n "   f o r m a t E v a l u a t o r T y p e = " f o r m a t S t r i n g "   h i d d e n = " f a l s e " > 4 < m a p p i n g s / > < / f i e l d >  
         < f i e l d   i d = " c c 2 2 6 c f 8 - d 3 1 1 - 4 d 6 6 - a 9 e c - a 0 f 9 f 3 2 d c e 0 a "   n a m e = " A d d r e s s "   t y p e = " "   o r d e r = " 9 9 9 "   e n t i t y I d = " f f c c b 0 c c - 9 c d 6 - 4 f 9 9 - a 2 4 f - f 9 c 9 9 8 3 6 d 0 5 1 "   l i n k e d E n t i t y I d = " 0 0 0 0 0 0 0 0 - 0 0 0 0 - 0 0 0 0 - 0 0 0 0 - 0 0 0 0 0 0 0 0 0 0 0 0 "   l i n k e d F i e l d I d = " 0 0 0 0 0 0 0 0 - 0 0 0 0 - 0 0 0 0 - 0 0 0 0 - 0 0 0 0 0 0 0 0 0 0 0 0 "   l i n k e d F i e l d I n d e x = " 0 "   i n d e x = " 0 "   f i e l d T y p e = " q u e s t i o n "   f o r m a t E v a l u a t o r T y p e = " f o r m a t S t r i n g "   h i d d e n = " f a l s e " >  
             < m a p p i n g s / >  
         < / f i e l d >  
         < f i e l d   i d = " 4 e c a 2 d b 0 - 0 5 e 5 - 4 f a 9 - a d 2 a - 6 0 f e c e 1 c 9 5 7 9 "   n a m e = " C o m p a n y "   t y p e = " "   o r d e r = " 9 9 9 "   e n t i t y I d = " f f c c b 0 c c - 9 c d 6 - 4 f 9 9 - a 2 4 f - f 9 c 9 9 8 3 6 d 0 5 1 "   l i n k e d E n t i t y I d = " 0 0 0 0 0 0 0 0 - 0 0 0 0 - 0 0 0 0 - 0 0 0 0 - 0 0 0 0 0 0 0 0 0 0 0 0 "   l i n k e d F i e l d I d = " 0 0 0 0 0 0 0 0 - 0 0 0 0 - 0 0 0 0 - 0 0 0 0 - 0 0 0 0 0 0 0 0 0 0 0 0 "   l i n k e d F i e l d I n d e x = " 0 "   i n d e x = " 0 "   f i e l d T y p e = " q u e s t i o n "   f o r m a t E v a l u a t o r T y p e = " f o r m a t S t r i n g "   h i d d e n = " f a l s e " >  
             < m a p p i n g s / >  
         < / f i e l d >  
         < f i e l d   i d = " 3 8 3 a 6 e 4 c - c 1 3 0 - 4 8 6 d - 9 d 3 f - 9 2 e d b 3 9 d 1 3 d f "   n a m e = " E m a i l "   t y p e = " "   o r d e r = " 9 9 9 "   e n t i t y I d = " f f c c b 0 c c - 9 c d 6 - 4 f 9 9 - a 2 4 f - f 9 c 9 9 8 3 6 d 0 5 1 "   l i n k e d E n t i t y I d = " 0 0 0 0 0 0 0 0 - 0 0 0 0 - 0 0 0 0 - 0 0 0 0 - 0 0 0 0 0 0 0 0 0 0 0 0 "   l i n k e d F i e l d I d = " 0 0 0 0 0 0 0 0 - 0 0 0 0 - 0 0 0 0 - 0 0 0 0 - 0 0 0 0 0 0 0 0 0 0 0 0 "   l i n k e d F i e l d I n d e x = " 0 "   i n d e x = " 0 "   f i e l d T y p e = " q u e s t i o n "   f o r m a t E v a l u a t o r T y p e = " f o r m a t S t r i n g "   h i d d e n = " f a l s e " >  
             < m a p p i n g s / >  
         < / f i e l d >  
         < f i e l d   i d = " 1 0 e 7 9 f 0 c - e 1 7 0 - 4 9 c 0 - b 1 3 8 - 5 2 6 a b e 5 4 6 b 4 f "   n a m e = " F a x   N u m b e r "   t y p e = " "   o r d e r = " 9 9 9 "   e n t i t y I d = " f f c c b 0 c c - 9 c d 6 - 4 f 9 9 - a 2 4 f - f 9 c 9 9 8 3 6 d 0 5 1 "   l i n k e d E n t i t y I d = " 0 0 0 0 0 0 0 0 - 0 0 0 0 - 0 0 0 0 - 0 0 0 0 - 0 0 0 0 0 0 0 0 0 0 0 0 "   l i n k e d F i e l d I d = " 0 0 0 0 0 0 0 0 - 0 0 0 0 - 0 0 0 0 - 0 0 0 0 - 0 0 0 0 0 0 0 0 0 0 0 0 "   l i n k e d F i e l d I n d e x = " 0 "   i n d e x = " 0 "   f i e l d T y p e = " q u e s t i o n "   f o r m a t E v a l u a t o r T y p e = " f o r m a t S t r i n g "   h i d d e n = " f a l s e " >  
             < m a p p i n g s / >  
         < / f i e l d >  
         < f i e l d   i d = " b d a e 3 b 1 5 - 7 2 b 5 - 4 8 b c - 9 e 3 6 - 3 e f 5 c a 0 7 e e 2 3 "   n a m e = " F o r e n a m e "   t y p e = " "   o r d e r = " 9 9 9 "   e n t i t y I d = " f f c c b 0 c c - 9 c d 6 - 4 f 9 9 - a 2 4 f - f 9 c 9 9 8 3 6 d 0 5 1 "   l i n k e d E n t i t y I d = " 0 0 0 0 0 0 0 0 - 0 0 0 0 - 0 0 0 0 - 0 0 0 0 - 0 0 0 0 0 0 0 0 0 0 0 0 "   l i n k e d F i e l d I d = " 0 0 0 0 0 0 0 0 - 0 0 0 0 - 0 0 0 0 - 0 0 0 0 - 0 0 0 0 0 0 0 0 0 0 0 0 "   l i n k e d F i e l d I n d e x = " 0 "   i n d e x = " 0 "   f i e l d T y p e = " q u e s t i o n "   f o r m a t E v a l u a t o r T y p e = " f o r m a t S t r i n g "   c o i D o c u m e n t F i e l d = " A d d r e s s e e _ F o r e n a m e "   h i d d e n = " f a l s e " >  
             < m a p p i n g s / >  
         < / f i e l d >  
         < f i e l d   i d = " a d 4 7 3 b 1 4 - 4 5 c 6 - 4 7 2 7 - 8 b 7 a - c 0 b 9 e e 6 1 b 6 8 a "   n a m e = " I n i t i a l "   t y p e = " "   o r d e r = " 9 9 9 "   e n t i t y I d = " f f c c b 0 c c - 9 c d 6 - 4 f 9 9 - a 2 4 f - f 9 c 9 9 8 3 6 d 0 5 1 "   l i n k e d E n t i t y I d = " 0 0 0 0 0 0 0 0 - 0 0 0 0 - 0 0 0 0 - 0 0 0 0 - 0 0 0 0 0 0 0 0 0 0 0 0 "   l i n k e d F i e l d I d = " 0 0 0 0 0 0 0 0 - 0 0 0 0 - 0 0 0 0 - 0 0 0 0 - 0 0 0 0 0 0 0 0 0 0 0 0 "   l i n k e d F i e l d I n d e x = " 0 "   i n d e x = " 0 "   f i e l d T y p e = " q u e s t i o n "   f o r m a t E v a l u a t o r T y p e = " f o r m a t S t r i n g "   c o i D o c u m e n t F i e l d = " A d d r e s s e e _ I n i t i a l "   h i d d e n = " f a l s e " >  
             < m a p p i n g s / >  
         < / f i e l d >  
         < f i e l d   i d = " 4 e 2 1 8 1 2 3 - 2 9 3 b - 4 f e 1 - 8 2 a d - a 5 5 b 7 5 2 f 6 5 e 2 "   n a m e = " J o b   T i t l e "   t y p e = " "   o r d e r = " 9 9 9 "   e n t i t y I d = " f f c c b 0 c c - 9 c d 6 - 4 f 9 9 - a 2 4 f - f 9 c 9 9 8 3 6 d 0 5 1 "   l i n k e d E n t i t y I d = " 0 0 0 0 0 0 0 0 - 0 0 0 0 - 0 0 0 0 - 0 0 0 0 - 0 0 0 0 0 0 0 0 0 0 0 0 "   l i n k e d F i e l d I d = " 0 0 0 0 0 0 0 0 - 0 0 0 0 - 0 0 0 0 - 0 0 0 0 - 0 0 0 0 0 0 0 0 0 0 0 0 "   l i n k e d F i e l d I n d e x = " 0 "   i n d e x = " 0 "   f i e l d T y p e = " q u e s t i o n "   f o r m a t E v a l u a t o r T y p e = " f o r m a t S t r i n g "   h i d d e n = " f a l s e " >  
             < m a p p i n g s / >  
         < / f i e l d >  
         < f i e l d   i d = " a 6 1 c 9 a 6 6 - 1 5 0 a - 4 6 e 0 - 8 8 e 8 - f b 2 a 8 2 3 5 5 a c 0 "   n a m e = " M o b i l e "   t y p e = " "   o r d e r = " 9 9 9 "   e n t i t y I d = " f f c c b 0 c c - 9 c d 6 - 4 f 9 9 - a 2 4 f - f 9 c 9 9 8 3 6 d 0 5 1 "   l i n k e d E n t i t y I d = " 0 0 0 0 0 0 0 0 - 0 0 0 0 - 0 0 0 0 - 0 0 0 0 - 0 0 0 0 0 0 0 0 0 0 0 0 "   l i n k e d F i e l d I d = " 0 0 0 0 0 0 0 0 - 0 0 0 0 - 0 0 0 0 - 0 0 0 0 - 0 0 0 0 0 0 0 0 0 0 0 0 "   l i n k e d F i e l d I n d e x = " 0 "   i n d e x = " 0 "   f i e l d T y p e = " q u e s t i o n "   f o r m a t E v a l u a t o r T y p e = " f o r m a t S t r i n g "   h i d d e n = " f a l s e " >  
             < m a p p i n g s / >  
         < / f i e l d >  
         < f i e l d   i d = " f 0 0 e 1 b 4 c - c e b 5 - 4 d f 9 - 8 5 e d - 1 d b 3 2 3 6 8 1 7 2 0 "   n a m e = " N a m e "   t y p e = " "   o r d e r = " 9 9 9 "   e n t i t y I d = " f f c c b 0 c c - 9 c d 6 - 4 f 9 9 - a 2 4 f - f 9 c 9 9 8 3 6 d 0 5 1 "   l i n k e d E n t i t y I d = " 0 0 0 0 0 0 0 0 - 0 0 0 0 - 0 0 0 0 - 0 0 0 0 - 0 0 0 0 0 0 0 0 0 0 0 0 "   l i n k e d F i e l d I d = " 0 0 0 0 0 0 0 0 - 0 0 0 0 - 0 0 0 0 - 0 0 0 0 - 0 0 0 0 0 0 0 0 0 0 0 0 "   l i n k e d F i e l d I n d e x = " 0 "   i n d e x = " 0 "   f i e l d T y p e = " q u e s t i o n "   f o r m a t E v a l u a t o r T y p e = " f o r m a t S t r i n g "   h i d d e n = " f a l s e " >  
             < m a p p i n g s / >  
         < / f i e l d >  
         < f i e l d   i d = " 5 d 9 8 e 3 3 4 - 4 a f 6 - 4 a b 3 - 8 0 0 4 - 1 7 0 c c e d 3 7 b 2 8 "   n a m e = " R e f e r e n c e "   t y p e = " "   o r d e r = " 9 9 9 "   e n t i t y I d = " f f c c b 0 c c - 9 c d 6 - 4 f 9 9 - a 2 4 f - f 9 c 9 9 8 3 6 d 0 5 1 "   l i n k e d E n t i t y I d = " 0 0 0 0 0 0 0 0 - 0 0 0 0 - 0 0 0 0 - 0 0 0 0 - 0 0 0 0 0 0 0 0 0 0 0 0 "   l i n k e d F i e l d I d = " 0 0 0 0 0 0 0 0 - 0 0 0 0 - 0 0 0 0 - 0 0 0 0 - 0 0 0 0 0 0 0 0 0 0 0 0 "   l i n k e d F i e l d I n d e x = " 0 "   i n d e x = " 0 "   f i e l d T y p e = " q u e s t i o n "   f o r m a t E v a l u a t o r T y p e = " f o r m a t S t r i n g "   h i d d e n = " f a l s e " >  
             < m a p p i n g s / >  
         < / f i e l d >  
         < f i e l d   i d = " 4 5 4 b 5 5 2 8 - 0 d 0 1 - 4 1 3 2 - a d 4 6 - 6 1 f 7 b 7 e 4 4 e 5 1 "   n a m e = " S u r n a m e "   t y p e = " "   o r d e r = " 9 9 9 "   e n t i t y I d = " f f c c b 0 c c - 9 c d 6 - 4 f 9 9 - a 2 4 f - f 9 c 9 9 8 3 6 d 0 5 1 "   l i n k e d E n t i t y I d = " 0 0 0 0 0 0 0 0 - 0 0 0 0 - 0 0 0 0 - 0 0 0 0 - 0 0 0 0 0 0 0 0 0 0 0 0 "   l i n k e d F i e l d I d = " 0 0 0 0 0 0 0 0 - 0 0 0 0 - 0 0 0 0 - 0 0 0 0 - 0 0 0 0 0 0 0 0 0 0 0 0 "   l i n k e d F i e l d I n d e x = " 0 "   i n d e x = " 0 "   f i e l d T y p e = " q u e s t i o n "   f o r m a t E v a l u a t o r T y p e = " f o r m a t S t r i n g "   c o i D o c u m e n t F i e l d = " A d d r e s s e e _ S u r n a m e "   h i d d e n = " f a l s e " >  
             < m a p p i n g s / >  
         < / f i e l d >  
         < f i e l d   i d = " c 9 d 1 4 e 8 2 - d d 9 d - 4 2 9 e - 8 3 4 6 - b 3 1 c 0 3 1 7 1 6 0 d "   n a m e = " T e l e p h o n e   N u m b e r "   t y p e = " "   o r d e r = " 9 9 9 "   e n t i t y I d = " f f c c b 0 c c - 9 c d 6 - 4 f 9 9 - a 2 4 f - f 9 c 9 9 8 3 6 d 0 5 1 "   l i n k e d E n t i t y I d = " 0 0 0 0 0 0 0 0 - 0 0 0 0 - 0 0 0 0 - 0 0 0 0 - 0 0 0 0 0 0 0 0 0 0 0 0 "   l i n k e d F i e l d I d = " 0 0 0 0 0 0 0 0 - 0 0 0 0 - 0 0 0 0 - 0 0 0 0 - 0 0 0 0 0 0 0 0 0 0 0 0 "   l i n k e d F i e l d I n d e x = " 0 "   i n d e x = " 0 "   f i e l d T y p e = " q u e s t i o n "   f o r m a t E v a l u a t o r T y p e = " f o r m a t S t r i n g "   h i d d e n = " f a l s e " >  
             < m a p p i n g s / >  
         < / f i e l d >  
         < f i e l d   i d = " a 4 d 2 d a 0 3 - e d 3 0 - 4 f 0 a - 8 8 3 8 - 0 4 a d 7 8 2 d 0 6 4 e "   n a m e = " T i t l e "   t y p e = " "   o r d e r = " 9 9 9 "   e n t i t y I d = " f f c c b 0 c c - 9 c d 6 - 4 f 9 9 - a 2 4 f - f 9 c 9 9 8 3 6 d 0 5 1 "   l i n k e d E n t i t y I d = " 0 0 0 0 0 0 0 0 - 0 0 0 0 - 0 0 0 0 - 0 0 0 0 - 0 0 0 0 0 0 0 0 0 0 0 0 "   l i n k e d F i e l d I d = " 0 0 0 0 0 0 0 0 - 0 0 0 0 - 0 0 0 0 - 0 0 0 0 - 0 0 0 0 0 0 0 0 0 0 0 0 "   l i n k e d F i e l d I n d e x = " 0 "   i n d e x = " 0 "   f i e l d T y p e = " q u e s t i o n "   f o r m a t E v a l u a t o r T y p e = " f o r m a t S t r i n g "   c o i D o c u m e n t F i e l d = " A d d r e s s e e _ T i t l e "   h i d d e n = " f a l s e " >  
             < m a p p i n g s / >  
         < / f i e l d >  
         < f i e l d   i d = " 4 8 6 8 6 8 f 2 - e 0 4 a - 4 5 5 b - b b 1 5 - 0 d a 9 7 0 d 3 0 5 b 0 "   n a m e = " T e x t   F i e l d "   t y p e = " "   o r d e r = " 9 9 9 "   e n t i t y I d = " 2 b 3 0 7 9 c 9 - e e 5 e - 4 e e 4 - 8 1 9 3 - e 3 4 a 8 3 d f d d e 0 "   l i n k e d E n t i t y I d = " 0 0 0 0 0 0 0 0 - 0 0 0 0 - 0 0 0 0 - 0 0 0 0 - 0 0 0 0 0 0 0 0 0 0 0 0 "   l i n k e d F i e l d I d = " 0 0 0 0 0 0 0 0 - 0 0 0 0 - 0 0 0 0 - 0 0 0 0 - 0 0 0 0 0 0 0 0 0 0 0 0 "   l i n k e d F i e l d I n d e x = " 0 "   i n d e x = " 0 "   f i e l d T y p e = " q u e s t i o n "   f o r m a t E v a l u a t o r T y p e = " f o r m a t S t r i n g "   h i d d e n = " f a l s e " > N O < m a p p i n g s / > < / f i e l d >  
         < f i e l d   i d = " 8 1 e 3 e 9 e a - 9 b 6 0 - 4 9 7 8 - a 8 8 a - e 3 d d b 2 6 9 6 2 1 7 "   n a m e = " V a l u e   F i e l d "   t y p e = " S y s t e m . B o o l e a n ,   m s c o r l i b ,   V e r s i o n = 4 . 0 . 0 . 0 ,   C u l t u r e = n e u t r a l ,   P u b l i c K e y T o k e n = b 7 7 a 5 c 5 6 1 9 3 4 e 0 8 9 "   o r d e r = " 9 9 9 "   e n t i t y I d = " 2 b 3 0 7 9 c 9 - e e 5 e - 4 e e 4 - 8 1 9 3 - e 3 4 a 8 3 d f d d e 0 "   l i n k e d E n t i t y I d = " 0 0 0 0 0 0 0 0 - 0 0 0 0 - 0 0 0 0 - 0 0 0 0 - 0 0 0 0 0 0 0 0 0 0 0 0 "   l i n k e d F i e l d I d = " 0 0 0 0 0 0 0 0 - 0 0 0 0 - 0 0 0 0 - 0 0 0 0 - 0 0 0 0 0 0 0 0 0 0 0 0 "   l i n k e d F i e l d I n d e x = " 0 "   i n d e x = " 0 "   f i e l d T y p e = " q u e s t i o n "   f o r m a t E v a l u a t o r T y p e = " f o r m a t S t r i n g "   h i d d e n = " f a l s e " > F a l s e < m a p p i n g s / > < / f i e l d >  
         < f i e l d   i d = " 0 5 6 e 4 f 5 1 - 9 f d b - 4 8 4 2 - 9 8 e 6 - 5 3 7 a 3 f 9 9 5 c 3 a "   n a m e = " M i d d l e   N a m e "   t y p e = " "   o r d e r = " 9 9 9 "   e n t i t y I d = " 1 6 a 3 6 6 b c - 2 3 c d - 4 b 6 f - a 6 e 4 - 1 c a b 4 9 c 8 8 c 6 e "   l i n k e d E n t i t y I d = " 0 0 0 0 0 0 0 0 - 0 0 0 0 - 0 0 0 0 - 0 0 0 0 - 0 0 0 0 0 0 0 0 0 0 0 0 "   l i n k e d F i e l d I d = " 0 0 0 0 0 0 0 0 - 0 0 0 0 - 0 0 0 0 - 0 0 0 0 - 0 0 0 0 0 0 0 0 0 0 0 0 "   l i n k e d F i e l d I n d e x = " 0 "   i n d e x = " 0 "   f i e l d T y p e = " q u e s t i o n "   f o r m a t E v a l u a t o r T y p e = " f o r m a t S t r i n g "   h i d d e n = " f a l s e " >  
             < m a p p i n g s / >  
         < / f i e l d >  
         < f i e l d   i d = " 0 1 0 6 5 7 3 7 - f 0 5 1 - 4 5 4 5 - a b f 8 - 0 9 8 f a d 9 d 2 9 2 c "   n a m e = " S u f f i x "   t y p e = " "   o r d e r = " 9 9 9 "   e n t i t y I d = " 1 6 a 3 6 6 b c - 2 3 c d - 4 b 6 f - a 6 e 4 - 1 c a b 4 9 c 8 8 c 6 e "   l i n k e d E n t i t y I d = " 0 0 0 0 0 0 0 0 - 0 0 0 0 - 0 0 0 0 - 0 0 0 0 - 0 0 0 0 0 0 0 0 0 0 0 0 "   l i n k e d F i e l d I d = " 0 0 0 0 0 0 0 0 - 0 0 0 0 - 0 0 0 0 - 0 0 0 0 - 0 0 0 0 0 0 0 0 0 0 0 0 "   l i n k e d F i e l d I n d e x = " 0 "   i n d e x = " 0 "   f i e l d T y p e = " q u e s t i o n "   f o r m a t E v a l u a t o r T y p e = " f o r m a t S t r i n g "   c o i D o c u m e n t F i e l d = " A d d r e s s e e _ S u f f i x "   h i d d e n = " f a l s e " >  
             < m a p p i n g s / >  
         < / f i e l d >  
         < f i e l d   i d = " 4 8 2 8 8 0 b c - 0 8 d f - 4 0 e 7 - 9 9 5 2 - 2 2 c c 3 9 7 1 2 2 3 4 "   n a m e = " S a l u t a t i o n "   t y p e = " "   o r d e r = " 9 9 9 "   e n t i t y I d = " 1 6 a 3 6 6 b c - 2 3 c d - 4 b 6 f - a 6 e 4 - 1 c a b 4 9 c 8 8 c 6 e "   l i n k e d E n t i t y I d = " 0 0 0 0 0 0 0 0 - 0 0 0 0 - 0 0 0 0 - 0 0 0 0 - 0 0 0 0 0 0 0 0 0 0 0 0 "   l i n k e d F i e l d I d = " 0 0 0 0 0 0 0 0 - 0 0 0 0 - 0 0 0 0 - 0 0 0 0 - 0 0 0 0 0 0 0 0 0 0 0 0 "   l i n k e d F i e l d I n d e x = " 0 "   i n d e x = " 0 "   f i e l d T y p e = " q u e s t i o n "   f o r m a t = " D e a r   { A d d r e s s e e _ T i t l e : $ V A L $   } { A d d r e s s e e _ S u r n a m e } "   f o r m a t E v a l u a t o r T y p e = " f o r m a t S t r i n g "   h i d d e n = " f a l s e " > & l t ; T i t l e & g t ;   & l t ; L a s t   N a m e & g t ; < m a p p i n g s / > < / f i e l d >  
         < f i e l d   i d = " 4 6 6 8 1 0 d 6 - 4 1 d 8 - 4 d 9 4 - 8 0 b 1 - 1 6 9 5 c 5 c 0 2 f b 5 "   n a m e = " M i d d l e   I n i t i a l "   t y p e = " "   o r d e r = " 9 9 9 "   e n t i t y I d = " 1 6 a 3 6 6 b c - 2 3 c d - 4 b 6 f - a 6 e 4 - 1 c a b 4 9 c 8 8 c 6 e "   l i n k e d E n t i t y I d = " 0 0 0 0 0 0 0 0 - 0 0 0 0 - 0 0 0 0 - 0 0 0 0 - 0 0 0 0 0 0 0 0 0 0 0 0 "   l i n k e d F i e l d I d = " 0 0 0 0 0 0 0 0 - 0 0 0 0 - 0 0 0 0 - 0 0 0 0 - 0 0 0 0 0 0 0 0 0 0 0 0 "   l i n k e d F i e l d I n d e x = " 0 "   i n d e x = " 0 "   f i e l d T y p e = " q u e s t i o n "   f o r m a t E v a l u a t o r T y p e = " f o r m a t S t r i n g "   h i d d e n = " f a l s e " >  
             < m a p p i n g s / >  
         < / f i e l d >  
         < f i e l d   i d = " a d 5 0 c 8 4 5 - a 1 c 9 - 4 d b 1 - a e 1 4 - 2 a 7 4 0 2 2 2 b 0 e c "   n a m e = " C o u n t r y "   t y p e = " "   o r d e r = " 9 9 9 "   e n t i t y I d = " 1 6 a 3 6 6 b c - 2 3 c d - 4 b 6 f - a 6 e 4 - 1 c a b 4 9 c 8 8 c 6 e "   l i n k e d E n t i t y I d = " 0 0 0 0 0 0 0 0 - 0 0 0 0 - 0 0 0 0 - 0 0 0 0 - 0 0 0 0 0 0 0 0 0 0 0 0 "   l i n k e d F i e l d I d = " 0 0 0 0 0 0 0 0 - 0 0 0 0 - 0 0 0 0 - 0 0 0 0 - 0 0 0 0 0 0 0 0 0 0 0 0 "   l i n k e d F i e l d I n d e x = " 0 "   i n d e x = " 0 "   f i e l d T y p e = " q u e s t i o n "   f o r m a t E v a l u a t o r T y p e = " f o r m a t S t r i n g "   h i d d e n = " f a l s e " >  
             < m a p p i n g s / >  
         < / f i e l d >  
         < f i e l d   i d = " 8 5 8 1 7 9 b d - 4 0 8 a - 4 1 2 8 - a 7 f 8 - f d 2 6 1 d 3 a 2 2 0 c "   n a m e = " O r i g i n a l   S o u r c e "   t y p e = " "   o r d e r = " 9 9 9 "   e n t i t y I d = " 1 6 a 3 6 6 b c - 2 3 c d - 4 b 6 f - a 6 e 4 - 1 c a b 4 9 c 8 8 c 6 e "   l i n k e d E n t i t y I d = " 0 0 0 0 0 0 0 0 - 0 0 0 0 - 0 0 0 0 - 0 0 0 0 - 0 0 0 0 0 0 0 0 0 0 0 0 "   l i n k e d F i e l d I d = " 0 0 0 0 0 0 0 0 - 0 0 0 0 - 0 0 0 0 - 0 0 0 0 - 0 0 0 0 0 0 0 0 0 0 0 0 "   l i n k e d F i e l d I n d e x = " 0 "   i n d e x = " 0 "   f i e l d T y p e = " q u e s t i o n "   f o r m a t E v a l u a t o r T y p e = " f o r m a t S t r i n g "   h i d d e n = " f a l s e " > N O N E | 1 d f 5 e a d a - 8 d c f - 4 e 3 e - b 0 7 4 - 2 b e f d e 2 f b a 5 3 < m a p p i n g s / > < / f i e l d >  
         < f i e l d   i d = " a 3 d c 4 2 a 5 - 2 f 2 7 - 4 8 8 b - a 5 f 5 - 9 5 e 5 c a 8 0 9 7 4 7 "   n a m e = " U s e r   n a m e "   t y p e = " "   o r d e r = " 9 9 9 "   e n t i t y I d = " 1 6 a 3 6 6 b c - 2 3 c d - 4 b 6 f - a 6 e 4 - 1 c a b 4 9 c 8 8 c 6 e "   l i n k e d E n t i t y I d = " 0 0 0 0 0 0 0 0 - 0 0 0 0 - 0 0 0 0 - 0 0 0 0 - 0 0 0 0 0 0 0 0 0 0 0 0 "   l i n k e d F i e l d I d = " 0 0 0 0 0 0 0 0 - 0 0 0 0 - 0 0 0 0 - 0 0 0 0 - 0 0 0 0 0 0 0 0 0 0 0 0 "   l i n k e d F i e l d I n d e x = " 0 "   i n d e x = " 0 "   f i e l d T y p e = " q u e s t i o n "   f o r m a t E v a l u a t o r T y p e = " f o r m a t S t r i n g "   h i d d e n = " f a l s e " >  
             < m a p p i n g s / >  
         < / f i e l d >  
         < f i e l d   i d = " 0 5 6 e 4 f 5 1 - 9 f d b - 4 8 4 2 - 9 8 e 6 - 5 3 7 a 3 f 9 9 5 c 3 a "   n a m e = " M i d d l e   N a m e "   t y p e = " "   o r d e r = " 9 9 9 "   e n t i t y I d = " a f f c 4 9 7 f - 5 7 0 7 - 4 f 6 f - b 7 c 4 - 0 3 c d f 0 7 3 8 8 f 9 "   l i n k e d E n t i t y I d = " 0 0 0 0 0 0 0 0 - 0 0 0 0 - 0 0 0 0 - 0 0 0 0 - 0 0 0 0 0 0 0 0 0 0 0 0 "   l i n k e d F i e l d I d = " 0 0 0 0 0 0 0 0 - 0 0 0 0 - 0 0 0 0 - 0 0 0 0 - 0 0 0 0 0 0 0 0 0 0 0 0 "   l i n k e d F i e l d I n d e x = " 0 "   i n d e x = " 0 "   f i e l d T y p e = " q u e s t i o n "   f o r m a t E v a l u a t o r T y p e = " f o r m a t S t r i n g "   h i d d e n = " f a l s e " >  
             < m a p p i n g s / >  
         < / f i e l d >  
         < f i e l d   i d = " 0 1 0 6 5 7 3 7 - f 0 5 1 - 4 5 4 5 - a b f 8 - 0 9 8 f a d 9 d 2 9 2 c "   n a m e = " S u f f i x "   t y p e = " "   o r d e r = " 9 9 9 "   e n t i t y I d = " a f f c 4 9 7 f - 5 7 0 7 - 4 f 6 f - b 7 c 4 - 0 3 c d f 0 7 3 8 8 f 9 "   l i n k e d E n t i t y I d = " 0 0 0 0 0 0 0 0 - 0 0 0 0 - 0 0 0 0 - 0 0 0 0 - 0 0 0 0 0 0 0 0 0 0 0 0 "   l i n k e d F i e l d I d = " 0 0 0 0 0 0 0 0 - 0 0 0 0 - 0 0 0 0 - 0 0 0 0 - 0 0 0 0 0 0 0 0 0 0 0 0 "   l i n k e d F i e l d I n d e x = " 0 "   i n d e x = " 0 "   f i e l d T y p e = " q u e s t i o n "   f o r m a t E v a l u a t o r T y p e = " f o r m a t S t r i n g "   c o i D o c u m e n t F i e l d = " A d d r e s s e e _ S u f f i x "   h i d d e n = " f a l s e " >  
             < m a p p i n g s / >  
         < / f i e l d >  
         < f i e l d   i d = " 4 8 2 8 8 0 b c - 0 8 d f - 4 0 e 7 - 9 9 5 2 - 2 2 c c 3 9 7 1 2 2 3 4 "   n a m e = " S a l u t a t i o n "   t y p e = " "   o r d e r = " 9 9 9 "   e n t i t y I d = " a f f c 4 9 7 f - 5 7 0 7 - 4 f 6 f - b 7 c 4 - 0 3 c d f 0 7 3 8 8 f 9 "   l i n k e d E n t i t y I d = " 0 0 0 0 0 0 0 0 - 0 0 0 0 - 0 0 0 0 - 0 0 0 0 - 0 0 0 0 0 0 0 0 0 0 0 0 "   l i n k e d F i e l d I d = " 0 0 0 0 0 0 0 0 - 0 0 0 0 - 0 0 0 0 - 0 0 0 0 - 0 0 0 0 0 0 0 0 0 0 0 0 "   l i n k e d F i e l d I n d e x = " 0 "   i n d e x = " 0 "   f i e l d T y p e = " q u e s t i o n "   f o r m a t = " D e a r   { A d d r e s s e e _ T i t l e : $ V A L $   } { A d d r e s s e e _ S u r n a m e } "   f o r m a t E v a l u a t o r T y p e = " f o r m a t S t r i n g "   h i d d e n = " f a l s e " > & l t ; T i t l e & g t ;   & l t ; L a s t   N a m e & g t ; < m a p p i n g s / > < / f i e l d >  
         < f i e l d   i d = " 4 6 6 8 1 0 d 6 - 4 1 d 8 - 4 d 9 4 - 8 0 b 1 - 1 6 9 5 c 5 c 0 2 f b 5 "   n a m e = " M i d d l e   I n i t i a l "   t y p e = " "   o r d e r = " 9 9 9 "   e n t i t y I d = " a f f c 4 9 7 f - 5 7 0 7 - 4 f 6 f - b 7 c 4 - 0 3 c d f 0 7 3 8 8 f 9 "   l i n k e d E n t i t y I d = " 0 0 0 0 0 0 0 0 - 0 0 0 0 - 0 0 0 0 - 0 0 0 0 - 0 0 0 0 0 0 0 0 0 0 0 0 "   l i n k e d F i e l d I d = " 0 0 0 0 0 0 0 0 - 0 0 0 0 - 0 0 0 0 - 0 0 0 0 - 0 0 0 0 0 0 0 0 0 0 0 0 "   l i n k e d F i e l d I n d e x = " 0 "   i n d e x = " 0 "   f i e l d T y p e = " q u e s t i o n "   f o r m a t E v a l u a t o r T y p e = " f o r m a t S t r i n g "   h i d d e n = " f a l s e " >  
             < m a p p i n g s / >  
         < / f i e l d >  
         < f i e l d   i d = " a d 5 0 c 8 4 5 - a 1 c 9 - 4 d b 1 - a e 1 4 - 2 a 7 4 0 2 2 2 b 0 e c "   n a m e = " C o u n t r y "   t y p e = " "   o r d e r = " 9 9 9 "   e n t i t y I d = " a f f c 4 9 7 f - 5 7 0 7 - 4 f 6 f - b 7 c 4 - 0 3 c d f 0 7 3 8 8 f 9 "   l i n k e d E n t i t y I d = " 0 0 0 0 0 0 0 0 - 0 0 0 0 - 0 0 0 0 - 0 0 0 0 - 0 0 0 0 0 0 0 0 0 0 0 0 "   l i n k e d F i e l d I d = " 0 0 0 0 0 0 0 0 - 0 0 0 0 - 0 0 0 0 - 0 0 0 0 - 0 0 0 0 0 0 0 0 0 0 0 0 "   l i n k e d F i e l d I n d e x = " 0 "   i n d e x = " 0 "   f i e l d T y p e = " q u e s t i o n "   f o r m a t E v a l u a t o r T y p e = " f o r m a t S t r i n g "   h i d d e n = " f a l s e " >  
             < m a p p i n g s / >  
         < / f i e l d >  
         < f i e l d   i d = " 8 5 8 1 7 9 b d - 4 0 8 a - 4 1 2 8 - a 7 f 8 - f d 2 6 1 d 3 a 2 2 0 c "   n a m e = " O r i g i n a l   S o u r c e "   t y p e = " "   o r d e r = " 9 9 9 "   e n t i t y I d = " a f f c 4 9 7 f - 5 7 0 7 - 4 f 6 f - b 7 c 4 - 0 3 c d f 0 7 3 8 8 f 9 "   l i n k e d E n t i t y I d = " 0 0 0 0 0 0 0 0 - 0 0 0 0 - 0 0 0 0 - 0 0 0 0 - 0 0 0 0 0 0 0 0 0 0 0 0 "   l i n k e d F i e l d I d = " 0 0 0 0 0 0 0 0 - 0 0 0 0 - 0 0 0 0 - 0 0 0 0 - 0 0 0 0 0 0 0 0 0 0 0 0 "   l i n k e d F i e l d I n d e x = " 0 "   i n d e x = " 0 "   f i e l d T y p e = " q u e s t i o n "   f o r m a t E v a l u a t o r T y p e = " f o r m a t S t r i n g "   h i d d e n = " f a l s e " > N O N E | 7 0 8 f 3 8 0 4 - 4 b 0 4 - 4 7 c b - 8 2 7 2 - 4 a 6 2 a b b a 9 9 3 c < m a p p i n g s / > < / f i e l d >  
         < f i e l d   i d = " a 3 d c 4 2 a 5 - 2 f 2 7 - 4 8 8 b - a 5 f 5 - 9 5 e 5 c a 8 0 9 7 4 7 "   n a m e = " U s e r   n a m e "   t y p e = " "   o r d e r = " 9 9 9 "   e n t i t y I d = " a f f c 4 9 7 f - 5 7 0 7 - 4 f 6 f - b 7 c 4 - 0 3 c d f 0 7 3 8 8 f 9 "   l i n k e d E n t i t y I d = " 0 0 0 0 0 0 0 0 - 0 0 0 0 - 0 0 0 0 - 0 0 0 0 - 0 0 0 0 0 0 0 0 0 0 0 0 "   l i n k e d F i e l d I d = " 0 0 0 0 0 0 0 0 - 0 0 0 0 - 0 0 0 0 - 0 0 0 0 - 0 0 0 0 0 0 0 0 0 0 0 0 "   l i n k e d F i e l d I n d e x = " 0 "   i n d e x = " 0 "   f i e l d T y p e = " q u e s t i o n "   f o r m a t E v a l u a t o r T y p e = " f o r m a t S t r i n g "   h i d d e n = " f a l s e " >  
             < m a p p i n g s / >  
         < / f i e l d >  
         < f i e l d   i d = " 0 5 6 e 4 f 5 1 - 9 f d b - 4 8 4 2 - 9 8 e 6 - 5 3 7 a 3 f 9 9 5 c 3 a "   n a m e = " M i d d l e   N a m e "   t y p e = " "   o r d e r = " 9 9 9 "   e n t i t y I d = " d 1 c 1 b 0 b a - 1 a d 7 - 4 e 2 6 - a f 7 6 - 9 b 4 b 9 e c 6 8 c 7 6 "   l i n k e d E n t i t y I d = " 0 0 0 0 0 0 0 0 - 0 0 0 0 - 0 0 0 0 - 0 0 0 0 - 0 0 0 0 0 0 0 0 0 0 0 0 "   l i n k e d F i e l d I d = " 0 0 0 0 0 0 0 0 - 0 0 0 0 - 0 0 0 0 - 0 0 0 0 - 0 0 0 0 0 0 0 0 0 0 0 0 "   l i n k e d F i e l d I n d e x = " 0 "   i n d e x = " 0 "   f i e l d T y p e = " q u e s t i o n "   f o r m a t E v a l u a t o r T y p e = " f o r m a t S t r i n g "   h i d d e n = " f a l s e " >  
             < m a p p i n g s / >  
         < / f i e l d >  
         < f i e l d   i d = " 0 1 0 6 5 7 3 7 - f 0 5 1 - 4 5 4 5 - a b f 8 - 0 9 8 f a d 9 d 2 9 2 c "   n a m e = " S u f f i x "   t y p e = " "   o r d e r = " 9 9 9 "   e n t i t y I d = " d 1 c 1 b 0 b a - 1 a d 7 - 4 e 2 6 - a f 7 6 - 9 b 4 b 9 e c 6 8 c 7 6 "   l i n k e d E n t i t y I d = " 0 0 0 0 0 0 0 0 - 0 0 0 0 - 0 0 0 0 - 0 0 0 0 - 0 0 0 0 0 0 0 0 0 0 0 0 "   l i n k e d F i e l d I d = " 0 0 0 0 0 0 0 0 - 0 0 0 0 - 0 0 0 0 - 0 0 0 0 - 0 0 0 0 0 0 0 0 0 0 0 0 "   l i n k e d F i e l d I n d e x = " 0 "   i n d e x = " 0 "   f i e l d T y p e = " q u e s t i o n "   f o r m a t E v a l u a t o r T y p e = " f o r m a t S t r i n g "   c o i D o c u m e n t F i e l d = " A d d r e s s e e _ S u f f i x "   h i d d e n = " f a l s e " >  
             < m a p p i n g s / >  
         < / f i e l d >  
         < f i e l d   i d = " 4 8 2 8 8 0 b c - 0 8 d f - 4 0 e 7 - 9 9 5 2 - 2 2 c c 3 9 7 1 2 2 3 4 "   n a m e = " S a l u t a t i o n "   t y p e = " "   o r d e r = " 9 9 9 "   e n t i t y I d = " d 1 c 1 b 0 b a - 1 a d 7 - 4 e 2 6 - a f 7 6 - 9 b 4 b 9 e c 6 8 c 7 6 "   l i n k e d E n t i t y I d = " 0 0 0 0 0 0 0 0 - 0 0 0 0 - 0 0 0 0 - 0 0 0 0 - 0 0 0 0 0 0 0 0 0 0 0 0 "   l i n k e d F i e l d I d = " 0 0 0 0 0 0 0 0 - 0 0 0 0 - 0 0 0 0 - 0 0 0 0 - 0 0 0 0 0 0 0 0 0 0 0 0 "   l i n k e d F i e l d I n d e x = " 0 "   i n d e x = " 0 "   f i e l d T y p e = " q u e s t i o n "   f o r m a t = " D e a r   { A d d r e s s e e _ T i t l e : $ V A L $   } { A d d r e s s e e _ S u r n a m e } "   f o r m a t E v a l u a t o r T y p e = " f o r m a t S t r i n g "   h i d d e n = " f a l s e " > & l t ; T i t l e & g t ;   & l t ; L a s t   N a m e & g t ; < m a p p i n g s / > < / f i e l d >  
         < f i e l d   i d = " 4 6 6 8 1 0 d 6 - 4 1 d 8 - 4 d 9 4 - 8 0 b 1 - 1 6 9 5 c 5 c 0 2 f b 5 "   n a m e = " M i d d l e   I n i t i a l "   t y p e = " "   o r d e r = " 9 9 9 "   e n t i t y I d = " d 1 c 1 b 0 b a - 1 a d 7 - 4 e 2 6 - a f 7 6 - 9 b 4 b 9 e c 6 8 c 7 6 "   l i n k e d E n t i t y I d = " 0 0 0 0 0 0 0 0 - 0 0 0 0 - 0 0 0 0 - 0 0 0 0 - 0 0 0 0 0 0 0 0 0 0 0 0 "   l i n k e d F i e l d I d = " 0 0 0 0 0 0 0 0 - 0 0 0 0 - 0 0 0 0 - 0 0 0 0 - 0 0 0 0 0 0 0 0 0 0 0 0 "   l i n k e d F i e l d I n d e x = " 0 "   i n d e x = " 0 "   f i e l d T y p e = " q u e s t i o n "   f o r m a t E v a l u a t o r T y p e = " f o r m a t S t r i n g "   h i d d e n = " f a l s e " >  
             < m a p p i n g s / >  
         < / f i e l d >  
         < f i e l d   i d = " a d 5 0 c 8 4 5 - a 1 c 9 - 4 d b 1 - a e 1 4 - 2 a 7 4 0 2 2 2 b 0 e c "   n a m e = " C o u n t r y "   t y p e = " "   o r d e r = " 9 9 9 "   e n t i t y I d = " d 1 c 1 b 0 b a - 1 a d 7 - 4 e 2 6 - a f 7 6 - 9 b 4 b 9 e c 6 8 c 7 6 "   l i n k e d E n t i t y I d = " 0 0 0 0 0 0 0 0 - 0 0 0 0 - 0 0 0 0 - 0 0 0 0 - 0 0 0 0 0 0 0 0 0 0 0 0 "   l i n k e d F i e l d I d = " 0 0 0 0 0 0 0 0 - 0 0 0 0 - 0 0 0 0 - 0 0 0 0 - 0 0 0 0 0 0 0 0 0 0 0 0 "   l i n k e d F i e l d I n d e x = " 0 "   i n d e x = " 0 "   f i e l d T y p e = " q u e s t i o n "   f o r m a t E v a l u a t o r T y p e = " f o r m a t S t r i n g "   h i d d e n = " f a l s e " >  
             < m a p p i n g s / >  
         < / f i e l d >  
         < f i e l d   i d = " 8 5 8 1 7 9 b d - 4 0 8 a - 4 1 2 8 - a 7 f 8 - f d 2 6 1 d 3 a 2 2 0 c "   n a m e = " O r i g i n a l   S o u r c e "   t y p e = " "   o r d e r = " 9 9 9 "   e n t i t y I d = " d 1 c 1 b 0 b a - 1 a d 7 - 4 e 2 6 - a f 7 6 - 9 b 4 b 9 e c 6 8 c 7 6 "   l i n k e d E n t i t y I d = " 0 0 0 0 0 0 0 0 - 0 0 0 0 - 0 0 0 0 - 0 0 0 0 - 0 0 0 0 0 0 0 0 0 0 0 0 "   l i n k e d F i e l d I d = " 0 0 0 0 0 0 0 0 - 0 0 0 0 - 0 0 0 0 - 0 0 0 0 - 0 0 0 0 0 0 0 0 0 0 0 0 "   l i n k e d F i e l d I n d e x = " 0 "   i n d e x = " 0 "   f i e l d T y p e = " q u e s t i o n "   f o r m a t E v a l u a t o r T y p e = " f o r m a t S t r i n g "   h i d d e n = " f a l s e " > N O N E | c d 2 3 3 2 d b - 3 d 9 9 - 4 1 8 f - b 7 2 d - d d 9 5 2 4 e 7 4 4 5 9 < m a p p i n g s / > < / f i e l d >  
         < f i e l d   i d = " a 3 d c 4 2 a 5 - 2 f 2 7 - 4 8 8 b - a 5 f 5 - 9 5 e 5 c a 8 0 9 7 4 7 "   n a m e = " U s e r   n a m e "   t y p e = " "   o r d e r = " 9 9 9 "   e n t i t y I d = " d 1 c 1 b 0 b a - 1 a d 7 - 4 e 2 6 - a f 7 6 - 9 b 4 b 9 e c 6 8 c 7 6 "   l i n k e d E n t i t y I d = " 0 0 0 0 0 0 0 0 - 0 0 0 0 - 0 0 0 0 - 0 0 0 0 - 0 0 0 0 0 0 0 0 0 0 0 0 "   l i n k e d F i e l d I d = " 0 0 0 0 0 0 0 0 - 0 0 0 0 - 0 0 0 0 - 0 0 0 0 - 0 0 0 0 0 0 0 0 0 0 0 0 "   l i n k e d F i e l d I n d e x = " 0 "   i n d e x = " 0 "   f i e l d T y p e = " q u e s t i o n "   f o r m a t E v a l u a t o r T y p e = " f o r m a t S t r i n g "   h i d d e n = " f a l s e " >  
             < m a p p i n g s / >  
         < / f i e l d >  
         < f i e l d   i d = " 0 5 6 e 4 f 5 1 - 9 f d b - 4 8 4 2 - 9 8 e 6 - 5 3 7 a 3 f 9 9 5 c 3 a "   n a m e = " M i d d l e   N a m e "   t y p e = " "   o r d e r = " 9 9 9 "   e n t i t y I d = " b 1 6 d 3 3 b 2 - b 2 d 1 - 4 b 3 a - b f 5 f - 1 8 2 6 5 e 6 a 0 b 1 e "   l i n k e d E n t i t y I d = " 0 0 0 0 0 0 0 0 - 0 0 0 0 - 0 0 0 0 - 0 0 0 0 - 0 0 0 0 0 0 0 0 0 0 0 0 "   l i n k e d F i e l d I d = " 0 0 0 0 0 0 0 0 - 0 0 0 0 - 0 0 0 0 - 0 0 0 0 - 0 0 0 0 0 0 0 0 0 0 0 0 "   l i n k e d F i e l d I n d e x = " 0 "   i n d e x = " 0 "   f i e l d T y p e = " q u e s t i o n "   f o r m a t E v a l u a t o r T y p e = " f o r m a t S t r i n g "   h i d d e n = " f a l s e " >  
             < m a p p i n g s / >  
         < / f i e l d >  
         < f i e l d   i d = " 0 1 0 6 5 7 3 7 - f 0 5 1 - 4 5 4 5 - a b f 8 - 0 9 8 f a d 9 d 2 9 2 c "   n a m e = " S u f f i x "   t y p e = " "   o r d e r = " 9 9 9 "   e n t i t y I d = " b 1 6 d 3 3 b 2 - b 2 d 1 - 4 b 3 a - b f 5 f - 1 8 2 6 5 e 6 a 0 b 1 e "   l i n k e d E n t i t y I d = " 0 0 0 0 0 0 0 0 - 0 0 0 0 - 0 0 0 0 - 0 0 0 0 - 0 0 0 0 0 0 0 0 0 0 0 0 "   l i n k e d F i e l d I d = " 0 0 0 0 0 0 0 0 - 0 0 0 0 - 0 0 0 0 - 0 0 0 0 - 0 0 0 0 0 0 0 0 0 0 0 0 "   l i n k e d F i e l d I n d e x = " 0 "   i n d e x = " 0 "   f i e l d T y p e = " q u e s t i o n "   f o r m a t E v a l u a t o r T y p e = " f o r m a t S t r i n g "   c o i D o c u m e n t F i e l d = " A d d r e s s e e _ S u f f i x "   h i d d e n = " f a l s e " >  
             < m a p p i n g s / >  
         < / f i e l d >  
         < f i e l d   i d = " 4 8 2 8 8 0 b c - 0 8 d f - 4 0 e 7 - 9 9 5 2 - 2 2 c c 3 9 7 1 2 2 3 4 "   n a m e = " S a l u t a t i o n "   t y p e = " "   o r d e r = " 9 9 9 "   e n t i t y I d = " b 1 6 d 3 3 b 2 - b 2 d 1 - 4 b 3 a - b f 5 f - 1 8 2 6 5 e 6 a 0 b 1 e "   l i n k e d E n t i t y I d = " 0 0 0 0 0 0 0 0 - 0 0 0 0 - 0 0 0 0 - 0 0 0 0 - 0 0 0 0 0 0 0 0 0 0 0 0 "   l i n k e d F i e l d I d = " 0 0 0 0 0 0 0 0 - 0 0 0 0 - 0 0 0 0 - 0 0 0 0 - 0 0 0 0 0 0 0 0 0 0 0 0 "   l i n k e d F i e l d I n d e x = " 0 "   i n d e x = " 0 "   f i e l d T y p e = " q u e s t i o n "   f o r m a t = " D e a r   { A d d r e s s e e _ T i t l e : $ V A L $   } { A d d r e s s e e _ S u r n a m e } "   f o r m a t E v a l u a t o r T y p e = " f o r m a t S t r i n g "   h i d d e n = " f a l s e " > & l t ; T i t l e & g t ;   & l t ; L a s t   N a m e & g t ; < m a p p i n g s / > < / f i e l d >  
         < f i e l d   i d = " 4 6 6 8 1 0 d 6 - 4 1 d 8 - 4 d 9 4 - 8 0 b 1 - 1 6 9 5 c 5 c 0 2 f b 5 "   n a m e = " M i d d l e   I n i t i a l "   t y p e = " "   o r d e r = " 9 9 9 "   e n t i t y I d = " b 1 6 d 3 3 b 2 - b 2 d 1 - 4 b 3 a - b f 5 f - 1 8 2 6 5 e 6 a 0 b 1 e "   l i n k e d E n t i t y I d = " 0 0 0 0 0 0 0 0 - 0 0 0 0 - 0 0 0 0 - 0 0 0 0 - 0 0 0 0 0 0 0 0 0 0 0 0 "   l i n k e d F i e l d I d = " 0 0 0 0 0 0 0 0 - 0 0 0 0 - 0 0 0 0 - 0 0 0 0 - 0 0 0 0 0 0 0 0 0 0 0 0 "   l i n k e d F i e l d I n d e x = " 0 "   i n d e x = " 0 "   f i e l d T y p e = " q u e s t i o n "   f o r m a t E v a l u a t o r T y p e = " f o r m a t S t r i n g "   h i d d e n = " f a l s e " >  
             < m a p p i n g s / >  
         < / f i e l d >  
         < f i e l d   i d = " a d 5 0 c 8 4 5 - a 1 c 9 - 4 d b 1 - a e 1 4 - 2 a 7 4 0 2 2 2 b 0 e c "   n a m e = " C o u n t r y "   t y p e = " "   o r d e r = " 9 9 9 "   e n t i t y I d = " b 1 6 d 3 3 b 2 - b 2 d 1 - 4 b 3 a - b f 5 f - 1 8 2 6 5 e 6 a 0 b 1 e "   l i n k e d E n t i t y I d = " 0 0 0 0 0 0 0 0 - 0 0 0 0 - 0 0 0 0 - 0 0 0 0 - 0 0 0 0 0 0 0 0 0 0 0 0 "   l i n k e d F i e l d I d = " 0 0 0 0 0 0 0 0 - 0 0 0 0 - 0 0 0 0 - 0 0 0 0 - 0 0 0 0 0 0 0 0 0 0 0 0 "   l i n k e d F i e l d I n d e x = " 0 "   i n d e x = " 0 "   f i e l d T y p e = " q u e s t i o n "   f o r m a t E v a l u a t o r T y p e = " f o r m a t S t r i n g "   h i d d e n = " f a l s e " >  
             < m a p p i n g s / >  
         < / f i e l d >  
         < f i e l d   i d = " 8 5 8 1 7 9 b d - 4 0 8 a - 4 1 2 8 - a 7 f 8 - f d 2 6 1 d 3 a 2 2 0 c "   n a m e = " O r i g i n a l   S o u r c e "   t y p e = " "   o r d e r = " 9 9 9 "   e n t i t y I d = " b 1 6 d 3 3 b 2 - b 2 d 1 - 4 b 3 a - b f 5 f - 1 8 2 6 5 e 6 a 0 b 1 e "   l i n k e d E n t i t y I d = " 0 0 0 0 0 0 0 0 - 0 0 0 0 - 0 0 0 0 - 0 0 0 0 - 0 0 0 0 0 0 0 0 0 0 0 0 "   l i n k e d F i e l d I d = " 0 0 0 0 0 0 0 0 - 0 0 0 0 - 0 0 0 0 - 0 0 0 0 - 0 0 0 0 0 0 0 0 0 0 0 0 "   l i n k e d F i e l d I n d e x = " 0 "   i n d e x = " 0 "   f i e l d T y p e = " q u e s t i o n "   f o r m a t E v a l u a t o r T y p e = " f o r m a t S t r i n g "   h i d d e n = " f a l s e " > N O N E | 4 8 4 6 4 9 7 2 - 2 c c a - 4 7 3 5 - b 3 3 f - e e f 0 4 d 8 0 3 0 3 7 < m a p p i n g s / > < / f i e l d >  
         < f i e l d   i d = " a 3 d c 4 2 a 5 - 2 f 2 7 - 4 8 8 b - a 5 f 5 - 9 5 e 5 c a 8 0 9 7 4 7 "   n a m e = " U s e r   n a m e "   t y p e = " "   o r d e r = " 9 9 9 "   e n t i t y I d = " b 1 6 d 3 3 b 2 - b 2 d 1 - 4 b 3 a - b f 5 f - 1 8 2 6 5 e 6 a 0 b 1 e "   l i n k e d E n t i t y I d = " 0 0 0 0 0 0 0 0 - 0 0 0 0 - 0 0 0 0 - 0 0 0 0 - 0 0 0 0 0 0 0 0 0 0 0 0 "   l i n k e d F i e l d I d = " 0 0 0 0 0 0 0 0 - 0 0 0 0 - 0 0 0 0 - 0 0 0 0 - 0 0 0 0 0 0 0 0 0 0 0 0 "   l i n k e d F i e l d I n d e x = " 0 "   i n d e x = " 0 "   f i e l d T y p e = " q u e s t i o n "   f o r m a t E v a l u a t o r T y p e = " f o r m a t S t r i n g "   h i d d e n = " f a l s e " >  
             < m a p p i n g s / >  
         < / f i e l d >  
         < f i e l d   i d = " 0 5 6 e 4 f 5 1 - 9 f d b - 4 8 4 2 - 9 8 e 6 - 5 3 7 a 3 f 9 9 5 c 3 a "   n a m e = " M i d d l e   N a m e "   t y p e = " "   o r d e r = " 9 9 9 "   e n t i t y I d = " 0 6 8 8 3 d 0 5 - b a 5 d - 4 4 0 4 - a 7 2 1 - 9 2 0 1 0 3 8 1 f 3 9 5 "   l i n k e d E n t i t y I d = " 0 0 0 0 0 0 0 0 - 0 0 0 0 - 0 0 0 0 - 0 0 0 0 - 0 0 0 0 0 0 0 0 0 0 0 0 "   l i n k e d F i e l d I d = " 0 0 0 0 0 0 0 0 - 0 0 0 0 - 0 0 0 0 - 0 0 0 0 - 0 0 0 0 0 0 0 0 0 0 0 0 "   l i n k e d F i e l d I n d e x = " 0 "   i n d e x = " 0 "   f i e l d T y p e = " q u e s t i o n "   f o r m a t E v a l u a t o r T y p e = " f o r m a t S t r i n g "   h i d d e n = " f a l s e " >  
             < m a p p i n g s / >  
         < / f i e l d >  
         < f i e l d   i d = " 0 1 0 6 5 7 3 7 - f 0 5 1 - 4 5 4 5 - a b f 8 - 0 9 8 f a d 9 d 2 9 2 c "   n a m e = " S u f f i x "   t y p e = " "   o r d e r = " 9 9 9 "   e n t i t y I d = " 0 6 8 8 3 d 0 5 - b a 5 d - 4 4 0 4 - a 7 2 1 - 9 2 0 1 0 3 8 1 f 3 9 5 "   l i n k e d E n t i t y I d = " 0 0 0 0 0 0 0 0 - 0 0 0 0 - 0 0 0 0 - 0 0 0 0 - 0 0 0 0 0 0 0 0 0 0 0 0 "   l i n k e d F i e l d I d = " 0 0 0 0 0 0 0 0 - 0 0 0 0 - 0 0 0 0 - 0 0 0 0 - 0 0 0 0 0 0 0 0 0 0 0 0 "   l i n k e d F i e l d I n d e x = " 0 "   i n d e x = " 0 "   f i e l d T y p e = " q u e s t i o n "   f o r m a t E v a l u a t o r T y p e = " f o r m a t S t r i n g "   c o i D o c u m e n t F i e l d = " A d d r e s s e e _ S u f f i x "   h i d d e n = " f a l s e " >  
             < m a p p i n g s / >  
         < / f i e l d >  
         < f i e l d   i d = " 4 8 2 8 8 0 b c - 0 8 d f - 4 0 e 7 - 9 9 5 2 - 2 2 c c 3 9 7 1 2 2 3 4 "   n a m e = " S a l u t a t i o n "   t y p e = " "   o r d e r = " 9 9 9 "   e n t i t y I d = " 0 6 8 8 3 d 0 5 - b a 5 d - 4 4 0 4 - a 7 2 1 - 9 2 0 1 0 3 8 1 f 3 9 5 "   l i n k e d E n t i t y I d = " 0 0 0 0 0 0 0 0 - 0 0 0 0 - 0 0 0 0 - 0 0 0 0 - 0 0 0 0 0 0 0 0 0 0 0 0 "   l i n k e d F i e l d I d = " 0 0 0 0 0 0 0 0 - 0 0 0 0 - 0 0 0 0 - 0 0 0 0 - 0 0 0 0 0 0 0 0 0 0 0 0 "   l i n k e d F i e l d I n d e x = " 0 "   i n d e x = " 0 "   f i e l d T y p e = " q u e s t i o n "   f o r m a t = " D e a r   { A d d r e s s e e _ T i t l e : $ V A L $   } { A d d r e s s e e _ S u r n a m e } "   f o r m a t E v a l u a t o r T y p e = " f o r m a t S t r i n g "   h i d d e n = " f a l s e " >  
             < m a p p i n g s / >  
         < / f i e l d >  
         < f i e l d   i d = " 4 6 6 8 1 0 d 6 - 4 1 d 8 - 4 d 9 4 - 8 0 b 1 - 1 6 9 5 c 5 c 0 2 f b 5 "   n a m e = " M i d d l e   I n i t i a l "   t y p e = " "   o r d e r = " 9 9 9 "   e n t i t y I d = " 0 6 8 8 3 d 0 5 - b a 5 d - 4 4 0 4 - a 7 2 1 - 9 2 0 1 0 3 8 1 f 3 9 5 "   l i n k e d E n t i t y I d = " 0 0 0 0 0 0 0 0 - 0 0 0 0 - 0 0 0 0 - 0 0 0 0 - 0 0 0 0 0 0 0 0 0 0 0 0 "   l i n k e d F i e l d I d = " 0 0 0 0 0 0 0 0 - 0 0 0 0 - 0 0 0 0 - 0 0 0 0 - 0 0 0 0 0 0 0 0 0 0 0 0 "   l i n k e d F i e l d I n d e x = " 0 "   i n d e x = " 0 "   f i e l d T y p e = " q u e s t i o n "   f o r m a t E v a l u a t o r T y p e = " f o r m a t S t r i n g "   h i d d e n = " f a l s e " >  
             < m a p p i n g s / >  
         < / f i e l d >  
         < f i e l d   i d = " a d 5 0 c 8 4 5 - a 1 c 9 - 4 d b 1 - a e 1 4 - 2 a 7 4 0 2 2 2 b 0 e c "   n a m e = " C o u n t r y "   t y p e = " "   o r d e r = " 9 9 9 "   e n t i t y I d = " 0 6 8 8 3 d 0 5 - b a 5 d - 4 4 0 4 - a 7 2 1 - 9 2 0 1 0 3 8 1 f 3 9 5 "   l i n k e d E n t i t y I d = " 0 0 0 0 0 0 0 0 - 0 0 0 0 - 0 0 0 0 - 0 0 0 0 - 0 0 0 0 0 0 0 0 0 0 0 0 "   l i n k e d F i e l d I d = " 0 0 0 0 0 0 0 0 - 0 0 0 0 - 0 0 0 0 - 0 0 0 0 - 0 0 0 0 0 0 0 0 0 0 0 0 "   l i n k e d F i e l d I n d e x = " 0 "   i n d e x = " 0 "   f i e l d T y p e = " q u e s t i o n "   f o r m a t E v a l u a t o r T y p e = " f o r m a t S t r i n g "   h i d d e n = " f a l s e " >  
             < m a p p i n g s / >  
         < / f i e l d >  
         < f i e l d   i d = " 8 5 8 1 7 9 b d - 4 0 8 a - 4 1 2 8 - a 7 f 8 - f d 2 6 1 d 3 a 2 2 0 c "   n a m e = " O r i g i n a l   S o u r c e "   t y p e = " "   o r d e r = " 9 9 9 "   e n t i t y I d = " 0 6 8 8 3 d 0 5 - b a 5 d - 4 4 0 4 - a 7 2 1 - 9 2 0 1 0 3 8 1 f 3 9 5 "   l i n k e d E n t i t y I d = " 0 0 0 0 0 0 0 0 - 0 0 0 0 - 0 0 0 0 - 0 0 0 0 - 0 0 0 0 0 0 0 0 0 0 0 0 "   l i n k e d F i e l d I d = " 0 0 0 0 0 0 0 0 - 0 0 0 0 - 0 0 0 0 - 0 0 0 0 - 0 0 0 0 0 0 0 0 0 0 0 0 "   l i n k e d F i e l d I n d e x = " 0 "   i n d e x = " 0 "   f i e l d T y p e = " q u e s t i o n "   f o r m a t E v a l u a t o r T y p e = " f o r m a t S t r i n g "   h i d d e n = " f a l s e " >  
             < m a p p i n g s / >  
         < / f i e l d >  
         < f i e l d   i d = " a 3 d c 4 2 a 5 - 2 f 2 7 - 4 8 8 b - a 5 f 5 - 9 5 e 5 c a 8 0 9 7 4 7 "   n a m e = " U s e r   n a m e "   t y p e = " "   o r d e r = " 9 9 9 "   e n t i t y I d = " 0 6 8 8 3 d 0 5 - b a 5 d - 4 4 0 4 - a 7 2 1 - 9 2 0 1 0 3 8 1 f 3 9 5 "   l i n k e d E n t i t y I d = " 0 0 0 0 0 0 0 0 - 0 0 0 0 - 0 0 0 0 - 0 0 0 0 - 0 0 0 0 0 0 0 0 0 0 0 0 "   l i n k e d F i e l d I d = " 0 0 0 0 0 0 0 0 - 0 0 0 0 - 0 0 0 0 - 0 0 0 0 - 0 0 0 0 0 0 0 0 0 0 0 0 "   l i n k e d F i e l d I n d e x = " 0 "   i n d e x = " 0 "   f i e l d T y p e = " q u e s t i o n "   f o r m a t E v a l u a t o r T y p e = " f o r m a t S t r i n g "   h i d d e n = " f a l s e " >  
             < m a p p i n g s / >  
         < / f i e l d >  
         < f i e l d   i d = " 0 5 6 e 4 f 5 1 - 9 f d b - 4 8 4 2 - 9 8 e 6 - 5 3 7 a 3 f 9 9 5 c 3 a "   n a m e = " M i d d l e   N a m e "   t y p e = " "   o r d e r = " 9 9 9 "   e n t i t y I d = " 7 0 1 c 3 6 9 0 - e e 8 6 - 4 b 4 f - 9 b c d - 6 6 f 1 3 a 7 4 f 3 3 c "   l i n k e d E n t i t y I d = " 0 0 0 0 0 0 0 0 - 0 0 0 0 - 0 0 0 0 - 0 0 0 0 - 0 0 0 0 0 0 0 0 0 0 0 0 "   l i n k e d F i e l d I d = " 0 0 0 0 0 0 0 0 - 0 0 0 0 - 0 0 0 0 - 0 0 0 0 - 0 0 0 0 0 0 0 0 0 0 0 0 "   l i n k e d F i e l d I n d e x = " 0 "   i n d e x = " 0 "   f i e l d T y p e = " q u e s t i o n "   f o r m a t E v a l u a t o r T y p e = " f o r m a t S t r i n g "   h i d d e n = " f a l s e " >  
             < m a p p i n g s / >  
         < / f i e l d >  
         < f i e l d   i d = " 0 1 0 6 5 7 3 7 - f 0 5 1 - 4 5 4 5 - a b f 8 - 0 9 8 f a d 9 d 2 9 2 c "   n a m e = " S u f f i x "   t y p e = " "   o r d e r = " 9 9 9 "   e n t i t y I d = " 7 0 1 c 3 6 9 0 - e e 8 6 - 4 b 4 f - 9 b c d - 6 6 f 1 3 a 7 4 f 3 3 c "   l i n k e d E n t i t y I d = " 0 0 0 0 0 0 0 0 - 0 0 0 0 - 0 0 0 0 - 0 0 0 0 - 0 0 0 0 0 0 0 0 0 0 0 0 "   l i n k e d F i e l d I d = " 0 0 0 0 0 0 0 0 - 0 0 0 0 - 0 0 0 0 - 0 0 0 0 - 0 0 0 0 0 0 0 0 0 0 0 0 "   l i n k e d F i e l d I n d e x = " 0 "   i n d e x = " 0 "   f i e l d T y p e = " q u e s t i o n "   f o r m a t E v a l u a t o r T y p e = " f o r m a t S t r i n g "   c o i D o c u m e n t F i e l d = " A d d r e s s e e _ S u f f i x "   h i d d e n = " f a l s e " >  
             < m a p p i n g s / >  
         < / f i e l d >  
         < f i e l d   i d = " 4 8 2 8 8 0 b c - 0 8 d f - 4 0 e 7 - 9 9 5 2 - 2 2 c c 3 9 7 1 2 2 3 4 "   n a m e = " S a l u t a t i o n "   t y p e = " "   o r d e r = " 9 9 9 "   e n t i t y I d = " 7 0 1 c 3 6 9 0 - e e 8 6 - 4 b 4 f - 9 b c d - 6 6 f 1 3 a 7 4 f 3 3 c "   l i n k e d E n t i t y I d = " 0 0 0 0 0 0 0 0 - 0 0 0 0 - 0 0 0 0 - 0 0 0 0 - 0 0 0 0 0 0 0 0 0 0 0 0 "   l i n k e d F i e l d I d = " 0 0 0 0 0 0 0 0 - 0 0 0 0 - 0 0 0 0 - 0 0 0 0 - 0 0 0 0 0 0 0 0 0 0 0 0 "   l i n k e d F i e l d I n d e x = " 0 "   i n d e x = " 0 "   f i e l d T y p e = " q u e s t i o n "   f o r m a t = " D e a r   { A d d r e s s e e _ T i t l e : $ V A L $   } { A d d r e s s e e _ S u r n a m e } "   f o r m a t E v a l u a t o r T y p e = " f o r m a t S t r i n g "   h i d d e n = " f a l s e " >  
             < m a p p i n g s / >  
         < / f i e l d >  
         < f i e l d   i d = " 4 6 6 8 1 0 d 6 - 4 1 d 8 - 4 d 9 4 - 8 0 b 1 - 1 6 9 5 c 5 c 0 2 f b 5 "   n a m e = " M i d d l e   I n i t i a l "   t y p e = " "   o r d e r = " 9 9 9 "   e n t i t y I d = " 7 0 1 c 3 6 9 0 - e e 8 6 - 4 b 4 f - 9 b c d - 6 6 f 1 3 a 7 4 f 3 3 c "   l i n k e d E n t i t y I d = " 0 0 0 0 0 0 0 0 - 0 0 0 0 - 0 0 0 0 - 0 0 0 0 - 0 0 0 0 0 0 0 0 0 0 0 0 "   l i n k e d F i e l d I d = " 0 0 0 0 0 0 0 0 - 0 0 0 0 - 0 0 0 0 - 0 0 0 0 - 0 0 0 0 0 0 0 0 0 0 0 0 "   l i n k e d F i e l d I n d e x = " 0 "   i n d e x = " 0 "   f i e l d T y p e = " q u e s t i o n "   f o r m a t E v a l u a t o r T y p e = " f o r m a t S t r i n g "   h i d d e n = " f a l s e " >  
             < m a p p i n g s / >  
         < / f i e l d >  
         < f i e l d   i d = " a d 5 0 c 8 4 5 - a 1 c 9 - 4 d b 1 - a e 1 4 - 2 a 7 4 0 2 2 2 b 0 e c "   n a m e = " C o u n t r y "   t y p e = " "   o r d e r = " 9 9 9 "   e n t i t y I d = " 7 0 1 c 3 6 9 0 - e e 8 6 - 4 b 4 f - 9 b c d - 6 6 f 1 3 a 7 4 f 3 3 c "   l i n k e d E n t i t y I d = " 0 0 0 0 0 0 0 0 - 0 0 0 0 - 0 0 0 0 - 0 0 0 0 - 0 0 0 0 0 0 0 0 0 0 0 0 "   l i n k e d F i e l d I d = " 0 0 0 0 0 0 0 0 - 0 0 0 0 - 0 0 0 0 - 0 0 0 0 - 0 0 0 0 0 0 0 0 0 0 0 0 "   l i n k e d F i e l d I n d e x = " 0 "   i n d e x = " 0 "   f i e l d T y p e = " q u e s t i o n "   f o r m a t E v a l u a t o r T y p e = " f o r m a t S t r i n g "   h i d d e n = " f a l s e " >  
             < m a p p i n g s / >  
         < / f i e l d >  
         < f i e l d   i d = " 8 5 8 1 7 9 b d - 4 0 8 a - 4 1 2 8 - a 7 f 8 - f d 2 6 1 d 3 a 2 2 0 c "   n a m e = " O r i g i n a l   S o u r c e "   t y p e = " "   o r d e r = " 9 9 9 "   e n t i t y I d = " 7 0 1 c 3 6 9 0 - e e 8 6 - 4 b 4 f - 9 b c d - 6 6 f 1 3 a 7 4 f 3 3 c "   l i n k e d E n t i t y I d = " 0 0 0 0 0 0 0 0 - 0 0 0 0 - 0 0 0 0 - 0 0 0 0 - 0 0 0 0 0 0 0 0 0 0 0 0 "   l i n k e d F i e l d I d = " 0 0 0 0 0 0 0 0 - 0 0 0 0 - 0 0 0 0 - 0 0 0 0 - 0 0 0 0 0 0 0 0 0 0 0 0 "   l i n k e d F i e l d I n d e x = " 0 "   i n d e x = " 0 "   f i e l d T y p e = " q u e s t i o n "   f o r m a t E v a l u a t o r T y p e = " f o r m a t S t r i n g "   h i d d e n = " f a l s e " >  
             < m a p p i n g s / >  
         < / f i e l d >  
         < f i e l d   i d = " a 3 d c 4 2 a 5 - 2 f 2 7 - 4 8 8 b - a 5 f 5 - 9 5 e 5 c a 8 0 9 7 4 7 "   n a m e = " U s e r   n a m e "   t y p e = " "   o r d e r = " 9 9 9 "   e n t i t y I d = " 7 0 1 c 3 6 9 0 - e e 8 6 - 4 b 4 f - 9 b c d - 6 6 f 1 3 a 7 4 f 3 3 c "   l i n k e d E n t i t y I d = " 0 0 0 0 0 0 0 0 - 0 0 0 0 - 0 0 0 0 - 0 0 0 0 - 0 0 0 0 0 0 0 0 0 0 0 0 "   l i n k e d F i e l d I d = " 0 0 0 0 0 0 0 0 - 0 0 0 0 - 0 0 0 0 - 0 0 0 0 - 0 0 0 0 0 0 0 0 0 0 0 0 "   l i n k e d F i e l d I n d e x = " 0 "   i n d e x = " 0 "   f i e l d T y p e = " q u e s t i o n "   f o r m a t E v a l u a t o r T y p e = " f o r m a t S t r i n g "   h i d d e n = " f a l s e " >  
             < m a p p i n g s / >  
         < / f i e l d >  
         < f i e l d   i d = " 0 5 6 e 4 f 5 1 - 9 f d b - 4 8 4 2 - 9 8 e 6 - 5 3 7 a 3 f 9 9 5 c 3 a "   n a m e = " M i d d l e   N a m e "   t y p e = " "   o r d e r = " 9 9 9 "   e n t i t y I d = " 3 0 2 6 5 4 4 a - e 9 5 6 - 4 0 e c - b 5 6 4 - c 6 f 5 0 c 5 9 4 8 e d "   l i n k e d E n t i t y I d = " 0 0 0 0 0 0 0 0 - 0 0 0 0 - 0 0 0 0 - 0 0 0 0 - 0 0 0 0 0 0 0 0 0 0 0 0 "   l i n k e d F i e l d I d = " 0 0 0 0 0 0 0 0 - 0 0 0 0 - 0 0 0 0 - 0 0 0 0 - 0 0 0 0 0 0 0 0 0 0 0 0 "   l i n k e d F i e l d I n d e x = " 0 "   i n d e x = " 0 "   f i e l d T y p e = " q u e s t i o n "   f o r m a t E v a l u a t o r T y p e = " f o r m a t S t r i n g "   h i d d e n = " f a l s e " >  
             < m a p p i n g s / >  
         < / f i e l d >  
         < f i e l d   i d = " 0 1 0 6 5 7 3 7 - f 0 5 1 - 4 5 4 5 - a b f 8 - 0 9 8 f a d 9 d 2 9 2 c "   n a m e = " S u f f i x "   t y p e = " "   o r d e r = " 9 9 9 "   e n t i t y I d = " 3 0 2 6 5 4 4 a - e 9 5 6 - 4 0 e c - b 5 6 4 - c 6 f 5 0 c 5 9 4 8 e d "   l i n k e d E n t i t y I d = " 0 0 0 0 0 0 0 0 - 0 0 0 0 - 0 0 0 0 - 0 0 0 0 - 0 0 0 0 0 0 0 0 0 0 0 0 "   l i n k e d F i e l d I d = " 0 0 0 0 0 0 0 0 - 0 0 0 0 - 0 0 0 0 - 0 0 0 0 - 0 0 0 0 0 0 0 0 0 0 0 0 "   l i n k e d F i e l d I n d e x = " 0 "   i n d e x = " 0 "   f i e l d T y p e = " q u e s t i o n "   f o r m a t E v a l u a t o r T y p e = " f o r m a t S t r i n g "   c o i D o c u m e n t F i e l d = " A d d r e s s e e _ S u f f i x "   h i d d e n = " f a l s e " >  
             < m a p p i n g s / >  
         < / f i e l d >  
         < f i e l d   i d = " 4 8 2 8 8 0 b c - 0 8 d f - 4 0 e 7 - 9 9 5 2 - 2 2 c c 3 9 7 1 2 2 3 4 "   n a m e = " S a l u t a t i o n "   t y p e = " "   o r d e r = " 9 9 9 "   e n t i t y I d = " 3 0 2 6 5 4 4 a - e 9 5 6 - 4 0 e c - b 5 6 4 - c 6 f 5 0 c 5 9 4 8 e d "   l i n k e d E n t i t y I d = " 0 0 0 0 0 0 0 0 - 0 0 0 0 - 0 0 0 0 - 0 0 0 0 - 0 0 0 0 0 0 0 0 0 0 0 0 "   l i n k e d F i e l d I d = " 0 0 0 0 0 0 0 0 - 0 0 0 0 - 0 0 0 0 - 0 0 0 0 - 0 0 0 0 0 0 0 0 0 0 0 0 "   l i n k e d F i e l d I n d e x = " 0 "   i n d e x = " 0 "   f i e l d T y p e = " q u e s t i o n "   f o r m a t = " D e a r   { A d d r e s s e e _ T i t l e : $ V A L $   } { A d d r e s s e e _ S u r n a m e } "   f o r m a t E v a l u a t o r T y p e = " f o r m a t S t r i n g "   h i d d e n = " f a l s e " >  
             < m a p p i n g s / >  
         < / f i e l d >  
         < f i e l d   i d = " 4 6 6 8 1 0 d 6 - 4 1 d 8 - 4 d 9 4 - 8 0 b 1 - 1 6 9 5 c 5 c 0 2 f b 5 "   n a m e = " M i d d l e   I n i t i a l "   t y p e = " "   o r d e r = " 9 9 9 "   e n t i t y I d = " 3 0 2 6 5 4 4 a - e 9 5 6 - 4 0 e c - b 5 6 4 - c 6 f 5 0 c 5 9 4 8 e d "   l i n k e d E n t i t y I d = " 0 0 0 0 0 0 0 0 - 0 0 0 0 - 0 0 0 0 - 0 0 0 0 - 0 0 0 0 0 0 0 0 0 0 0 0 "   l i n k e d F i e l d I d = " 0 0 0 0 0 0 0 0 - 0 0 0 0 - 0 0 0 0 - 0 0 0 0 - 0 0 0 0 0 0 0 0 0 0 0 0 "   l i n k e d F i e l d I n d e x = " 0 "   i n d e x = " 0 "   f i e l d T y p e = " q u e s t i o n "   f o r m a t E v a l u a t o r T y p e = " f o r m a t S t r i n g "   h i d d e n = " f a l s e " >  
             < m a p p i n g s / >  
         < / f i e l d >  
         < f i e l d   i d = " a d 5 0 c 8 4 5 - a 1 c 9 - 4 d b 1 - a e 1 4 - 2 a 7 4 0 2 2 2 b 0 e c "   n a m e = " C o u n t r y "   t y p e = " "   o r d e r = " 9 9 9 "   e n t i t y I d = " 3 0 2 6 5 4 4 a - e 9 5 6 - 4 0 e c - b 5 6 4 - c 6 f 5 0 c 5 9 4 8 e d "   l i n k e d E n t i t y I d = " 0 0 0 0 0 0 0 0 - 0 0 0 0 - 0 0 0 0 - 0 0 0 0 - 0 0 0 0 0 0 0 0 0 0 0 0 "   l i n k e d F i e l d I d = " 0 0 0 0 0 0 0 0 - 0 0 0 0 - 0 0 0 0 - 0 0 0 0 - 0 0 0 0 0 0 0 0 0 0 0 0 "   l i n k e d F i e l d I n d e x = " 0 "   i n d e x = " 0 "   f i e l d T y p e = " q u e s t i o n "   f o r m a t E v a l u a t o r T y p e = " f o r m a t S t r i n g "   h i d d e n = " f a l s e " >  
             < m a p p i n g s / >  
         < / f i e l d >  
         < f i e l d   i d = " 8 5 8 1 7 9 b d - 4 0 8 a - 4 1 2 8 - a 7 f 8 - f d 2 6 1 d 3 a 2 2 0 c "   n a m e = " O r i g i n a l   S o u r c e "   t y p e = " "   o r d e r = " 9 9 9 "   e n t i t y I d = " 3 0 2 6 5 4 4 a - e 9 5 6 - 4 0 e c - b 5 6 4 - c 6 f 5 0 c 5 9 4 8 e d "   l i n k e d E n t i t y I d = " 0 0 0 0 0 0 0 0 - 0 0 0 0 - 0 0 0 0 - 0 0 0 0 - 0 0 0 0 0 0 0 0 0 0 0 0 "   l i n k e d F i e l d I d = " 0 0 0 0 0 0 0 0 - 0 0 0 0 - 0 0 0 0 - 0 0 0 0 - 0 0 0 0 0 0 0 0 0 0 0 0 "   l i n k e d F i e l d I n d e x = " 0 "   i n d e x = " 0 "   f i e l d T y p e = " q u e s t i o n "   f o r m a t E v a l u a t o r T y p e = " f o r m a t S t r i n g "   h i d d e n = " f a l s e " >  
             < m a p p i n g s / >  
         < / f i e l d >  
         < f i e l d   i d = " a 3 d c 4 2 a 5 - 2 f 2 7 - 4 8 8 b - a 5 f 5 - 9 5 e 5 c a 8 0 9 7 4 7 "   n a m e = " U s e r   n a m e "   t y p e = " "   o r d e r = " 9 9 9 "   e n t i t y I d = " 3 0 2 6 5 4 4 a - e 9 5 6 - 4 0 e c - b 5 6 4 - c 6 f 5 0 c 5 9 4 8 e d "   l i n k e d E n t i t y I d = " 0 0 0 0 0 0 0 0 - 0 0 0 0 - 0 0 0 0 - 0 0 0 0 - 0 0 0 0 0 0 0 0 0 0 0 0 "   l i n k e d F i e l d I d = " 0 0 0 0 0 0 0 0 - 0 0 0 0 - 0 0 0 0 - 0 0 0 0 - 0 0 0 0 0 0 0 0 0 0 0 0 "   l i n k e d F i e l d I n d e x = " 0 "   i n d e x = " 0 "   f i e l d T y p e = " q u e s t i o n "   f o r m a t E v a l u a t o r T y p e = " f o r m a t S t r i n g "   h i d d e n = " f a l s e " >  
             < m a p p i n g s / >  
         < / f i e l d >  
         < f i e l d   i d = " 0 5 6 e 4 f 5 1 - 9 f d b - 4 8 4 2 - 9 8 e 6 - 5 3 7 a 3 f 9 9 5 c 3 a "   n a m e = " M i d d l e   N a m e "   t y p e = " "   o r d e r = " 9 9 9 "   e n t i t y I d = " f f c c b 0 c c - 9 c d 6 - 4 f 9 9 - a 2 4 f - f 9 c 9 9 8 3 6 d 0 5 1 "   l i n k e d E n t i t y I d = " 0 0 0 0 0 0 0 0 - 0 0 0 0 - 0 0 0 0 - 0 0 0 0 - 0 0 0 0 0 0 0 0 0 0 0 0 "   l i n k e d F i e l d I d = " 0 0 0 0 0 0 0 0 - 0 0 0 0 - 0 0 0 0 - 0 0 0 0 - 0 0 0 0 0 0 0 0 0 0 0 0 "   l i n k e d F i e l d I n d e x = " 0 "   i n d e x = " 0 "   f i e l d T y p e = " q u e s t i o n "   f o r m a t E v a l u a t o r T y p e = " f o r m a t S t r i n g "   h i d d e n = " f a l s e " >  
             < m a p p i n g s / >  
         < / f i e l d >  
         < f i e l d   i d = " 0 1 0 6 5 7 3 7 - f 0 5 1 - 4 5 4 5 - a b f 8 - 0 9 8 f a d 9 d 2 9 2 c "   n a m e = " S u f f i x "   t y p e = " "   o r d e r = " 9 9 9 "   e n t i t y I d = " f f c c b 0 c c - 9 c d 6 - 4 f 9 9 - a 2 4 f - f 9 c 9 9 8 3 6 d 0 5 1 "   l i n k e d E n t i t y I d = " 0 0 0 0 0 0 0 0 - 0 0 0 0 - 0 0 0 0 - 0 0 0 0 - 0 0 0 0 0 0 0 0 0 0 0 0 "   l i n k e d F i e l d I d = " 0 0 0 0 0 0 0 0 - 0 0 0 0 - 0 0 0 0 - 0 0 0 0 - 0 0 0 0 0 0 0 0 0 0 0 0 "   l i n k e d F i e l d I n d e x = " 0 "   i n d e x = " 0 "   f i e l d T y p e = " q u e s t i o n "   f o r m a t E v a l u a t o r T y p e = " f o r m a t S t r i n g "   c o i D o c u m e n t F i e l d = " A d d r e s s e e _ S u f f i x "   h i d d e n = " f a l s e " >  
             < m a p p i n g s / >  
         < / f i e l d >  
         < f i e l d   i d = " 4 8 2 8 8 0 b c - 0 8 d f - 4 0 e 7 - 9 9 5 2 - 2 2 c c 3 9 7 1 2 2 3 4 "   n a m e = " S a l u t a t i o n "   t y p e = " "   o r d e r = " 9 9 9 "   e n t i t y I d = " f f c c b 0 c c - 9 c d 6 - 4 f 9 9 - a 2 4 f - f 9 c 9 9 8 3 6 d 0 5 1 "   l i n k e d E n t i t y I d = " 0 0 0 0 0 0 0 0 - 0 0 0 0 - 0 0 0 0 - 0 0 0 0 - 0 0 0 0 0 0 0 0 0 0 0 0 "   l i n k e d F i e l d I d = " 0 0 0 0 0 0 0 0 - 0 0 0 0 - 0 0 0 0 - 0 0 0 0 - 0 0 0 0 0 0 0 0 0 0 0 0 "   l i n k e d F i e l d I n d e x = " 0 "   i n d e x = " 0 "   f i e l d T y p e = " q u e s t i o n "   f o r m a t = " D e a r   { A d d r e s s e e _ T i t l e : $ V A L $   } { A d d r e s s e e _ S u r n a m e } "   f o r m a t E v a l u a t o r T y p e = " f o r m a t S t r i n g "   h i d d e n = " f a l s e " >  
             < m a p p i n g s / >  
         < / f i e l d >  
         < f i e l d   i d = " 4 6 6 8 1 0 d 6 - 4 1 d 8 - 4 d 9 4 - 8 0 b 1 - 1 6 9 5 c 5 c 0 2 f b 5 "   n a m e = " M i d d l e   I n i t i a l "   t y p e = " "   o r d e r = " 9 9 9 "   e n t i t y I d = " f f c c b 0 c c - 9 c d 6 - 4 f 9 9 - a 2 4 f - f 9 c 9 9 8 3 6 d 0 5 1 "   l i n k e d E n t i t y I d = " 0 0 0 0 0 0 0 0 - 0 0 0 0 - 0 0 0 0 - 0 0 0 0 - 0 0 0 0 0 0 0 0 0 0 0 0 "   l i n k e d F i e l d I d = " 0 0 0 0 0 0 0 0 - 0 0 0 0 - 0 0 0 0 - 0 0 0 0 - 0 0 0 0 0 0 0 0 0 0 0 0 "   l i n k e d F i e l d I n d e x = " 0 "   i n d e x = " 0 "   f i e l d T y p e = " q u e s t i o n "   f o r m a t E v a l u a t o r T y p e = " f o r m a t S t r i n g "   h i d d e n = " f a l s e " >  
             < m a p p i n g s / >  
         < / f i e l d >  
         < f i e l d   i d = " a d 5 0 c 8 4 5 - a 1 c 9 - 4 d b 1 - a e 1 4 - 2 a 7 4 0 2 2 2 b 0 e c "   n a m e = " C o u n t r y "   t y p e = " "   o r d e r = " 9 9 9 "   e n t i t y I d = " f f c c b 0 c c - 9 c d 6 - 4 f 9 9 - a 2 4 f - f 9 c 9 9 8 3 6 d 0 5 1 "   l i n k e d E n t i t y I d = " 0 0 0 0 0 0 0 0 - 0 0 0 0 - 0 0 0 0 - 0 0 0 0 - 0 0 0 0 0 0 0 0 0 0 0 0 "   l i n k e d F i e l d I d = " 0 0 0 0 0 0 0 0 - 0 0 0 0 - 0 0 0 0 - 0 0 0 0 - 0 0 0 0 0 0 0 0 0 0 0 0 "   l i n k e d F i e l d I n d e x = " 0 "   i n d e x = " 0 "   f i e l d T y p e = " q u e s t i o n "   f o r m a t E v a l u a t o r T y p e = " f o r m a t S t r i n g "   h i d d e n = " f a l s e " >  
             < m a p p i n g s / >  
         < / f i e l d >  
         < f i e l d   i d = " 8 5 8 1 7 9 b d - 4 0 8 a - 4 1 2 8 - a 7 f 8 - f d 2 6 1 d 3 a 2 2 0 c "   n a m e = " O r i g i n a l   S o u r c e "   t y p e = " "   o r d e r = " 9 9 9 "   e n t i t y I d = " f f c c b 0 c c - 9 c d 6 - 4 f 9 9 - a 2 4 f - f 9 c 9 9 8 3 6 d 0 5 1 "   l i n k e d E n t i t y I d = " 0 0 0 0 0 0 0 0 - 0 0 0 0 - 0 0 0 0 - 0 0 0 0 - 0 0 0 0 0 0 0 0 0 0 0 0 "   l i n k e d F i e l d I d = " 0 0 0 0 0 0 0 0 - 0 0 0 0 - 0 0 0 0 - 0 0 0 0 - 0 0 0 0 0 0 0 0 0 0 0 0 "   l i n k e d F i e l d I n d e x = " 0 "   i n d e x = " 0 "   f i e l d T y p e = " q u e s t i o n "   f o r m a t E v a l u a t o r T y p e = " f o r m a t S t r i n g "   h i d d e n = " f a l s e " >  
             < m a p p i n g s / >  
         < / f i e l d >  
         < f i e l d   i d = " a 3 d c 4 2 a 5 - 2 f 2 7 - 4 8 8 b - a 5 f 5 - 9 5 e 5 c a 8 0 9 7 4 7 "   n a m e = " U s e r   n a m e "   t y p e = " "   o r d e r = " 9 9 9 "   e n t i t y I d = " f f c c b 0 c c - 9 c d 6 - 4 f 9 9 - a 2 4 f - f 9 c 9 9 8 3 6 d 0 5 1 "   l i n k e d E n t i t y I d = " 0 0 0 0 0 0 0 0 - 0 0 0 0 - 0 0 0 0 - 0 0 0 0 - 0 0 0 0 0 0 0 0 0 0 0 0 "   l i n k e d F i e l d I d = " 0 0 0 0 0 0 0 0 - 0 0 0 0 - 0 0 0 0 - 0 0 0 0 - 0 0 0 0 0 0 0 0 0 0 0 0 "   l i n k e d F i e l d I n d e x = " 0 "   i n d e x = " 0 "   f i e l d T y p e = " q u e s t i o n "   f o r m a t E v a l u a t o r T y p e = " f o r m a t S t r i n g "   h i d d e n = " f a l s e " >  
             < m a p p i n g s / >  
         < / f i e l d >  
         < f i e l d   i d = " 0 5 6 e 4 f 5 1 - 9 f d b - 4 8 4 2 - 9 8 e 6 - 5 3 7 a 3 f 9 9 5 c 3 a "   n a m e = " M i d d l e   N a m e "   t y p e = " "   o r d e r = " 9 9 9 "   e n t i t y I d = " 5 f 7 d 4 6 2 1 - b 7 8 3 - 4 d 8 6 - 9 c 8 9 - 2 c 6 a d 7 9 6 3 5 e a "   l i n k e d E n t i t y I d = " 0 0 0 0 0 0 0 0 - 0 0 0 0 - 0 0 0 0 - 0 0 0 0 - 0 0 0 0 0 0 0 0 0 0 0 0 "   l i n k e d F i e l d I d = " 0 0 0 0 0 0 0 0 - 0 0 0 0 - 0 0 0 0 - 0 0 0 0 - 0 0 0 0 0 0 0 0 0 0 0 0 "   l i n k e d F i e l d I n d e x = " 0 "   i n d e x = " 0 "   f i e l d T y p e = " q u e s t i o n "   f o r m a t E v a l u a t o r T y p e = " f o r m a t S t r i n g "   h i d d e n = " f a l s e " >  
             < m a p p i n g s / >  
         < / f i e l d >  
         < f i e l d   i d = " 0 1 0 6 5 7 3 7 - f 0 5 1 - 4 5 4 5 - a b f 8 - 0 9 8 f a d 9 d 2 9 2 c "   n a m e = " S u f f i x "   t y p e = " "   o r d e r = " 9 9 9 "   e n t i t y I d = " 5 f 7 d 4 6 2 1 - b 7 8 3 - 4 d 8 6 - 9 c 8 9 - 2 c 6 a d 7 9 6 3 5 e a "   l i n k e d E n t i t y I d = " 0 0 0 0 0 0 0 0 - 0 0 0 0 - 0 0 0 0 - 0 0 0 0 - 0 0 0 0 0 0 0 0 0 0 0 0 "   l i n k e d F i e l d I d = " 0 0 0 0 0 0 0 0 - 0 0 0 0 - 0 0 0 0 - 0 0 0 0 - 0 0 0 0 0 0 0 0 0 0 0 0 "   l i n k e d F i e l d I n d e x = " 0 "   i n d e x = " 0 "   f i e l d T y p e = " q u e s t i o n "   f o r m a t E v a l u a t o r T y p e = " f o r m a t S t r i n g "   c o i D o c u m e n t F i e l d = " A d d r e s s e e _ S u f f i x "   h i d d e n = " f a l s e " >  
             < m a p p i n g s / >  
         < / f i e l d >  
         < f i e l d   i d = " 4 8 2 8 8 0 b c - 0 8 d f - 4 0 e 7 - 9 9 5 2 - 2 2 c c 3 9 7 1 2 2 3 4 "   n a m e = " S a l u t a t i o n "   t y p e = " "   o r d e r = " 9 9 9 "   e n t i t y I d = " 5 f 7 d 4 6 2 1 - b 7 8 3 - 4 d 8 6 - 9 c 8 9 - 2 c 6 a d 7 9 6 3 5 e a "   l i n k e d E n t i t y I d = " 0 0 0 0 0 0 0 0 - 0 0 0 0 - 0 0 0 0 - 0 0 0 0 - 0 0 0 0 0 0 0 0 0 0 0 0 "   l i n k e d F i e l d I d = " 0 0 0 0 0 0 0 0 - 0 0 0 0 - 0 0 0 0 - 0 0 0 0 - 0 0 0 0 0 0 0 0 0 0 0 0 "   l i n k e d F i e l d I n d e x = " 0 "   i n d e x = " 0 "   f i e l d T y p e = " q u e s t i o n "   f o r m a t = " D e a r   { A d d r e s s e e _ T i t l e : $ V A L $   } { A d d r e s s e e _ S u r n a m e } "   f o r m a t E v a l u a t o r T y p e = " f o r m a t S t r i n g "   h i d d e n = " f a l s e " >  
             < m a p p i n g s / >  
         < / f i e l d >  
         < f i e l d   i d = " 4 6 6 8 1 0 d 6 - 4 1 d 8 - 4 d 9 4 - 8 0 b 1 - 1 6 9 5 c 5 c 0 2 f b 5 "   n a m e = " M i d d l e   I n i t i a l "   t y p e = " "   o r d e r = " 9 9 9 "   e n t i t y I d = " 5 f 7 d 4 6 2 1 - b 7 8 3 - 4 d 8 6 - 9 c 8 9 - 2 c 6 a d 7 9 6 3 5 e a "   l i n k e d E n t i t y I d = " 0 0 0 0 0 0 0 0 - 0 0 0 0 - 0 0 0 0 - 0 0 0 0 - 0 0 0 0 0 0 0 0 0 0 0 0 "   l i n k e d F i e l d I d = " 0 0 0 0 0 0 0 0 - 0 0 0 0 - 0 0 0 0 - 0 0 0 0 - 0 0 0 0 0 0 0 0 0 0 0 0 "   l i n k e d F i e l d I n d e x = " 0 "   i n d e x = " 0 "   f i e l d T y p e = " q u e s t i o n "   f o r m a t E v a l u a t o r T y p e = " f o r m a t S t r i n g "   h i d d e n = " f a l s e " >  
             < m a p p i n g s / >  
         < / f i e l d >  
         < f i e l d   i d = " a d 5 0 c 8 4 5 - a 1 c 9 - 4 d b 1 - a e 1 4 - 2 a 7 4 0 2 2 2 b 0 e c "   n a m e = " C o u n t r y "   t y p e = " "   o r d e r = " 9 9 9 "   e n t i t y I d = " 5 f 7 d 4 6 2 1 - b 7 8 3 - 4 d 8 6 - 9 c 8 9 - 2 c 6 a d 7 9 6 3 5 e a "   l i n k e d E n t i t y I d = " 0 0 0 0 0 0 0 0 - 0 0 0 0 - 0 0 0 0 - 0 0 0 0 - 0 0 0 0 0 0 0 0 0 0 0 0 "   l i n k e d F i e l d I d = " 0 0 0 0 0 0 0 0 - 0 0 0 0 - 0 0 0 0 - 0 0 0 0 - 0 0 0 0 0 0 0 0 0 0 0 0 "   l i n k e d F i e l d I n d e x = " 0 "   i n d e x = " 0 "   f i e l d T y p e = " q u e s t i o n "   f o r m a t E v a l u a t o r T y p e = " f o r m a t S t r i n g "   h i d d e n = " f a l s e " >  
             < m a p p i n g s / >  
         < / f i e l d >  
         < f i e l d   i d = " 8 5 8 1 7 9 b d - 4 0 8 a - 4 1 2 8 - a 7 f 8 - f d 2 6 1 d 3 a 2 2 0 c "   n a m e = " O r i g i n a l   S o u r c e "   t y p e = " "   o r d e r = " 9 9 9 "   e n t i t y I d = " 5 f 7 d 4 6 2 1 - b 7 8 3 - 4 d 8 6 - 9 c 8 9 - 2 c 6 a d 7 9 6 3 5 e a "   l i n k e d E n t i t y I d = " 0 0 0 0 0 0 0 0 - 0 0 0 0 - 0 0 0 0 - 0 0 0 0 - 0 0 0 0 0 0 0 0 0 0 0 0 "   l i n k e d F i e l d I d = " 0 0 0 0 0 0 0 0 - 0 0 0 0 - 0 0 0 0 - 0 0 0 0 - 0 0 0 0 0 0 0 0 0 0 0 0 "   l i n k e d F i e l d I n d e x = " 0 "   i n d e x = " 0 "   f i e l d T y p e = " q u e s t i o n "   f o r m a t E v a l u a t o r T y p e = " f o r m a t S t r i n g "   h i d d e n = " f a l s e " >  
             < m a p p i n g s / >  
         < / f i e l d >  
         < f i e l d   i d = " a 3 d c 4 2 a 5 - 2 f 2 7 - 4 8 8 b - a 5 f 5 - 9 5 e 5 c a 8 0 9 7 4 7 "   n a m e = " U s e r   n a m e "   t y p e = " "   o r d e r = " 9 9 9 "   e n t i t y I d = " 5 f 7 d 4 6 2 1 - b 7 8 3 - 4 d 8 6 - 9 c 8 9 - 2 c 6 a d 7 9 6 3 5 e a "   l i n k e d E n t i t y I d = " 0 0 0 0 0 0 0 0 - 0 0 0 0 - 0 0 0 0 - 0 0 0 0 - 0 0 0 0 0 0 0 0 0 0 0 0 "   l i n k e d F i e l d I d = " 0 0 0 0 0 0 0 0 - 0 0 0 0 - 0 0 0 0 - 0 0 0 0 - 0 0 0 0 0 0 0 0 0 0 0 0 "   l i n k e d F i e l d I n d e x = " 0 "   i n d e x = " 0 "   f i e l d T y p e = " q u e s t i o n "   f o r m a t E v a l u a t o r T y p e = " f o r m a t S t r i n g "   h i d d e n = " f a l s e " >  
             < m a p p i n g s / >  
         < / f i e l d >  
         < f i e l d   i d = " 0 5 6 e 4 f 5 1 - 9 f d b - 4 8 4 2 - 9 8 e 6 - 5 3 7 a 3 f 9 9 5 c 3 a "   n a m e = " M i d d l e   N a m e "   t y p e = " "   o r d e r = " 9 9 9 "   e n t i t y I d = " b 2 d 9 c 1 7 c - b 5 e 5 - 4 f b b - 9 1 9 3 - 9 d c 0 d d d 3 8 f 2 e "   l i n k e d E n t i t y I d = " 0 0 0 0 0 0 0 0 - 0 0 0 0 - 0 0 0 0 - 0 0 0 0 - 0 0 0 0 0 0 0 0 0 0 0 0 "   l i n k e d F i e l d I d = " 0 0 0 0 0 0 0 0 - 0 0 0 0 - 0 0 0 0 - 0 0 0 0 - 0 0 0 0 0 0 0 0 0 0 0 0 "   l i n k e d F i e l d I n d e x = " 0 "   i n d e x = " 0 "   f i e l d T y p e = " q u e s t i o n "   f o r m a t E v a l u a t o r T y p e = " f o r m a t S t r i n g "   h i d d e n = " f a l s e " >  
             < m a p p i n g s / >  
         < / f i e l d >  
         < f i e l d   i d = " 0 1 0 6 5 7 3 7 - f 0 5 1 - 4 5 4 5 - a b f 8 - 0 9 8 f a d 9 d 2 9 2 c "   n a m e = " S u f f i x "   t y p e = " "   o r d e r = " 9 9 9 "   e n t i t y I d = " b 2 d 9 c 1 7 c - b 5 e 5 - 4 f b b - 9 1 9 3 - 9 d c 0 d d d 3 8 f 2 e "   l i n k e d E n t i t y I d = " 0 0 0 0 0 0 0 0 - 0 0 0 0 - 0 0 0 0 - 0 0 0 0 - 0 0 0 0 0 0 0 0 0 0 0 0 "   l i n k e d F i e l d I d = " 0 0 0 0 0 0 0 0 - 0 0 0 0 - 0 0 0 0 - 0 0 0 0 - 0 0 0 0 0 0 0 0 0 0 0 0 "   l i n k e d F i e l d I n d e x = " 0 "   i n d e x = " 0 "   f i e l d T y p e = " q u e s t i o n "   f o r m a t E v a l u a t o r T y p e = " f o r m a t S t r i n g "   c o i D o c u m e n t F i e l d = " A d d r e s s e e _ S u f f i x "   h i d d e n = " f a l s e " >  
             < m a p p i n g s / >  
         < / f i e l d >  
         < f i e l d   i d = " 4 8 2 8 8 0 b c - 0 8 d f - 4 0 e 7 - 9 9 5 2 - 2 2 c c 3 9 7 1 2 2 3 4 "   n a m e = " S a l u t a t i o n "   t y p e = " "   o r d e r = " 9 9 9 "   e n t i t y I d = " b 2 d 9 c 1 7 c - b 5 e 5 - 4 f b b - 9 1 9 3 - 9 d c 0 d d d 3 8 f 2 e "   l i n k e d E n t i t y I d = " 0 0 0 0 0 0 0 0 - 0 0 0 0 - 0 0 0 0 - 0 0 0 0 - 0 0 0 0 0 0 0 0 0 0 0 0 "   l i n k e d F i e l d I d = " 0 0 0 0 0 0 0 0 - 0 0 0 0 - 0 0 0 0 - 0 0 0 0 - 0 0 0 0 0 0 0 0 0 0 0 0 "   l i n k e d F i e l d I n d e x = " 0 "   i n d e x = " 0 "   f i e l d T y p e = " q u e s t i o n "   f o r m a t = " D e a r   { A d d r e s s e e _ T i t l e : $ V A L $   } { A d d r e s s e e _ S u r n a m e } "   f o r m a t E v a l u a t o r T y p e = " f o r m a t S t r i n g "   h i d d e n = " f a l s e " >  
             < m a p p i n g s / >  
         < / f i e l d >  
         < f i e l d   i d = " 4 6 6 8 1 0 d 6 - 4 1 d 8 - 4 d 9 4 - 8 0 b 1 - 1 6 9 5 c 5 c 0 2 f b 5 "   n a m e = " M i d d l e   I n i t i a l "   t y p e = " "   o r d e r = " 9 9 9 "   e n t i t y I d = " b 2 d 9 c 1 7 c - b 5 e 5 - 4 f b b - 9 1 9 3 - 9 d c 0 d d d 3 8 f 2 e "   l i n k e d E n t i t y I d = " 0 0 0 0 0 0 0 0 - 0 0 0 0 - 0 0 0 0 - 0 0 0 0 - 0 0 0 0 0 0 0 0 0 0 0 0 "   l i n k e d F i e l d I d = " 0 0 0 0 0 0 0 0 - 0 0 0 0 - 0 0 0 0 - 0 0 0 0 - 0 0 0 0 0 0 0 0 0 0 0 0 "   l i n k e d F i e l d I n d e x = " 0 "   i n d e x = " 0 "   f i e l d T y p e = " q u e s t i o n "   f o r m a t E v a l u a t o r T y p e = " f o r m a t S t r i n g "   h i d d e n = " f a l s e " >  
             < m a p p i n g s / >  
         < / f i e l d >  
         < f i e l d   i d = " a d 5 0 c 8 4 5 - a 1 c 9 - 4 d b 1 - a e 1 4 - 2 a 7 4 0 2 2 2 b 0 e c "   n a m e = " C o u n t r y "   t y p e = " "   o r d e r = " 9 9 9 "   e n t i t y I d = " b 2 d 9 c 1 7 c - b 5 e 5 - 4 f b b - 9 1 9 3 - 9 d c 0 d d d 3 8 f 2 e "   l i n k e d E n t i t y I d = " 0 0 0 0 0 0 0 0 - 0 0 0 0 - 0 0 0 0 - 0 0 0 0 - 0 0 0 0 0 0 0 0 0 0 0 0 "   l i n k e d F i e l d I d = " 0 0 0 0 0 0 0 0 - 0 0 0 0 - 0 0 0 0 - 0 0 0 0 - 0 0 0 0 0 0 0 0 0 0 0 0 "   l i n k e d F i e l d I n d e x = " 0 "   i n d e x = " 0 "   f i e l d T y p e = " q u e s t i o n "   f o r m a t E v a l u a t o r T y p e = " f o r m a t S t r i n g "   h i d d e n = " f a l s e " >  
             < m a p p i n g s / >  
         < / f i e l d >  
         < f i e l d   i d = " 8 5 8 1 7 9 b d - 4 0 8 a - 4 1 2 8 - a 7 f 8 - f d 2 6 1 d 3 a 2 2 0 c "   n a m e = " O r i g i n a l   S o u r c e "   t y p e = " "   o r d e r = " 9 9 9 "   e n t i t y I d = " b 2 d 9 c 1 7 c - b 5 e 5 - 4 f b b - 9 1 9 3 - 9 d c 0 d d d 3 8 f 2 e "   l i n k e d E n t i t y I d = " 0 0 0 0 0 0 0 0 - 0 0 0 0 - 0 0 0 0 - 0 0 0 0 - 0 0 0 0 0 0 0 0 0 0 0 0 "   l i n k e d F i e l d I d = " 0 0 0 0 0 0 0 0 - 0 0 0 0 - 0 0 0 0 - 0 0 0 0 - 0 0 0 0 0 0 0 0 0 0 0 0 "   l i n k e d F i e l d I n d e x = " 0 "   i n d e x = " 0 "   f i e l d T y p e = " q u e s t i o n "   f o r m a t E v a l u a t o r T y p e = " f o r m a t S t r i n g "   h i d d e n = " f a l s e " >  
             < m a p p i n g s / >  
         < / f i e l d >  
         < f i e l d   i d = " a 3 d c 4 2 a 5 - 2 f 2 7 - 4 8 8 b - a 5 f 5 - 9 5 e 5 c a 8 0 9 7 4 7 "   n a m e = " U s e r   n a m e "   t y p e = " "   o r d e r = " 9 9 9 "   e n t i t y I d = " b 2 d 9 c 1 7 c - b 5 e 5 - 4 f b b - 9 1 9 3 - 9 d c 0 d d d 3 8 f 2 e "   l i n k e d E n t i t y I d = " 0 0 0 0 0 0 0 0 - 0 0 0 0 - 0 0 0 0 - 0 0 0 0 - 0 0 0 0 0 0 0 0 0 0 0 0 "   l i n k e d F i e l d I d = " 0 0 0 0 0 0 0 0 - 0 0 0 0 - 0 0 0 0 - 0 0 0 0 - 0 0 0 0 0 0 0 0 0 0 0 0 "   l i n k e d F i e l d I n d e x = " 0 "   i n d e x = " 0 "   f i e l d T y p e = " q u e s t i o n "   f o r m a t E v a l u a t o r T y p e = " f o r m a t S t r i n g "   h i d d e n = " f a l s e " >  
             < m a p p i n g s / >  
         < / f i e l d >  
         < f i e l d   i d = " a f 5 2 d 8 7 e - 9 f a 3 - 4 4 4 e - b 8 9 2 - c 2 b 7 d 4 8 5 2 8 e 5 "   n a m e = " N a m e   1 "   t y p e = " "   o r d e r = " 9 9 9 "   e n t i t y I d = " d f c e 9 c b a - 7 2 5 6 - 4 4 4 a - a 8 9 c - 4 3 b d c 9 2 2 f 3 8 9 "   l i n k e d E n t i t y I d = " 0 0 0 0 0 0 0 0 - 0 0 0 0 - 0 0 0 0 - 0 0 0 0 - 0 0 0 0 0 0 0 0 0 0 0 0 "   l i n k e d F i e l d I d = " 0 0 0 0 0 0 0 0 - 0 0 0 0 - 0 0 0 0 - 0 0 0 0 - 0 0 0 0 0 0 0 0 0 0 0 0 "   l i n k e d F i e l d I n d e x = " 0 "   i n d e x = " 2 9 "   f i e l d T y p e = " c o i "   f o r m a t E v a l u a t o r T y p e = " f o r m a t S t r i n g "   h i d d e n = " f a l s e " > C M S   C a m e r o n   M c K e n n a   N a b a r r o   O l s w a n g   P o [n i a k   i   S a w i c k i   s p . k . < m a p p i n g s / > < / f i e l d >  
         < f i e l d   i d = " 0 b 7 a 1 9 5 3 - 6 6 b c - 4 2 a f - 9 a 3 d - e 8 f f 0 b 0 2 f 4 b 5 "   n a m e = " F o r m a t t e d   A d d r e s s "   t y p e = " "   o r d e r = " 9 9 9 "   e n t i t y I d = " d f c e 9 c b a - 7 2 5 6 - 4 4 4 a - a 8 9 c - 4 3 b d c 9 2 2 f 3 8 9 "   l i n k e d E n t i t y I d = " 0 0 0 0 0 0 0 0 - 0 0 0 0 - 0 0 0 0 - 0 0 0 0 - 0 0 0 0 0 0 0 0 0 0 0 0 "   l i n k e d F i e l d I d = " 0 0 0 0 0 0 0 0 - 0 0 0 0 - 0 0 0 0 - 0 0 0 0 - 0 0 0 0 0 0 0 0 0 0 0 0 "   l i n k e d F i e l d I n d e x = " 0 "   i n d e x = " 2 9 "   f i e l d T y p e = " c o i "   f o r m a t E v a l u a t o r T y p e = " f o r m a t S t r i n g "   h i d d e n = " f a l s e " > W a r s a w   F i n a n c i a l   C e n t e r  
 5 3   E m i l i i   P l a t e r   S t .  
 0 0 - 1 1 3   W a r s a w < m a p p i n g s / > < / f i e l d >  
         < f i e l d   i d = " d 6 9 e 8 9 5 b - 2 a d 6 - 4 7 1 8 - b d f f - 0 4 f c a 1 4 a 7 3 9 c "   n a m e = " S e l e c t e d   V a l u e   I t e m s "   t y p e = " S y s t e m . B o o l e a n ,   m s c o r l i b ,   V e r s i o n = 4 . 0 . 0 . 0 ,   C u l t u r e = n e u t r a l ,   P u b l i c K e y T o k e n = b 7 7 a 5 c 5 6 1 9 3 4 e 0 8 9 "   o r d e r = " 9 9 9 "   e n t i t y I d = " 2 f f 5 d 1 d 4 - c 0 d a - 4 e 7 8 - a 0 4 3 - c c a c 9 9 f 7 2 a f d "   l i n k e d E n t i t y I d = " 0 0 0 0 0 0 0 0 - 0 0 0 0 - 0 0 0 0 - 0 0 0 0 - 0 0 0 0 0 0 0 0 0 0 0 0 "   l i n k e d F i e l d I d = " 0 0 0 0 0 0 0 0 - 0 0 0 0 - 0 0 0 0 - 0 0 0 0 - 0 0 0 0 0 0 0 0 0 0 0 0 "   l i n k e d F i e l d I n d e x = " 0 "   i n d e x = " 0 "   f i e l d T y p e = " q u e s t i o n "   f o r m a t E v a l u a t o r T y p e = " f o r m a t S t r i n g "   h i d d e n = " f a l s e " >  
             < m a p p i n g s / >  
         < / f i e l d >  
         < f i e l d   i d = " a f 5 2 d 8 7 e - 9 f a 3 - 4 4 4 e - b 8 9 2 - c 2 b 7 d 4 8 5 2 8 e 5 "   n a m e = " N a m e   1 "   t y p e = " "   o r d e r = " 9 9 9 "   e n t i t y I d = " d f c e 9 c b a - 7 2 5 6 - 4 4 4 a - a 8 9 c - 4 3 b d c 9 2 2 f 3 8 9 "   l i n k e d E n t i t y I d = " 0 0 0 0 0 0 0 0 - 0 0 0 0 - 0 0 0 0 - 0 0 0 0 - 0 0 0 0 0 0 0 0 0 0 0 0 "   l i n k e d F i e l d I d = " 0 0 0 0 0 0 0 0 - 0 0 0 0 - 0 0 0 0 - 0 0 0 0 - 0 0 0 0 0 0 0 0 0 0 0 0 "   l i n k e d F i e l d I n d e x = " 0 "   i n d e x = " 0 "   f i e l d T y p e = " c o i "   f o r m a t E v a l u a t o r T y p e = " f o r m a t S t r i n g "   h i d d e n = " f a l s e " > C M S   C a m e r o n   M c K e n n a   N a b a r r o   O l s w a n g ,   a d v o k � t i ,   v . o . s . < m a p p i n g s / > < / f i e l d >  
         < f i e l d   i d = " a f 5 2 d 8 7 e - 9 f a 3 - 4 4 4 e - b 8 9 2 - c 2 b 7 d 4 8 5 2 8 e 5 "   n a m e = " N a m e   1 "   t y p e = " "   o r d e r = " 9 9 9 "   e n t i t y I d = " d f c e 9 c b a - 7 2 5 6 - 4 4 4 a - a 8 9 c - 4 3 b d c 9 2 2 f 3 8 9 "   l i n k e d E n t i t y I d = " 0 0 0 0 0 0 0 0 - 0 0 0 0 - 0 0 0 0 - 0 0 0 0 - 0 0 0 0 0 0 0 0 0 0 0 0 "   l i n k e d F i e l d I d = " 0 0 0 0 0 0 0 0 - 0 0 0 0 - 0 0 0 0 - 0 0 0 0 - 0 0 0 0 0 0 0 0 0 0 0 0 "   l i n k e d F i e l d I n d e x = " 0 "   i n d e x = " 1 "   f i e l d T y p e = " c o i "   f o r m a t E v a l u a t o r T y p e = " f o r m a t S t r i n g "   h i d d e n = " f a l s e " > C M S   C a m e r o n   M c K e n n a   N a b a r r o   O l s w a n g   L L P < m a p p i n g s / > < / f i e l d >  
         < f i e l d   i d = " a f 5 2 d 8 7 e - 9 f a 3 - 4 4 4 e - b 8 9 2 - c 2 b 7 d 4 8 5 2 8 e 5 "   n a m e = " N a m e   1 "   t y p e = " "   o r d e r = " 9 9 9 "   e n t i t y I d = " d f c e 9 c b a - 7 2 5 6 - 4 4 4 a - a 8 9 c - 4 3 b d c 9 2 2 f 3 8 9 "   l i n k e d E n t i t y I d = " 0 0 0 0 0 0 0 0 - 0 0 0 0 - 0 0 0 0 - 0 0 0 0 - 0 0 0 0 0 0 0 0 0 0 0 0 "   l i n k e d F i e l d I d = " 0 0 0 0 0 0 0 0 - 0 0 0 0 - 0 0 0 0 - 0 0 0 0 - 0 0 0 0 0 0 0 0 0 0 0 0 "   l i n k e d F i e l d I n d e x = " 0 "   i n d e x = " 2 "   f i e l d T y p e = " c o i "   f o r m a t E v a l u a t o r T y p e = " f o r m a t S t r i n g "   h i d d e n = " f a l s e " > C M S   C a m e r o n   M c K e n n a   N a b a r r o   O l s w a n g   L L P < m a p p i n g s / > < / f i e l d >  
         < f i e l d   i d = " a f 5 2 d 8 7 e - 9 f a 3 - 4 4 4 e - b 8 9 2 - c 2 b 7 d 4 8 5 2 8 e 5 "   n a m e = " N a m e   1 "   t y p e = " "   o r d e r = " 9 9 9 "   e n t i t y I d = " d f c e 9 c b a - 7 2 5 6 - 4 4 4 a - a 8 9 c - 4 3 b d c 9 2 2 f 3 8 9 "   l i n k e d E n t i t y I d = " 0 0 0 0 0 0 0 0 - 0 0 0 0 - 0 0 0 0 - 0 0 0 0 - 0 0 0 0 0 0 0 0 0 0 0 0 "   l i n k e d F i e l d I d = " 0 0 0 0 0 0 0 0 - 0 0 0 0 - 0 0 0 0 - 0 0 0 0 - 0 0 0 0 0 0 0 0 0 0 0 0 "   l i n k e d F i e l d I n d e x = " 0 "   i n d e x = " 3 "   f i e l d T y p e = " c o i "   f o r m a t E v a l u a t o r T y p e = " f o r m a t S t r i n g "   h i d d e n = " f a l s e " > C M S � C h i n a   C M S � C a m e r o n � M c K e n n a � N a b a r r o   O l s w a n g   L L P   B e i j i n g � R e p r e s e n t a t i v e � O f f i c e � ( U K ) < m a p p i n g s / > < / f i e l d >  
         < f i e l d   i d = " a f 5 2 d 8 7 e - 9 f a 3 - 4 4 4 e - b 8 9 2 - c 2 b 7 d 4 8 5 2 8 e 5 "   n a m e = " N a m e   1 "   t y p e = " "   o r d e r = " 9 9 9 "   e n t i t y I d = " d f c e 9 c b a - 7 2 5 6 - 4 4 4 a - a 8 9 c - 4 3 b d c 9 2 2 f 3 8 9 "   l i n k e d E n t i t y I d = " 0 0 0 0 0 0 0 0 - 0 0 0 0 - 0 0 0 0 - 0 0 0 0 - 0 0 0 0 0 0 0 0 0 0 0 0 "   l i n k e d F i e l d I d = " 0 0 0 0 0 0 0 0 - 0 0 0 0 - 0 0 0 0 - 0 0 0 0 - 0 0 0 0 0 0 0 0 0 0 0 0 "   l i n k e d F i e l d I n d e x = " 0 "   i n d e x = " 4 "   f i e l d T y p e = " c o i "   f o r m a t E v a l u a t o r T y p e = " f o r m a t S t r i n g "   h i d d e n = " f a l s e " > C M S � C a m e r o n � M c K e n n a   N a b a r r o � O l s w a n g ,   a d v o k � t i , � v . o . s . , � o r g a n i z a n � � z l o ~k a < m a p p i n g s / > < / f i e l d >  
         < f i e l d   i d = " a f 5 2 d 8 7 e - 9 f a 3 - 4 4 4 e - b 8 9 2 - c 2 b 7 d 4 8 5 2 8 e 5 "   n a m e = " N a m e   1 "   t y p e = " "   o r d e r = " 9 9 9 "   e n t i t y I d = " d f c e 9 c b a - 7 2 5 6 - 4 4 4 a - a 8 9 c - 4 3 b d c 9 2 2 f 3 8 9 "   l i n k e d E n t i t y I d = " 0 0 0 0 0 0 0 0 - 0 0 0 0 - 0 0 0 0 - 0 0 0 0 - 0 0 0 0 0 0 0 0 0 0 0 0 "   l i n k e d F i e l d I d = " 0 0 0 0 0 0 0 0 - 0 0 0 0 - 0 0 0 0 - 0 0 0 0 - 0 0 0 0 0 0 0 0 0 0 0 0 "   l i n k e d F i e l d I n d e x = " 0 "   i n d e x = " 5 "   f i e l d T y p e = " c o i "   f o r m a t E v a l u a t o r T y p e = " f o r m a t S t r i n g "   h i d d e n = " f a l s e " > C M S   C a m e r o n   M c K e n n a   N a b a r r o   O l s w a n g   L L P < m a p p i n g s / > < / f i e l d >  
         < f i e l d   i d = " a f 5 2 d 8 7 e - 9 f a 3 - 4 4 4 e - b 8 9 2 - c 2 b 7 d 4 8 5 2 8 e 5 "   n a m e = " N a m e   1 "   t y p e = " "   o r d e r = " 9 9 9 "   e n t i t y I d = " d f c e 9 c b a - 7 2 5 6 - 4 4 4 a - a 8 9 c - 4 3 b d c 9 2 2 f 3 8 9 "   l i n k e d E n t i t y I d = " 0 0 0 0 0 0 0 0 - 0 0 0 0 - 0 0 0 0 - 0 0 0 0 - 0 0 0 0 0 0 0 0 0 0 0 0 "   l i n k e d F i e l d I d = " 0 0 0 0 0 0 0 0 - 0 0 0 0 - 0 0 0 0 - 0 0 0 0 - 0 0 0 0 0 0 0 0 0 0 0 0 "   l i n k e d F i e l d I n d e x = " 0 "   i n d e x = " 6 "   f i e l d T y p e = " c o i "   f o r m a t E v a l u a t o r T y p e = " f o r m a t S t r i n g "   h i d d e n = " f a l s e " > C M S   C a m e r o n   M c K e n n a   N a b a r r o   O l s w a n g   L L P < m a p p i n g s / > < / f i e l d >  
         < f i e l d   i d = " a f 5 2 d 8 7 e - 9 f a 3 - 4 4 4 e - b 8 9 2 - c 2 b 7 d 4 8 5 2 8 e 5 "   n a m e = " N a m e   1 "   t y p e = " "   o r d e r = " 9 9 9 "   e n t i t y I d = " d f c e 9 c b a - 7 2 5 6 - 4 4 4 a - a 8 9 c - 4 3 b d c 9 2 2 f 3 8 9 "   l i n k e d E n t i t y I d = " 0 0 0 0 0 0 0 0 - 0 0 0 0 - 0 0 0 0 - 0 0 0 0 - 0 0 0 0 0 0 0 0 0 0 0 0 "   l i n k e d F i e l d I d = " 0 0 0 0 0 0 0 0 - 0 0 0 0 - 0 0 0 0 - 0 0 0 0 - 0 0 0 0 0 0 0 0 0 0 0 0 "   l i n k e d F i e l d I n d e x = " 0 "   i n d e x = " 7 "   f i e l d T y p e = " c o i "   f o r m a t E v a l u a t o r T y p e = " f o r m a t S t r i n g "   h i d d e n = " f a l s e " > C M S � C a m e r o n � M c K e n n a   N a b a r r o � O l s w a n g � L L P � S C P < m a p p i n g s / > < / f i e l d >  
         < f i e l d   i d = " a f 5 2 d 8 7 e - 9 f a 3 - 4 4 4 e - b 8 9 2 - c 2 b 7 d 4 8 5 2 8 e 5 "   n a m e = " N a m e   1 "   t y p e = " "   o r d e r = " 9 9 9 "   e n t i t y I d = " d f c e 9 c b a - 7 2 5 6 - 4 4 4 a - a 8 9 c - 4 3 b d c 9 2 2 f 3 8 9 "   l i n k e d E n t i t y I d = " 0 0 0 0 0 0 0 0 - 0 0 0 0 - 0 0 0 0 - 0 0 0 0 - 0 0 0 0 0 0 0 0 0 0 0 0 "   l i n k e d F i e l d I d = " 0 0 0 0 0 0 0 0 - 0 0 0 0 - 0 0 0 0 - 0 0 0 0 - 0 0 0 0 0 0 0 0 0 0 0 0 "   l i n k e d F i e l d I n d e x = " 0 "   i n d e x = " 8 "   f i e l d T y p e = " c o i "   f o r m a t E v a l u a t o r T y p e = " f o r m a t S t r i n g "   h i d d e n = " f a l s e " > C M S � C a m e r o n � M c K e n n a   N a b a r r o � O l s w a n g � L L P   H u n g a r i a n � B r a n c h � O f f i c e < m a p p i n g s / > < / f i e l d >  
         < f i e l d   i d = " a f 5 2 d 8 7 e - 9 f a 3 - 4 4 4 e - b 8 9 2 - c 2 b 7 d 4 8 5 2 8 e 5 "   n a m e = " N a m e   1 "   t y p e = " "   o r d e r = " 9 9 9 "   e n t i t y I d = " d f c e 9 c b a - 7 2 5 6 - 4 4 4 a - a 8 9 c - 4 3 b d c 9 2 2 f 3 8 9 "   l i n k e d E n t i t y I d = " 0 0 0 0 0 0 0 0 - 0 0 0 0 - 0 0 0 0 - 0 0 0 0 - 0 0 0 0 0 0 0 0 0 0 0 0 "   l i n k e d F i e l d I d = " 0 0 0 0 0 0 0 0 - 0 0 0 0 - 0 0 0 0 - 0 0 0 0 - 0 0 0 0 0 0 0 0 0 0 0 0 "   l i n k e d F i e l d I n d e x = " 0 "   i n d e x = " 9 "   f i e l d T y p e = " c o i "   f o r m a t E v a l u a t o r T y p e = " f o r m a t S t r i n g "   h i d d e n = " f a l s e " > O r m a i � a n d � P a r t n e r s   C M S � C a m e r o n � M c K e n n a   N a b a r r o � O l s w a n g � L L P � L a w � F i r m < m a p p i n g s / > < / f i e l d >  
         < f i e l d   i d = " a f 5 2 d 8 7 e - 9 f a 3 - 4 4 4 e - b 8 9 2 - c 2 b 7 d 4 8 5 2 8 e 5 "   n a m e = " N a m e   1 "   t y p e = " "   o r d e r = " 9 9 9 "   e n t i t y I d = " d f c e 9 c b a - 7 2 5 6 - 4 4 4 a - a 8 9 c - 4 3 b d c 9 2 2 f 3 8 9 "   l i n k e d E n t i t y I d = " 0 0 0 0 0 0 0 0 - 0 0 0 0 - 0 0 0 0 - 0 0 0 0 - 0 0 0 0 0 0 0 0 0 0 0 0 "   l i n k e d F i e l d I d = " 0 0 0 0 0 0 0 0 - 0 0 0 0 - 0 0 0 0 - 0 0 0 0 - 0 0 0 0 0 0 0 0 0 0 0 0 "   l i n k e d F i e l d I n d e x = " 0 "   i n d e x = " 1 0 "   f i e l d T y p e = " c o i "   f o r m a t E v a l u a t o r T y p e = " f o r m a t S t r i n g "   h i d d e n = " f a l s e " > C M S   ( U A E )   L L P < m a p p i n g s / > < / f i e l d >  
         < f i e l d   i d = " a f 5 2 d 8 7 e - 9 f a 3 - 4 4 4 e - b 8 9 2 - c 2 b 7 d 4 8 5 2 8 e 5 "   n a m e = " N a m e   1 "   t y p e = " "   o r d e r = " 9 9 9 "   e n t i t y I d = " d f c e 9 c b a - 7 2 5 6 - 4 4 4 a - a 8 9 c - 4 3 b d c 9 2 2 f 3 8 9 "   l i n k e d E n t i t y I d = " 0 0 0 0 0 0 0 0 - 0 0 0 0 - 0 0 0 0 - 0 0 0 0 - 0 0 0 0 0 0 0 0 0 0 0 0 "   l i n k e d F i e l d I d = " 0 0 0 0 0 0 0 0 - 0 0 0 0 - 0 0 0 0 - 0 0 0 0 - 0 0 0 0 0 0 0 0 0 0 0 0 "   l i n k e d F i e l d I n d e x = " 0 "   i n d e x = " 1 1 "   f i e l d T y p e = " c o i "   f o r m a t E v a l u a t o r T y p e = " f o r m a t S t r i n g "   h i d d e n = " f a l s e " > C M S   C a m e r o n   M c K e n n a   N a b a r r o   O l s w a n g   L L P < m a p p i n g s / > < / f i e l d >  
         < f i e l d   i d = " a f 5 2 d 8 7 e - 9 f a 3 - 4 4 4 e - b 8 9 2 - c 2 b 7 d 4 8 5 2 8 e 5 "   n a m e = " N a m e   1 "   t y p e = " "   o r d e r = " 9 9 9 "   e n t i t y I d = " d f c e 9 c b a - 7 2 5 6 - 4 4 4 a - a 8 9 c - 4 3 b d c 9 2 2 f 3 8 9 "   l i n k e d E n t i t y I d = " 0 0 0 0 0 0 0 0 - 0 0 0 0 - 0 0 0 0 - 0 0 0 0 - 0 0 0 0 0 0 0 0 0 0 0 0 "   l i n k e d F i e l d I d = " 0 0 0 0 0 0 0 0 - 0 0 0 0 - 0 0 0 0 - 0 0 0 0 - 0 0 0 0 0 0 0 0 0 0 0 0 "   l i n k e d F i e l d I n d e x = " 0 "   i n d e x = " 1 2 "   f i e l d T y p e = " c o i "   f o r m a t E v a l u a t o r T y p e = " f o r m a t S t r i n g "   h i d d e n = " f a l s e " > C M S   C a m e r o n   M c K e n n a   N a b a r r o   O l s w a n g   L L P < m a p p i n g s / > < / f i e l d >  
         < f i e l d   i d = " a f 5 2 d 8 7 e - 9 f a 3 - 4 4 4 e - b 8 9 2 - c 2 b 7 d 4 8 5 2 8 e 5 "   n a m e = " N a m e   1 "   t y p e = " "   o r d e r = " 9 9 9 "   e n t i t y I d = " d f c e 9 c b a - 7 2 5 6 - 4 4 4 a - a 8 9 c - 4 3 b d c 9 2 2 f 3 8 9 "   l i n k e d E n t i t y I d = " 0 0 0 0 0 0 0 0 - 0 0 0 0 - 0 0 0 0 - 0 0 0 0 - 0 0 0 0 0 0 0 0 0 0 0 0 "   l i n k e d F i e l d I d = " 0 0 0 0 0 0 0 0 - 0 0 0 0 - 0 0 0 0 - 0 0 0 0 - 0 0 0 0 0 0 0 0 0 0 0 0 "   l i n k e d F i e l d I n d e x = " 0 "   i n d e x = " 1 3 "   f i e l d T y p e = " c o i "   f o r m a t E v a l u a t o r T y p e = " f o r m a t S t r i n g "   h i d d e n = " f a l s e " > L a u ,   H o r t o n   & a m p ;   W i s e   L L P < m a p p i n g s / > < / f i e l d >  
         < f i e l d   i d = " a f 5 2 d 8 7 e - 9 f a 3 - 4 4 4 e - b 8 9 2 - c 2 b 7 d 4 8 5 2 8 e 5 "   n a m e = " N a m e   1 "   t y p e = " "   o r d e r = " 9 9 9 "   e n t i t y I d = " d f c e 9 c b a - 7 2 5 6 - 4 4 4 a - a 8 9 c - 4 3 b d c 9 2 2 f 3 8 9 "   l i n k e d E n t i t y I d = " 0 0 0 0 0 0 0 0 - 0 0 0 0 - 0 0 0 0 - 0 0 0 0 - 0 0 0 0 0 0 0 0 0 0 0 0 "   l i n k e d F i e l d I d = " 0 0 0 0 0 0 0 0 - 0 0 0 0 - 0 0 0 0 - 0 0 0 0 - 0 0 0 0 0 0 0 0 0 0 0 0 "   l i n k e d F i e l d I n d e x = " 0 "   i n d e x = " 1 4 "   f i e l d T y p e = " c o i "   f o r m a t E v a l u a t o r T y p e = " f o r m a t S t r i n g "   h i d d e n = " f a l s e " > C M S   C a m e r o n   M c K e n n a   L L C < m a p p i n g s / > < / f i e l d >  
         < f i e l d   i d = " a f 5 2 d 8 7 e - 9 f a 3 - 4 4 4 e - b 8 9 2 - c 2 b 7 d 4 8 5 2 8 e 5 "   n a m e = " N a m e   1 "   t y p e = " "   o r d e r = " 9 9 9 "   e n t i t y I d = " d f c e 9 c b a - 7 2 5 6 - 4 4 4 a - a 8 9 c - 4 3 b d c 9 2 2 f 3 8 9 "   l i n k e d E n t i t y I d = " 0 0 0 0 0 0 0 0 - 0 0 0 0 - 0 0 0 0 - 0 0 0 0 - 0 0 0 0 0 0 0 0 0 0 0 0 "   l i n k e d F i e l d I d = " 0 0 0 0 0 0 0 0 - 0 0 0 0 - 0 0 0 0 - 0 0 0 0 - 0 0 0 0 0 0 0 0 0 0 0 0 "   l i n k e d F i e l d I n d e x = " 0 "   i n d e x = " 1 5 "   f i e l d T y p e = " c o i "   f o r m a t E v a l u a t o r T y p e = " f o r m a t S t r i n g "   h i d d e n = " f a l s e " > C M S   C a m e r o n   M c K e n n a   N a b a r r o   O l s w a n g   L L P < m a p p i n g s / > < / f i e l d >  
         < f i e l d   i d = " a f 5 2 d 8 7 e - 9 f a 3 - 4 4 4 e - b 8 9 2 - c 2 b 7 d 4 8 5 2 8 e 5 "   n a m e = " N a m e   1 "   t y p e = " "   o r d e r = " 9 9 9 "   e n t i t y I d = " d f c e 9 c b a - 7 2 5 6 - 4 4 4 a - a 8 9 c - 4 3 b d c 9 2 2 f 3 8 9 "   l i n k e d E n t i t y I d = " 0 0 0 0 0 0 0 0 - 0 0 0 0 - 0 0 0 0 - 0 0 0 0 - 0 0 0 0 0 0 0 0 0 0 0 0 "   l i n k e d F i e l d I d = " 0 0 0 0 0 0 0 0 - 0 0 0 0 - 0 0 0 0 - 0 0 0 0 - 0 0 0 0 0 0 0 0 0 0 0 0 "   l i n k e d F i e l d I n d e x = " 0 "   i n d e x = " 1 6 "   f i e l d T y p e = " c o i "   f o r m a t E v a l u a t o r T y p e = " f o r m a t S t r i n g "   h i d d e n = " f a l s e " > C M S   C a m e r o n   M c K e n n a   N a b a r r o   O l s w a n g   S e r v i c e s   L t d . < m a p p i n g s / > < / f i e l d >  
         < f i e l d   i d = " a f 5 2 d 8 7 e - 9 f a 3 - 4 4 4 e - b 8 9 2 - c 2 b 7 d 4 8 5 2 8 e 5 "   n a m e = " N a m e   1 "   t y p e = " "   o r d e r = " 9 9 9 "   e n t i t y I d = " d f c e 9 c b a - 7 2 5 6 - 4 4 4 a - a 8 9 c - 4 3 b d c 9 2 2 f 3 8 9 "   l i n k e d E n t i t y I d = " 0 0 0 0 0 0 0 0 - 0 0 0 0 - 0 0 0 0 - 0 0 0 0 - 0 0 0 0 0 0 0 0 0 0 0 0 "   l i n k e d F i e l d I d = " 0 0 0 0 0 0 0 0 - 0 0 0 0 - 0 0 0 0 - 0 0 0 0 - 0 0 0 0 0 0 0 0 0 0 0 0 "   l i n k e d F i e l d I n d e x = " 0 "   i n d e x = " 1 7 "   f i e l d T y p e = " c o i "   f o r m a t E v a l u a t o r T y p e = " f o r m a t S t r i n g "   h i d d e n = " f a l s e " > C M S   C a m e r o n   M c K e n n a   N a b a r r o   O l s w a n g   L L P < m a p p i n g s / > < / f i e l d >  
         < f i e l d   i d = " a f 5 2 d 8 7 e - 9 f a 3 - 4 4 4 e - b 8 9 2 - c 2 b 7 d 4 8 5 2 8 e 5 "   n a m e = " N a m e   1 "   t y p e = " "   o r d e r = " 9 9 9 "   e n t i t y I d = " d f c e 9 c b a - 7 2 5 6 - 4 4 4 a - a 8 9 c - 4 3 b d c 9 2 2 f 3 8 9 "   l i n k e d E n t i t y I d = " 0 0 0 0 0 0 0 0 - 0 0 0 0 - 0 0 0 0 - 0 0 0 0 - 0 0 0 0 0 0 0 0 0 0 0 0 "   l i n k e d F i e l d I d = " 0 0 0 0 0 0 0 0 - 0 0 0 0 - 0 0 0 0 - 0 0 0 0 - 0 0 0 0 0 0 0 0 0 0 0 0 "   l i n k e d F i e l d I n d e x = " 0 "   i n d e x = " 1 8 "   f i e l d T y p e = " c o i "   f o r m a t E v a l u a t o r T y p e = " f o r m a t S t r i n g "   h i d d e n = " f a l s e " > C M S   C a m e r o n   M c K e n n a   N a b a r r o   O l s w a n g   L L P < m a p p i n g s / > < / f i e l d >  
         < f i e l d   i d = " a f 5 2 d 8 7 e - 9 f a 3 - 4 4 4 e - b 8 9 2 - c 2 b 7 d 4 8 5 2 8 e 5 "   n a m e = " N a m e   1 "   t y p e = " "   o r d e r = " 9 9 9 "   e n t i t y I d = " d f c e 9 c b a - 7 2 5 6 - 4 4 4 a - a 8 9 c - 4 3 b d c 9 2 2 f 3 8 9 "   l i n k e d E n t i t y I d = " 0 0 0 0 0 0 0 0 - 0 0 0 0 - 0 0 0 0 - 0 0 0 0 - 0 0 0 0 0 0 0 0 0 0 0 0 "   l i n k e d F i e l d I d = " 0 0 0 0 0 0 0 0 - 0 0 0 0 - 0 0 0 0 - 0 0 0 0 - 0 0 0 0 0 0 0 0 0 0 0 0 "   l i n k e d F i e l d I n d e x = " 0 "   i n d e x = " 1 9 "   f i e l d T y p e = " c o i "   f o r m a t E v a l u a t o r T y p e = " f o r m a t S t r i n g "   h i d d e n = " f a l s e " >  
             < m a p p i n g s / >  
         < / f i e l d >  
         < f i e l d   i d = " a f 5 2 d 8 7 e - 9 f a 3 - 4 4 4 e - b 8 9 2 - c 2 b 7 d 4 8 5 2 8 e 5 "   n a m e = " N a m e   1 "   t y p e = " "   o r d e r = " 9 9 9 "   e n t i t y I d = " d f c e 9 c b a - 7 2 5 6 - 4 4 4 a - a 8 9 c - 4 3 b d c 9 2 2 f 3 8 9 "   l i n k e d E n t i t y I d = " 0 0 0 0 0 0 0 0 - 0 0 0 0 - 0 0 0 0 - 0 0 0 0 - 0 0 0 0 0 0 0 0 0 0 0 0 "   l i n k e d F i e l d I d = " 0 0 0 0 0 0 0 0 - 0 0 0 0 - 0 0 0 0 - 0 0 0 0 - 0 0 0 0 0 0 0 0 0 0 0 0 "   l i n k e d F i e l d I n d e x = " 0 "   i n d e x = " 2 0 "   f i e l d T y p e = " c o i "   f o r m a t E v a l u a t o r T y p e = " f o r m a t S t r i n g "   h i d d e n = " f a l s e " > C M S � C a m e r o n � M c K e n n a � N a b a r r o   O l s w a n g � L L P  
 ( R e g i s t e r e d   t o   p r a c t i c e   i n   t h e   S u l t a n a t e   o f   O m a n   t h r o u g h � A l � R a s h d i ,   A l   J u m a   a n d   E w i n g  
 A d v o c a t e s   a n d   L e g a l   C o n s u l t a n t s   a s   l i c e n s e d   b y � t h e � M i n i s t r y � o f � J u s t i c e ) < m a p p i n g s / > < / f i e l d >  
         < f i e l d   i d = " a f 5 2 d 8 7 e - 9 f a 3 - 4 4 4 e - b 8 9 2 - c 2 b 7 d 4 8 5 2 8 e 5 "   n a m e = " N a m e   1 "   t y p e = " "   o r d e r = " 9 9 9 "   e n t i t y I d = " d f c e 9 c b a - 7 2 5 6 - 4 4 4 a - a 8 9 c - 4 3 b d c 9 2 2 f 3 8 9 "   l i n k e d E n t i t y I d = " 0 0 0 0 0 0 0 0 - 0 0 0 0 - 0 0 0 0 - 0 0 0 0 - 0 0 0 0 0 0 0 0 0 0 0 0 "   l i n k e d F i e l d I d = " 0 0 0 0 0 0 0 0 - 0 0 0 0 - 0 0 0 0 - 0 0 0 0 - 0 0 0 0 0 0 0 0 0 0 0 0 "   l i n k e d F i e l d I n d e x = " 0 "   i n d e x = " 2 1 "   f i e l d T y p e = " c o i "   f o r m a t E v a l u a t o r T y p e = " f o r m a t S t r i n g "   h i d d e n = " f a l s e " > C M S   C a m e r o n   M c K e n n a   N a b a r r o   O l s w a n g   P o [n i a k   i   S a w i c k i   s p . k . < m a p p i n g s / > < / f i e l d >  
         < f i e l d   i d = " a f 5 2 d 8 7 e - 9 f a 3 - 4 4 4 e - b 8 9 2 - c 2 b 7 d 4 8 5 2 8 e 5 "   n a m e = " N a m e   1 "   t y p e = " "   o r d e r = " 9 9 9 "   e n t i t y I d = " d f c e 9 c b a - 7 2 5 6 - 4 4 4 a - a 8 9 c - 4 3 b d c 9 2 2 f 3 8 9 "   l i n k e d E n t i t y I d = " 0 0 0 0 0 0 0 0 - 0 0 0 0 - 0 0 0 0 - 0 0 0 0 - 0 0 0 0 0 0 0 0 0 0 0 0 "   l i n k e d F i e l d I d = " 0 0 0 0 0 0 0 0 - 0 0 0 0 - 0 0 0 0 - 0 0 0 0 - 0 0 0 0 0 0 0 0 0 0 0 0 "   l i n k e d F i e l d I n d e x = " 0 "   i n d e x = " 2 2 "   f i e l d T y p e = " c o i "   f o r m a t E v a l u a t o r T y p e = " f o r m a t S t r i n g "   h i d d e n = " f a l s e " > C M S   C a m e r o n   M c K e n n a   C o n s u l t o r e s   e m   D i r e i t o   E s t r a n g e i r o < m a p p i n g s / > < / f i e l d >  
         < f i e l d   i d = " a f 5 2 d 8 7 e - 9 f a 3 - 4 4 4 e - b 8 9 2 - c 2 b 7 d 4 8 5 2 8 e 5 "   n a m e = " N a m e   1 "   t y p e = " "   o r d e r = " 9 9 9 "   e n t i t y I d = " d f c e 9 c b a - 7 2 5 6 - 4 4 4 a - a 8 9 c - 4 3 b d c 9 2 2 f 3 8 9 "   l i n k e d E n t i t y I d = " 0 0 0 0 0 0 0 0 - 0 0 0 0 - 0 0 0 0 - 0 0 0 0 - 0 0 0 0 0 0 0 0 0 0 0 0 "   l i n k e d F i e l d I d = " 0 0 0 0 0 0 0 0 - 0 0 0 0 - 0 0 0 0 - 0 0 0 0 - 0 0 0 0 0 0 0 0 0 0 0 0 "   l i n k e d F i e l d I n d e x = " 0 "   i n d e x = " 2 3 "   f i e l d T y p e = " c o i "   f o r m a t E v a l u a t o r T y p e = " f o r m a t S t r i n g "   h i d d e n = " f a l s e " > C M S   C a m e r o n   M c K e n n a   N a b a r r o   O l s w a n g   L L P < m a p p i n g s / > < / f i e l d >  
         < f i e l d   i d = " a f 5 2 d 8 7 e - 9 f a 3 - 4 4 4 e - b 8 9 2 - c 2 b 7 d 4 8 5 2 8 e 5 "   n a m e = " N a m e   1 "   t y p e = " "   o r d e r = " 9 9 9 "   e n t i t y I d = " d f c e 9 c b a - 7 2 5 6 - 4 4 4 a - a 8 9 c - 4 3 b d c 9 2 2 f 3 8 9 "   l i n k e d E n t i t y I d = " 0 0 0 0 0 0 0 0 - 0 0 0 0 - 0 0 0 0 - 0 0 0 0 - 0 0 0 0 0 0 0 0 0 0 0 0 "   l i n k e d F i e l d I d = " 0 0 0 0 0 0 0 0 - 0 0 0 0 - 0 0 0 0 - 0 0 0 0 - 0 0 0 0 0 0 0 0 0 0 0 0 "   l i n k e d F i e l d I n d e x = " 0 "   i n d e x = " 2 4 "   f i e l d T y p e = " c o i "   f o r m a t E v a l u a t o r T y p e = " f o r m a t S t r i n g "   h i d d e n = " f a l s e " > C M S   C a m e r o n   M c K e n n a   N a b a r r o   O l s w a n g   ( S i n g a p o r e )   L L P < m a p p i n g s / > < / f i e l d >  
         < f i e l d   i d = " a f 5 2 d 8 7 e - 9 f a 3 - 4 4 4 e - b 8 9 2 - c 2 b 7 d 4 8 5 2 8 e 5 "   n a m e = " N a m e   1 "   t y p e = " "   o r d e r = " 9 9 9 "   e n t i t y I d = " d f c e 9 c b a - 7 2 5 6 - 4 4 4 a - a 8 9 c - 4 3 b d c 9 2 2 f 3 8 9 "   l i n k e d E n t i t y I d = " 0 0 0 0 0 0 0 0 - 0 0 0 0 - 0 0 0 0 - 0 0 0 0 - 0 0 0 0 0 0 0 0 0 0 0 0 "   l i n k e d F i e l d I d = " 0 0 0 0 0 0 0 0 - 0 0 0 0 - 0 0 0 0 - 0 0 0 0 - 0 0 0 0 0 0 0 0 0 0 0 0 "   l i n k e d F i e l d I n d e x = " 0 "   i n d e x = " 2 5 "   f i e l d T y p e = " c o i "   f o r m a t E v a l u a t o r T y p e = " f o r m a t S t r i n g "   h i d d e n = " f a l s e " > H o l b o r n   L a w   L L C < m a p p i n g s / > < / f i e l d >  
         < f i e l d   i d = " a f 5 2 d 8 7 e - 9 f a 3 - 4 4 4 e - b 8 9 2 - c 2 b 7 d 4 8 5 2 8 e 5 "   n a m e = " N a m e   1 "   t y p e = " "   o r d e r = " 9 9 9 "   e n t i t y I d = " d f c e 9 c b a - 7 2 5 6 - 4 4 4 a - a 8 9 c - 4 3 b d c 9 2 2 f 3 8 9 "   l i n k e d E n t i t y I d = " 0 0 0 0 0 0 0 0 - 0 0 0 0 - 0 0 0 0 - 0 0 0 0 - 0 0 0 0 0 0 0 0 0 0 0 0 "   l i n k e d F i e l d I d = " 0 0 0 0 0 0 0 0 - 0 0 0 0 - 0 0 0 0 - 0 0 0 0 - 0 0 0 0 0 0 0 0 0 0 0 0 "   l i n k e d F i e l d I n d e x = " 0 "   i n d e x = " 2 6 "   f i e l d T y p e = " c o i "   f o r m a t E v a l u a t o r T y p e = " f o r m a t S t r i n g "   h i d d e n = " f a l s e " > C M S � C a m e r o n � M c K e n n a   N a b a r r o � O l s w a n g � L L P    
    B u l g a r i a � B r a n c h   / � D u n c a n   W e s t o n < m a p p i n g s / > < / f i e l d >  
         < f i e l d   i d = " a f 5 2 d 8 7 e - 9 f a 3 - 4 4 4 e - b 8 9 2 - c 2 b 7 d 4 8 5 2 8 e 5 "   n a m e = " N a m e   1 "   t y p e = " "   o r d e r = " 9 9 9 "   e n t i t y I d = " d f c e 9 c b a - 7 2 5 6 - 4 4 4 a - a 8 9 c - 4 3 b d c 9 2 2 f 3 8 9 "   l i n k e d E n t i t y I d = " 0 0 0 0 0 0 0 0 - 0 0 0 0 - 0 0 0 0 - 0 0 0 0 - 0 0 0 0 0 0 0 0 0 0 0 0 "   l i n k e d F i e l d I d = " 0 0 0 0 0 0 0 0 - 0 0 0 0 - 0 0 0 0 - 0 0 0 0 - 0 0 0 0 0 0 0 0 0 0 0 0 "   l i n k e d F i e l d I n d e x = " 0 "   i n d e x = " 2 7 "   f i e l d T y p e = " c o i "   f o r m a t E v a l u a t o r T y p e = " f o r m a t S t r i n g "   h i d d e n = " f a l s e " > C M S   C a m e r o n   M c K e n n a   E O O D < m a p p i n g s / > < / f i e l d >  
         < f i e l d   i d = " a f 5 2 d 8 7 e - 9 f a 3 - 4 4 4 e - b 8 9 2 - c 2 b 7 d 4 8 5 2 8 e 5 "   n a m e = " N a m e   1 "   t y p e = " "   o r d e r = " 9 9 9 "   e n t i t y I d = " d f c e 9 c b a - 7 2 5 6 - 4 4 4 a - a 8 9 c - 4 3 b d c 9 2 2 f 3 8 9 "   l i n k e d E n t i t y I d = " 0 0 0 0 0 0 0 0 - 0 0 0 0 - 0 0 0 0 - 0 0 0 0 - 0 0 0 0 0 0 0 0 0 0 0 0 "   l i n k e d F i e l d I d = " 0 0 0 0 0 0 0 0 - 0 0 0 0 - 0 0 0 0 - 0 0 0 0 - 0 0 0 0 0 0 0 0 0 0 0 0 "   l i n k e d F i e l d I n d e x = " 0 "   i n d e x = " 2 8 "   f i e l d T y p e = " c o i "   f o r m a t E v a l u a t o r T y p e = " f o r m a t S t r i n g "   h i d d e n = " f a l s e " > C M S   C a m e r o n   M c K e n n a   N a b a r r o   O l s w a n g   L L P < m a p p i n g s / > < / f i e l d >  
         < f i e l d   i d = " 0 b 7 a 1 9 5 3 - 6 6 b c - 4 2 a f - 9 a 3 d - e 8 f f 0 b 0 2 f 4 b 5 "   n a m e = " F o r m a t t e d   A d d r e s s "   t y p e = " "   o r d e r = " 9 9 9 "   e n t i t y I d = " d f c e 9 c b a - 7 2 5 6 - 4 4 4 a - a 8 9 c - 4 3 b d c 9 2 2 f 3 8 9 "   l i n k e d E n t i t y I d = " 0 0 0 0 0 0 0 0 - 0 0 0 0 - 0 0 0 0 - 0 0 0 0 - 0 0 0 0 0 0 0 0 0 0 0 0 "   l i n k e d F i e l d I d = " 0 0 0 0 0 0 0 0 - 0 0 0 0 - 0 0 0 0 - 0 0 0 0 - 0 0 0 0 0 0 0 0 0 0 0 0 "   l i n k e d F i e l d I n d e x = " 0 "   i n d e x = " 0 "   f i e l d T y p e = " c o i "   f o r m a t E v a l u a t o r T y p e = " f o r m a t S t r i n g "   h i d d e n = " f a l s e " > P a l l a d i u m  
 N a   P o Y� �   1 0 7 9 / 3 a  
 1 1 0   0 0   P r a g u e   1 < m a p p i n g s / > < / f i e l d >  
         < f i e l d   i d = " 0 b 7 a 1 9 5 3 - 6 6 b c - 4 2 a f - 9 a 3 d - e 8 f f 0 b 0 2 f 4 b 5 "   n a m e = " F o r m a t t e d   A d d r e s s "   t y p e = " "   o r d e r = " 9 9 9 "   e n t i t y I d = " d f c e 9 c b a - 7 2 5 6 - 4 4 4 a - a 8 9 c - 4 3 b d c 9 2 2 f 3 8 9 "   l i n k e d E n t i t y I d = " 0 0 0 0 0 0 0 0 - 0 0 0 0 - 0 0 0 0 - 0 0 0 0 - 0 0 0 0 0 0 0 0 0 0 0 0 "   l i n k e d F i e l d I d = " 0 0 0 0 0 0 0 0 - 0 0 0 0 - 0 0 0 0 - 0 0 0 0 - 0 0 0 0 0 0 0 0 0 0 0 0 "   l i n k e d F i e l d I n d e x = " 0 "   i n d e x = " 1 "   f i e l d T y p e = " c o i "   f o r m a t E v a l u a t o r T y p e = " f o r m a t S t r i n g "   h i d d e n = " f a l s e " > C a n n o n   P l a c e  
 7 8   C a n n o n   S t r e e t  
 L o n d o n   E C 4 N   6 A F < m a p p i n g s / > < / f i e l d >  
         < f i e l d   i d = " 0 b 7 a 1 9 5 3 - 6 6 b c - 4 2 a f - 9 a 3 d - e 8 f f 0 b 0 2 f 4 b 5 "   n a m e = " F o r m a t t e d   A d d r e s s "   t y p e = " "   o r d e r = " 9 9 9 "   e n t i t y I d = " d f c e 9 c b a - 7 2 5 6 - 4 4 4 a - a 8 9 c - 4 3 b d c 9 2 2 f 3 8 9 "   l i n k e d E n t i t y I d = " 0 0 0 0 0 0 0 0 - 0 0 0 0 - 0 0 0 0 - 0 0 0 0 - 0 0 0 0 0 0 0 0 0 0 0 0 "   l i n k e d F i e l d I d = " 0 0 0 0 0 0 0 0 - 0 0 0 0 - 0 0 0 0 - 0 0 0 0 - 0 0 0 0 0 0 0 0 0 0 0 0 "   l i n k e d F i e l d I n d e x = " 0 "   i n d e x = " 2 "   f i e l d T y p e = " c o i "   f o r m a t E v a l u a t o r T y p e = " f o r m a t S t r i n g "   h i d d e n = " f a l s e " > 6   Q u e e n s   R o a d  
 A b e r d e e n   A B 1 5   4 Z T < m a p p i n g s / > < / f i e l d >  
         < f i e l d   i d = " 0 b 7 a 1 9 5 3 - 6 6 b c - 4 2 a f - 9 a 3 d - e 8 f f 0 b 0 2 f 4 b 5 "   n a m e = " F o r m a t t e d   A d d r e s s "   t y p e = " "   o r d e r = " 9 9 9 "   e n t i t y I d = " d f c e 9 c b a - 7 2 5 6 - 4 4 4 a - a 8 9 c - 4 3 b d c 9 2 2 f 3 8 9 "   l i n k e d E n t i t y I d = " 0 0 0 0 0 0 0 0 - 0 0 0 0 - 0 0 0 0 - 0 0 0 0 - 0 0 0 0 0 0 0 0 0 0 0 0 "   l i n k e d F i e l d I d = " 0 0 0 0 0 0 0 0 - 0 0 0 0 - 0 0 0 0 - 0 0 0 0 - 0 0 0 0 0 0 0 0 0 0 0 0 "   l i n k e d F i e l d I n d e x = " 0 "   i n d e x = " 3 "   f i e l d T y p e = " c o i "   f o r m a t E v a l u a t o r T y p e = " f o r m a t S t r i n g "   h i d d e n = " f a l s e " > R o o m   1 9 0 9 ,   C h i n a   Y o u t h   P l a z a  
 N o .   1 9   D o n g s a n h u a n   N o r t h   R o a d  
 C h a o y a n g   D i s t r i c t ,   B e i j i n g ,   1 0 0 0 2 6 < m a p p i n g s / > < / f i e l d >  
         < f i e l d   i d = " 0 b 7 a 1 9 5 3 - 6 6 b c - 4 2 a f - 9 a 3 d - e 8 f f 0 b 0 2 f 4 b 5 "   n a m e = " F o r m a t t e d   A d d r e s s "   t y p e = " "   o r d e r = " 9 9 9 "   e n t i t y I d = " d f c e 9 c b a - 7 2 5 6 - 4 4 4 a - a 8 9 c - 4 3 b d c 9 2 2 f 3 8 9 "   l i n k e d E n t i t y I d = " 0 0 0 0 0 0 0 0 - 0 0 0 0 - 0 0 0 0 - 0 0 0 0 - 0 0 0 0 0 0 0 0 0 0 0 0 "   l i n k e d F i e l d I d = " 0 0 0 0 0 0 0 0 - 0 0 0 0 - 0 0 0 0 - 0 0 0 0 - 0 0 0 0 0 0 0 0 0 0 0 0 "   l i n k e d F i e l d I n d e x = " 0 "   i n d e x = " 4 "   f i e l d T y p e = " c o i "   f o r m a t E v a l u a t o r T y p e = " f o r m a t S t r i n g "   h i d d e n = " f a l s e " > S t a r o m e s t s k �   3  
 8 1 1   0 3   B r a t i s l a v a    � m e s t s k � � a s e� S t a r � � M e s t o < m a p p i n g s / > < / f i e l d >  
         < f i e l d   i d = " 0 b 7 a 1 9 5 3 - 6 6 b c - 4 2 a f - 9 a 3 d - e 8 f f 0 b 0 2 f 4 b 5 "   n a m e = " F o r m a t t e d   A d d r e s s "   t y p e = " "   o r d e r = " 9 9 9 "   e n t i t y I d = " d f c e 9 c b a - 7 2 5 6 - 4 4 4 a - a 8 9 c - 4 3 b d c 9 2 2 f 3 8 9 "   l i n k e d E n t i t y I d = " 0 0 0 0 0 0 0 0 - 0 0 0 0 - 0 0 0 0 - 0 0 0 0 - 0 0 0 0 0 0 0 0 0 0 0 0 "   l i n k e d F i e l d I d = " 0 0 0 0 0 0 0 0 - 0 0 0 0 - 0 0 0 0 - 0 0 0 0 - 0 0 0 0 0 0 0 0 0 0 0 0 "   l i n k e d F i e l d I n d e x = " 0 "   i n d e x = " 5 "   f i e l d T y p e = " c o i "   f o r m a t E v a l u a t o r T y p e = " f o r m a t S t r i n g "   h i d d e n = " f a l s e " > 2   C o l l e g e   S q u a r e  
 A n c h o r   R o a d  
 B r i s t o l   B S 1   5 U E < m a p p i n g s / > < / f i e l d >  
         < f i e l d   i d = " 0 b 7 a 1 9 5 3 - 6 6 b c - 4 2 a f - 9 a 3 d - e 8 f f 0 b 0 2 f 4 b 5 "   n a m e = " F o r m a t t e d   A d d r e s s "   t y p e = " "   o r d e r = " 9 9 9 "   e n t i t y I d = " d f c e 9 c b a - 7 2 5 6 - 4 4 4 a - a 8 9 c - 4 3 b d c 9 2 2 f 3 8 9 "   l i n k e d E n t i t y I d = " 0 0 0 0 0 0 0 0 - 0 0 0 0 - 0 0 0 0 - 0 0 0 0 - 0 0 0 0 0 0 0 0 0 0 0 0 "   l i n k e d F i e l d I d = " 0 0 0 0 0 0 0 0 - 0 0 0 0 - 0 0 0 0 - 0 0 0 0 - 0 0 0 0 0 0 0 0 0 0 0 0 "   l i n k e d F i e l d I n d e x = " 0 "   i n d e x = " 6 "   f i e l d T y p e = " c o i "   f o r m a t E v a l u a t o r T y p e = " f o r m a t S t r i n g "   h i d d e n = " f a l s e " > 8 5 ,   A v e n u e   d e s   N e r v i e n s  
 1 0 4 0   B r u s s e l s  
 B e l g i u m < m a p p i n g s / > < / f i e l d >  
         < f i e l d   i d = " 0 b 7 a 1 9 5 3 - 6 6 b c - 4 2 a f - 9 a 3 d - e 8 f f 0 b 0 2 f 4 b 5 "   n a m e = " F o r m a t t e d   A d d r e s s "   t y p e = " "   o r d e r = " 9 9 9 "   e n t i t y I d = " d f c e 9 c b a - 7 2 5 6 - 4 4 4 a - a 8 9 c - 4 3 b d c 9 2 2 f 3 8 9 "   l i n k e d E n t i t y I d = " 0 0 0 0 0 0 0 0 - 0 0 0 0 - 0 0 0 0 - 0 0 0 0 - 0 0 0 0 0 0 0 0 0 0 0 0 "   l i n k e d F i e l d I d = " 0 0 0 0 0 0 0 0 - 0 0 0 0 - 0 0 0 0 - 0 0 0 0 - 0 0 0 0 0 0 0 0 0 0 0 0 "   l i n k e d F i e l d I n d e x = " 0 "   i n d e x = " 7 "   f i e l d T y p e = " c o i "   f o r m a t E v a l u a t o r T y p e = " f o r m a t S t r i n g "   h i d d e n = " f a l s e " > 4 t h   F l o o r  
 S - P A R K  
 1 1 - 1 5   T i p o g r a f i l o r   S t r .  
 0 1 3 7 1 4   B u c h a r e s t < m a p p i n g s / > < / f i e l d >  
         < f i e l d   i d = " 0 b 7 a 1 9 5 3 - 6 6 b c - 4 2 a f - 9 a 3 d - e 8 f f 0 b 0 2 f 4 b 5 "   n a m e = " F o r m a t t e d   A d d r e s s "   t y p e = " "   o r d e r = " 9 9 9 "   e n t i t y I d = " d f c e 9 c b a - 7 2 5 6 - 4 4 4 a - a 8 9 c - 4 3 b d c 9 2 2 f 3 8 9 "   l i n k e d E n t i t y I d = " 0 0 0 0 0 0 0 0 - 0 0 0 0 - 0 0 0 0 - 0 0 0 0 - 0 0 0 0 0 0 0 0 0 0 0 0 "   l i n k e d F i e l d I d = " 0 0 0 0 0 0 0 0 - 0 0 0 0 - 0 0 0 0 - 0 0 0 0 - 0 0 0 0 0 0 0 0 0 0 0 0 "   l i n k e d F i e l d I n d e x = " 0 "   i n d e x = " 8 "   f i e l d T y p e = " c o i "   f o r m a t E v a l u a t o r T y p e = " f o r m a t S t r i n g "   h i d d e n = " f a l s e " > Y b l   P a l a c e  
 K � r o l y i   u t c a   1 2 .  
 H - 1 0 5 3   B u d a p e s t < m a p p i n g s / > < / f i e l d >  
         < f i e l d   i d = " 0 b 7 a 1 9 5 3 - 6 6 b c - 4 2 a f - 9 a 3 d - e 8 f f 0 b 0 2 f 4 b 5 "   n a m e = " F o r m a t t e d   A d d r e s s "   t y p e = " "   o r d e r = " 9 9 9 "   e n t i t y I d = " d f c e 9 c b a - 7 2 5 6 - 4 4 4 a - a 8 9 c - 4 3 b d c 9 2 2 f 3 8 9 "   l i n k e d E n t i t y I d = " 0 0 0 0 0 0 0 0 - 0 0 0 0 - 0 0 0 0 - 0 0 0 0 - 0 0 0 0 0 0 0 0 0 0 0 0 "   l i n k e d F i e l d I d = " 0 0 0 0 0 0 0 0 - 0 0 0 0 - 0 0 0 0 - 0 0 0 0 - 0 0 0 0 0 0 0 0 0 0 0 0 "   l i n k e d F i e l d I n d e x = " 0 "   i n d e x = " 9 "   f i e l d T y p e = " c o i "   f o r m a t E v a l u a t o r T y p e = " f o r m a t S t r i n g "   h i d d e n = " f a l s e " > Y b l   P a l a c e  
 K � r o l y i   u t c a   1 2 .  
 H - 1 0 5 3   B u d a p e s t < m a p p i n g s / > < / f i e l d >  
         < f i e l d   i d = " 0 b 7 a 1 9 5 3 - 6 6 b c - 4 2 a f - 9 a 3 d - e 8 f f 0 b 0 2 f 4 b 5 "   n a m e = " F o r m a t t e d   A d d r e s s "   t y p e = " "   o r d e r = " 9 9 9 "   e n t i t y I d = " d f c e 9 c b a - 7 2 5 6 - 4 4 4 a - a 8 9 c - 4 3 b d c 9 2 2 f 3 8 9 "   l i n k e d E n t i t y I d = " 0 0 0 0 0 0 0 0 - 0 0 0 0 - 0 0 0 0 - 0 0 0 0 - 0 0 0 0 0 0 0 0 0 0 0 0 "   l i n k e d F i e l d I d = " 0 0 0 0 0 0 0 0 - 0 0 0 0 - 0 0 0 0 - 0 0 0 0 - 0 0 0 0 0 0 0 0 0 0 0 0 "   l i n k e d F i e l d I n d e x = " 0 "   i n d e x = " 1 0 "   f i e l d T y p e = " c o i "   f o r m a t E v a l u a t o r T y p e = " f o r m a t S t r i n g "   h i d d e n = " f a l s e " > L e v e l   1 5  
 B u r j   D a m a n  
 D u b a i   I n t e r n a t i o n a l   F i n a n c i a l   C e n t r e  
 P O   B o x   5 0 6 8 7 3  
 D u b a i < m a p p i n g s / > < / f i e l d >  
         < f i e l d   i d = " 0 b 7 a 1 9 5 3 - 6 6 b c - 4 2 a f - 9 a 3 d - e 8 f f 0 b 0 2 f 4 b 5 "   n a m e = " F o r m a t t e d   A d d r e s s "   t y p e = " "   o r d e r = " 9 9 9 "   e n t i t y I d = " d f c e 9 c b a - 7 2 5 6 - 4 4 4 a - a 8 9 c - 4 3 b d c 9 2 2 f 3 8 9 "   l i n k e d E n t i t y I d = " 0 0 0 0 0 0 0 0 - 0 0 0 0 - 0 0 0 0 - 0 0 0 0 - 0 0 0 0 0 0 0 0 0 0 0 0 "   l i n k e d F i e l d I d = " 0 0 0 0 0 0 0 0 - 0 0 0 0 - 0 0 0 0 - 0 0 0 0 - 0 0 0 0 0 0 0 0 0 0 0 0 "   l i n k e d F i e l d I n d e x = " 0 "   i n d e x = " 1 1 "   f i e l d T y p e = " c o i "   f o r m a t E v a l u a t o r T y p e = " f o r m a t S t r i n g "   h i d d e n = " f a l s e " > S a l t i r e   C o u r t  
 2 0   C a s t l e   T e r r a c e  
 E d i n b u r g h   E H 1   2 E N < m a p p i n g s / > < / f i e l d >  
         < f i e l d   i d = " 0 b 7 a 1 9 5 3 - 6 6 b c - 4 2 a f - 9 a 3 d - e 8 f f 0 b 0 2 f 4 b 5 "   n a m e = " F o r m a t t e d   A d d r e s s "   t y p e = " "   o r d e r = " 9 9 9 "   e n t i t y I d = " d f c e 9 c b a - 7 2 5 6 - 4 4 4 a - a 8 9 c - 4 3 b d c 9 2 2 f 3 8 9 "   l i n k e d E n t i t y I d = " 0 0 0 0 0 0 0 0 - 0 0 0 0 - 0 0 0 0 - 0 0 0 0 - 0 0 0 0 0 0 0 0 0 0 0 0 "   l i n k e d F i e l d I d = " 0 0 0 0 0 0 0 0 - 0 0 0 0 - 0 0 0 0 - 0 0 0 0 - 0 0 0 0 0 0 0 0 0 0 0 0 "   l i n k e d F i e l d I n d e x = " 0 "   i n d e x = " 1 2 "   f i e l d T y p e = " c o i "   f o r m a t E v a l u a t o r T y p e = " f o r m a t S t r i n g "   h i d d e n = " f a l s e " > 1   W e s t   R e g e n t   S t r e e t  
 G l a s g o w   G 2   1 A P < m a p p i n g s / > < / f i e l d >  
         < f i e l d   i d = " 0 b 7 a 1 9 5 3 - 6 6 b c - 4 2 a f - 9 a 3 d - e 8 f f 0 b 0 2 f 4 b 5 "   n a m e = " F o r m a t t e d   A d d r e s s "   t y p e = " "   o r d e r = " 9 9 9 "   e n t i t y I d = " d f c e 9 c b a - 7 2 5 6 - 4 4 4 a - a 8 9 c - 4 3 b d c 9 2 2 f 3 8 9 "   l i n k e d E n t i t y I d = " 0 0 0 0 0 0 0 0 - 0 0 0 0 - 0 0 0 0 - 0 0 0 0 - 0 0 0 0 0 0 0 0 0 0 0 0 "   l i n k e d F i e l d I d = " 0 0 0 0 0 0 0 0 - 0 0 0 0 - 0 0 0 0 - 0 0 0 0 - 0 0 0 0 0 0 0 0 0 0 0 0 "   l i n k e d F i e l d I n d e x = " 0 "   i n d e x = " 1 3 "   f i e l d T y p e = " c o i "   f o r m a t E v a l u a t o r T y p e = " f o r m a t S t r i n g "   h i d d e n = " f a l s e " > 1 7 t h   F l o o r ,   S u n   H o u s e  
 9 0   C o n n a u g h t   R o a d ,   C e n t r a l  
 H o n g   K o n g < m a p p i n g s / > < / f i e l d >  
         < f i e l d   i d = " 0 b 7 a 1 9 5 3 - 6 6 b c - 4 2 a f - 9 a 3 d - e 8 f f 0 b 0 2 f 4 b 5 "   n a m e = " F o r m a t t e d   A d d r e s s "   t y p e = " "   o r d e r = " 9 9 9 "   e n t i t y I d = " d f c e 9 c b a - 7 2 5 6 - 4 4 4 a - a 8 9 c - 4 3 b d c 9 2 2 f 3 8 9 "   l i n k e d E n t i t y I d = " 0 0 0 0 0 0 0 0 - 0 0 0 0 - 0 0 0 0 - 0 0 0 0 - 0 0 0 0 0 0 0 0 0 0 0 0 "   l i n k e d F i e l d I d = " 0 0 0 0 0 0 0 0 - 0 0 0 0 - 0 0 0 0 - 0 0 0 0 - 0 0 0 0 0 0 0 0 0 0 0 0 "   l i n k e d F i e l d I n d e x = " 0 "   i n d e x = " 1 4 "   f i e l d T y p e = " c o i "   f o r m a t E v a l u a t o r T y p e = " f o r m a t S t r i n g "   h i d d e n = " f a l s e " > 3 8   V o l o d y m y r s k a   S t r e e t  
 6 - t h   F l o o r  
 K y i v ,   0 1 0 3 0 < m a p p i n g s / > < / f i e l d >  
         < f i e l d   i d = " 0 b 7 a 1 9 5 3 - 6 6 b c - 4 2 a f - 9 a 3 d - e 8 f f 0 b 0 2 f 4 b 5 "   n a m e = " F o r m a t t e d   A d d r e s s "   t y p e = " "   o r d e r = " 9 9 9 "   e n t i t y I d = " d f c e 9 c b a - 7 2 5 6 - 4 4 4 a - a 8 9 c - 4 3 b d c 9 2 2 f 3 8 9 "   l i n k e d E n t i t y I d = " 0 0 0 0 0 0 0 0 - 0 0 0 0 - 0 0 0 0 - 0 0 0 0 - 0 0 0 0 0 0 0 0 0 0 0 0 "   l i n k e d F i e l d I d = " 0 0 0 0 0 0 0 0 - 0 0 0 0 - 0 0 0 0 - 0 0 0 0 - 0 0 0 0 0 0 0 0 0 0 0 0 "   l i n k e d F i e l d I n d e x = " 0 "   i n d e x = " 1 5 "   f i e l d T y p e = " c o i "   f o r m a t E v a l u a t o r T y p e = " f o r m a t S t r i n g "   h i d d e n = " f a l s e " > 5 t h   F l o o r  
 H o r t o n   H o u s e  
 E x c h a n g e   F l a g s  
 L i v e r p o o l  
 L 2   3 P F < m a p p i n g s / > < / f i e l d >  
         < f i e l d   i d = " 0 b 7 a 1 9 5 3 - 6 6 b c - 4 2 a f - 9 a 3 d - e 8 f f 0 b 0 2 f 4 b 5 "   n a m e = " F o r m a t t e d   A d d r e s s "   t y p e = " "   o r d e r = " 9 9 9 "   e n t i t y I d = " d f c e 9 c b a - 7 2 5 6 - 4 4 4 a - a 8 9 c - 4 3 b d c 9 2 2 f 3 8 9 "   l i n k e d E n t i t y I d = " 0 0 0 0 0 0 0 0 - 0 0 0 0 - 0 0 0 0 - 0 0 0 0 - 0 0 0 0 0 0 0 0 0 0 0 0 "   l i n k e d F i e l d I d = " 0 0 0 0 0 0 0 0 - 0 0 0 0 - 0 0 0 0 - 0 0 0 0 - 0 0 0 0 0 0 0 0 0 0 0 0 "   l i n k e d F i e l d I n d e x = " 0 "   i n d e x = " 1 6 "   f i e l d T y p e = " c o i "   f o r m a t E v a l u a t o r T y p e = " f o r m a t S t r i n g "   h i d d e n = " f a l s e " > C a n n o n   P l a c e  
 7 8   C a n n o n   S t r e e t  
 L o n d o n   E C 4 N   6 A F < m a p p i n g s / > < / f i e l d >  
         < f i e l d   i d = " 0 b 7 a 1 9 5 3 - 6 6 b c - 4 2 a f - 9 a 3 d - e 8 f f 0 b 0 2 f 4 b 5 "   n a m e = " F o r m a t t e d   A d d r e s s "   t y p e = " "   o r d e r = " 9 9 9 "   e n t i t y I d = " d f c e 9 c b a - 7 2 5 6 - 4 4 4 a - a 8 9 c - 4 3 b d c 9 2 2 f 3 8 9 "   l i n k e d E n t i t y I d = " 0 0 0 0 0 0 0 0 - 0 0 0 0 - 0 0 0 0 - 0 0 0 0 - 0 0 0 0 0 0 0 0 0 0 0 0 "   l i n k e d F i e l d I d = " 0 0 0 0 0 0 0 0 - 0 0 0 0 - 0 0 0 0 - 0 0 0 0 - 0 0 0 0 0 0 0 0 0 0 0 0 "   l i n k e d F i e l d I n d e x = " 0 "   i n d e x = " 1 7 "   f i e l d T y p e = " c o i "   f o r m a t E v a l u a t o r T y p e = " f o r m a t S t r i n g "   h i d d e n = " f a l s e " > 1 ,   T h e   A v e n u e  
 S p i n n i n g f i e l d s  
 M a n c h e s t e r   M 3   3 A P < m a p p i n g s / > < / f i e l d >  
         < f i e l d   i d = " 0 b 7 a 1 9 5 3 - 6 6 b c - 4 2 a f - 9 a 3 d - e 8 f f 0 b 0 2 f 4 b 5 "   n a m e = " F o r m a t t e d   A d d r e s s "   t y p e = " "   o r d e r = " 9 9 9 "   e n t i t y I d = " d f c e 9 c b a - 7 2 5 6 - 4 4 4 a - a 8 9 c - 4 3 b d c 9 2 2 f 3 8 9 "   l i n k e d E n t i t y I d = " 0 0 0 0 0 0 0 0 - 0 0 0 0 - 0 0 0 0 - 0 0 0 0 - 0 0 0 0 0 0 0 0 0 0 0 0 "   l i n k e d F i e l d I d = " 0 0 0 0 0 0 0 0 - 0 0 0 0 - 0 0 0 0 - 0 0 0 0 - 0 0 0 0 0 0 0 0 0 0 0 0 "   l i n k e d F i e l d I n d e x = " 0 "   i n d e x = " 1 8 "   f i e l d T y p e = " c o i "   f o r m a t E v a l u a t o r T y p e = " f o r m a t S t r i n g "   h i d d e n = " f a l s e " > G o g o l e v s k y   B o u l e v a r d ,   1 1  
 1 1 9 0 1 9   M o s c o w < m a p p i n g s / > < / f i e l d >  
         < f i e l d   i d = " 0 b 7 a 1 9 5 3 - 6 6 b c - 4 2 a f - 9 a 3 d - e 8 f f 0 b 0 2 f 4 b 5 "   n a m e = " F o r m a t t e d   A d d r e s s "   t y p e = " "   o r d e r = " 9 9 9 "   e n t i t y I d = " d f c e 9 c b a - 7 2 5 6 - 4 4 4 a - a 8 9 c - 4 3 b d c 9 2 2 f 3 8 9 "   l i n k e d E n t i t y I d = " 0 0 0 0 0 0 0 0 - 0 0 0 0 - 0 0 0 0 - 0 0 0 0 - 0 0 0 0 0 0 0 0 0 0 0 0 "   l i n k e d F i e l d I d = " 0 0 0 0 0 0 0 0 - 0 0 0 0 - 0 0 0 0 - 0 0 0 0 - 0 0 0 0 0 0 0 0 0 0 0 0 "   l i n k e d F i e l d I n d e x = " 0 "   i n d e x = " 1 9 "   f i e l d T y p e = " c o i "   f o r m a t E v a l u a t o r T y p e = " f o r m a t S t r i n g "   h i d d e n = " f a l s e " >  
             < m a p p i n g s / >  
         < / f i e l d >  
         < f i e l d   i d = " 0 b 7 a 1 9 5 3 - 6 6 b c - 4 2 a f - 9 a 3 d - e 8 f f 0 b 0 2 f 4 b 5 "   n a m e = " F o r m a t t e d   A d d r e s s "   t y p e = " "   o r d e r = " 9 9 9 "   e n t i t y I d = " d f c e 9 c b a - 7 2 5 6 - 4 4 4 a - a 8 9 c - 4 3 b d c 9 2 2 f 3 8 9 "   l i n k e d E n t i t y I d = " 0 0 0 0 0 0 0 0 - 0 0 0 0 - 0 0 0 0 - 0 0 0 0 - 0 0 0 0 0 0 0 0 0 0 0 0 "   l i n k e d F i e l d I d = " 0 0 0 0 0 0 0 0 - 0 0 0 0 - 0 0 0 0 - 0 0 0 0 - 0 0 0 0 0 0 0 0 0 0 0 0 "   l i n k e d F i e l d I n d e x = " 0 "   i n d e x = " 2 0 "   f i e l d T y p e = " c o i "   f o r m a t E v a l u a t o r T y p e = " f o r m a t S t r i n g "   h i d d e n = " f a l s e " > T i l a l   C o m p l e x  
 M u s c a t   G r a n d   M a l l  
 3 r d   F l o o r ,   B u i l d i n g   N o .   6  
 M u s c a t  
 P O   B o x   4 1  
 P o s t a l   C o d e   1 3 6  
 T h e   S u l t a n a t e   o f   O m a n < m a p p i n g s / > < / f i e l d >  
         < f i e l d   i d = " 0 b 7 a 1 9 5 3 - 6 6 b c - 4 2 a f - 9 a 3 d - e 8 f f 0 b 0 2 f 4 b 5 "   n a m e = " F o r m a t t e d   A d d r e s s "   t y p e = " "   o r d e r = " 9 9 9 "   e n t i t y I d = " d f c e 9 c b a - 7 2 5 6 - 4 4 4 a - a 8 9 c - 4 3 b d c 9 2 2 f 3 8 9 "   l i n k e d E n t i t y I d = " 0 0 0 0 0 0 0 0 - 0 0 0 0 - 0 0 0 0 - 0 0 0 0 - 0 0 0 0 0 0 0 0 0 0 0 0 "   l i n k e d F i e l d I d = " 0 0 0 0 0 0 0 0 - 0 0 0 0 - 0 0 0 0 - 0 0 0 0 - 0 0 0 0 0 0 0 0 0 0 0 0 "   l i n k e d F i e l d I n d e x = " 0 "   i n d e x = " 2 1 "   f i e l d T y p e = " c o i "   f o r m a t E v a l u a t o r T y p e = " f o r m a t S t r i n g "   h i d d e n = " f a l s e " > P o z n a D  O f f i c e  
 7 9 A   J . H .   D b r o w s k i e g o   S t .  
 P o z n a D  6 0 - 5 2 9 < m a p p i n g s / > < / f i e l d >  
         < f i e l d   i d = " 0 b 7 a 1 9 5 3 - 6 6 b c - 4 2 a f - 9 a 3 d - e 8 f f 0 b 0 2 f 4 b 5 "   n a m e = " F o r m a t t e d   A d d r e s s "   t y p e = " "   o r d e r = " 9 9 9 "   e n t i t y I d = " d f c e 9 c b a - 7 2 5 6 - 4 4 4 a - a 8 9 c - 4 3 b d c 9 2 2 f 3 8 9 "   l i n k e d E n t i t y I d = " 0 0 0 0 0 0 0 0 - 0 0 0 0 - 0 0 0 0 - 0 0 0 0 - 0 0 0 0 0 0 0 0 0 0 0 0 "   l i n k e d F i e l d I d = " 0 0 0 0 0 0 0 0 - 0 0 0 0 - 0 0 0 0 - 0 0 0 0 - 0 0 0 0 0 0 0 0 0 0 0 0 "   l i n k e d F i e l d I n d e x = " 0 "   i n d e x = " 2 2 "   f i e l d T y p e = " c o i "   f o r m a t E v a l u a t o r T y p e = " f o r m a t S t r i n g "   h i d d e n = " f a l s e " > T r a v e s s a   d o   O u v i d o r   5 0      5   A n d a r  
 C e n t r o ,   R i o   d e   J a n e i r o ,   R J  
 C E P   2 0 0 4 0 - 0 4 0 ,   B r a z i l < m a p p i n g s / > < / f i e l d >  
         < f i e l d   i d = " 0 b 7 a 1 9 5 3 - 6 6 b c - 4 2 a f - 9 a 3 d - e 8 f f 0 b 0 2 f 4 b 5 "   n a m e = " F o r m a t t e d   A d d r e s s "   t y p e = " "   o r d e r = " 9 9 9 "   e n t i t y I d = " d f c e 9 c b a - 7 2 5 6 - 4 4 4 a - a 8 9 c - 4 3 b d c 9 2 2 f 3 8 9 "   l i n k e d E n t i t y I d = " 0 0 0 0 0 0 0 0 - 0 0 0 0 - 0 0 0 0 - 0 0 0 0 - 0 0 0 0 0 0 0 0 0 0 0 0 "   l i n k e d F i e l d I d = " 0 0 0 0 0 0 0 0 - 0 0 0 0 - 0 0 0 0 - 0 0 0 0 - 0 0 0 0 0 0 0 0 0 0 0 0 "   l i n k e d F i e l d I n d e x = " 0 "   i n d e x = " 2 3 "   f i e l d T y p e = " c o i "   f o r m a t E v a l u a t o r T y p e = " f o r m a t S t r i n g "   h i d d e n = " f a l s e " > 1   S o u t h   Q u a y  
 V i c t o r i a   Q u a y s  
 S h e f f i e l d   S 2   5 S Y < m a p p i n g s / > < / f i e l d >  
         < f i e l d   i d = " 0 b 7 a 1 9 5 3 - 6 6 b c - 4 2 a f - 9 a 3 d - e 8 f f 0 b 0 2 f 4 b 5 "   n a m e = " F o r m a t t e d   A d d r e s s "   t y p e = " "   o r d e r = " 9 9 9 "   e n t i t y I d = " d f c e 9 c b a - 7 2 5 6 - 4 4 4 a - a 8 9 c - 4 3 b d c 9 2 2 f 3 8 9 "   l i n k e d E n t i t y I d = " 0 0 0 0 0 0 0 0 - 0 0 0 0 - 0 0 0 0 - 0 0 0 0 - 0 0 0 0 0 0 0 0 0 0 0 0 "   l i n k e d F i e l d I d = " 0 0 0 0 0 0 0 0 - 0 0 0 0 - 0 0 0 0 - 0 0 0 0 - 0 0 0 0 0 0 0 0 0 0 0 0 "   l i n k e d F i e l d I n d e x = " 0 "   i n d e x = " 2 4 "   f i e l d T y p e = " c o i "   f o r m a t E v a l u a t o r T y p e = " f o r m a t S t r i n g "   h i d d e n = " f a l s e " > 7   S t r a i t s   V i e w  
 M a r i n a   O n e   E a s t   T o w e r  
 # 1 9 - 0 1  
 S i n g a p o r e   0 1 8 9 3 6 < m a p p i n g s / > < / f i e l d >  
         < f i e l d   i d = " 0 b 7 a 1 9 5 3 - 6 6 b c - 4 2 a f - 9 a 3 d - e 8 f f 0 b 0 2 f 4 b 5 "   n a m e = " F o r m a t t e d   A d d r e s s "   t y p e = " "   o r d e r = " 9 9 9 "   e n t i t y I d = " d f c e 9 c b a - 7 2 5 6 - 4 4 4 a - a 8 9 c - 4 3 b d c 9 2 2 f 3 8 9 "   l i n k e d E n t i t y I d = " 0 0 0 0 0 0 0 0 - 0 0 0 0 - 0 0 0 0 - 0 0 0 0 - 0 0 0 0 0 0 0 0 0 0 0 0 "   l i n k e d F i e l d I d = " 0 0 0 0 0 0 0 0 - 0 0 0 0 - 0 0 0 0 - 0 0 0 0 - 0 0 0 0 0 0 0 0 0 0 0 0 "   l i n k e d F i e l d I n d e x = " 0 "   i n d e x = " 2 5 "   f i e l d T y p e = " c o i "   f o r m a t E v a l u a t o r T y p e = " f o r m a t S t r i n g "   h i d d e n = " f a l s e " > 1 0   C o l l y e r   Q u a y  
 O c e a n   F i n a n c i a l   C e n t r e   4 0 - 0 0  
 S i n g a p o r e   0 4 9 3 1 5 < m a p p i n g s / > < / f i e l d >  
         < f i e l d   i d = " 0 b 7 a 1 9 5 3 - 6 6 b c - 4 2 a f - 9 a 3 d - e 8 f f 0 b 0 2 f 4 b 5 "   n a m e = " F o r m a t t e d   A d d r e s s "   t y p e = " "   o r d e r = " 9 9 9 "   e n t i t y I d = " d f c e 9 c b a - 7 2 5 6 - 4 4 4 a - a 8 9 c - 4 3 b d c 9 2 2 f 3 8 9 "   l i n k e d E n t i t y I d = " 0 0 0 0 0 0 0 0 - 0 0 0 0 - 0 0 0 0 - 0 0 0 0 - 0 0 0 0 0 0 0 0 0 0 0 0 "   l i n k e d F i e l d I d = " 0 0 0 0 0 0 0 0 - 0 0 0 0 - 0 0 0 0 - 0 0 0 0 - 0 0 0 0 0 0 0 0 0 0 0 0 "   l i n k e d F i e l d I n d e x = " 0 "   i n d e x = " 2 6 "   f i e l d T y p e = " c o i "   f o r m a t E v a l u a t o r T y p e = " f o r m a t S t r i n g "   h i d d e n = " f a l s e " > 1 4 ,   T s a r   O s v o b o d i t e l   B l v d ,   F l o o r   1  
 1 0 0 0   S o f i a < m a p p i n g s / > < / f i e l d >  
         < f i e l d   i d = " 0 b 7 a 1 9 5 3 - 6 6 b c - 4 2 a f - 9 a 3 d - e 8 f f 0 b 0 2 f 4 b 5 "   n a m e = " F o r m a t t e d   A d d r e s s "   t y p e = " "   o r d e r = " 9 9 9 "   e n t i t y I d = " d f c e 9 c b a - 7 2 5 6 - 4 4 4 a - a 8 9 c - 4 3 b d c 9 2 2 f 3 8 9 "   l i n k e d E n t i t y I d = " 0 0 0 0 0 0 0 0 - 0 0 0 0 - 0 0 0 0 - 0 0 0 0 - 0 0 0 0 0 0 0 0 0 0 0 0 "   l i n k e d F i e l d I d = " 0 0 0 0 0 0 0 0 - 0 0 0 0 - 0 0 0 0 - 0 0 0 0 - 0 0 0 0 0 0 0 0 0 0 0 0 "   l i n k e d F i e l d I n d e x = " 0 "   i n d e x = " 2 7 "   f i e l d T y p e = " c o i "   f o r m a t E v a l u a t o r T y p e = " f o r m a t S t r i n g "   h i d d e n = " f a l s e " > 1 4 ,   T s a r   O s v o b o d i t e l   B l v d ,   F l o o r   1  
 1 0 0 0   S o f i a < m a p p i n g s / > < / f i e l d >  
         < f i e l d   i d = " 0 b 7 a 1 9 5 3 - 6 6 b c - 4 2 a f - 9 a 3 d - e 8 f f 0 b 0 2 f 4 b 5 "   n a m e = " F o r m a t t e d   A d d r e s s "   t y p e = " "   o r d e r = " 9 9 9 "   e n t i t y I d = " d f c e 9 c b a - 7 2 5 6 - 4 4 4 a - a 8 9 c - 4 3 b d c 9 2 2 f 3 8 9 "   l i n k e d E n t i t y I d = " 0 0 0 0 0 0 0 0 - 0 0 0 0 - 0 0 0 0 - 0 0 0 0 - 0 0 0 0 0 0 0 0 0 0 0 0 "   l i n k e d F i e l d I d = " 0 0 0 0 0 0 0 0 - 0 0 0 0 - 0 0 0 0 - 0 0 0 0 - 0 0 0 0 0 0 0 0 0 0 0 0 "   l i n k e d F i e l d I n d e x = " 0 "   i n d e x = " 2 8 "   f i e l d T y p e = " c o i "   f o r m a t E v a l u a t o r T y p e = " f o r m a t S t r i n g "   h i d d e n = " f a l s e " > T h e   B l a d e  
 A b b e y   S q u a r e  
 R e a d i n g   R G 1   3 B E < m a p p i n g s / > < / f i e l d >  
     < / f i e l d s >  
     < p r i n t C o n f i g u r a t i o n   s u p p o r t C u s t o m P r i n t = " f a l s e "   s h o w P r i n t S e t t i n g s = " t r u e "   s h o w P r i n t O p t i o n s = " t r u e "   e n a b l e C o s t R e c o v e r y = " f a l s e " >  
         < p r o f i l e s >  
             < p r o f i l e   i d = " 6 5 2 5 9 1 8 2 - 4 0 f c - 4 8 d 0 - 9 1 b 2 - f e 0 d 8 b 1 f 2 1 4 8 "   n a m e = " _ F i l e   C o p y "   f i r s t T r a y T y p e = " p l a i n "   o t h e r T r a y T y p e = " p l a i n "   p r i n t H i d d e n T e x t = " f a l s e "   d e f a u l t C o p i e s = " 1 "   b u i l d i n g B l o c k L o c a t i o n s = " A l l H e a d e r s "   a l t e r n a t e P a g e F r o m S e c t i o n = " - 1 "   d u p l e x i n g = " d e f a u l t "   c o l o u r = " d e f a u l t "   o r d e r = " 0 " / >  
         < / p r o f i l e s >  
     < / p r i n t C o n f i g u r a t i o n >  
     < s t y l e C o n f i g u r a t i o n / >  
 < / t e m p l a t 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BCDA1-397B-4C03-8E48-0562FA292EB9}">
  <ds:schemaRefs>
    <ds:schemaRef ds:uri="http://www.w3.org/2001/XMLSchema"/>
    <ds:schemaRef ds:uri="http://iphelion.com/word/outline/"/>
  </ds:schemaRefs>
</ds:datastoreItem>
</file>

<file path=customXml/itemProps2.xml><?xml version="1.0" encoding="utf-8"?>
<ds:datastoreItem xmlns:ds="http://schemas.openxmlformats.org/officeDocument/2006/customXml" ds:itemID="{3F29A2CC-10D2-406B-BE24-49609B440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Draft Legal Document.dotx</Template>
  <TotalTime>1</TotalTime>
  <Pages>70</Pages>
  <Words>25669</Words>
  <Characters>146315</Characters>
  <Application>Microsoft Office Word</Application>
  <DocSecurity>0</DocSecurity>
  <Lines>1219</Lines>
  <Paragraphs>343</Paragraphs>
  <ScaleCrop>false</ScaleCrop>
  <HeadingPairs>
    <vt:vector size="2" baseType="variant">
      <vt:variant>
        <vt:lpstr>Title</vt:lpstr>
      </vt:variant>
      <vt:variant>
        <vt:i4>1</vt:i4>
      </vt:variant>
    </vt:vector>
  </HeadingPairs>
  <TitlesOfParts>
    <vt:vector size="1" baseType="lpstr">
      <vt:lpstr>CMS Draft Legal Template</vt:lpstr>
    </vt:vector>
  </TitlesOfParts>
  <Company>CMS Cameron McKenna</Company>
  <LinksUpToDate>false</LinksUpToDate>
  <CharactersWithSpaces>171641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 Draft Legal Template</dc:title>
  <dc:creator>CMS</dc:creator>
  <dc:description>maintained by: Template Support_x000d_
TemplateSupport@internal.cms-cmno.com</dc:description>
  <cp:lastModifiedBy>Bojan Grgic</cp:lastModifiedBy>
  <cp:revision>2</cp:revision>
  <cp:lastPrinted>2019-12-30T09:56:00Z</cp:lastPrinted>
  <dcterms:created xsi:type="dcterms:W3CDTF">2019-12-30T14:28:00Z</dcterms:created>
  <dcterms:modified xsi:type="dcterms:W3CDTF">2019-12-30T14:28:00Z</dcterms:modified>
</cp:coreProperties>
</file>